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744C9" w14:textId="77777777" w:rsidR="00477CF5" w:rsidRPr="00D572EF" w:rsidRDefault="00477CF5" w:rsidP="00157CDD">
      <w:pPr>
        <w:spacing w:after="0"/>
        <w:rPr>
          <w:rFonts w:ascii="Times New Roman" w:hAnsi="Times New Roman"/>
        </w:rPr>
      </w:pPr>
    </w:p>
    <w:p w14:paraId="0B86B3FB" w14:textId="77777777" w:rsidR="00157CDD" w:rsidRPr="00D572EF" w:rsidRDefault="0025020B" w:rsidP="00157CDD">
      <w:pPr>
        <w:spacing w:after="0"/>
        <w:rPr>
          <w:rFonts w:ascii="Times New Roman" w:hAnsi="Times New Roman"/>
        </w:rPr>
      </w:pPr>
      <w:r w:rsidRPr="00D572EF">
        <w:rPr>
          <w:rFonts w:ascii="Times New Roman" w:hAnsi="Times New Roman"/>
          <w:lang w:eastAsia="et-EE"/>
        </w:rPr>
        <w:drawing>
          <wp:anchor distT="0" distB="0" distL="114300" distR="114300" simplePos="0" relativeHeight="251660287" behindDoc="0" locked="0" layoutInCell="1" allowOverlap="1" wp14:anchorId="7BA408DA" wp14:editId="5EF495B8">
            <wp:simplePos x="0" y="0"/>
            <wp:positionH relativeFrom="margin">
              <wp:align>left</wp:align>
            </wp:positionH>
            <wp:positionV relativeFrom="page">
              <wp:posOffset>431800</wp:posOffset>
            </wp:positionV>
            <wp:extent cx="2556000" cy="450000"/>
            <wp:effectExtent l="0" t="0" r="0" b="7620"/>
            <wp:wrapTopAndBottom/>
            <wp:docPr id="1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6000" cy="450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578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9"/>
        <w:gridCol w:w="2212"/>
        <w:gridCol w:w="4308"/>
      </w:tblGrid>
      <w:tr w:rsidR="00BA553F" w:rsidRPr="00D572EF" w14:paraId="0F28509B" w14:textId="77777777" w:rsidTr="0063274F">
        <w:trPr>
          <w:trHeight w:val="1984"/>
        </w:trPr>
        <w:tc>
          <w:tcPr>
            <w:tcW w:w="1989" w:type="pct"/>
          </w:tcPr>
          <w:p w14:paraId="30EE51F9" w14:textId="77777777" w:rsidR="00D8179A" w:rsidRDefault="00D8179A" w:rsidP="00BE5FBE">
            <w:pPr>
              <w:pStyle w:val="Tekst"/>
              <w:rPr>
                <w:color w:val="auto"/>
                <w:sz w:val="22"/>
                <w:szCs w:val="22"/>
              </w:rPr>
            </w:pPr>
          </w:p>
          <w:p w14:paraId="27694E06" w14:textId="77777777" w:rsidR="00D8179A" w:rsidRDefault="00D8179A" w:rsidP="00BE5FBE">
            <w:pPr>
              <w:pStyle w:val="Tekst"/>
              <w:rPr>
                <w:color w:val="auto"/>
                <w:sz w:val="22"/>
                <w:szCs w:val="22"/>
              </w:rPr>
            </w:pPr>
          </w:p>
          <w:p w14:paraId="0075FD3A" w14:textId="0439771B" w:rsidR="00BE5FBE" w:rsidRPr="00D572EF" w:rsidRDefault="003F78BB" w:rsidP="00BE5FBE">
            <w:pPr>
              <w:pStyle w:val="Teks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Tervise ja Heaolu Infosüsteemide Keskus</w:t>
            </w:r>
          </w:p>
          <w:p w14:paraId="49803F29" w14:textId="1DE20DD5" w:rsidR="000E6255" w:rsidRPr="00D572EF" w:rsidRDefault="003F78BB" w:rsidP="00BE5FBE">
            <w:pPr>
              <w:pStyle w:val="Teks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Pr="003F78BB">
              <w:rPr>
                <w:color w:val="auto"/>
                <w:sz w:val="22"/>
                <w:szCs w:val="22"/>
              </w:rPr>
              <w:t>ärnu mnt 132 11317 Tallinn</w:t>
            </w:r>
          </w:p>
        </w:tc>
        <w:tc>
          <w:tcPr>
            <w:tcW w:w="1021" w:type="pct"/>
          </w:tcPr>
          <w:p w14:paraId="5803DE5D" w14:textId="77777777" w:rsidR="00BA553F" w:rsidRPr="00D572EF" w:rsidRDefault="00BA553F" w:rsidP="00BE6537">
            <w:pPr>
              <w:pStyle w:val="NoSpacing"/>
              <w:rPr>
                <w:noProof/>
                <w:color w:val="auto"/>
                <w:sz w:val="22"/>
              </w:rPr>
            </w:pPr>
          </w:p>
        </w:tc>
        <w:tc>
          <w:tcPr>
            <w:tcW w:w="1989" w:type="pct"/>
          </w:tcPr>
          <w:p w14:paraId="27766C41" w14:textId="77777777" w:rsidR="00BA553F" w:rsidRPr="00D572EF" w:rsidRDefault="00BA553F" w:rsidP="00BE6537">
            <w:pPr>
              <w:pStyle w:val="NoSpacing"/>
              <w:rPr>
                <w:noProof/>
                <w:color w:val="auto"/>
                <w:sz w:val="22"/>
              </w:rPr>
            </w:pPr>
          </w:p>
          <w:p w14:paraId="0523C49F" w14:textId="77777777" w:rsidR="0099027C" w:rsidRPr="00D572EF" w:rsidRDefault="0099027C" w:rsidP="00BE6537">
            <w:pPr>
              <w:pStyle w:val="NoSpacing"/>
              <w:rPr>
                <w:noProof/>
                <w:color w:val="auto"/>
                <w:sz w:val="22"/>
              </w:rPr>
            </w:pPr>
          </w:p>
          <w:p w14:paraId="16F94381" w14:textId="6269E138" w:rsidR="00E15C1A" w:rsidRPr="00D572EF" w:rsidRDefault="007A3E15" w:rsidP="00BE6537">
            <w:pPr>
              <w:pStyle w:val="NoSpacing"/>
              <w:rPr>
                <w:noProof/>
                <w:color w:val="auto"/>
                <w:sz w:val="22"/>
              </w:rPr>
            </w:pPr>
            <w:r w:rsidRPr="00D572EF">
              <w:rPr>
                <w:noProof/>
                <w:color w:val="auto"/>
                <w:sz w:val="22"/>
              </w:rPr>
              <w:t xml:space="preserve">Meie: </w:t>
            </w:r>
            <w:r w:rsidR="002D6860">
              <w:rPr>
                <w:noProof/>
                <w:color w:val="auto"/>
                <w:sz w:val="22"/>
              </w:rPr>
              <w:t>24.01.2025</w:t>
            </w:r>
          </w:p>
          <w:p w14:paraId="483AB46B" w14:textId="12F20BE5" w:rsidR="007A3E15" w:rsidRPr="00D572EF" w:rsidRDefault="007A3E15" w:rsidP="00BE6537">
            <w:pPr>
              <w:pStyle w:val="NoSpacing"/>
              <w:rPr>
                <w:noProof/>
                <w:color w:val="auto"/>
                <w:sz w:val="22"/>
              </w:rPr>
            </w:pPr>
            <w:r w:rsidRPr="00D572EF">
              <w:rPr>
                <w:noProof/>
                <w:color w:val="auto"/>
                <w:sz w:val="22"/>
              </w:rPr>
              <w:t>Nr.</w:t>
            </w:r>
            <w:r w:rsidR="007E3646">
              <w:rPr>
                <w:noProof/>
                <w:color w:val="auto"/>
                <w:sz w:val="22"/>
              </w:rPr>
              <w:t xml:space="preserve"> </w:t>
            </w:r>
            <w:r w:rsidR="00FA7DEC">
              <w:rPr>
                <w:noProof/>
                <w:color w:val="auto"/>
                <w:sz w:val="22"/>
              </w:rPr>
              <w:t>6-7/GI/</w:t>
            </w:r>
            <w:r w:rsidR="002D6860">
              <w:rPr>
                <w:noProof/>
                <w:color w:val="auto"/>
                <w:sz w:val="22"/>
              </w:rPr>
              <w:t>2576</w:t>
            </w:r>
          </w:p>
        </w:tc>
      </w:tr>
    </w:tbl>
    <w:p w14:paraId="18A8F4B9" w14:textId="2B9AE84E" w:rsidR="008835EC" w:rsidRPr="00D572EF" w:rsidRDefault="00BE5FBE" w:rsidP="00BE5FBE">
      <w:pPr>
        <w:pStyle w:val="Heading1"/>
        <w:rPr>
          <w:rFonts w:cs="Times New Roman"/>
          <w:sz w:val="22"/>
          <w:szCs w:val="22"/>
        </w:rPr>
      </w:pPr>
      <w:r w:rsidRPr="00D572EF">
        <w:rPr>
          <w:rFonts w:cs="Times New Roman"/>
          <w:sz w:val="22"/>
          <w:szCs w:val="22"/>
        </w:rPr>
        <w:t>Tartu Ülikooli taotlus</w:t>
      </w:r>
      <w:r w:rsidR="007A3E15" w:rsidRPr="00D572EF">
        <w:rPr>
          <w:rFonts w:cs="Times New Roman"/>
          <w:sz w:val="22"/>
          <w:szCs w:val="22"/>
        </w:rPr>
        <w:t xml:space="preserve"> andmete saamiseks </w:t>
      </w:r>
      <w:r w:rsidR="00BA599D" w:rsidRPr="00D572EF">
        <w:rPr>
          <w:rFonts w:cs="Times New Roman"/>
          <w:sz w:val="22"/>
          <w:szCs w:val="22"/>
        </w:rPr>
        <w:t>t</w:t>
      </w:r>
      <w:r w:rsidR="007A3E15" w:rsidRPr="00D572EF">
        <w:rPr>
          <w:rFonts w:cs="Times New Roman"/>
          <w:sz w:val="22"/>
          <w:szCs w:val="22"/>
        </w:rPr>
        <w:t xml:space="preserve">ervise </w:t>
      </w:r>
      <w:r w:rsidR="00BA599D" w:rsidRPr="00D572EF">
        <w:rPr>
          <w:rFonts w:cs="Times New Roman"/>
          <w:sz w:val="22"/>
          <w:szCs w:val="22"/>
        </w:rPr>
        <w:t>i</w:t>
      </w:r>
      <w:r w:rsidR="007A3E15" w:rsidRPr="00D572EF">
        <w:rPr>
          <w:rFonts w:cs="Times New Roman"/>
          <w:sz w:val="22"/>
          <w:szCs w:val="22"/>
        </w:rPr>
        <w:t>nfosüsteemist</w:t>
      </w:r>
    </w:p>
    <w:p w14:paraId="61584FFD" w14:textId="77777777" w:rsidR="00CE4F59" w:rsidRPr="00D572EF" w:rsidRDefault="00CE4F59" w:rsidP="00DB6749">
      <w:pPr>
        <w:pStyle w:val="Tekst"/>
        <w:rPr>
          <w:sz w:val="22"/>
          <w:szCs w:val="22"/>
        </w:rPr>
      </w:pPr>
    </w:p>
    <w:p w14:paraId="776E880C" w14:textId="647060FA" w:rsidR="00D37F2F" w:rsidRPr="00D572EF" w:rsidRDefault="00BE5FBE" w:rsidP="00BA599D">
      <w:pPr>
        <w:autoSpaceDE w:val="0"/>
        <w:adjustRightInd w:val="0"/>
        <w:spacing w:line="360" w:lineRule="auto"/>
        <w:jc w:val="both"/>
        <w:rPr>
          <w:rFonts w:ascii="Times New Roman" w:hAnsi="Times New Roman"/>
        </w:rPr>
      </w:pPr>
      <w:r w:rsidRPr="00D572EF">
        <w:rPr>
          <w:rFonts w:ascii="Times New Roman" w:hAnsi="Times New Roman"/>
        </w:rPr>
        <w:t xml:space="preserve">Käesolevaga soovib </w:t>
      </w:r>
      <w:r w:rsidR="00504327" w:rsidRPr="00D572EF">
        <w:rPr>
          <w:rFonts w:ascii="Times New Roman" w:hAnsi="Times New Roman"/>
        </w:rPr>
        <w:t>Tartu Ülikool,</w:t>
      </w:r>
      <w:r w:rsidRPr="00D572EF">
        <w:rPr>
          <w:rFonts w:ascii="Times New Roman" w:hAnsi="Times New Roman"/>
        </w:rPr>
        <w:t xml:space="preserve"> registrikood 74001073 saada andmeid </w:t>
      </w:r>
      <w:r w:rsidR="00BA599D" w:rsidRPr="00D572EF">
        <w:rPr>
          <w:rFonts w:ascii="Times New Roman" w:hAnsi="Times New Roman"/>
        </w:rPr>
        <w:t>tervise infosüsteemi</w:t>
      </w:r>
      <w:r w:rsidRPr="00D572EF">
        <w:rPr>
          <w:rFonts w:ascii="Times New Roman" w:hAnsi="Times New Roman"/>
        </w:rPr>
        <w:t xml:space="preserve"> andmebaasist</w:t>
      </w:r>
      <w:r w:rsidR="00BA599D" w:rsidRPr="00D572EF">
        <w:rPr>
          <w:rFonts w:ascii="Times New Roman" w:hAnsi="Times New Roman"/>
        </w:rPr>
        <w:t xml:space="preserve"> uuringu „Tartu Ülikooli genoomika instituudi Eesti geenivaramu (EGV) andmebaasi täiendamine tervise infosüsteemist (TIS)“ raames</w:t>
      </w:r>
      <w:r w:rsidRPr="00D572EF">
        <w:rPr>
          <w:rFonts w:ascii="Times New Roman" w:hAnsi="Times New Roman"/>
        </w:rPr>
        <w:t xml:space="preserve">. Varem on andmevahetus </w:t>
      </w:r>
      <w:r w:rsidR="00B151DD">
        <w:rPr>
          <w:rFonts w:ascii="Times New Roman" w:hAnsi="Times New Roman"/>
        </w:rPr>
        <w:t xml:space="preserve">TIS ja EGV vahel </w:t>
      </w:r>
      <w:r w:rsidRPr="00D572EF">
        <w:rPr>
          <w:rFonts w:ascii="Times New Roman" w:hAnsi="Times New Roman"/>
        </w:rPr>
        <w:t xml:space="preserve">toimunud </w:t>
      </w:r>
      <w:r w:rsidR="00D8179A">
        <w:rPr>
          <w:rFonts w:ascii="Times New Roman" w:hAnsi="Times New Roman"/>
        </w:rPr>
        <w:t>viie</w:t>
      </w:r>
      <w:r w:rsidR="00D76E55" w:rsidRPr="00D572EF">
        <w:rPr>
          <w:rFonts w:ascii="Times New Roman" w:hAnsi="Times New Roman"/>
        </w:rPr>
        <w:t>l</w:t>
      </w:r>
      <w:r w:rsidRPr="00D572EF">
        <w:rPr>
          <w:rFonts w:ascii="Times New Roman" w:hAnsi="Times New Roman"/>
        </w:rPr>
        <w:t xml:space="preserve"> korral </w:t>
      </w:r>
      <w:r w:rsidR="00504327" w:rsidRPr="00D572EF">
        <w:rPr>
          <w:rFonts w:ascii="Times New Roman" w:hAnsi="Times New Roman"/>
        </w:rPr>
        <w:t>–</w:t>
      </w:r>
      <w:r w:rsidRPr="00D572EF">
        <w:rPr>
          <w:rFonts w:ascii="Times New Roman" w:hAnsi="Times New Roman"/>
        </w:rPr>
        <w:t xml:space="preserve"> 20</w:t>
      </w:r>
      <w:r w:rsidR="00D76E55" w:rsidRPr="00D572EF">
        <w:rPr>
          <w:rFonts w:ascii="Times New Roman" w:hAnsi="Times New Roman"/>
        </w:rPr>
        <w:t>14.,</w:t>
      </w:r>
      <w:r w:rsidR="00504327" w:rsidRPr="00D572EF">
        <w:rPr>
          <w:rFonts w:ascii="Times New Roman" w:hAnsi="Times New Roman"/>
        </w:rPr>
        <w:t xml:space="preserve"> 2016.</w:t>
      </w:r>
      <w:r w:rsidR="004A5A73">
        <w:rPr>
          <w:rFonts w:ascii="Times New Roman" w:hAnsi="Times New Roman"/>
        </w:rPr>
        <w:t>,</w:t>
      </w:r>
      <w:r w:rsidR="00D76E55" w:rsidRPr="00D572EF">
        <w:rPr>
          <w:rFonts w:ascii="Times New Roman" w:hAnsi="Times New Roman"/>
        </w:rPr>
        <w:t xml:space="preserve"> 2020.</w:t>
      </w:r>
      <w:r w:rsidR="00D8179A">
        <w:rPr>
          <w:rFonts w:ascii="Times New Roman" w:hAnsi="Times New Roman"/>
        </w:rPr>
        <w:t>,</w:t>
      </w:r>
      <w:r w:rsidR="00D76E55" w:rsidRPr="00D572EF">
        <w:rPr>
          <w:rFonts w:ascii="Times New Roman" w:hAnsi="Times New Roman"/>
        </w:rPr>
        <w:t xml:space="preserve"> </w:t>
      </w:r>
      <w:r w:rsidR="004A5A73">
        <w:rPr>
          <w:rFonts w:ascii="Times New Roman" w:hAnsi="Times New Roman"/>
        </w:rPr>
        <w:t>2022.</w:t>
      </w:r>
      <w:r w:rsidR="006F453E">
        <w:rPr>
          <w:rFonts w:ascii="Times New Roman" w:hAnsi="Times New Roman"/>
        </w:rPr>
        <w:t>,</w:t>
      </w:r>
      <w:r w:rsidR="00D8179A">
        <w:rPr>
          <w:rFonts w:ascii="Times New Roman" w:hAnsi="Times New Roman"/>
        </w:rPr>
        <w:t xml:space="preserve">2023. </w:t>
      </w:r>
      <w:r w:rsidR="006F453E">
        <w:rPr>
          <w:rFonts w:ascii="Times New Roman" w:hAnsi="Times New Roman"/>
        </w:rPr>
        <w:t xml:space="preserve">ja 2024. </w:t>
      </w:r>
      <w:r w:rsidR="00504327" w:rsidRPr="00D572EF">
        <w:rPr>
          <w:rFonts w:ascii="Times New Roman" w:hAnsi="Times New Roman"/>
        </w:rPr>
        <w:t>aastal.</w:t>
      </w:r>
    </w:p>
    <w:p w14:paraId="1B76E469" w14:textId="0F8C8544" w:rsidR="00BE5FBE" w:rsidRDefault="00BE5FBE" w:rsidP="00BE5FBE">
      <w:pPr>
        <w:rPr>
          <w:rFonts w:ascii="Times New Roman" w:hAnsi="Times New Roman"/>
          <w:b/>
        </w:rPr>
      </w:pPr>
      <w:r w:rsidRPr="00D572EF">
        <w:rPr>
          <w:rFonts w:ascii="Times New Roman" w:hAnsi="Times New Roman"/>
          <w:b/>
        </w:rPr>
        <w:t xml:space="preserve">Andmete </w:t>
      </w:r>
      <w:r w:rsidR="00B151DD">
        <w:rPr>
          <w:rFonts w:ascii="Times New Roman" w:hAnsi="Times New Roman"/>
          <w:b/>
        </w:rPr>
        <w:t>saamiseks on Sotsiaalministeerium väljastanud 28. veebruaril 2022. a loa nr 1.5-20/421-2. Loa kehtivus on kuni 31. detsembrini 2026.</w:t>
      </w:r>
    </w:p>
    <w:p w14:paraId="1CE14272" w14:textId="2E97D9EF" w:rsidR="00186220" w:rsidRDefault="00186220" w:rsidP="00186220">
      <w:pPr>
        <w:autoSpaceDE w:val="0"/>
        <w:adjustRightInd w:val="0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Andmete saamiseks on Eesti geenivaramu saanud kooskõlastuse </w:t>
      </w:r>
      <w:r w:rsidRPr="00186220">
        <w:rPr>
          <w:rFonts w:ascii="Times New Roman" w:hAnsi="Times New Roman"/>
          <w:b/>
        </w:rPr>
        <w:t>14. detsembril 2021 nr 1.1-12/3785. Loa kehtivus on kuni 31. dtsembrini 2026.</w:t>
      </w:r>
    </w:p>
    <w:p w14:paraId="33312230" w14:textId="7EF95A7C" w:rsidR="00B151DD" w:rsidRDefault="00B151DD" w:rsidP="00BE5FBE">
      <w:pPr>
        <w:rPr>
          <w:rFonts w:ascii="Times New Roman" w:hAnsi="Times New Roman"/>
          <w:b/>
        </w:rPr>
      </w:pPr>
    </w:p>
    <w:p w14:paraId="3F113917" w14:textId="77777777" w:rsidR="00B151DD" w:rsidRPr="00D572EF" w:rsidRDefault="00B151DD" w:rsidP="00BE5FBE">
      <w:pPr>
        <w:rPr>
          <w:rFonts w:ascii="Times New Roman" w:hAnsi="Times New Roman"/>
          <w:b/>
        </w:rPr>
      </w:pPr>
    </w:p>
    <w:p w14:paraId="3AA07753" w14:textId="77777777" w:rsidR="00504327" w:rsidRPr="00D572EF" w:rsidRDefault="00155F81" w:rsidP="00155F81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>Lugupidamisega</w:t>
      </w:r>
    </w:p>
    <w:p w14:paraId="390E7748" w14:textId="77777777" w:rsidR="00155F81" w:rsidRPr="00D572EF" w:rsidRDefault="00155F81" w:rsidP="00155F81">
      <w:pPr>
        <w:pStyle w:val="Tekst"/>
        <w:rPr>
          <w:color w:val="auto"/>
          <w:sz w:val="22"/>
          <w:szCs w:val="22"/>
        </w:rPr>
      </w:pPr>
    </w:p>
    <w:p w14:paraId="7B02CD9C" w14:textId="6DAF7903" w:rsidR="00504327" w:rsidRPr="00D572EF" w:rsidRDefault="00C84279" w:rsidP="00504327">
      <w:pPr>
        <w:rPr>
          <w:rFonts w:ascii="Times New Roman" w:hAnsi="Times New Roman"/>
        </w:rPr>
      </w:pPr>
      <w:r>
        <w:rPr>
          <w:rFonts w:ascii="Times New Roman" w:hAnsi="Times New Roman"/>
        </w:rPr>
        <w:t>Mait</w:t>
      </w:r>
      <w:r w:rsidR="00504327" w:rsidRPr="00D572EF">
        <w:rPr>
          <w:rFonts w:ascii="Times New Roman" w:hAnsi="Times New Roman"/>
        </w:rPr>
        <w:t xml:space="preserve"> Metspalu</w:t>
      </w:r>
    </w:p>
    <w:p w14:paraId="3596CC50" w14:textId="5884EB22" w:rsidR="00CE4F59" w:rsidRDefault="00504327" w:rsidP="00155F81">
      <w:pPr>
        <w:rPr>
          <w:rFonts w:ascii="Times New Roman" w:hAnsi="Times New Roman"/>
        </w:rPr>
      </w:pPr>
      <w:r w:rsidRPr="00D572EF">
        <w:rPr>
          <w:rFonts w:ascii="Times New Roman" w:hAnsi="Times New Roman"/>
        </w:rPr>
        <w:t xml:space="preserve">TÜ </w:t>
      </w:r>
      <w:r w:rsidR="00C84279">
        <w:rPr>
          <w:rFonts w:ascii="Times New Roman" w:hAnsi="Times New Roman"/>
        </w:rPr>
        <w:t>genoomika instituut</w:t>
      </w:r>
    </w:p>
    <w:p w14:paraId="4724383C" w14:textId="76C7FF14" w:rsidR="00C84279" w:rsidRPr="00D572EF" w:rsidRDefault="00C84279" w:rsidP="00155F81">
      <w:pPr>
        <w:rPr>
          <w:rFonts w:ascii="Times New Roman" w:hAnsi="Times New Roman"/>
        </w:rPr>
      </w:pPr>
      <w:r>
        <w:rPr>
          <w:rFonts w:ascii="Times New Roman" w:hAnsi="Times New Roman"/>
        </w:rPr>
        <w:t>direktor</w:t>
      </w:r>
    </w:p>
    <w:p w14:paraId="7528EF9A" w14:textId="77777777" w:rsidR="00CE4F59" w:rsidRPr="00D572EF" w:rsidRDefault="00CE4F59" w:rsidP="00DB6749">
      <w:pPr>
        <w:pStyle w:val="Tekst"/>
        <w:rPr>
          <w:color w:val="auto"/>
          <w:sz w:val="22"/>
          <w:szCs w:val="22"/>
        </w:rPr>
      </w:pPr>
    </w:p>
    <w:p w14:paraId="3E7CDF48" w14:textId="77777777" w:rsidR="00DB6749" w:rsidRPr="00D572EF" w:rsidRDefault="00DB6749" w:rsidP="00DB6749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>(allkirjastatud digitaalselt)</w:t>
      </w:r>
    </w:p>
    <w:p w14:paraId="578E9C34" w14:textId="77777777" w:rsidR="00155F81" w:rsidRPr="00D572EF" w:rsidRDefault="00155F81" w:rsidP="00DB6749">
      <w:pPr>
        <w:pStyle w:val="Tekst"/>
        <w:rPr>
          <w:color w:val="auto"/>
          <w:sz w:val="22"/>
          <w:szCs w:val="22"/>
        </w:rPr>
      </w:pPr>
    </w:p>
    <w:p w14:paraId="150B68EF" w14:textId="77777777" w:rsidR="00155F81" w:rsidRPr="00D572EF" w:rsidRDefault="00155F81" w:rsidP="00DB6749">
      <w:pPr>
        <w:pStyle w:val="Tekst"/>
        <w:rPr>
          <w:color w:val="auto"/>
          <w:sz w:val="22"/>
          <w:szCs w:val="22"/>
        </w:rPr>
      </w:pPr>
    </w:p>
    <w:p w14:paraId="71C55DD5" w14:textId="77777777" w:rsidR="00504327" w:rsidRPr="00D572EF" w:rsidRDefault="00504327" w:rsidP="00DB6749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>Kontaktisik</w:t>
      </w:r>
    </w:p>
    <w:p w14:paraId="3BAD9962" w14:textId="77777777" w:rsidR="00DB6749" w:rsidRPr="00D572EF" w:rsidRDefault="00504327" w:rsidP="00DB6749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>Helene Alavere</w:t>
      </w:r>
    </w:p>
    <w:p w14:paraId="0DE218C0" w14:textId="6B3C710E" w:rsidR="00DB6749" w:rsidRPr="00D572EF" w:rsidRDefault="00504327" w:rsidP="00DB6749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 xml:space="preserve">TÜ </w:t>
      </w:r>
      <w:r w:rsidR="00D76E55" w:rsidRPr="00D572EF">
        <w:rPr>
          <w:color w:val="auto"/>
          <w:sz w:val="22"/>
          <w:szCs w:val="22"/>
        </w:rPr>
        <w:t>g</w:t>
      </w:r>
      <w:r w:rsidRPr="00D572EF">
        <w:rPr>
          <w:color w:val="auto"/>
          <w:sz w:val="22"/>
          <w:szCs w:val="22"/>
        </w:rPr>
        <w:t>enoomika instituut</w:t>
      </w:r>
    </w:p>
    <w:p w14:paraId="35DC308D" w14:textId="7BADE05B" w:rsidR="00504327" w:rsidRPr="00D572EF" w:rsidRDefault="00C84279" w:rsidP="00DB6749">
      <w:pPr>
        <w:pStyle w:val="Tek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</w:t>
      </w:r>
      <w:r w:rsidR="00504327" w:rsidRPr="00D572EF">
        <w:rPr>
          <w:color w:val="auto"/>
          <w:sz w:val="22"/>
          <w:szCs w:val="22"/>
        </w:rPr>
        <w:t>ndmekogumise</w:t>
      </w:r>
      <w:r w:rsidR="00155F81" w:rsidRPr="00D572EF">
        <w:rPr>
          <w:color w:val="auto"/>
          <w:sz w:val="22"/>
          <w:szCs w:val="22"/>
        </w:rPr>
        <w:t xml:space="preserve"> osakonna juhataja, projek</w:t>
      </w:r>
      <w:r w:rsidR="00504327" w:rsidRPr="00D572EF">
        <w:rPr>
          <w:color w:val="auto"/>
          <w:sz w:val="22"/>
          <w:szCs w:val="22"/>
        </w:rPr>
        <w:t>tijuht</w:t>
      </w:r>
      <w:bookmarkStart w:id="0" w:name="_GoBack"/>
      <w:bookmarkEnd w:id="0"/>
    </w:p>
    <w:p w14:paraId="5B3F70E8" w14:textId="77777777" w:rsidR="001E3AF7" w:rsidRPr="00D572EF" w:rsidRDefault="00155F81" w:rsidP="001E3AF7">
      <w:pPr>
        <w:pStyle w:val="Tekst"/>
        <w:rPr>
          <w:color w:val="auto"/>
          <w:sz w:val="22"/>
          <w:szCs w:val="22"/>
        </w:rPr>
      </w:pPr>
      <w:r w:rsidRPr="00D572EF">
        <w:rPr>
          <w:color w:val="auto"/>
          <w:sz w:val="22"/>
          <w:szCs w:val="22"/>
        </w:rPr>
        <w:t xml:space="preserve">+372 </w:t>
      </w:r>
      <w:r w:rsidR="00504327" w:rsidRPr="00D572EF">
        <w:rPr>
          <w:color w:val="auto"/>
          <w:sz w:val="22"/>
          <w:szCs w:val="22"/>
        </w:rPr>
        <w:t>5062542</w:t>
      </w:r>
    </w:p>
    <w:p w14:paraId="2BDB4C66" w14:textId="18BDEF62" w:rsidR="00504327" w:rsidRPr="00D572EF" w:rsidRDefault="00E12A45" w:rsidP="001E3AF7">
      <w:pPr>
        <w:pStyle w:val="Teks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h</w:t>
      </w:r>
      <w:r w:rsidR="00504327" w:rsidRPr="00D572EF">
        <w:rPr>
          <w:color w:val="auto"/>
          <w:sz w:val="22"/>
          <w:szCs w:val="22"/>
        </w:rPr>
        <w:t>elene.alavere@ut.ee</w:t>
      </w:r>
    </w:p>
    <w:p w14:paraId="170EAFE9" w14:textId="77777777" w:rsidR="00C93851" w:rsidRPr="00D572EF" w:rsidRDefault="00C93851" w:rsidP="001E3AF7">
      <w:pPr>
        <w:pStyle w:val="Tekst"/>
        <w:rPr>
          <w:color w:val="auto"/>
          <w:sz w:val="22"/>
          <w:szCs w:val="22"/>
        </w:rPr>
      </w:pPr>
    </w:p>
    <w:p w14:paraId="297F42BB" w14:textId="77777777" w:rsidR="00C93851" w:rsidRPr="00D572EF" w:rsidRDefault="00C93851" w:rsidP="001E3AF7">
      <w:pPr>
        <w:pStyle w:val="Tekst"/>
        <w:rPr>
          <w:color w:val="auto"/>
          <w:sz w:val="22"/>
          <w:szCs w:val="22"/>
        </w:rPr>
      </w:pPr>
    </w:p>
    <w:p w14:paraId="5749CC76" w14:textId="14FD9B78" w:rsidR="00B151DD" w:rsidRDefault="004167E4" w:rsidP="002221A1">
      <w:pPr>
        <w:pStyle w:val="Tekst"/>
        <w:tabs>
          <w:tab w:val="left" w:pos="7185"/>
        </w:tabs>
        <w:rPr>
          <w:sz w:val="22"/>
          <w:szCs w:val="22"/>
        </w:rPr>
      </w:pPr>
      <w:r w:rsidRPr="00D572EF">
        <w:rPr>
          <w:sz w:val="22"/>
          <w:szCs w:val="22"/>
        </w:rPr>
        <w:t xml:space="preserve">Lisa 1. </w:t>
      </w:r>
      <w:r w:rsidR="00B151DD">
        <w:rPr>
          <w:sz w:val="22"/>
          <w:szCs w:val="22"/>
        </w:rPr>
        <w:t>Sotsiaalministeeriumi vastutava töötleja luba nr 1.5-20/421-2 (28.02.2022)</w:t>
      </w:r>
    </w:p>
    <w:p w14:paraId="52753BE6" w14:textId="6ABF0EE7" w:rsidR="00B07CD5" w:rsidRDefault="00B07CD5" w:rsidP="002221A1">
      <w:pPr>
        <w:pStyle w:val="Tekst"/>
        <w:tabs>
          <w:tab w:val="left" w:pos="7185"/>
        </w:tabs>
        <w:rPr>
          <w:sz w:val="22"/>
          <w:szCs w:val="22"/>
        </w:rPr>
      </w:pPr>
      <w:r w:rsidRPr="00D572EF">
        <w:rPr>
          <w:sz w:val="22"/>
          <w:szCs w:val="22"/>
        </w:rPr>
        <w:t xml:space="preserve">Lisa </w:t>
      </w:r>
      <w:r w:rsidR="00B151DD">
        <w:rPr>
          <w:sz w:val="22"/>
          <w:szCs w:val="22"/>
        </w:rPr>
        <w:t>2</w:t>
      </w:r>
      <w:r w:rsidR="002D6860">
        <w:rPr>
          <w:sz w:val="22"/>
          <w:szCs w:val="22"/>
        </w:rPr>
        <w:t>.</w:t>
      </w:r>
      <w:r w:rsidRPr="00D572EF">
        <w:rPr>
          <w:sz w:val="22"/>
          <w:szCs w:val="22"/>
        </w:rPr>
        <w:t xml:space="preserve"> Andmekoosseis</w:t>
      </w:r>
    </w:p>
    <w:p w14:paraId="3E03237C" w14:textId="3EABB565" w:rsidR="00186220" w:rsidRPr="00D572EF" w:rsidRDefault="00186220" w:rsidP="002221A1">
      <w:pPr>
        <w:pStyle w:val="Tekst"/>
        <w:tabs>
          <w:tab w:val="left" w:pos="7185"/>
        </w:tabs>
        <w:rPr>
          <w:sz w:val="22"/>
          <w:szCs w:val="22"/>
        </w:rPr>
      </w:pPr>
      <w:r>
        <w:rPr>
          <w:sz w:val="22"/>
          <w:szCs w:val="22"/>
        </w:rPr>
        <w:t>Lisa 3</w:t>
      </w:r>
      <w:r w:rsidR="002D6860">
        <w:rPr>
          <w:sz w:val="22"/>
          <w:szCs w:val="22"/>
        </w:rPr>
        <w:t>.</w:t>
      </w:r>
      <w:r>
        <w:rPr>
          <w:sz w:val="22"/>
          <w:szCs w:val="22"/>
        </w:rPr>
        <w:t xml:space="preserve"> EBINi kooskõlastus</w:t>
      </w:r>
    </w:p>
    <w:p w14:paraId="4DBA3585" w14:textId="77777777" w:rsidR="0025548B" w:rsidRPr="00D572EF" w:rsidRDefault="002221A1" w:rsidP="002221A1">
      <w:pPr>
        <w:pStyle w:val="Tekst"/>
        <w:tabs>
          <w:tab w:val="left" w:pos="7185"/>
        </w:tabs>
        <w:rPr>
          <w:sz w:val="22"/>
          <w:szCs w:val="22"/>
        </w:rPr>
      </w:pPr>
      <w:r w:rsidRPr="00D572EF">
        <w:rPr>
          <w:sz w:val="22"/>
          <w:szCs w:val="22"/>
        </w:rPr>
        <w:tab/>
      </w:r>
    </w:p>
    <w:sectPr w:rsidR="0025548B" w:rsidRPr="00D572EF" w:rsidSect="00136C7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680" w:right="851" w:bottom="680" w:left="1701" w:header="680" w:footer="6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4F064" w14:textId="77777777" w:rsidR="00B066D8" w:rsidRDefault="00B066D8">
      <w:pPr>
        <w:spacing w:after="0"/>
      </w:pPr>
      <w:r>
        <w:separator/>
      </w:r>
    </w:p>
  </w:endnote>
  <w:endnote w:type="continuationSeparator" w:id="0">
    <w:p w14:paraId="496550FE" w14:textId="77777777" w:rsidR="00B066D8" w:rsidRDefault="00B066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1EE25" w14:textId="1449CB01" w:rsidR="00CB355B" w:rsidRDefault="00CB355B">
    <w:pPr>
      <w:pStyle w:val="Footer"/>
      <w:jc w:val="center"/>
    </w:pP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D37F2F">
      <w:rPr>
        <w:bCs/>
      </w:rPr>
      <w:t>3</w:t>
    </w:r>
    <w:r>
      <w:rPr>
        <w:bCs/>
      </w:rPr>
      <w:fldChar w:fldCharType="end"/>
    </w:r>
    <w:r>
      <w:rPr>
        <w:bCs/>
        <w:sz w:val="24"/>
        <w:szCs w:val="24"/>
      </w:rPr>
      <w:t xml:space="preserve"> </w:t>
    </w:r>
    <w:r>
      <w:t>(</w: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D37F2F">
      <w:rPr>
        <w:bCs/>
      </w:rPr>
      <w:t>3</w:t>
    </w:r>
    <w:r>
      <w:rPr>
        <w:bCs/>
      </w:rPr>
      <w:fldChar w:fldCharType="end"/>
    </w:r>
    <w:r>
      <w:rPr>
        <w:bCs/>
        <w:sz w:val="24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2747489"/>
      <w:docPartObj>
        <w:docPartGallery w:val="Page Numbers (Bottom of Page)"/>
        <w:docPartUnique/>
      </w:docPartObj>
    </w:sdtPr>
    <w:sdtContent>
      <w:p w14:paraId="275AF470" w14:textId="72818618" w:rsidR="002D6860" w:rsidRDefault="002D686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EA2DCA" w14:textId="6E755C18" w:rsidR="00CB355B" w:rsidRPr="00B512ED" w:rsidRDefault="00CB355B" w:rsidP="00042FE7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1DB5E" w14:textId="77777777" w:rsidR="00B066D8" w:rsidRDefault="00B066D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C367634" w14:textId="77777777" w:rsidR="00B066D8" w:rsidRDefault="00B066D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B4BAF" w14:textId="77777777" w:rsidR="00CB355B" w:rsidRDefault="00CB355B">
    <w:pPr>
      <w:pStyle w:val="Header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580D1" w14:textId="77777777" w:rsidR="00CB355B" w:rsidRDefault="00CB355B" w:rsidP="00AF097F">
    <w:pPr>
      <w:pStyle w:val="Header"/>
    </w:pPr>
  </w:p>
  <w:p w14:paraId="7DFB8EFD" w14:textId="77777777" w:rsidR="00CB355B" w:rsidRDefault="00CB355B" w:rsidP="00042FE7">
    <w:pPr>
      <w:pStyle w:val="Header"/>
    </w:pPr>
  </w:p>
  <w:p w14:paraId="36A98189" w14:textId="77777777" w:rsidR="00136C78" w:rsidRDefault="00136C78" w:rsidP="00042FE7">
    <w:pPr>
      <w:pStyle w:val="Header"/>
    </w:pPr>
  </w:p>
  <w:p w14:paraId="1FDB47E7" w14:textId="77777777" w:rsidR="00136C78" w:rsidRDefault="00136C78" w:rsidP="00042FE7">
    <w:pPr>
      <w:pStyle w:val="Header"/>
    </w:pPr>
  </w:p>
  <w:p w14:paraId="3A62284F" w14:textId="77777777" w:rsidR="00136C78" w:rsidRDefault="00136C78" w:rsidP="00042F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FD2800"/>
    <w:multiLevelType w:val="hybridMultilevel"/>
    <w:tmpl w:val="BEAC6CAA"/>
    <w:lvl w:ilvl="0" w:tplc="4B86B7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C287A"/>
    <w:multiLevelType w:val="hybridMultilevel"/>
    <w:tmpl w:val="AEDE2E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i-FI" w:vendorID="64" w:dllVersion="6" w:nlCheck="1" w:checkStyle="0"/>
  <w:proofState w:spelling="clean" w:grammar="clean"/>
  <w:attachedTemplate r:id="rId1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E33"/>
    <w:rsid w:val="00002630"/>
    <w:rsid w:val="00012C1B"/>
    <w:rsid w:val="00042FE7"/>
    <w:rsid w:val="00051EEF"/>
    <w:rsid w:val="0006211B"/>
    <w:rsid w:val="00090B22"/>
    <w:rsid w:val="000D1200"/>
    <w:rsid w:val="000D38DC"/>
    <w:rsid w:val="000E6255"/>
    <w:rsid w:val="000F40D9"/>
    <w:rsid w:val="000F4C31"/>
    <w:rsid w:val="000F5F05"/>
    <w:rsid w:val="00106011"/>
    <w:rsid w:val="00136C78"/>
    <w:rsid w:val="0013729B"/>
    <w:rsid w:val="0014515A"/>
    <w:rsid w:val="0014581B"/>
    <w:rsid w:val="0015135E"/>
    <w:rsid w:val="00155F81"/>
    <w:rsid w:val="00157CDD"/>
    <w:rsid w:val="00167A4D"/>
    <w:rsid w:val="001735A0"/>
    <w:rsid w:val="0017696C"/>
    <w:rsid w:val="00186220"/>
    <w:rsid w:val="001A0348"/>
    <w:rsid w:val="001E3AF7"/>
    <w:rsid w:val="00214B67"/>
    <w:rsid w:val="002221A1"/>
    <w:rsid w:val="00227AC6"/>
    <w:rsid w:val="00227EBF"/>
    <w:rsid w:val="00236C04"/>
    <w:rsid w:val="0025020B"/>
    <w:rsid w:val="0025548B"/>
    <w:rsid w:val="0026224E"/>
    <w:rsid w:val="002C58DB"/>
    <w:rsid w:val="002C62ED"/>
    <w:rsid w:val="002D6860"/>
    <w:rsid w:val="00302E1D"/>
    <w:rsid w:val="00326655"/>
    <w:rsid w:val="00356C5A"/>
    <w:rsid w:val="00370C89"/>
    <w:rsid w:val="00371052"/>
    <w:rsid w:val="00375472"/>
    <w:rsid w:val="003B04BB"/>
    <w:rsid w:val="003C6B80"/>
    <w:rsid w:val="003F78BB"/>
    <w:rsid w:val="00412DDB"/>
    <w:rsid w:val="004167E4"/>
    <w:rsid w:val="00454256"/>
    <w:rsid w:val="00460772"/>
    <w:rsid w:val="00477CF5"/>
    <w:rsid w:val="004A4B45"/>
    <w:rsid w:val="004A5A73"/>
    <w:rsid w:val="004B3FDC"/>
    <w:rsid w:val="004D4958"/>
    <w:rsid w:val="004D7F0D"/>
    <w:rsid w:val="004F6B71"/>
    <w:rsid w:val="00504327"/>
    <w:rsid w:val="00516B19"/>
    <w:rsid w:val="00551A6D"/>
    <w:rsid w:val="00553F9C"/>
    <w:rsid w:val="00567BA2"/>
    <w:rsid w:val="00604131"/>
    <w:rsid w:val="006119DA"/>
    <w:rsid w:val="00624097"/>
    <w:rsid w:val="0063274F"/>
    <w:rsid w:val="00684FC2"/>
    <w:rsid w:val="006C5AAA"/>
    <w:rsid w:val="006F453E"/>
    <w:rsid w:val="00721DDB"/>
    <w:rsid w:val="00724583"/>
    <w:rsid w:val="007270EA"/>
    <w:rsid w:val="007276F3"/>
    <w:rsid w:val="00730D16"/>
    <w:rsid w:val="0075031A"/>
    <w:rsid w:val="00760D88"/>
    <w:rsid w:val="007631B7"/>
    <w:rsid w:val="00763AF6"/>
    <w:rsid w:val="00765B3B"/>
    <w:rsid w:val="007742B4"/>
    <w:rsid w:val="0077686E"/>
    <w:rsid w:val="007A3E15"/>
    <w:rsid w:val="007A451F"/>
    <w:rsid w:val="007C0354"/>
    <w:rsid w:val="007E057E"/>
    <w:rsid w:val="007E3646"/>
    <w:rsid w:val="007F405A"/>
    <w:rsid w:val="00826D3E"/>
    <w:rsid w:val="00830719"/>
    <w:rsid w:val="008433E9"/>
    <w:rsid w:val="00863206"/>
    <w:rsid w:val="008835EC"/>
    <w:rsid w:val="00892BE1"/>
    <w:rsid w:val="008E3FEC"/>
    <w:rsid w:val="008E4B10"/>
    <w:rsid w:val="008F7C45"/>
    <w:rsid w:val="0090326E"/>
    <w:rsid w:val="009150E1"/>
    <w:rsid w:val="0091552C"/>
    <w:rsid w:val="0099027C"/>
    <w:rsid w:val="0099268E"/>
    <w:rsid w:val="00A425BC"/>
    <w:rsid w:val="00A5297B"/>
    <w:rsid w:val="00A76444"/>
    <w:rsid w:val="00AE6588"/>
    <w:rsid w:val="00AF097F"/>
    <w:rsid w:val="00B066D8"/>
    <w:rsid w:val="00B07CD5"/>
    <w:rsid w:val="00B14BFA"/>
    <w:rsid w:val="00B151DD"/>
    <w:rsid w:val="00B226C8"/>
    <w:rsid w:val="00B2286B"/>
    <w:rsid w:val="00B26EC2"/>
    <w:rsid w:val="00B44540"/>
    <w:rsid w:val="00B512ED"/>
    <w:rsid w:val="00B54B30"/>
    <w:rsid w:val="00B6489D"/>
    <w:rsid w:val="00BA553F"/>
    <w:rsid w:val="00BA599D"/>
    <w:rsid w:val="00BA7076"/>
    <w:rsid w:val="00BB4737"/>
    <w:rsid w:val="00BD548B"/>
    <w:rsid w:val="00BE5FBE"/>
    <w:rsid w:val="00BE6537"/>
    <w:rsid w:val="00BE6E25"/>
    <w:rsid w:val="00C54FB5"/>
    <w:rsid w:val="00C83E06"/>
    <w:rsid w:val="00C84279"/>
    <w:rsid w:val="00C93851"/>
    <w:rsid w:val="00CB355B"/>
    <w:rsid w:val="00CC0698"/>
    <w:rsid w:val="00CD1879"/>
    <w:rsid w:val="00CD550F"/>
    <w:rsid w:val="00CE4F59"/>
    <w:rsid w:val="00D32158"/>
    <w:rsid w:val="00D37F2F"/>
    <w:rsid w:val="00D572EF"/>
    <w:rsid w:val="00D76E55"/>
    <w:rsid w:val="00D81400"/>
    <w:rsid w:val="00D8179A"/>
    <w:rsid w:val="00DA79DF"/>
    <w:rsid w:val="00DB6749"/>
    <w:rsid w:val="00DC0B13"/>
    <w:rsid w:val="00DC787F"/>
    <w:rsid w:val="00DD0B4C"/>
    <w:rsid w:val="00DD6EDF"/>
    <w:rsid w:val="00DF64E3"/>
    <w:rsid w:val="00E12A45"/>
    <w:rsid w:val="00E15C1A"/>
    <w:rsid w:val="00E219FA"/>
    <w:rsid w:val="00E304CE"/>
    <w:rsid w:val="00E3537E"/>
    <w:rsid w:val="00E407D9"/>
    <w:rsid w:val="00E61744"/>
    <w:rsid w:val="00E67ED9"/>
    <w:rsid w:val="00E97A84"/>
    <w:rsid w:val="00EC23FD"/>
    <w:rsid w:val="00ED1E33"/>
    <w:rsid w:val="00ED4960"/>
    <w:rsid w:val="00ED5463"/>
    <w:rsid w:val="00F00BCA"/>
    <w:rsid w:val="00F43D36"/>
    <w:rsid w:val="00F5329B"/>
    <w:rsid w:val="00F554DA"/>
    <w:rsid w:val="00F65F2F"/>
    <w:rsid w:val="00F702CE"/>
    <w:rsid w:val="00FA13E1"/>
    <w:rsid w:val="00FA7DEC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D636AB"/>
  <w15:docId w15:val="{5B30732B-B193-4612-8F0B-3FFDC178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  <w:rPr>
      <w:noProof/>
      <w:lang w:val="et-EE"/>
    </w:rPr>
  </w:style>
  <w:style w:type="paragraph" w:styleId="Heading1">
    <w:name w:val="heading 1"/>
    <w:aliases w:val="Pealkiri"/>
    <w:basedOn w:val="Normal"/>
    <w:next w:val="Normal"/>
    <w:link w:val="Heading1Char"/>
    <w:autoRedefine/>
    <w:uiPriority w:val="9"/>
    <w:qFormat/>
    <w:rsid w:val="00BE5FBE"/>
    <w:pPr>
      <w:keepNext/>
      <w:keepLines/>
      <w:spacing w:after="480"/>
      <w:ind w:right="-1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5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43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35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uiPriority w:val="99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alloonText">
    <w:name w:val="Balloon Text"/>
    <w:basedOn w:val="Norma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Pealkiri Char"/>
    <w:basedOn w:val="DefaultParagraphFont"/>
    <w:link w:val="Heading1"/>
    <w:uiPriority w:val="9"/>
    <w:rsid w:val="00BE5FBE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NoSpacing">
    <w:name w:val="No Spacing"/>
    <w:aliases w:val="Sisu"/>
    <w:autoRedefine/>
    <w:uiPriority w:val="1"/>
    <w:rsid w:val="00BE6537"/>
    <w:pPr>
      <w:suppressAutoHyphens/>
      <w:spacing w:after="0"/>
      <w:ind w:left="-108"/>
    </w:pPr>
    <w:rPr>
      <w:rFonts w:ascii="Times New Roman" w:hAnsi="Times New Roman"/>
      <w:color w:val="000000" w:themeColor="text1"/>
      <w:sz w:val="24"/>
      <w:lang w:val="et-EE"/>
    </w:rPr>
  </w:style>
  <w:style w:type="table" w:styleId="TableGrid">
    <w:name w:val="Table Grid"/>
    <w:basedOn w:val="TableNormal"/>
    <w:uiPriority w:val="39"/>
    <w:rsid w:val="000D38D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CB35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35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Tekst">
    <w:name w:val="Tekst"/>
    <w:basedOn w:val="Normal"/>
    <w:link w:val="TekstChar"/>
    <w:qFormat/>
    <w:rsid w:val="00763AF6"/>
    <w:pPr>
      <w:spacing w:after="0"/>
      <w:jc w:val="both"/>
    </w:pPr>
    <w:rPr>
      <w:rFonts w:ascii="Times New Roman" w:hAnsi="Times New Roman"/>
      <w:color w:val="000000" w:themeColor="text1"/>
      <w:sz w:val="24"/>
      <w:szCs w:val="24"/>
    </w:rPr>
  </w:style>
  <w:style w:type="paragraph" w:customStyle="1" w:styleId="Standard">
    <w:name w:val="Standard"/>
    <w:rsid w:val="00DB6749"/>
    <w:pPr>
      <w:widowControl w:val="0"/>
      <w:suppressAutoHyphens/>
      <w:spacing w:after="0" w:line="238" w:lineRule="exact"/>
    </w:pPr>
    <w:rPr>
      <w:rFonts w:ascii="Roboto Condensed" w:eastAsia="SimSun" w:hAnsi="Roboto Condensed" w:cs="Mangal"/>
      <w:kern w:val="3"/>
      <w:sz w:val="24"/>
      <w:szCs w:val="24"/>
      <w:lang w:val="et-EE" w:eastAsia="zh-CN" w:bidi="hi-IN"/>
    </w:rPr>
  </w:style>
  <w:style w:type="character" w:customStyle="1" w:styleId="TekstChar">
    <w:name w:val="Tekst Char"/>
    <w:basedOn w:val="DefaultParagraphFont"/>
    <w:link w:val="Tekst"/>
    <w:rsid w:val="00763AF6"/>
    <w:rPr>
      <w:rFonts w:ascii="Times New Roman" w:hAnsi="Times New Roman"/>
      <w:color w:val="000000" w:themeColor="text1"/>
      <w:sz w:val="24"/>
      <w:szCs w:val="24"/>
    </w:rPr>
  </w:style>
  <w:style w:type="paragraph" w:customStyle="1" w:styleId="Allkirjastatud">
    <w:name w:val="Allkirjastatud"/>
    <w:basedOn w:val="Standard"/>
    <w:next w:val="Standard"/>
    <w:rsid w:val="00DB6749"/>
  </w:style>
  <w:style w:type="character" w:customStyle="1" w:styleId="Heading3Char">
    <w:name w:val="Heading 3 Char"/>
    <w:basedOn w:val="DefaultParagraphFont"/>
    <w:link w:val="Heading3"/>
    <w:uiPriority w:val="9"/>
    <w:semiHidden/>
    <w:rsid w:val="005043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504327"/>
    <w:pPr>
      <w:suppressAutoHyphens w:val="0"/>
      <w:autoSpaceDN/>
      <w:spacing w:after="0"/>
      <w:ind w:left="720"/>
      <w:contextualSpacing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17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17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179A"/>
    <w:rPr>
      <w:noProof/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7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79A"/>
    <w:rPr>
      <w:b/>
      <w:bCs/>
      <w:noProof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1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1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92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5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08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271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85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87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46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543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685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378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134747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45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167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19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623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400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57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586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1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5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1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523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35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232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26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08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941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919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3163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87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69686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67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7263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90837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095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1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4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197979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6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0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20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15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69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83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629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99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44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4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95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7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1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66426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8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07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6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025788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74507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9033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1732642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73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1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8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1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82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44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699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47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70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4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0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14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1272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5212153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91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15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57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2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058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9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17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59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0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70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00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86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9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383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1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47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69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982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821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52177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17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4924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635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35743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08078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674065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7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29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8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998784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9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21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5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41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69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95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0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695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265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899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80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3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8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1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656787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03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36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43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722902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4944419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49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2818610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66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8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4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0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17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140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848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3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97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68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763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594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717529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9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20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84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134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68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51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90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00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7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84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455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90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506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47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94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986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276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5366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322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994915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4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7823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7230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27252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5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388854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23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83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3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90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0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61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98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30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037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38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252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62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57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14063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04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91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1976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8754408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9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581421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5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0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7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1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5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95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9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03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0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08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40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9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340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7980714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0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79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92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23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266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54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01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8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4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75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96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211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260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21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93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032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18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48508">
                  <w:marLeft w:val="0"/>
                  <w:marRight w:val="0"/>
                  <w:marTop w:val="0"/>
                  <w:marBottom w:val="7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92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76227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2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4985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single" w:sz="6" w:space="8" w:color="BBEE77"/>
                            <w:left w:val="single" w:sz="6" w:space="31" w:color="BBEE77"/>
                            <w:bottom w:val="single" w:sz="6" w:space="8" w:color="BBEE77"/>
                            <w:right w:val="single" w:sz="6" w:space="8" w:color="BBEE77"/>
                          </w:divBdr>
                        </w:div>
                      </w:divsChild>
                    </w:div>
                    <w:div w:id="16929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90758">
                          <w:marLeft w:val="0"/>
                          <w:marRight w:val="0"/>
                          <w:marTop w:val="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70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9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43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770050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4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9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88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30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877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73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909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108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6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2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9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2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32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066396">
                              <w:marLeft w:val="0"/>
                              <w:marRight w:val="0"/>
                              <w:marTop w:val="5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86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567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3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820316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3524799">
                                              <w:marLeft w:val="0"/>
                                              <w:marRight w:val="8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1488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1793120">
                                          <w:marLeft w:val="525"/>
                                          <w:marRight w:val="525"/>
                                          <w:marTop w:val="525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7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nell\Desktop\&#220;likooli%20plangid%202018\plank%20est.od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FA66C-CDC9-42C2-9D24-43034361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plank est</Template>
  <TotalTime>6</TotalTime>
  <Pages>1</Pages>
  <Words>171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Tartu Ülikool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helen.laube@ut.ee</dc:creator>
  <dc:description/>
  <cp:lastModifiedBy>Helene Alavere</cp:lastModifiedBy>
  <cp:revision>5</cp:revision>
  <cp:lastPrinted>2018-12-14T08:18:00Z</cp:lastPrinted>
  <dcterms:created xsi:type="dcterms:W3CDTF">2025-01-23T07:21:00Z</dcterms:created>
  <dcterms:modified xsi:type="dcterms:W3CDTF">2025-01-24T13:29:00Z</dcterms:modified>
</cp:coreProperties>
</file>