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1992A" w14:textId="5C9185DD" w:rsidR="003C697E" w:rsidRPr="00D00E55" w:rsidRDefault="00ED24D9" w:rsidP="003C697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Transpordi</w:t>
      </w:r>
      <w:r w:rsidR="003C697E" w:rsidRPr="00D00E55">
        <w:rPr>
          <w:rFonts w:cs="Arial"/>
          <w:sz w:val="21"/>
          <w:szCs w:val="21"/>
        </w:rPr>
        <w:t xml:space="preserve">amet </w:t>
      </w:r>
    </w:p>
    <w:p w14:paraId="2D3D9934" w14:textId="6A85439C" w:rsidR="003C697E" w:rsidRPr="00D00E55" w:rsidRDefault="003C697E" w:rsidP="003C697E">
      <w:pPr>
        <w:rPr>
          <w:rFonts w:cs="Arial"/>
          <w:sz w:val="21"/>
          <w:szCs w:val="21"/>
        </w:rPr>
      </w:pPr>
      <w:r w:rsidRPr="00D00E55">
        <w:rPr>
          <w:rFonts w:cs="Arial"/>
          <w:sz w:val="21"/>
          <w:szCs w:val="21"/>
        </w:rPr>
        <w:t xml:space="preserve">maantee@mnt.ee </w:t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="00F40BF6">
        <w:rPr>
          <w:rFonts w:cs="Arial"/>
          <w:sz w:val="21"/>
          <w:szCs w:val="21"/>
        </w:rPr>
        <w:t xml:space="preserve">      </w:t>
      </w:r>
    </w:p>
    <w:p w14:paraId="2F2B3B87" w14:textId="77777777" w:rsidR="003C697E" w:rsidRPr="00D00E55" w:rsidRDefault="003C697E" w:rsidP="003C697E">
      <w:pPr>
        <w:rPr>
          <w:rFonts w:cs="Arial"/>
          <w:sz w:val="21"/>
          <w:szCs w:val="21"/>
        </w:rPr>
      </w:pPr>
    </w:p>
    <w:p w14:paraId="28978981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Taotlus teemaale tehnovõrgu- ja rajatise</w:t>
      </w:r>
    </w:p>
    <w:p w14:paraId="5882DD13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ehitamiseks ja talumiseks vajaliku kokkuleppe</w:t>
      </w:r>
    </w:p>
    <w:p w14:paraId="2F67F91F" w14:textId="77777777" w:rsidR="003C697E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sõlmimiseks</w:t>
      </w:r>
    </w:p>
    <w:p w14:paraId="36651544" w14:textId="0F98C375" w:rsidR="004C151D" w:rsidRDefault="004C151D" w:rsidP="003C697E">
      <w:pPr>
        <w:rPr>
          <w:rFonts w:cs="Arial"/>
          <w:sz w:val="21"/>
          <w:szCs w:val="21"/>
        </w:rPr>
      </w:pPr>
    </w:p>
    <w:p w14:paraId="728F099C" w14:textId="77777777" w:rsidR="00EA468E" w:rsidRPr="00D00E55" w:rsidRDefault="00EA468E" w:rsidP="003C697E">
      <w:pPr>
        <w:rPr>
          <w:rFonts w:cs="Arial"/>
          <w:sz w:val="21"/>
          <w:szCs w:val="21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500"/>
      </w:tblGrid>
      <w:tr w:rsidR="003C697E" w:rsidRPr="00D00E55" w14:paraId="2764B865" w14:textId="77777777" w:rsidTr="00125920">
        <w:trPr>
          <w:trHeight w:val="417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87600E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TAOTLEJA (TEHNOVÕRGU OMANIK)</w:t>
            </w:r>
          </w:p>
          <w:p w14:paraId="720C9F3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  <w:p w14:paraId="6944D4E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0A8662E" w14:textId="510C96F8" w:rsidR="003C697E" w:rsidRPr="00D00E55" w:rsidRDefault="00472ABB" w:rsidP="003C697E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Nimi: IgorExa  OÜ</w:t>
            </w:r>
          </w:p>
        </w:tc>
      </w:tr>
      <w:tr w:rsidR="003C697E" w:rsidRPr="00D00E55" w14:paraId="17FA1BD0" w14:textId="77777777" w:rsidTr="00125920">
        <w:trPr>
          <w:trHeight w:val="41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5E02D1A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2D32FBFE" w14:textId="718A6354" w:rsidR="003C697E" w:rsidRPr="00D00E55" w:rsidRDefault="00472ABB" w:rsidP="003C697E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Registrikood:</w:t>
            </w:r>
            <w:r>
              <w:rPr>
                <w:rFonts w:cs="Arial"/>
                <w:color w:val="000000"/>
                <w:shd w:val="clear" w:color="auto" w:fill="FFFFFF"/>
              </w:rPr>
              <w:t>11436019</w:t>
            </w:r>
          </w:p>
        </w:tc>
      </w:tr>
      <w:tr w:rsidR="003C697E" w:rsidRPr="00D00E55" w14:paraId="3750A88B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7109BA8C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D4691B6" w14:textId="71CAA525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Aadress:  </w:t>
            </w:r>
            <w:r w:rsidR="00472ABB">
              <w:rPr>
                <w:rFonts w:cs="Arial"/>
                <w:b/>
                <w:sz w:val="21"/>
                <w:szCs w:val="21"/>
              </w:rPr>
              <w:t>Võidu 8</w:t>
            </w:r>
            <w:r w:rsidR="00770510">
              <w:rPr>
                <w:rFonts w:cs="Arial"/>
                <w:b/>
                <w:sz w:val="21"/>
                <w:szCs w:val="21"/>
              </w:rPr>
              <w:t>6</w:t>
            </w:r>
            <w:r w:rsidR="00472ABB">
              <w:rPr>
                <w:rFonts w:cs="Arial"/>
                <w:b/>
                <w:sz w:val="21"/>
                <w:szCs w:val="21"/>
              </w:rPr>
              <w:t>-38 Rakvere 44312</w:t>
            </w:r>
          </w:p>
        </w:tc>
      </w:tr>
      <w:tr w:rsidR="003C697E" w:rsidRPr="00D00E55" w14:paraId="31EF61D8" w14:textId="77777777" w:rsidTr="00125920">
        <w:trPr>
          <w:trHeight w:val="421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2C5EA388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bookmarkStart w:id="0" w:name="_Hlk38622158"/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5B45360" w14:textId="29CE7C4F" w:rsidR="003C697E" w:rsidRPr="00D00E55" w:rsidRDefault="003C697E" w:rsidP="0012592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nimi: </w:t>
            </w:r>
            <w:r w:rsidR="00472ABB">
              <w:rPr>
                <w:rFonts w:cs="Arial"/>
                <w:b/>
                <w:bCs/>
                <w:sz w:val="21"/>
                <w:szCs w:val="21"/>
              </w:rPr>
              <w:t>Ando Engaste</w:t>
            </w:r>
          </w:p>
        </w:tc>
      </w:tr>
      <w:tr w:rsidR="003C697E" w:rsidRPr="00D00E55" w14:paraId="0A8E4FF4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4789586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722511B" w14:textId="2D759551" w:rsidR="003C697E" w:rsidRPr="00D00E55" w:rsidRDefault="003C697E" w:rsidP="00EA468E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Vajadusel koopia lepingu allkirjastaja volikirjast, kui allkirja</w:t>
            </w:r>
            <w:r w:rsidR="00EE598E">
              <w:rPr>
                <w:rFonts w:cs="Arial"/>
                <w:sz w:val="21"/>
                <w:szCs w:val="21"/>
              </w:rPr>
              <w:t>stamine toimub volituse alusel:</w:t>
            </w:r>
          </w:p>
        </w:tc>
      </w:tr>
      <w:bookmarkEnd w:id="0"/>
      <w:tr w:rsidR="003C697E" w:rsidRPr="00D00E55" w14:paraId="4AE848F0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09E00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88B1B2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e-posti aadress, telefoni number: </w:t>
            </w:r>
          </w:p>
          <w:p w14:paraId="2B9D418B" w14:textId="7D997D02" w:rsidR="003C697E" w:rsidRPr="00D00E55" w:rsidRDefault="00472ABB" w:rsidP="00125920">
            <w:pPr>
              <w:rPr>
                <w:rFonts w:cs="Arial"/>
                <w:bCs/>
                <w:sz w:val="21"/>
                <w:szCs w:val="21"/>
              </w:rPr>
            </w:pPr>
            <w:r>
              <w:rPr>
                <w:rFonts w:cs="Arial"/>
                <w:bCs/>
                <w:sz w:val="21"/>
                <w:szCs w:val="21"/>
              </w:rPr>
              <w:t xml:space="preserve">Ando Engaste </w:t>
            </w:r>
            <w:r w:rsidR="00FC0DBA">
              <w:rPr>
                <w:rFonts w:cs="Arial"/>
                <w:bCs/>
                <w:sz w:val="21"/>
                <w:szCs w:val="21"/>
              </w:rPr>
              <w:fldChar w:fldCharType="begin"/>
            </w:r>
            <w:r w:rsidR="00FC0DBA">
              <w:rPr>
                <w:rFonts w:cs="Arial"/>
                <w:bCs/>
                <w:sz w:val="21"/>
                <w:szCs w:val="21"/>
              </w:rPr>
              <w:instrText xml:space="preserve"> HYPERLINK "mailto:</w:instrText>
            </w:r>
            <w:r w:rsidR="00FC0DBA" w:rsidRPr="00FC0DBA">
              <w:rPr>
                <w:rFonts w:cs="Arial"/>
                <w:bCs/>
                <w:sz w:val="21"/>
                <w:szCs w:val="21"/>
              </w:rPr>
              <w:instrText>info@igorexa.ee</w:instrText>
            </w:r>
            <w:r w:rsidR="00FC0DBA">
              <w:rPr>
                <w:rFonts w:cs="Arial"/>
                <w:bCs/>
                <w:sz w:val="21"/>
                <w:szCs w:val="21"/>
              </w:rPr>
              <w:instrText xml:space="preserve">" </w:instrText>
            </w:r>
            <w:r w:rsidR="00FC0DBA">
              <w:rPr>
                <w:rFonts w:cs="Arial"/>
                <w:bCs/>
                <w:sz w:val="21"/>
                <w:szCs w:val="21"/>
              </w:rPr>
              <w:fldChar w:fldCharType="separate"/>
            </w:r>
            <w:r w:rsidR="00FC0DBA" w:rsidRPr="00504826">
              <w:rPr>
                <w:rStyle w:val="Hperlink"/>
                <w:rFonts w:cs="Arial"/>
                <w:bCs/>
                <w:sz w:val="21"/>
                <w:szCs w:val="21"/>
              </w:rPr>
              <w:t>info@igorexa.ee</w:t>
            </w:r>
            <w:r w:rsidR="00FC0DBA">
              <w:rPr>
                <w:rFonts w:cs="Arial"/>
                <w:bCs/>
                <w:sz w:val="21"/>
                <w:szCs w:val="21"/>
              </w:rPr>
              <w:fldChar w:fldCharType="end"/>
            </w:r>
            <w:r>
              <w:rPr>
                <w:rFonts w:cs="Arial"/>
                <w:bCs/>
                <w:sz w:val="21"/>
                <w:szCs w:val="21"/>
              </w:rPr>
              <w:t xml:space="preserve"> ; +3725299000</w:t>
            </w:r>
          </w:p>
        </w:tc>
      </w:tr>
      <w:tr w:rsidR="003C697E" w:rsidRPr="00D00E55" w14:paraId="7DE9DDCA" w14:textId="77777777" w:rsidTr="00125920">
        <w:trPr>
          <w:trHeight w:val="94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C42F80D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TAOTLUSE MENETLEMISEL TAOTLEJA KONTAKTISIK</w:t>
            </w: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032F4E5" w14:textId="6B6511DE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Isikunimi: </w:t>
            </w:r>
            <w:r w:rsidR="00472ABB">
              <w:rPr>
                <w:rFonts w:cs="Arial"/>
                <w:b/>
                <w:bCs/>
                <w:sz w:val="21"/>
                <w:szCs w:val="21"/>
              </w:rPr>
              <w:t>Ando Engaste</w:t>
            </w:r>
          </w:p>
        </w:tc>
      </w:tr>
      <w:tr w:rsidR="003C697E" w:rsidRPr="00D00E55" w14:paraId="2B8EB1D0" w14:textId="77777777" w:rsidTr="00125920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0FEE7E1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B687EB1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e-posti aadress, telefoni number: </w:t>
            </w:r>
          </w:p>
          <w:p w14:paraId="02D11E93" w14:textId="49821210" w:rsidR="003C697E" w:rsidRPr="00D00E55" w:rsidRDefault="00A94A4E" w:rsidP="003F6662">
            <w:pPr>
              <w:rPr>
                <w:rFonts w:cs="Arial"/>
                <w:sz w:val="21"/>
                <w:szCs w:val="21"/>
              </w:rPr>
            </w:pPr>
            <w:hyperlink r:id="rId11" w:history="1">
              <w:r w:rsidR="00472ABB" w:rsidRPr="00504826">
                <w:rPr>
                  <w:rStyle w:val="Hperlink"/>
                  <w:rFonts w:cs="Arial"/>
                  <w:sz w:val="21"/>
                  <w:szCs w:val="21"/>
                </w:rPr>
                <w:t>ando@igorexa.ee</w:t>
              </w:r>
            </w:hyperlink>
            <w:r w:rsidR="00472ABB">
              <w:rPr>
                <w:rFonts w:cs="Arial"/>
                <w:sz w:val="21"/>
                <w:szCs w:val="21"/>
              </w:rPr>
              <w:t xml:space="preserve">  +3725299000</w:t>
            </w:r>
          </w:p>
        </w:tc>
      </w:tr>
      <w:tr w:rsidR="003C697E" w:rsidRPr="00D00E55" w14:paraId="2FEA6E1E" w14:textId="77777777" w:rsidTr="00125920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C484C30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C9F8CD4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Vajadusel esindusvolitus:</w:t>
            </w:r>
          </w:p>
        </w:tc>
      </w:tr>
      <w:tr w:rsidR="003C697E" w:rsidRPr="00D00E55" w14:paraId="0041B3C4" w14:textId="77777777" w:rsidTr="00125920">
        <w:trPr>
          <w:trHeight w:val="272"/>
        </w:trPr>
        <w:tc>
          <w:tcPr>
            <w:tcW w:w="2629" w:type="dxa"/>
            <w:tcBorders>
              <w:bottom w:val="single" w:sz="4" w:space="0" w:color="000000"/>
              <w:right w:val="single" w:sz="4" w:space="0" w:color="auto"/>
            </w:tcBorders>
          </w:tcPr>
          <w:p w14:paraId="4F8F4B37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TEHNORAJATISE PAIGALDAMISE EESMÄRK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000000"/>
            </w:tcBorders>
          </w:tcPr>
          <w:p w14:paraId="47456069" w14:textId="77777777" w:rsidR="003C697E" w:rsidRPr="00D00E55" w:rsidRDefault="003C697E" w:rsidP="003C697E">
            <w:pPr>
              <w:rPr>
                <w:rFonts w:cs="Arial"/>
                <w:b/>
                <w:bCs/>
                <w:sz w:val="21"/>
                <w:szCs w:val="21"/>
              </w:rPr>
            </w:pPr>
          </w:p>
          <w:p w14:paraId="4B907768" w14:textId="77777777" w:rsidR="003C697E" w:rsidRPr="00D00E55" w:rsidRDefault="003C697E" w:rsidP="003C697E">
            <w:pPr>
              <w:rPr>
                <w:rFonts w:cs="Arial"/>
                <w:sz w:val="21"/>
                <w:szCs w:val="21"/>
                <w:u w:val="single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Tehnovõrgu arendamine</w:t>
            </w:r>
            <w:r w:rsidRPr="00D00E55">
              <w:rPr>
                <w:rFonts w:cs="Arial"/>
                <w:sz w:val="21"/>
                <w:szCs w:val="21"/>
                <w:u w:val="single"/>
              </w:rPr>
              <w:br/>
            </w:r>
          </w:p>
        </w:tc>
      </w:tr>
      <w:tr w:rsidR="003C697E" w:rsidRPr="00D00E55" w14:paraId="4C2D0FE7" w14:textId="77777777" w:rsidTr="00125920">
        <w:trPr>
          <w:trHeight w:val="580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739A17A7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MAANTEEAMETIS KOOSKÕLASTATUD PROJEKTI 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798A5D5F" w14:textId="1E054A0F" w:rsidR="003C697E" w:rsidRPr="00D00E55" w:rsidRDefault="003C697E" w:rsidP="00C43B2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nimetus ja number: </w:t>
            </w:r>
            <w:r w:rsidR="00615252">
              <w:t xml:space="preserve"> </w:t>
            </w:r>
            <w:r w:rsidR="00615252" w:rsidRPr="00615252">
              <w:rPr>
                <w:rFonts w:cs="Arial"/>
                <w:sz w:val="21"/>
                <w:szCs w:val="21"/>
              </w:rPr>
              <w:t>KADRINA VALLA AMA JA JÜRIMÕISA KÜLA SIDETRASSID</w:t>
            </w:r>
            <w:r w:rsidR="00615252">
              <w:rPr>
                <w:rFonts w:cs="Arial"/>
                <w:sz w:val="21"/>
                <w:szCs w:val="21"/>
              </w:rPr>
              <w:t xml:space="preserve">   </w:t>
            </w:r>
            <w:r w:rsidR="00615252">
              <w:t xml:space="preserve"> </w:t>
            </w:r>
            <w:r w:rsidR="00615252" w:rsidRPr="00615252">
              <w:rPr>
                <w:rFonts w:cs="Arial"/>
                <w:sz w:val="21"/>
                <w:szCs w:val="21"/>
              </w:rPr>
              <w:t>Töö nr P23068</w:t>
            </w:r>
          </w:p>
        </w:tc>
      </w:tr>
      <w:tr w:rsidR="003C697E" w:rsidRPr="00D00E55" w14:paraId="782B55CA" w14:textId="77777777" w:rsidTr="004C151D">
        <w:trPr>
          <w:trHeight w:val="259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77C7FD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4E5A458F" w14:textId="36356FB6" w:rsidR="003C697E" w:rsidRPr="00D00E55" w:rsidRDefault="003C697E" w:rsidP="003F666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Projekti koostaja:</w:t>
            </w:r>
            <w:r w:rsidR="00615252">
              <w:t xml:space="preserve"> </w:t>
            </w:r>
            <w:r w:rsidR="00615252" w:rsidRPr="00615252">
              <w:rPr>
                <w:rFonts w:cs="Arial"/>
                <w:sz w:val="21"/>
                <w:szCs w:val="21"/>
              </w:rPr>
              <w:t xml:space="preserve">OÜ Reaalprojekt </w:t>
            </w:r>
            <w:r w:rsidRPr="00D00E55">
              <w:rPr>
                <w:rFonts w:cs="Arial"/>
                <w:sz w:val="21"/>
                <w:szCs w:val="21"/>
              </w:rPr>
              <w:t xml:space="preserve"> </w:t>
            </w:r>
          </w:p>
        </w:tc>
      </w:tr>
      <w:tr w:rsidR="003C697E" w:rsidRPr="00D00E55" w14:paraId="6E1C3EA2" w14:textId="77777777" w:rsidTr="00125920">
        <w:trPr>
          <w:trHeight w:val="580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187143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261FDA00" w14:textId="59C8EF58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</w:t>
            </w:r>
            <w:r w:rsidR="00ED24D9">
              <w:rPr>
                <w:rFonts w:cs="Arial"/>
                <w:sz w:val="21"/>
                <w:szCs w:val="21"/>
              </w:rPr>
              <w:t>Transpordi</w:t>
            </w:r>
            <w:r w:rsidRPr="00D00E55">
              <w:rPr>
                <w:rFonts w:cs="Arial"/>
                <w:sz w:val="21"/>
                <w:szCs w:val="21"/>
              </w:rPr>
              <w:t>ameti kooskõlastuse vastuskirja seosviit:</w:t>
            </w:r>
          </w:p>
          <w:p w14:paraId="2EFAFF2D" w14:textId="567CE52F" w:rsidR="003C697E" w:rsidRPr="00D00E55" w:rsidRDefault="00615252" w:rsidP="003F6662">
            <w:pPr>
              <w:rPr>
                <w:rFonts w:cs="Arial"/>
                <w:b/>
                <w:sz w:val="21"/>
                <w:szCs w:val="21"/>
                <w:lang w:val="en-US"/>
              </w:rPr>
            </w:pPr>
            <w:r w:rsidRPr="00615252">
              <w:rPr>
                <w:rFonts w:cs="Arial"/>
                <w:b/>
                <w:sz w:val="21"/>
                <w:szCs w:val="21"/>
                <w:lang w:val="en-US"/>
              </w:rPr>
              <w:t xml:space="preserve">09.11.2023 </w:t>
            </w:r>
            <w:proofErr w:type="spellStart"/>
            <w:r w:rsidRPr="00615252">
              <w:rPr>
                <w:rFonts w:cs="Arial"/>
                <w:b/>
                <w:sz w:val="21"/>
                <w:szCs w:val="21"/>
                <w:lang w:val="en-US"/>
              </w:rPr>
              <w:t>nr</w:t>
            </w:r>
            <w:proofErr w:type="spellEnd"/>
            <w:r w:rsidRPr="00615252">
              <w:rPr>
                <w:rFonts w:cs="Arial"/>
                <w:b/>
                <w:sz w:val="21"/>
                <w:szCs w:val="21"/>
                <w:lang w:val="en-US"/>
              </w:rPr>
              <w:t xml:space="preserve"> 7.1-2/23/18863-3</w:t>
            </w:r>
          </w:p>
        </w:tc>
      </w:tr>
      <w:tr w:rsidR="003C697E" w:rsidRPr="00D00E55" w14:paraId="5D55EAE1" w14:textId="77777777" w:rsidTr="004C151D">
        <w:trPr>
          <w:trHeight w:val="825"/>
        </w:trPr>
        <w:tc>
          <w:tcPr>
            <w:tcW w:w="2629" w:type="dxa"/>
            <w:tcBorders>
              <w:right w:val="single" w:sz="4" w:space="0" w:color="000000"/>
            </w:tcBorders>
          </w:tcPr>
          <w:p w14:paraId="4C9BAC2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 KOORMATAVA</w:t>
            </w:r>
          </w:p>
          <w:p w14:paraId="0B287C89" w14:textId="531C65D2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RIIGITEE ANDMED</w:t>
            </w:r>
            <w:r w:rsidR="00BD71F5">
              <w:rPr>
                <w:rFonts w:cs="Arial"/>
                <w:b/>
                <w:sz w:val="21"/>
                <w:szCs w:val="21"/>
              </w:rPr>
              <w:t>:</w:t>
            </w:r>
          </w:p>
          <w:p w14:paraId="2B3E4CDE" w14:textId="349BCFC4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00F10AD8" w14:textId="25D2583F" w:rsidR="005B03DD" w:rsidRPr="00564C1C" w:rsidRDefault="003C697E" w:rsidP="005B03DD">
            <w:pPr>
              <w:rPr>
                <w:rFonts w:cs="Arial"/>
                <w:b/>
                <w:bCs/>
                <w:sz w:val="21"/>
                <w:szCs w:val="21"/>
                <w:highlight w:val="yellow"/>
              </w:rPr>
            </w:pPr>
            <w:r w:rsidRPr="00D00E55">
              <w:rPr>
                <w:rFonts w:cs="Arial"/>
                <w:sz w:val="21"/>
                <w:szCs w:val="21"/>
              </w:rPr>
              <w:t>Number ja nimetus: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0434DC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615252">
              <w:t xml:space="preserve"> </w:t>
            </w:r>
            <w:r w:rsidR="00615252" w:rsidRPr="00615252">
              <w:rPr>
                <w:rFonts w:cs="Arial"/>
                <w:b/>
                <w:bCs/>
                <w:sz w:val="21"/>
                <w:szCs w:val="21"/>
              </w:rPr>
              <w:t>1 Tallinn-Narva tee</w:t>
            </w:r>
          </w:p>
          <w:p w14:paraId="2A331525" w14:textId="3DB7743A" w:rsidR="005B03DD" w:rsidRPr="00564C1C" w:rsidRDefault="00E3566C" w:rsidP="005B03DD">
            <w:pPr>
              <w:rPr>
                <w:rFonts w:cs="Arial"/>
                <w:b/>
                <w:bCs/>
                <w:sz w:val="21"/>
                <w:szCs w:val="21"/>
                <w:highlight w:val="yellow"/>
              </w:rPr>
            </w:pPr>
            <w:r w:rsidRPr="00E3566C">
              <w:rPr>
                <w:rFonts w:cs="Arial"/>
                <w:b/>
                <w:bCs/>
                <w:sz w:val="21"/>
                <w:szCs w:val="21"/>
              </w:rPr>
              <w:t>Küngase tee</w:t>
            </w:r>
          </w:p>
          <w:p w14:paraId="117BA558" w14:textId="01DB7271" w:rsidR="00AC4337" w:rsidRPr="00564C1C" w:rsidRDefault="00E3566C" w:rsidP="004844A2">
            <w:pPr>
              <w:rPr>
                <w:rFonts w:cs="Arial"/>
                <w:b/>
                <w:bCs/>
                <w:sz w:val="21"/>
                <w:szCs w:val="21"/>
                <w:highlight w:val="yellow"/>
              </w:rPr>
            </w:pPr>
            <w:r w:rsidRPr="00E3566C">
              <w:rPr>
                <w:rFonts w:cs="Arial"/>
                <w:b/>
                <w:bCs/>
                <w:sz w:val="21"/>
                <w:szCs w:val="21"/>
              </w:rPr>
              <w:t>Oja tee</w:t>
            </w:r>
          </w:p>
          <w:p w14:paraId="0B6CDDCE" w14:textId="0DD6B4C1" w:rsidR="005B03DD" w:rsidRPr="00564C1C" w:rsidRDefault="00E3566C" w:rsidP="004844A2">
            <w:pPr>
              <w:rPr>
                <w:rFonts w:cs="Arial"/>
                <w:b/>
                <w:bCs/>
                <w:sz w:val="21"/>
                <w:szCs w:val="21"/>
                <w:highlight w:val="yellow"/>
              </w:rPr>
            </w:pPr>
            <w:r w:rsidRPr="00E3566C">
              <w:rPr>
                <w:rFonts w:cs="Arial"/>
                <w:b/>
                <w:bCs/>
                <w:sz w:val="21"/>
                <w:szCs w:val="21"/>
              </w:rPr>
              <w:t>17142 Kadrina-Viitna tee</w:t>
            </w:r>
          </w:p>
          <w:p w14:paraId="7A565709" w14:textId="3CDDCE97" w:rsidR="003C697E" w:rsidRPr="00D00E55" w:rsidRDefault="00E3566C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E3566C">
              <w:rPr>
                <w:rFonts w:cs="Arial"/>
                <w:b/>
                <w:bCs/>
                <w:sz w:val="21"/>
                <w:szCs w:val="21"/>
              </w:rPr>
              <w:t>17142 Kadrina-Viitna tee</w:t>
            </w:r>
          </w:p>
        </w:tc>
      </w:tr>
      <w:tr w:rsidR="003C697E" w:rsidRPr="00D00E55" w14:paraId="1C35885F" w14:textId="77777777" w:rsidTr="00125920">
        <w:trPr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4420A842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bookmarkStart w:id="1" w:name="_Hlk62541955"/>
            <w:r w:rsidRPr="00D00E55">
              <w:rPr>
                <w:rFonts w:cs="Arial"/>
                <w:b/>
                <w:sz w:val="21"/>
                <w:szCs w:val="21"/>
              </w:rPr>
              <w:t>1.1.</w:t>
            </w:r>
          </w:p>
          <w:p w14:paraId="33E3C2B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43B2D9E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3F5E3574" w14:textId="4940A9EE" w:rsidR="003C697E" w:rsidRPr="00D00E55" w:rsidRDefault="003C697E" w:rsidP="003F666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Tunnus: </w:t>
            </w:r>
            <w:r w:rsidR="00E3566C">
              <w:t xml:space="preserve"> </w:t>
            </w:r>
            <w:r w:rsidR="00E3566C" w:rsidRPr="00E3566C">
              <w:rPr>
                <w:rFonts w:cs="Arial"/>
                <w:b/>
                <w:sz w:val="21"/>
                <w:szCs w:val="21"/>
              </w:rPr>
              <w:t>19101:001:0543</w:t>
            </w:r>
          </w:p>
        </w:tc>
      </w:tr>
      <w:tr w:rsidR="003C697E" w:rsidRPr="00D00E55" w14:paraId="690D6352" w14:textId="77777777" w:rsidTr="00125920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CBD6733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192CDC55" w14:textId="0D589716" w:rsidR="003C697E" w:rsidRPr="00D00E55" w:rsidRDefault="003C697E" w:rsidP="001F444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551DA9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E3566C">
              <w:t xml:space="preserve"> </w:t>
            </w:r>
            <w:r w:rsidR="00E3566C" w:rsidRPr="00E3566C">
              <w:rPr>
                <w:rFonts w:cs="Arial"/>
                <w:b/>
                <w:bCs/>
                <w:sz w:val="21"/>
                <w:szCs w:val="21"/>
              </w:rPr>
              <w:t>1 Tallinn-Narva tee</w:t>
            </w:r>
          </w:p>
        </w:tc>
      </w:tr>
      <w:tr w:rsidR="003C697E" w:rsidRPr="00D00E55" w14:paraId="6951443C" w14:textId="77777777" w:rsidTr="00125920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1A834B4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CFAB727" w14:textId="57D57A40" w:rsidR="003C697E" w:rsidRPr="00D00E55" w:rsidRDefault="003C697E" w:rsidP="001F4440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Riigi kinnisvararegistri objekti kood:</w:t>
            </w:r>
            <w:r w:rsidR="008062B2">
              <w:rPr>
                <w:rFonts w:cs="Arial"/>
                <w:sz w:val="21"/>
                <w:szCs w:val="21"/>
              </w:rPr>
              <w:t xml:space="preserve"> </w:t>
            </w:r>
            <w:hyperlink r:id="rId12" w:tgtFrame="_blank" w:history="1">
              <w:r w:rsidR="00C17597" w:rsidRPr="004F38E9">
                <w:rPr>
                  <w:rStyle w:val="Hperlink"/>
                  <w:rFonts w:ascii="Helvetica" w:hAnsi="Helvetica" w:cs="Helvetica"/>
                  <w:b/>
                  <w:color w:val="005AA3"/>
                  <w:spacing w:val="2"/>
                  <w:sz w:val="21"/>
                  <w:szCs w:val="21"/>
                </w:rPr>
                <w:t>KV74059</w:t>
              </w:r>
            </w:hyperlink>
          </w:p>
        </w:tc>
      </w:tr>
      <w:tr w:rsidR="003C697E" w:rsidRPr="00D00E55" w14:paraId="2006F7ED" w14:textId="77777777" w:rsidTr="004C151D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6DB38F6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C90776C" w14:textId="1BB307DF" w:rsidR="003C697E" w:rsidRPr="00A1710C" w:rsidRDefault="003C697E" w:rsidP="004844A2">
            <w:pPr>
              <w:rPr>
                <w:rFonts w:cs="Arial"/>
                <w:b/>
                <w:bCs/>
                <w:i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="008062B2" w:rsidRPr="00BD71F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E3566C">
              <w:t xml:space="preserve"> </w:t>
            </w:r>
            <w:r w:rsidR="00E3566C" w:rsidRPr="00E3566C">
              <w:rPr>
                <w:rFonts w:cs="Arial"/>
                <w:b/>
                <w:bCs/>
                <w:sz w:val="21"/>
                <w:szCs w:val="21"/>
              </w:rPr>
              <w:t>8378150</w:t>
            </w:r>
          </w:p>
          <w:p w14:paraId="6D423563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</w:p>
        </w:tc>
      </w:tr>
      <w:tr w:rsidR="003C697E" w:rsidRPr="00D00E55" w14:paraId="5DEA5556" w14:textId="77777777" w:rsidTr="004C151D">
        <w:trPr>
          <w:trHeight w:val="237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661F45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A1976AC" w14:textId="7D0E556A" w:rsidR="003C697E" w:rsidRPr="00D00E55" w:rsidRDefault="00C17597" w:rsidP="00EA468E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Side maakaabli paigaldus</w:t>
            </w:r>
          </w:p>
        </w:tc>
      </w:tr>
      <w:tr w:rsidR="00EC413D" w:rsidRPr="00D00E55" w14:paraId="6F14956A" w14:textId="77777777" w:rsidTr="004844A2">
        <w:trPr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161DAE2F" w14:textId="0D8560F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</w:t>
            </w:r>
            <w:r>
              <w:rPr>
                <w:rFonts w:cs="Arial"/>
                <w:b/>
                <w:sz w:val="21"/>
                <w:szCs w:val="21"/>
              </w:rPr>
              <w:t>2</w:t>
            </w:r>
            <w:r w:rsidRPr="00D00E55">
              <w:rPr>
                <w:rFonts w:cs="Arial"/>
                <w:b/>
                <w:sz w:val="21"/>
                <w:szCs w:val="21"/>
              </w:rPr>
              <w:t>.</w:t>
            </w:r>
          </w:p>
          <w:p w14:paraId="0BB00470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7AA6FB79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730A5966" w14:textId="08056DCF" w:rsidR="00EC413D" w:rsidRPr="00D00E55" w:rsidRDefault="00EC413D" w:rsidP="00EC413D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Tunnus: </w:t>
            </w:r>
            <w:r w:rsidR="00C17597" w:rsidRPr="00C17597">
              <w:rPr>
                <w:rFonts w:cs="Arial"/>
                <w:b/>
                <w:sz w:val="21"/>
                <w:szCs w:val="21"/>
              </w:rPr>
              <w:t>19101:001:0656</w:t>
            </w:r>
            <w:bookmarkStart w:id="2" w:name="_GoBack"/>
            <w:bookmarkEnd w:id="2"/>
          </w:p>
        </w:tc>
      </w:tr>
      <w:tr w:rsidR="00EC413D" w:rsidRPr="00D00E55" w14:paraId="0EBA34BA" w14:textId="77777777" w:rsidTr="004844A2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03B4EAFD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4EA7998A" w14:textId="43D7632F" w:rsidR="00EC413D" w:rsidRPr="00D00E55" w:rsidRDefault="00EC413D" w:rsidP="00EC413D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551DA9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360C24" w:rsidRPr="00360C24">
              <w:rPr>
                <w:rFonts w:ascii="Helvetica" w:hAnsi="Helvetica" w:cs="Helvetica"/>
                <w:b/>
                <w:spacing w:val="2"/>
                <w:sz w:val="21"/>
                <w:szCs w:val="21"/>
              </w:rPr>
              <w:t>Küngase tee</w:t>
            </w:r>
          </w:p>
        </w:tc>
      </w:tr>
      <w:tr w:rsidR="00EC413D" w:rsidRPr="00D00E55" w14:paraId="292CA4BE" w14:textId="77777777" w:rsidTr="004844A2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18858523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555140B8" w14:textId="079F5354" w:rsidR="00EC413D" w:rsidRPr="00D00E55" w:rsidRDefault="00EC413D" w:rsidP="00EC413D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Riigi kinnisvararegistri objekti kood: </w:t>
            </w:r>
            <w:r w:rsidR="00C17597" w:rsidRPr="004F38E9">
              <w:rPr>
                <w:b/>
              </w:rPr>
              <w:fldChar w:fldCharType="begin"/>
            </w:r>
            <w:r w:rsidR="00C17597" w:rsidRPr="004F38E9">
              <w:rPr>
                <w:b/>
              </w:rPr>
              <w:instrText xml:space="preserve"> HYPERLINK "https://riigivara.fin.ee/rkvr-frontend/varad/12433189" \t "_blank" </w:instrText>
            </w:r>
            <w:r w:rsidR="00C17597" w:rsidRPr="004F38E9">
              <w:rPr>
                <w:b/>
              </w:rPr>
              <w:fldChar w:fldCharType="separate"/>
            </w:r>
            <w:r w:rsidR="00C17597" w:rsidRPr="004F38E9">
              <w:rPr>
                <w:rStyle w:val="Hperlink"/>
                <w:rFonts w:ascii="Helvetica" w:hAnsi="Helvetica" w:cs="Helvetica"/>
                <w:b/>
                <w:color w:val="005AA3"/>
                <w:spacing w:val="2"/>
                <w:sz w:val="21"/>
                <w:szCs w:val="21"/>
              </w:rPr>
              <w:t>KV83715</w:t>
            </w:r>
            <w:r w:rsidR="00C17597" w:rsidRPr="004F38E9">
              <w:rPr>
                <w:b/>
              </w:rPr>
              <w:fldChar w:fldCharType="end"/>
            </w:r>
          </w:p>
        </w:tc>
      </w:tr>
      <w:tr w:rsidR="00EC413D" w:rsidRPr="00D00E55" w14:paraId="4E0E8574" w14:textId="77777777" w:rsidTr="004844A2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0B8D4F5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4F9BCAA" w14:textId="7A355BC9" w:rsidR="00EC413D" w:rsidRDefault="00EC413D" w:rsidP="00EC413D">
            <w:pPr>
              <w:rPr>
                <w:rFonts w:cs="Arial"/>
                <w:b/>
                <w:bCs/>
                <w:i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Pr="00A1710C">
              <w:rPr>
                <w:rFonts w:cs="Arial"/>
                <w:b/>
                <w:bCs/>
                <w:iCs/>
                <w:sz w:val="21"/>
                <w:szCs w:val="21"/>
              </w:rPr>
              <w:t xml:space="preserve"> </w:t>
            </w:r>
            <w:r w:rsidR="00360C24" w:rsidRPr="00360C24">
              <w:rPr>
                <w:rFonts w:cs="Arial"/>
                <w:b/>
                <w:bCs/>
                <w:iCs/>
                <w:sz w:val="21"/>
                <w:szCs w:val="21"/>
              </w:rPr>
              <w:t>15342950</w:t>
            </w:r>
          </w:p>
          <w:p w14:paraId="65F14FC4" w14:textId="73DA9BF7" w:rsidR="00EA468E" w:rsidRPr="00EA468E" w:rsidRDefault="00EA468E" w:rsidP="00EC413D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-----------------------------------------------------------------------------------------</w:t>
            </w:r>
          </w:p>
          <w:p w14:paraId="35991D87" w14:textId="5A7EC4EA" w:rsidR="00EA468E" w:rsidRPr="00D00E55" w:rsidRDefault="00360C24" w:rsidP="00EA468E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lastRenderedPageBreak/>
              <w:t>Side maakaabli paigaldus</w:t>
            </w:r>
          </w:p>
        </w:tc>
      </w:tr>
      <w:tr w:rsidR="00EC413D" w:rsidRPr="00D00E55" w14:paraId="5BD5DC74" w14:textId="77777777" w:rsidTr="004844A2">
        <w:trPr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7F5595DF" w14:textId="7536D12B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lastRenderedPageBreak/>
              <w:t>1.</w:t>
            </w:r>
            <w:r>
              <w:rPr>
                <w:rFonts w:cs="Arial"/>
                <w:b/>
                <w:sz w:val="21"/>
                <w:szCs w:val="21"/>
              </w:rPr>
              <w:t>3</w:t>
            </w:r>
            <w:r w:rsidRPr="00D00E55">
              <w:rPr>
                <w:rFonts w:cs="Arial"/>
                <w:b/>
                <w:sz w:val="21"/>
                <w:szCs w:val="21"/>
              </w:rPr>
              <w:t>.</w:t>
            </w:r>
          </w:p>
          <w:p w14:paraId="1163967B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3490B9F0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2F39EA14" w14:textId="424C1DFD" w:rsidR="00EC413D" w:rsidRPr="00D00E55" w:rsidRDefault="00EC413D" w:rsidP="00EC413D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Tunnus: </w:t>
            </w:r>
            <w:r w:rsidR="00360C24">
              <w:rPr>
                <w:rFonts w:ascii="Swiss721BT-Light" w:hAnsi="Swiss721BT-Light" w:cs="Swiss721BT-Light"/>
                <w:sz w:val="20"/>
                <w:szCs w:val="20"/>
                <w:lang w:val="et-EE" w:eastAsia="et-EE"/>
              </w:rPr>
              <w:t xml:space="preserve"> </w:t>
            </w:r>
            <w:r w:rsidR="00360C24" w:rsidRPr="00360C24">
              <w:rPr>
                <w:rFonts w:ascii="Swiss721BT-Light" w:hAnsi="Swiss721BT-Light" w:cs="Swiss721BT-Light"/>
                <w:b/>
                <w:sz w:val="20"/>
                <w:szCs w:val="20"/>
                <w:lang w:val="et-EE" w:eastAsia="et-EE"/>
              </w:rPr>
              <w:t>19101:001:0686</w:t>
            </w:r>
          </w:p>
        </w:tc>
      </w:tr>
      <w:tr w:rsidR="00EC413D" w:rsidRPr="00D00E55" w14:paraId="4B263EC7" w14:textId="77777777" w:rsidTr="004844A2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6772A27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1498F61C" w14:textId="7F2AF931" w:rsidR="00EC413D" w:rsidRPr="00D00E55" w:rsidRDefault="00EC413D" w:rsidP="00EC413D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EA468E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360C24">
              <w:t xml:space="preserve"> </w:t>
            </w:r>
            <w:r w:rsidR="00360C24" w:rsidRPr="00360C24">
              <w:rPr>
                <w:rFonts w:cs="Arial"/>
                <w:b/>
                <w:bCs/>
                <w:sz w:val="21"/>
                <w:szCs w:val="21"/>
              </w:rPr>
              <w:t>Oja tee</w:t>
            </w:r>
          </w:p>
        </w:tc>
      </w:tr>
      <w:tr w:rsidR="00EC413D" w:rsidRPr="00D00E55" w14:paraId="6637E0A9" w14:textId="77777777" w:rsidTr="004844A2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15433163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4DCA5551" w14:textId="44F0D61C" w:rsidR="00EC413D" w:rsidRPr="00D00E55" w:rsidRDefault="00EC413D" w:rsidP="00EC413D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Riigi kinnisvararegistri objekti kood: </w:t>
            </w:r>
            <w:r w:rsidR="00360C24">
              <w:t xml:space="preserve"> </w:t>
            </w:r>
            <w:r w:rsidR="00360C24" w:rsidRPr="00360C24">
              <w:rPr>
                <w:rFonts w:cs="Arial"/>
                <w:b/>
                <w:sz w:val="21"/>
                <w:szCs w:val="21"/>
              </w:rPr>
              <w:t>KV85091</w:t>
            </w:r>
          </w:p>
        </w:tc>
      </w:tr>
      <w:tr w:rsidR="00EC413D" w:rsidRPr="00D00E55" w14:paraId="2CF90C06" w14:textId="77777777" w:rsidTr="004844A2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08B2A43E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485380C4" w14:textId="72ED831E" w:rsidR="00EC413D" w:rsidRPr="00360C24" w:rsidRDefault="00EC413D" w:rsidP="00EC413D">
            <w:pPr>
              <w:rPr>
                <w:rFonts w:cs="Arial"/>
                <w:bCs/>
                <w:i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Pr="00A1710C">
              <w:rPr>
                <w:rFonts w:cs="Arial"/>
                <w:b/>
                <w:bCs/>
                <w:iCs/>
                <w:sz w:val="21"/>
                <w:szCs w:val="21"/>
              </w:rPr>
              <w:t xml:space="preserve"> </w:t>
            </w:r>
            <w:r w:rsidR="00360C24">
              <w:t xml:space="preserve"> </w:t>
            </w:r>
            <w:r w:rsidR="00360C24" w:rsidRPr="00360C24">
              <w:rPr>
                <w:rFonts w:cs="Arial"/>
                <w:b/>
                <w:bCs/>
                <w:iCs/>
                <w:sz w:val="21"/>
                <w:szCs w:val="21"/>
              </w:rPr>
              <w:t>15961250</w:t>
            </w:r>
          </w:p>
          <w:p w14:paraId="467FB96B" w14:textId="77777777" w:rsidR="00EC413D" w:rsidRPr="00D00E55" w:rsidRDefault="00EC413D" w:rsidP="00EC413D">
            <w:pPr>
              <w:rPr>
                <w:rFonts w:cs="Arial"/>
                <w:b/>
                <w:bCs/>
                <w:sz w:val="21"/>
                <w:szCs w:val="21"/>
              </w:rPr>
            </w:pPr>
          </w:p>
        </w:tc>
      </w:tr>
      <w:tr w:rsidR="00EC413D" w:rsidRPr="00D00E55" w14:paraId="67F7A6B8" w14:textId="77777777" w:rsidTr="004844A2">
        <w:trPr>
          <w:trHeight w:val="237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694F06F6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2120286" w14:textId="48085E89" w:rsidR="00EC413D" w:rsidRPr="00D00E55" w:rsidRDefault="00360C24" w:rsidP="00360C24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360C24">
              <w:rPr>
                <w:rFonts w:cs="Arial"/>
                <w:b/>
                <w:bCs/>
                <w:sz w:val="21"/>
                <w:szCs w:val="21"/>
              </w:rPr>
              <w:t>Side maakaabli paigaldus</w:t>
            </w:r>
          </w:p>
        </w:tc>
      </w:tr>
    </w:tbl>
    <w:bookmarkEnd w:id="1"/>
    <w:p w14:paraId="63150D0A" w14:textId="77777777" w:rsidR="005D2CB3" w:rsidRDefault="005D2CB3" w:rsidP="00E014E3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ab/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500"/>
      </w:tblGrid>
      <w:tr w:rsidR="005D2CB3" w:rsidRPr="00D00E55" w14:paraId="2A917C6C" w14:textId="77777777" w:rsidTr="00776307">
        <w:trPr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39A217F1" w14:textId="31022D0A" w:rsidR="005D2CB3" w:rsidRPr="00D00E55" w:rsidRDefault="005D2CB3" w:rsidP="00776307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</w:t>
            </w:r>
            <w:r>
              <w:rPr>
                <w:rFonts w:cs="Arial"/>
                <w:b/>
                <w:sz w:val="21"/>
                <w:szCs w:val="21"/>
              </w:rPr>
              <w:t>4</w:t>
            </w:r>
            <w:r w:rsidRPr="00D00E55">
              <w:rPr>
                <w:rFonts w:cs="Arial"/>
                <w:b/>
                <w:sz w:val="21"/>
                <w:szCs w:val="21"/>
              </w:rPr>
              <w:t>.</w:t>
            </w:r>
          </w:p>
          <w:p w14:paraId="1A7D5431" w14:textId="77777777" w:rsidR="005D2CB3" w:rsidRPr="00D00E55" w:rsidRDefault="005D2CB3" w:rsidP="00776307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551394E5" w14:textId="77777777" w:rsidR="005D2CB3" w:rsidRPr="00D00E55" w:rsidRDefault="005D2CB3" w:rsidP="00776307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6B43FEC3" w14:textId="22BEAD17" w:rsidR="005D2CB3" w:rsidRPr="00D00E55" w:rsidRDefault="00360C24" w:rsidP="00776307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Tunnus:</w:t>
            </w:r>
            <w:r w:rsidRPr="00360C24">
              <w:rPr>
                <w:rFonts w:cs="Arial"/>
                <w:b/>
                <w:sz w:val="21"/>
                <w:szCs w:val="21"/>
              </w:rPr>
              <w:t>27202:001:0525</w:t>
            </w:r>
          </w:p>
        </w:tc>
      </w:tr>
      <w:tr w:rsidR="005D2CB3" w:rsidRPr="00D00E55" w14:paraId="1CE757B8" w14:textId="77777777" w:rsidTr="00776307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2A5EFF32" w14:textId="77777777" w:rsidR="005D2CB3" w:rsidRPr="00D00E55" w:rsidRDefault="005D2CB3" w:rsidP="00776307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1970F157" w14:textId="25FAD3EE" w:rsidR="005D2CB3" w:rsidRPr="00D00E55" w:rsidRDefault="005D2CB3" w:rsidP="00776307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="00360C24">
              <w:t xml:space="preserve"> </w:t>
            </w:r>
            <w:r w:rsidR="00360C24" w:rsidRPr="00360C24">
              <w:rPr>
                <w:rFonts w:cs="Arial"/>
                <w:b/>
                <w:sz w:val="21"/>
                <w:szCs w:val="21"/>
              </w:rPr>
              <w:t>17142 Kadrina-Viitna tee</w:t>
            </w:r>
          </w:p>
        </w:tc>
      </w:tr>
      <w:tr w:rsidR="005D2CB3" w:rsidRPr="00D00E55" w14:paraId="7C221AFC" w14:textId="77777777" w:rsidTr="00776307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721D01C3" w14:textId="77777777" w:rsidR="005D2CB3" w:rsidRPr="00D00E55" w:rsidRDefault="005D2CB3" w:rsidP="00776307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5DD98076" w14:textId="45F99BDB" w:rsidR="005D2CB3" w:rsidRPr="00D00E55" w:rsidRDefault="005D2CB3" w:rsidP="00776307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Riigi kinnisvararegistri objekti kood:</w:t>
            </w:r>
            <w:r w:rsidR="00360C24">
              <w:t xml:space="preserve"> </w:t>
            </w:r>
            <w:r w:rsidR="00360C24" w:rsidRPr="00360C24">
              <w:rPr>
                <w:rFonts w:cs="Arial"/>
                <w:b/>
                <w:sz w:val="21"/>
                <w:szCs w:val="21"/>
              </w:rPr>
              <w:t>KV87111</w:t>
            </w:r>
          </w:p>
        </w:tc>
      </w:tr>
      <w:tr w:rsidR="005D2CB3" w:rsidRPr="00D00E55" w14:paraId="40985749" w14:textId="77777777" w:rsidTr="00776307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37239DF" w14:textId="77777777" w:rsidR="005D2CB3" w:rsidRPr="00D00E55" w:rsidRDefault="005D2CB3" w:rsidP="00776307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022F176" w14:textId="578AD3F6" w:rsidR="005D2CB3" w:rsidRPr="00A1710C" w:rsidRDefault="005D2CB3" w:rsidP="00776307">
            <w:pPr>
              <w:rPr>
                <w:rFonts w:cs="Arial"/>
                <w:b/>
                <w:bCs/>
                <w:i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Pr="00A1710C">
              <w:rPr>
                <w:rFonts w:cs="Arial"/>
                <w:b/>
                <w:bCs/>
                <w:iCs/>
                <w:sz w:val="21"/>
                <w:szCs w:val="21"/>
              </w:rPr>
              <w:t xml:space="preserve"> </w:t>
            </w:r>
            <w:r w:rsidR="00360C24">
              <w:t xml:space="preserve"> </w:t>
            </w:r>
            <w:r w:rsidR="00360C24" w:rsidRPr="00360C24">
              <w:rPr>
                <w:rFonts w:cs="Arial"/>
                <w:b/>
                <w:bCs/>
                <w:iCs/>
                <w:sz w:val="21"/>
                <w:szCs w:val="21"/>
              </w:rPr>
              <w:t>18034650</w:t>
            </w:r>
          </w:p>
          <w:p w14:paraId="2796005A" w14:textId="77777777" w:rsidR="005D2CB3" w:rsidRPr="00D00E55" w:rsidRDefault="005D2CB3" w:rsidP="00776307">
            <w:pPr>
              <w:rPr>
                <w:rFonts w:cs="Arial"/>
                <w:b/>
                <w:bCs/>
                <w:sz w:val="21"/>
                <w:szCs w:val="21"/>
              </w:rPr>
            </w:pPr>
          </w:p>
        </w:tc>
      </w:tr>
      <w:tr w:rsidR="005D2CB3" w:rsidRPr="00D00E55" w14:paraId="576C7D3C" w14:textId="77777777" w:rsidTr="00776307">
        <w:trPr>
          <w:trHeight w:val="237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2F595626" w14:textId="77777777" w:rsidR="005D2CB3" w:rsidRPr="00D00E55" w:rsidRDefault="005D2CB3" w:rsidP="00776307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7CA8164D" w14:textId="14E3103E" w:rsidR="005D2CB3" w:rsidRPr="00D00E55" w:rsidRDefault="00360C24" w:rsidP="00360C24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360C24">
              <w:rPr>
                <w:rFonts w:cs="Arial"/>
                <w:b/>
                <w:bCs/>
                <w:sz w:val="21"/>
                <w:szCs w:val="21"/>
              </w:rPr>
              <w:t>Side maakaabli paigaldus</w:t>
            </w:r>
          </w:p>
        </w:tc>
      </w:tr>
    </w:tbl>
    <w:p w14:paraId="024729F4" w14:textId="77777777" w:rsidR="005D2CB3" w:rsidRDefault="005D2CB3" w:rsidP="005D2CB3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ab/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500"/>
      </w:tblGrid>
      <w:tr w:rsidR="005D2CB3" w:rsidRPr="00D00E55" w14:paraId="49A44C4D" w14:textId="77777777" w:rsidTr="00360C24">
        <w:trPr>
          <w:trHeight w:val="416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7F2128AA" w14:textId="358A9114" w:rsidR="005D2CB3" w:rsidRPr="00D00E55" w:rsidRDefault="005D2CB3" w:rsidP="00776307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</w:t>
            </w:r>
            <w:r>
              <w:rPr>
                <w:rFonts w:cs="Arial"/>
                <w:b/>
                <w:sz w:val="21"/>
                <w:szCs w:val="21"/>
              </w:rPr>
              <w:t>5</w:t>
            </w:r>
            <w:r w:rsidRPr="00D00E55">
              <w:rPr>
                <w:rFonts w:cs="Arial"/>
                <w:b/>
                <w:sz w:val="21"/>
                <w:szCs w:val="21"/>
              </w:rPr>
              <w:t>.</w:t>
            </w:r>
          </w:p>
          <w:p w14:paraId="3621F659" w14:textId="77777777" w:rsidR="005D2CB3" w:rsidRPr="00D00E55" w:rsidRDefault="005D2CB3" w:rsidP="00776307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4FF49729" w14:textId="77777777" w:rsidR="005D2CB3" w:rsidRPr="00D00E55" w:rsidRDefault="005D2CB3" w:rsidP="00776307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7557F022" w14:textId="6E4CC98E" w:rsidR="005D2CB3" w:rsidRPr="00D00E55" w:rsidRDefault="00360C24" w:rsidP="00776307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Tunnus:</w:t>
            </w:r>
            <w:r w:rsidRPr="00360C24">
              <w:rPr>
                <w:rFonts w:cs="Arial"/>
                <w:b/>
                <w:sz w:val="21"/>
                <w:szCs w:val="21"/>
              </w:rPr>
              <w:t>27301:002:2590</w:t>
            </w:r>
          </w:p>
        </w:tc>
      </w:tr>
      <w:tr w:rsidR="005D2CB3" w:rsidRPr="00D00E55" w14:paraId="2749AA68" w14:textId="77777777" w:rsidTr="00776307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F0FFADE" w14:textId="77777777" w:rsidR="005D2CB3" w:rsidRPr="00D00E55" w:rsidRDefault="005D2CB3" w:rsidP="00776307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6317E8C5" w14:textId="4CF0E310" w:rsidR="005D2CB3" w:rsidRPr="00D00E55" w:rsidRDefault="005D2CB3" w:rsidP="00776307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="00360C24" w:rsidRPr="00360C24">
              <w:rPr>
                <w:rFonts w:cs="Arial"/>
                <w:b/>
                <w:sz w:val="21"/>
                <w:szCs w:val="21"/>
              </w:rPr>
              <w:t>17142 Kadrina-Viitna tee</w:t>
            </w:r>
          </w:p>
        </w:tc>
      </w:tr>
      <w:tr w:rsidR="005D2CB3" w:rsidRPr="00D00E55" w14:paraId="040B48BF" w14:textId="77777777" w:rsidTr="00776307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501B0D48" w14:textId="77777777" w:rsidR="005D2CB3" w:rsidRPr="00D00E55" w:rsidRDefault="005D2CB3" w:rsidP="00776307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38D95128" w14:textId="21293590" w:rsidR="005D2CB3" w:rsidRPr="00D00E55" w:rsidRDefault="005D2CB3" w:rsidP="00776307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Riigi k</w:t>
            </w:r>
            <w:r w:rsidR="00360C24">
              <w:rPr>
                <w:rFonts w:cs="Arial"/>
                <w:sz w:val="21"/>
                <w:szCs w:val="21"/>
              </w:rPr>
              <w:t>innisvararegistri objekti kood:</w:t>
            </w:r>
            <w:r w:rsidR="00360C24" w:rsidRPr="00360C24">
              <w:rPr>
                <w:rFonts w:cs="Arial"/>
                <w:b/>
                <w:sz w:val="21"/>
                <w:szCs w:val="21"/>
              </w:rPr>
              <w:t>KV74383</w:t>
            </w:r>
          </w:p>
        </w:tc>
      </w:tr>
      <w:tr w:rsidR="005D2CB3" w:rsidRPr="00D00E55" w14:paraId="641705DC" w14:textId="77777777" w:rsidTr="00776307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FF2795D" w14:textId="77777777" w:rsidR="005D2CB3" w:rsidRPr="00D00E55" w:rsidRDefault="005D2CB3" w:rsidP="00776307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5426C48B" w14:textId="59B0A3D7" w:rsidR="005D2CB3" w:rsidRPr="00A1710C" w:rsidRDefault="005D2CB3" w:rsidP="00776307">
            <w:pPr>
              <w:rPr>
                <w:rFonts w:cs="Arial"/>
                <w:b/>
                <w:bCs/>
                <w:i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Pr="00A1710C">
              <w:rPr>
                <w:rFonts w:cs="Arial"/>
                <w:b/>
                <w:bCs/>
                <w:iCs/>
                <w:sz w:val="21"/>
                <w:szCs w:val="21"/>
              </w:rPr>
              <w:t xml:space="preserve"> </w:t>
            </w:r>
            <w:r w:rsidR="00360C24">
              <w:t xml:space="preserve"> </w:t>
            </w:r>
            <w:r w:rsidR="00360C24" w:rsidRPr="00360C24">
              <w:rPr>
                <w:rFonts w:cs="Arial"/>
                <w:b/>
                <w:bCs/>
                <w:iCs/>
                <w:sz w:val="21"/>
                <w:szCs w:val="21"/>
              </w:rPr>
              <w:t>8724050</w:t>
            </w:r>
          </w:p>
          <w:p w14:paraId="6E4EE794" w14:textId="77777777" w:rsidR="005D2CB3" w:rsidRPr="00D00E55" w:rsidRDefault="005D2CB3" w:rsidP="00776307">
            <w:pPr>
              <w:rPr>
                <w:rFonts w:cs="Arial"/>
                <w:b/>
                <w:bCs/>
                <w:sz w:val="21"/>
                <w:szCs w:val="21"/>
              </w:rPr>
            </w:pPr>
          </w:p>
        </w:tc>
      </w:tr>
      <w:tr w:rsidR="005D2CB3" w:rsidRPr="00D00E55" w14:paraId="6304F212" w14:textId="77777777" w:rsidTr="00776307">
        <w:trPr>
          <w:trHeight w:val="237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6248B4BE" w14:textId="77777777" w:rsidR="005D2CB3" w:rsidRPr="00D00E55" w:rsidRDefault="005D2CB3" w:rsidP="00776307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418694BD" w14:textId="51EA0293" w:rsidR="005D2CB3" w:rsidRPr="00D00E55" w:rsidRDefault="00360C24" w:rsidP="00360C24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360C24">
              <w:rPr>
                <w:rFonts w:cs="Arial"/>
                <w:b/>
                <w:bCs/>
                <w:sz w:val="21"/>
                <w:szCs w:val="21"/>
              </w:rPr>
              <w:t>Side maakaabli paigaldus</w:t>
            </w:r>
          </w:p>
        </w:tc>
      </w:tr>
    </w:tbl>
    <w:p w14:paraId="4005A260" w14:textId="490F828F" w:rsidR="00EC413D" w:rsidRDefault="005D2CB3" w:rsidP="00E014E3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ab/>
      </w:r>
    </w:p>
    <w:p w14:paraId="29DD33C1" w14:textId="77777777" w:rsidR="003E49FA" w:rsidRDefault="003E49FA" w:rsidP="00E014E3">
      <w:pPr>
        <w:rPr>
          <w:rFonts w:ascii="Times New Roman" w:hAnsi="Times New Roman"/>
          <w:lang w:val="et-EE"/>
        </w:rPr>
      </w:pPr>
    </w:p>
    <w:p w14:paraId="614995A1" w14:textId="7F98F433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/allkirjastatud digitaalselt/</w:t>
      </w:r>
    </w:p>
    <w:p w14:paraId="5EFE261E" w14:textId="77777777" w:rsidR="00E014E3" w:rsidRPr="00E631EC" w:rsidRDefault="00E014E3" w:rsidP="00E014E3">
      <w:pPr>
        <w:rPr>
          <w:rFonts w:ascii="Times New Roman" w:hAnsi="Times New Roman"/>
          <w:lang w:val="et-EE"/>
        </w:rPr>
      </w:pPr>
    </w:p>
    <w:p w14:paraId="57092490" w14:textId="7A831F86" w:rsidR="00E014E3" w:rsidRPr="00E631EC" w:rsidRDefault="00472ABB" w:rsidP="00E014E3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Ando </w:t>
      </w:r>
      <w:proofErr w:type="spellStart"/>
      <w:r>
        <w:rPr>
          <w:rFonts w:ascii="Times New Roman" w:hAnsi="Times New Roman"/>
          <w:lang w:val="et-EE"/>
        </w:rPr>
        <w:t>Engaste</w:t>
      </w:r>
      <w:proofErr w:type="spellEnd"/>
      <w:r>
        <w:rPr>
          <w:rFonts w:ascii="Times New Roman" w:hAnsi="Times New Roman"/>
          <w:lang w:val="et-EE"/>
        </w:rPr>
        <w:t xml:space="preserve"> </w:t>
      </w:r>
      <w:r w:rsidR="00E014E3" w:rsidRPr="00E631EC">
        <w:rPr>
          <w:rFonts w:ascii="Times New Roman" w:hAnsi="Times New Roman"/>
          <w:lang w:val="et-EE"/>
        </w:rPr>
        <w:t xml:space="preserve"> </w:t>
      </w:r>
    </w:p>
    <w:p w14:paraId="14CC9616" w14:textId="02AFD2C4" w:rsidR="00E014E3" w:rsidRPr="00E631EC" w:rsidRDefault="00472ABB" w:rsidP="00E014E3">
      <w:pPr>
        <w:rPr>
          <w:rFonts w:ascii="Times New Roman" w:hAnsi="Times New Roman"/>
          <w:lang w:val="et-EE"/>
        </w:rPr>
      </w:pPr>
      <w:proofErr w:type="spellStart"/>
      <w:r>
        <w:rPr>
          <w:rFonts w:ascii="Times New Roman" w:hAnsi="Times New Roman"/>
          <w:lang w:val="et-EE"/>
        </w:rPr>
        <w:t>IgorExa</w:t>
      </w:r>
      <w:proofErr w:type="spellEnd"/>
      <w:r>
        <w:rPr>
          <w:rFonts w:ascii="Times New Roman" w:hAnsi="Times New Roman"/>
          <w:lang w:val="et-EE"/>
        </w:rPr>
        <w:t xml:space="preserve"> OÜ   juhatuse liige</w:t>
      </w:r>
    </w:p>
    <w:p w14:paraId="07A68171" w14:textId="505C6EF2" w:rsidR="00E014E3" w:rsidRPr="00E631EC" w:rsidRDefault="00472ABB" w:rsidP="00E014E3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Tel: 5299000</w:t>
      </w:r>
    </w:p>
    <w:p w14:paraId="5BC2FF06" w14:textId="0977D7CF" w:rsidR="004C151D" w:rsidRPr="00D00E55" w:rsidRDefault="00E014E3" w:rsidP="003F6662">
      <w:pPr>
        <w:rPr>
          <w:rFonts w:cs="Arial"/>
          <w:sz w:val="21"/>
          <w:szCs w:val="21"/>
        </w:rPr>
      </w:pPr>
      <w:r w:rsidRPr="00E631EC">
        <w:rPr>
          <w:rFonts w:ascii="Times New Roman" w:hAnsi="Times New Roman"/>
          <w:lang w:val="et-EE"/>
        </w:rPr>
        <w:t>E-</w:t>
      </w:r>
      <w:r>
        <w:rPr>
          <w:rFonts w:ascii="Times New Roman" w:hAnsi="Times New Roman"/>
          <w:lang w:val="et-EE"/>
        </w:rPr>
        <w:t>post</w:t>
      </w:r>
      <w:r w:rsidRPr="00E631EC">
        <w:rPr>
          <w:rFonts w:ascii="Times New Roman" w:hAnsi="Times New Roman"/>
          <w:lang w:val="et-EE"/>
        </w:rPr>
        <w:t xml:space="preserve">: </w:t>
      </w:r>
      <w:r w:rsidR="00472ABB">
        <w:rPr>
          <w:rFonts w:ascii="Times New Roman" w:hAnsi="Times New Roman"/>
          <w:lang w:val="et-EE"/>
        </w:rPr>
        <w:t>info@igorexa.ee</w:t>
      </w:r>
    </w:p>
    <w:sectPr w:rsidR="004C151D" w:rsidRPr="00D00E55" w:rsidSect="009C6051">
      <w:footerReference w:type="first" r:id="rId13"/>
      <w:pgSz w:w="11900" w:h="16840"/>
      <w:pgMar w:top="1950" w:right="964" w:bottom="1440" w:left="1797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87ABF5" w14:textId="77777777" w:rsidR="00A94A4E" w:rsidRDefault="00A94A4E">
      <w:r>
        <w:separator/>
      </w:r>
    </w:p>
  </w:endnote>
  <w:endnote w:type="continuationSeparator" w:id="0">
    <w:p w14:paraId="514D5A6B" w14:textId="77777777" w:rsidR="00A94A4E" w:rsidRDefault="00A94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wiss721BT-Light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794"/>
      <w:gridCol w:w="2126"/>
    </w:tblGrid>
    <w:tr w:rsidR="004844A2" w:rsidRPr="0098637E" w14:paraId="196AE2FD" w14:textId="77777777" w:rsidTr="0098637E">
      <w:tc>
        <w:tcPr>
          <w:tcW w:w="3794" w:type="dxa"/>
        </w:tcPr>
        <w:p w14:paraId="10C6D41D" w14:textId="79AFC4BE" w:rsidR="004844A2" w:rsidRPr="0098637E" w:rsidRDefault="004844A2" w:rsidP="00472ABB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</w:p>
      </w:tc>
      <w:tc>
        <w:tcPr>
          <w:tcW w:w="2126" w:type="dxa"/>
        </w:tcPr>
        <w:p w14:paraId="36C407C5" w14:textId="77777777" w:rsidR="004844A2" w:rsidRPr="0098637E" w:rsidRDefault="004844A2" w:rsidP="0098637E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438738C7" w14:textId="64B47314" w:rsidR="004844A2" w:rsidRPr="0098637E" w:rsidRDefault="004844A2">
    <w:pPr>
      <w:pStyle w:val="Jalus"/>
      <w:rPr>
        <w:rFonts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3BB676" w14:textId="77777777" w:rsidR="00A94A4E" w:rsidRDefault="00A94A4E">
      <w:r>
        <w:separator/>
      </w:r>
    </w:p>
  </w:footnote>
  <w:footnote w:type="continuationSeparator" w:id="0">
    <w:p w14:paraId="4BBA3C61" w14:textId="77777777" w:rsidR="00A94A4E" w:rsidRDefault="00A94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E77311"/>
    <w:multiLevelType w:val="hybridMultilevel"/>
    <w:tmpl w:val="7B98087C"/>
    <w:lvl w:ilvl="0" w:tplc="52FE3A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6637F"/>
    <w:multiLevelType w:val="hybridMultilevel"/>
    <w:tmpl w:val="5FBADE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E44BD8"/>
    <w:multiLevelType w:val="hybridMultilevel"/>
    <w:tmpl w:val="6AD254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D3F"/>
    <w:rsid w:val="00004098"/>
    <w:rsid w:val="000434DC"/>
    <w:rsid w:val="00056F6B"/>
    <w:rsid w:val="00066945"/>
    <w:rsid w:val="00074339"/>
    <w:rsid w:val="00081FC4"/>
    <w:rsid w:val="00085F20"/>
    <w:rsid w:val="000A5CCA"/>
    <w:rsid w:val="000B739A"/>
    <w:rsid w:val="00112A50"/>
    <w:rsid w:val="001159C3"/>
    <w:rsid w:val="00125920"/>
    <w:rsid w:val="00167B4C"/>
    <w:rsid w:val="001C1176"/>
    <w:rsid w:val="001C6D20"/>
    <w:rsid w:val="001E137E"/>
    <w:rsid w:val="001F281F"/>
    <w:rsid w:val="001F4440"/>
    <w:rsid w:val="00202E93"/>
    <w:rsid w:val="00202F21"/>
    <w:rsid w:val="00241740"/>
    <w:rsid w:val="0027010F"/>
    <w:rsid w:val="00294E39"/>
    <w:rsid w:val="002E0284"/>
    <w:rsid w:val="002E1F8E"/>
    <w:rsid w:val="002E2463"/>
    <w:rsid w:val="00310799"/>
    <w:rsid w:val="003120C0"/>
    <w:rsid w:val="003256E4"/>
    <w:rsid w:val="00360C24"/>
    <w:rsid w:val="00370E7A"/>
    <w:rsid w:val="003B2301"/>
    <w:rsid w:val="003C697E"/>
    <w:rsid w:val="003E49FA"/>
    <w:rsid w:val="003F0D3F"/>
    <w:rsid w:val="003F6662"/>
    <w:rsid w:val="004029A9"/>
    <w:rsid w:val="004272A3"/>
    <w:rsid w:val="0044408C"/>
    <w:rsid w:val="004475AB"/>
    <w:rsid w:val="00472ABB"/>
    <w:rsid w:val="004844A2"/>
    <w:rsid w:val="004A49E9"/>
    <w:rsid w:val="004A7640"/>
    <w:rsid w:val="004C151D"/>
    <w:rsid w:val="004E4258"/>
    <w:rsid w:val="004F38E9"/>
    <w:rsid w:val="004F3B24"/>
    <w:rsid w:val="00531E0D"/>
    <w:rsid w:val="00551DA9"/>
    <w:rsid w:val="00564C1C"/>
    <w:rsid w:val="005A1A54"/>
    <w:rsid w:val="005B03DD"/>
    <w:rsid w:val="005B46F8"/>
    <w:rsid w:val="005D2CB3"/>
    <w:rsid w:val="00615252"/>
    <w:rsid w:val="006165B9"/>
    <w:rsid w:val="006170E8"/>
    <w:rsid w:val="0064512F"/>
    <w:rsid w:val="006A4257"/>
    <w:rsid w:val="006B4E07"/>
    <w:rsid w:val="006D2A93"/>
    <w:rsid w:val="006D5424"/>
    <w:rsid w:val="006F32B2"/>
    <w:rsid w:val="00700C66"/>
    <w:rsid w:val="00770510"/>
    <w:rsid w:val="00781246"/>
    <w:rsid w:val="007A59AB"/>
    <w:rsid w:val="007D0A82"/>
    <w:rsid w:val="007E572F"/>
    <w:rsid w:val="007F266A"/>
    <w:rsid w:val="008062B2"/>
    <w:rsid w:val="00841FA1"/>
    <w:rsid w:val="008444C2"/>
    <w:rsid w:val="0087785E"/>
    <w:rsid w:val="008A7B36"/>
    <w:rsid w:val="008C4F88"/>
    <w:rsid w:val="008F5561"/>
    <w:rsid w:val="00910E3A"/>
    <w:rsid w:val="00966F5D"/>
    <w:rsid w:val="0098637E"/>
    <w:rsid w:val="009C6051"/>
    <w:rsid w:val="009E7312"/>
    <w:rsid w:val="00A1209E"/>
    <w:rsid w:val="00A1710C"/>
    <w:rsid w:val="00A52EC2"/>
    <w:rsid w:val="00A540D6"/>
    <w:rsid w:val="00A629B7"/>
    <w:rsid w:val="00A73C83"/>
    <w:rsid w:val="00A8710E"/>
    <w:rsid w:val="00A94A4E"/>
    <w:rsid w:val="00AA3134"/>
    <w:rsid w:val="00AC4337"/>
    <w:rsid w:val="00AC4D45"/>
    <w:rsid w:val="00AE6798"/>
    <w:rsid w:val="00B04FBC"/>
    <w:rsid w:val="00B34061"/>
    <w:rsid w:val="00BD71F5"/>
    <w:rsid w:val="00C17597"/>
    <w:rsid w:val="00C277E4"/>
    <w:rsid w:val="00C43B2E"/>
    <w:rsid w:val="00C543C6"/>
    <w:rsid w:val="00D00E55"/>
    <w:rsid w:val="00D0729B"/>
    <w:rsid w:val="00D56A6D"/>
    <w:rsid w:val="00DD5138"/>
    <w:rsid w:val="00E00BE0"/>
    <w:rsid w:val="00E014E3"/>
    <w:rsid w:val="00E1787F"/>
    <w:rsid w:val="00E3566C"/>
    <w:rsid w:val="00E461B2"/>
    <w:rsid w:val="00E82685"/>
    <w:rsid w:val="00EA468E"/>
    <w:rsid w:val="00EB19D9"/>
    <w:rsid w:val="00EC413D"/>
    <w:rsid w:val="00ED0B07"/>
    <w:rsid w:val="00ED24D9"/>
    <w:rsid w:val="00EE598E"/>
    <w:rsid w:val="00F31AB4"/>
    <w:rsid w:val="00F40BF6"/>
    <w:rsid w:val="00FA7F29"/>
    <w:rsid w:val="00FC0DBA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7B4CA"/>
  <w14:defaultImageDpi w14:val="330"/>
  <w15:chartTrackingRefBased/>
  <w15:docId w15:val="{5BC4A658-3B0B-45BC-B7C9-3DCE9CEDC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4844A2"/>
    <w:rPr>
      <w:sz w:val="24"/>
      <w:szCs w:val="24"/>
      <w:lang w:val="cs-CZ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rsid w:val="00F02D35"/>
  </w:style>
  <w:style w:type="paragraph" w:styleId="Jalus">
    <w:name w:val="footer"/>
    <w:basedOn w:val="Normaallaad"/>
    <w:link w:val="JalusMrk"/>
    <w:unhideWhenUsed/>
    <w:rsid w:val="00F02D35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semiHidden/>
    <w:rsid w:val="00F02D35"/>
  </w:style>
  <w:style w:type="table" w:styleId="Kontuurtabel">
    <w:name w:val="Table Grid"/>
    <w:basedOn w:val="Normaaltabel"/>
    <w:uiPriority w:val="59"/>
    <w:rsid w:val="003120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3120C0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C4F8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C4F88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uiPriority w:val="99"/>
    <w:unhideWhenUsed/>
    <w:rsid w:val="005A1A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iigivara.fin.ee/rkvr-frontend/varad/1230434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do@igorexa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ia.Koel\OneDrive%20-%20Energia.ee\N&#213;USOLEKUD\N&#245;usolek_Tempa_020120.do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B019446501BF4B9DEAAE792B7DCAE9" ma:contentTypeVersion="2" ma:contentTypeDescription="Create a new document." ma:contentTypeScope="" ma:versionID="2d2acbd8f09c523edaa90085bc4da4db">
  <xsd:schema xmlns:xsd="http://www.w3.org/2001/XMLSchema" xmlns:xs="http://www.w3.org/2001/XMLSchema" xmlns:p="http://schemas.microsoft.com/office/2006/metadata/properties" xmlns:ns3="27f8d44a-9160-4530-a9e4-af33f7738a10" targetNamespace="http://schemas.microsoft.com/office/2006/metadata/properties" ma:root="true" ma:fieldsID="56f9d46d3ca63287b87b0e996fb26095" ns3:_="">
    <xsd:import namespace="27f8d44a-9160-4530-a9e4-af33f7738a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f8d44a-9160-4530-a9e4-af33f7738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76572-F240-4BD4-9FD9-18355725F7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B44B54-2CF2-4407-8E43-6B86B86BC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f8d44a-9160-4530-a9e4-af33f7738a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560977-0E09-4A38-B1B1-EC8AFC9022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3D5FEB-AEB9-4BB6-B344-235608390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Nõusolek_Tempa_020120.doc</Template>
  <TotalTime>2</TotalTime>
  <Pages>2</Pages>
  <Words>386</Words>
  <Characters>2240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Kreatiff</Company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Tiia Koel</dc:creator>
  <cp:keywords/>
  <cp:lastModifiedBy>Microsofti konto</cp:lastModifiedBy>
  <cp:revision>3</cp:revision>
  <cp:lastPrinted>2023-04-17T09:14:00Z</cp:lastPrinted>
  <dcterms:created xsi:type="dcterms:W3CDTF">2024-01-22T12:30:00Z</dcterms:created>
  <dcterms:modified xsi:type="dcterms:W3CDTF">2024-01-22T12:31:00Z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0x01010063B019446501BF4B9DEAAE792B7DCAE9</vt:lpwstr>
  </property>
</Properties>
</file>