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16FA9B" w:rsidR="002A1CD0" w:rsidRPr="00E52CB9" w:rsidRDefault="008C24BB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0218BA" w:rsidRPr="00FD0021">
                <w:rPr>
                  <w:rStyle w:val="Hperlink"/>
                </w:rPr>
                <w:t>info@keskkonnaamet.ee</w:t>
              </w:r>
            </w:hyperlink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24929A7E" w:rsidR="00E85637" w:rsidRDefault="000B7F83" w:rsidP="0008717F">
            <w:pPr>
              <w:framePr w:w="9582" w:h="1516" w:wrap="notBeside" w:vAnchor="page" w:hAnchor="page" w:x="1793" w:y="2042"/>
            </w:pPr>
            <w:r>
              <w:t>06</w:t>
            </w:r>
            <w:r w:rsidR="002A1CD0">
              <w:t>.0</w:t>
            </w:r>
            <w:r>
              <w:t>6</w:t>
            </w:r>
            <w:r w:rsidR="002A1CD0">
              <w:t>.2023 nr DM-</w:t>
            </w:r>
            <w:r w:rsidRPr="000B7F83">
              <w:rPr>
                <w:color w:val="000000"/>
                <w:szCs w:val="24"/>
                <w:shd w:val="clear" w:color="auto" w:fill="FFFFFF"/>
              </w:rPr>
              <w:t>124328-10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6C3D7475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1C0A58">
              <w:t>3529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78BAF15C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0B7F83">
        <w:rPr>
          <w:szCs w:val="24"/>
        </w:rPr>
        <w:t>Vana-Kastre III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4DA74A7B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0B7F83">
        <w:rPr>
          <w:rFonts w:ascii="Times New Roman" w:hAnsi="Times New Roman" w:cs="Times New Roman"/>
          <w:i/>
          <w:iCs/>
          <w:lang w:val="et-EE"/>
        </w:rPr>
        <w:t>Vana-Kastre III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0B7F83">
        <w:rPr>
          <w:rFonts w:ascii="Times New Roman" w:hAnsi="Times New Roman" w:cs="Times New Roman"/>
          <w:lang w:val="et-EE"/>
        </w:rPr>
        <w:t>Tartu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0B7F83">
        <w:rPr>
          <w:rFonts w:ascii="Times New Roman" w:hAnsi="Times New Roman" w:cs="Times New Roman"/>
          <w:lang w:val="et-EE"/>
        </w:rPr>
        <w:t>Kastre</w:t>
      </w:r>
      <w:r w:rsidR="0091540A">
        <w:rPr>
          <w:rFonts w:ascii="Times New Roman" w:hAnsi="Times New Roman" w:cs="Times New Roman"/>
          <w:lang w:val="et-EE"/>
        </w:rPr>
        <w:t xml:space="preserve"> vallas </w:t>
      </w:r>
      <w:r w:rsidR="008C24BB">
        <w:rPr>
          <w:rFonts w:ascii="Times New Roman" w:hAnsi="Times New Roman" w:cs="Times New Roman"/>
          <w:lang w:val="et-EE"/>
        </w:rPr>
        <w:t>Vana-Kastre k</w:t>
      </w:r>
      <w:r w:rsidR="000E65EC">
        <w:rPr>
          <w:rFonts w:ascii="Times New Roman" w:hAnsi="Times New Roman" w:cs="Times New Roman"/>
          <w:lang w:val="et-EE"/>
        </w:rPr>
        <w:t>ülas</w:t>
      </w:r>
      <w:r>
        <w:rPr>
          <w:rFonts w:ascii="Times New Roman" w:hAnsi="Times New Roman" w:cs="Times New Roman"/>
          <w:lang w:val="et-EE"/>
        </w:rPr>
        <w:t xml:space="preserve"> asuval </w:t>
      </w:r>
      <w:r w:rsidRPr="002A1CD0">
        <w:rPr>
          <w:rFonts w:ascii="Times New Roman" w:hAnsi="Times New Roman" w:cs="Times New Roman"/>
          <w:lang w:val="et-EE"/>
        </w:rPr>
        <w:t>katastriüksus</w:t>
      </w:r>
      <w:r w:rsidR="00681496">
        <w:rPr>
          <w:rFonts w:ascii="Times New Roman" w:hAnsi="Times New Roman" w:cs="Times New Roman"/>
          <w:lang w:val="et-EE"/>
        </w:rPr>
        <w:t>t</w:t>
      </w:r>
      <w:r w:rsidRPr="002A1CD0">
        <w:rPr>
          <w:rFonts w:ascii="Times New Roman" w:hAnsi="Times New Roman" w:cs="Times New Roman"/>
          <w:lang w:val="et-EE"/>
        </w:rPr>
        <w:t xml:space="preserve">el </w:t>
      </w:r>
      <w:r w:rsidR="00681496">
        <w:rPr>
          <w:rFonts w:ascii="Times New Roman" w:hAnsi="Times New Roman" w:cs="Times New Roman"/>
          <w:lang w:val="et-EE"/>
        </w:rPr>
        <w:t>K</w:t>
      </w:r>
      <w:r w:rsidR="008C24BB">
        <w:rPr>
          <w:rFonts w:ascii="Times New Roman" w:hAnsi="Times New Roman" w:cs="Times New Roman"/>
          <w:lang w:val="et-EE"/>
        </w:rPr>
        <w:t>astre</w:t>
      </w:r>
      <w:r w:rsidRPr="002A1CD0">
        <w:rPr>
          <w:rFonts w:ascii="Times New Roman" w:hAnsi="Times New Roman" w:cs="Times New Roman"/>
          <w:lang w:val="et-EE"/>
        </w:rPr>
        <w:t xml:space="preserve"> metskond </w:t>
      </w:r>
      <w:r w:rsidR="008C24BB">
        <w:rPr>
          <w:rFonts w:ascii="Times New Roman" w:hAnsi="Times New Roman" w:cs="Times New Roman"/>
          <w:lang w:val="et-EE"/>
        </w:rPr>
        <w:t>240</w:t>
      </w:r>
      <w:r w:rsidRPr="002A1CD0">
        <w:rPr>
          <w:rFonts w:ascii="Times New Roman" w:hAnsi="Times New Roman" w:cs="Times New Roman"/>
          <w:lang w:val="et-EE"/>
        </w:rPr>
        <w:t xml:space="preserve"> (katastritunnus </w:t>
      </w:r>
      <w:r w:rsidR="008C24BB">
        <w:rPr>
          <w:rFonts w:ascii="Times New Roman" w:hAnsi="Times New Roman" w:cs="Times New Roman"/>
          <w:lang w:val="et-EE"/>
        </w:rPr>
        <w:t>29101:001:0328</w:t>
      </w:r>
      <w:r w:rsidR="00681496">
        <w:rPr>
          <w:rFonts w:ascii="Times New Roman" w:hAnsi="Times New Roman" w:cs="Times New Roman"/>
          <w:lang w:val="et-EE"/>
        </w:rPr>
        <w:t xml:space="preserve">) </w:t>
      </w:r>
      <w:r w:rsidR="0065408E">
        <w:rPr>
          <w:rFonts w:ascii="Times New Roman" w:hAnsi="Times New Roman" w:cs="Times New Roman"/>
          <w:lang w:val="et-EE"/>
        </w:rPr>
        <w:t xml:space="preserve"> </w:t>
      </w:r>
      <w:r w:rsidR="003946EC">
        <w:rPr>
          <w:rFonts w:ascii="Times New Roman" w:hAnsi="Times New Roman" w:cs="Times New Roman"/>
          <w:lang w:val="et-EE"/>
        </w:rPr>
        <w:t>j</w:t>
      </w:r>
      <w:r>
        <w:rPr>
          <w:rFonts w:ascii="Times New Roman" w:hAnsi="Times New Roman" w:cs="Times New Roman"/>
          <w:lang w:val="et-EE"/>
        </w:rPr>
        <w:t>ärgmistel tingimus</w:t>
      </w:r>
      <w:r w:rsidR="00CB6EAB">
        <w:rPr>
          <w:rFonts w:ascii="Times New Roman" w:hAnsi="Times New Roman" w:cs="Times New Roman"/>
          <w:lang w:val="et-EE"/>
        </w:rPr>
        <w:t>t</w:t>
      </w:r>
      <w:r>
        <w:rPr>
          <w:rFonts w:ascii="Times New Roman" w:hAnsi="Times New Roman" w:cs="Times New Roman"/>
          <w:lang w:val="et-EE"/>
        </w:rPr>
        <w:t>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698CE11F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8C24BB">
        <w:rPr>
          <w:szCs w:val="24"/>
          <w:lang w:eastAsia="et-EE"/>
        </w:rPr>
        <w:t>Tartumaa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1218540A" w14:textId="62299878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218BA"/>
    <w:rsid w:val="00052F6E"/>
    <w:rsid w:val="00053A52"/>
    <w:rsid w:val="00057FC6"/>
    <w:rsid w:val="0006167A"/>
    <w:rsid w:val="0008717F"/>
    <w:rsid w:val="000B7F83"/>
    <w:rsid w:val="000D31BC"/>
    <w:rsid w:val="000E16DB"/>
    <w:rsid w:val="000E5220"/>
    <w:rsid w:val="000E65EC"/>
    <w:rsid w:val="000F43FD"/>
    <w:rsid w:val="00114CCA"/>
    <w:rsid w:val="0015432F"/>
    <w:rsid w:val="001756D5"/>
    <w:rsid w:val="00187A2D"/>
    <w:rsid w:val="001956F4"/>
    <w:rsid w:val="001C0A58"/>
    <w:rsid w:val="001C7A3A"/>
    <w:rsid w:val="001D139F"/>
    <w:rsid w:val="001D2972"/>
    <w:rsid w:val="001E574A"/>
    <w:rsid w:val="00231DFB"/>
    <w:rsid w:val="00260104"/>
    <w:rsid w:val="002A1CD0"/>
    <w:rsid w:val="002E4286"/>
    <w:rsid w:val="002E6ECE"/>
    <w:rsid w:val="00326150"/>
    <w:rsid w:val="00330FD2"/>
    <w:rsid w:val="00356C40"/>
    <w:rsid w:val="003946EC"/>
    <w:rsid w:val="003A08B0"/>
    <w:rsid w:val="003B651D"/>
    <w:rsid w:val="003C72BD"/>
    <w:rsid w:val="003E6B00"/>
    <w:rsid w:val="00436506"/>
    <w:rsid w:val="00452BBB"/>
    <w:rsid w:val="00472518"/>
    <w:rsid w:val="00491E34"/>
    <w:rsid w:val="00573E3E"/>
    <w:rsid w:val="005B09AD"/>
    <w:rsid w:val="005C2177"/>
    <w:rsid w:val="005F7BE2"/>
    <w:rsid w:val="00632D52"/>
    <w:rsid w:val="0065408E"/>
    <w:rsid w:val="00681496"/>
    <w:rsid w:val="006A1BAF"/>
    <w:rsid w:val="006D0212"/>
    <w:rsid w:val="007042CA"/>
    <w:rsid w:val="00704BBF"/>
    <w:rsid w:val="007B7275"/>
    <w:rsid w:val="007D5A39"/>
    <w:rsid w:val="007E0D20"/>
    <w:rsid w:val="007F482F"/>
    <w:rsid w:val="007F68A8"/>
    <w:rsid w:val="00801AF7"/>
    <w:rsid w:val="00813670"/>
    <w:rsid w:val="00845FCB"/>
    <w:rsid w:val="008B1038"/>
    <w:rsid w:val="008C0A3A"/>
    <w:rsid w:val="008C1DB8"/>
    <w:rsid w:val="008C24BB"/>
    <w:rsid w:val="008C4588"/>
    <w:rsid w:val="008D465E"/>
    <w:rsid w:val="00904EEB"/>
    <w:rsid w:val="00906680"/>
    <w:rsid w:val="00912D09"/>
    <w:rsid w:val="0091540A"/>
    <w:rsid w:val="00981652"/>
    <w:rsid w:val="009A1AD6"/>
    <w:rsid w:val="009B77A7"/>
    <w:rsid w:val="009D3F3A"/>
    <w:rsid w:val="00A13B4E"/>
    <w:rsid w:val="00A22619"/>
    <w:rsid w:val="00A35C2C"/>
    <w:rsid w:val="00A5791E"/>
    <w:rsid w:val="00A9445B"/>
    <w:rsid w:val="00AA6DA9"/>
    <w:rsid w:val="00AB49EC"/>
    <w:rsid w:val="00B11C97"/>
    <w:rsid w:val="00B7608B"/>
    <w:rsid w:val="00BE4EBF"/>
    <w:rsid w:val="00BF0803"/>
    <w:rsid w:val="00C32B5E"/>
    <w:rsid w:val="00C52479"/>
    <w:rsid w:val="00C548CE"/>
    <w:rsid w:val="00C61006"/>
    <w:rsid w:val="00C67247"/>
    <w:rsid w:val="00C70DF2"/>
    <w:rsid w:val="00CB440F"/>
    <w:rsid w:val="00CB6EAB"/>
    <w:rsid w:val="00CC2DB1"/>
    <w:rsid w:val="00CF0857"/>
    <w:rsid w:val="00CF2094"/>
    <w:rsid w:val="00CF60D3"/>
    <w:rsid w:val="00D218C9"/>
    <w:rsid w:val="00D3776D"/>
    <w:rsid w:val="00DA0DB5"/>
    <w:rsid w:val="00E12E74"/>
    <w:rsid w:val="00E52CB9"/>
    <w:rsid w:val="00E64FF2"/>
    <w:rsid w:val="00E85637"/>
    <w:rsid w:val="00EC5BAE"/>
    <w:rsid w:val="00EF2513"/>
    <w:rsid w:val="00F04FCF"/>
    <w:rsid w:val="00F06E62"/>
    <w:rsid w:val="00F73056"/>
    <w:rsid w:val="00F7672C"/>
    <w:rsid w:val="00F85803"/>
    <w:rsid w:val="00F94062"/>
    <w:rsid w:val="00FA1F0C"/>
    <w:rsid w:val="00FA241C"/>
    <w:rsid w:val="00FC61B2"/>
    <w:rsid w:val="00FD0708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8</TotalTime>
  <Pages>1</Pages>
  <Words>141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1362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2023-06-14T07:45:00Z</cp:lastPrinted>
  <dcterms:created xsi:type="dcterms:W3CDTF">2023-07-07T05:44:00Z</dcterms:created>
  <dcterms:modified xsi:type="dcterms:W3CDTF">2023-07-07T05:52:00Z</dcterms:modified>
</cp:coreProperties>
</file>