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:rsidRPr="0007417D" w14:paraId="65C8D414" w14:textId="77777777" w:rsidTr="7A04B113">
        <w:trPr>
          <w:trHeight w:hRule="exact" w:val="2353"/>
        </w:trPr>
        <w:tc>
          <w:tcPr>
            <w:tcW w:w="5062" w:type="dxa"/>
          </w:tcPr>
          <w:p w14:paraId="26C3E22E" w14:textId="77777777" w:rsidR="00EA42AE" w:rsidRPr="0007417D" w:rsidRDefault="00202D28" w:rsidP="00B066FE">
            <w:pPr>
              <w:rPr>
                <w:rFonts w:cs="Arial"/>
              </w:rPr>
            </w:pPr>
            <w:r w:rsidRPr="0007417D">
              <w:rPr>
                <w:rFonts w:cs="Arial"/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4330FCED" wp14:editId="4963F99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3ED7461C" w:rsidRPr="7A04B113">
              <w:rPr>
                <w:rFonts w:cs="Arial"/>
              </w:rPr>
              <w:t>Ee</w:t>
            </w:r>
          </w:p>
        </w:tc>
        <w:tc>
          <w:tcPr>
            <w:tcW w:w="4010" w:type="dxa"/>
          </w:tcPr>
          <w:p w14:paraId="43C8BE7A" w14:textId="77777777" w:rsidR="00EA42AE" w:rsidRPr="0007417D" w:rsidRDefault="00EA42AE" w:rsidP="00B066FE">
            <w:pPr>
              <w:rPr>
                <w:rFonts w:cs="Arial"/>
              </w:rPr>
            </w:pPr>
          </w:p>
          <w:p w14:paraId="074017E7" w14:textId="77777777" w:rsidR="00D35360" w:rsidRPr="0007417D" w:rsidRDefault="00D35360" w:rsidP="00B066FE">
            <w:pPr>
              <w:rPr>
                <w:rFonts w:cs="Arial"/>
              </w:rPr>
            </w:pPr>
          </w:p>
          <w:p w14:paraId="40E1BAA1" w14:textId="77777777" w:rsidR="00D35360" w:rsidRPr="0007417D" w:rsidRDefault="00D35360" w:rsidP="00B066FE">
            <w:pPr>
              <w:rPr>
                <w:rFonts w:cs="Arial"/>
              </w:rPr>
            </w:pPr>
          </w:p>
          <w:p w14:paraId="2EC197CB" w14:textId="77777777" w:rsidR="00D35360" w:rsidRPr="0007417D" w:rsidRDefault="00D35360" w:rsidP="00B066FE">
            <w:pPr>
              <w:rPr>
                <w:rFonts w:cs="Arial"/>
              </w:rPr>
            </w:pPr>
          </w:p>
          <w:p w14:paraId="53E91066" w14:textId="77777777" w:rsidR="00D35360" w:rsidRPr="0007417D" w:rsidRDefault="00D35360" w:rsidP="00B066FE">
            <w:pPr>
              <w:rPr>
                <w:rFonts w:cs="Arial"/>
              </w:rPr>
            </w:pPr>
          </w:p>
          <w:p w14:paraId="2F27081A" w14:textId="77777777" w:rsidR="00D35360" w:rsidRPr="0007417D" w:rsidRDefault="00D35360" w:rsidP="00B066FE">
            <w:pPr>
              <w:rPr>
                <w:rFonts w:cs="Arial"/>
              </w:rPr>
            </w:pPr>
          </w:p>
          <w:p w14:paraId="076E8845" w14:textId="77777777" w:rsidR="00D35360" w:rsidRPr="0007417D" w:rsidRDefault="00D35360" w:rsidP="00B066FE">
            <w:pPr>
              <w:rPr>
                <w:rFonts w:cs="Arial"/>
              </w:rPr>
            </w:pPr>
          </w:p>
          <w:p w14:paraId="366E62BC" w14:textId="77777777" w:rsidR="00D35360" w:rsidRPr="0007417D" w:rsidRDefault="00D35360" w:rsidP="00B066FE">
            <w:pPr>
              <w:rPr>
                <w:rFonts w:cs="Arial"/>
              </w:rPr>
            </w:pPr>
          </w:p>
          <w:p w14:paraId="43CE8B75" w14:textId="77777777" w:rsidR="00D35360" w:rsidRPr="0007417D" w:rsidRDefault="00D35360" w:rsidP="00B066FE">
            <w:pPr>
              <w:rPr>
                <w:rFonts w:cs="Arial"/>
              </w:rPr>
            </w:pPr>
          </w:p>
        </w:tc>
      </w:tr>
      <w:tr w:rsidR="00EA42AE" w:rsidRPr="0007417D" w14:paraId="51F41FBC" w14:textId="77777777" w:rsidTr="7A04B113">
        <w:trPr>
          <w:trHeight w:hRule="exact" w:val="1531"/>
        </w:trPr>
        <w:tc>
          <w:tcPr>
            <w:tcW w:w="5062" w:type="dxa"/>
          </w:tcPr>
          <w:p w14:paraId="647CF588" w14:textId="77777777" w:rsidR="00EA42AE" w:rsidRPr="0007417D" w:rsidRDefault="00C16907" w:rsidP="00B066FE">
            <w:pPr>
              <w:rPr>
                <w:rFonts w:cs="Arial"/>
              </w:rPr>
            </w:pPr>
            <w:r w:rsidRPr="0007417D">
              <w:rPr>
                <w:rFonts w:cs="Arial"/>
              </w:rPr>
              <w:t>MINISTRI MÄÄRUS</w:t>
            </w:r>
          </w:p>
        </w:tc>
        <w:tc>
          <w:tcPr>
            <w:tcW w:w="4010" w:type="dxa"/>
          </w:tcPr>
          <w:p w14:paraId="28E43C52" w14:textId="77777777" w:rsidR="00EA42AE" w:rsidRPr="0007417D" w:rsidRDefault="00EA42AE" w:rsidP="00B066FE">
            <w:pPr>
              <w:rPr>
                <w:rFonts w:cs="Arial"/>
              </w:rPr>
            </w:pPr>
          </w:p>
          <w:p w14:paraId="56EAEE6E" w14:textId="77777777" w:rsidR="0009319A" w:rsidRPr="0007417D" w:rsidRDefault="0009319A" w:rsidP="00B066FE">
            <w:pPr>
              <w:rPr>
                <w:rFonts w:cs="Arial"/>
              </w:rPr>
            </w:pPr>
          </w:p>
          <w:p w14:paraId="0DC9C73C" w14:textId="77777777" w:rsidR="0009319A" w:rsidRPr="0007417D" w:rsidRDefault="0009319A" w:rsidP="00B066FE">
            <w:pPr>
              <w:rPr>
                <w:rFonts w:cs="Arial"/>
              </w:rPr>
            </w:pPr>
          </w:p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07417D" w14:paraId="0F1E423D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10ECF109" w14:textId="70CC8E95" w:rsidR="00C16907" w:rsidRPr="0007417D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 w:rsidRPr="0007417D">
                    <w:rPr>
                      <w:rFonts w:eastAsia="Times New Roman" w:cs="Arial"/>
                    </w:rPr>
                    <w:fldChar w:fldCharType="begin"/>
                  </w:r>
                  <w:r w:rsidR="000532C9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 w:rsidRPr="0007417D">
                    <w:rPr>
                      <w:rFonts w:eastAsia="Times New Roman" w:cs="Arial"/>
                    </w:rPr>
                    <w:fldChar w:fldCharType="separate"/>
                  </w:r>
                  <w:r w:rsidR="000532C9">
                    <w:rPr>
                      <w:rFonts w:eastAsia="Times New Roman" w:cs="Arial"/>
                    </w:rPr>
                    <w:t>16.01.2025</w:t>
                  </w:r>
                  <w:r w:rsidRPr="0007417D"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6CE7AE7F" w14:textId="3957B8FA" w:rsidR="00C16907" w:rsidRPr="0007417D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07417D">
                    <w:rPr>
                      <w:rFonts w:eastAsia="Times New Roman" w:cs="Arial"/>
                    </w:rPr>
                    <w:t xml:space="preserve">nr </w:t>
                  </w:r>
                  <w:r w:rsidR="00FE755F" w:rsidRPr="0007417D">
                    <w:rPr>
                      <w:rFonts w:eastAsia="Times New Roman" w:cs="Arial"/>
                    </w:rPr>
                    <w:fldChar w:fldCharType="begin"/>
                  </w:r>
                  <w:r w:rsidR="000532C9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 w:rsidRPr="0007417D">
                    <w:rPr>
                      <w:rFonts w:eastAsia="Times New Roman" w:cs="Arial"/>
                    </w:rPr>
                    <w:fldChar w:fldCharType="separate"/>
                  </w:r>
                  <w:r w:rsidR="000532C9">
                    <w:rPr>
                      <w:rFonts w:eastAsia="Times New Roman" w:cs="Arial"/>
                    </w:rPr>
                    <w:t>4</w:t>
                  </w:r>
                  <w:r w:rsidR="00FE755F" w:rsidRPr="0007417D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16DFDAA1" w14:textId="77777777" w:rsidR="0009319A" w:rsidRPr="0007417D" w:rsidRDefault="0009319A" w:rsidP="00B066FE">
            <w:pPr>
              <w:rPr>
                <w:rFonts w:cs="Arial"/>
              </w:rPr>
            </w:pPr>
          </w:p>
          <w:p w14:paraId="24D31C5F" w14:textId="77777777" w:rsidR="0009319A" w:rsidRPr="0007417D" w:rsidRDefault="0009319A" w:rsidP="00B066FE">
            <w:pPr>
              <w:rPr>
                <w:rFonts w:cs="Arial"/>
              </w:rPr>
            </w:pPr>
          </w:p>
        </w:tc>
      </w:tr>
      <w:tr w:rsidR="00EA42AE" w:rsidRPr="0007417D" w14:paraId="67D6BB8C" w14:textId="77777777" w:rsidTr="7A04B113">
        <w:trPr>
          <w:trHeight w:val="624"/>
        </w:trPr>
        <w:tc>
          <w:tcPr>
            <w:tcW w:w="5062" w:type="dxa"/>
          </w:tcPr>
          <w:p w14:paraId="43ABFE0D" w14:textId="511BFA7C" w:rsidR="00FE4683" w:rsidRPr="0007417D" w:rsidRDefault="00124DA2" w:rsidP="001A5651">
            <w:pPr>
              <w:rPr>
                <w:rFonts w:cs="Arial"/>
              </w:rPr>
            </w:pPr>
            <w:r w:rsidRPr="00124DA2">
              <w:rPr>
                <w:rFonts w:cs="Arial"/>
                <w:b/>
                <w:bCs/>
              </w:rPr>
              <w:t>Sotsiaalkaitseministri 30. jaanuari 2019. a määruse nr 2 „Sotsiaalkindlustusameti põhimäärus“ muutmine</w:t>
            </w:r>
          </w:p>
          <w:p w14:paraId="383E19AE" w14:textId="77777777" w:rsidR="00FE4683" w:rsidRPr="0007417D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416C03B3" w14:textId="77777777" w:rsidR="00EA42AE" w:rsidRPr="0007417D" w:rsidRDefault="00EA42AE" w:rsidP="00B066FE">
            <w:pPr>
              <w:rPr>
                <w:rFonts w:cs="Arial"/>
              </w:rPr>
            </w:pPr>
          </w:p>
        </w:tc>
      </w:tr>
    </w:tbl>
    <w:p w14:paraId="14295251" w14:textId="305A364F" w:rsidR="007352AA" w:rsidRPr="0007417D" w:rsidRDefault="001873B3" w:rsidP="00094BF0">
      <w:pPr>
        <w:rPr>
          <w:rFonts w:cs="Arial"/>
        </w:rPr>
      </w:pPr>
      <w:r w:rsidRPr="0007417D">
        <w:rPr>
          <w:rFonts w:cs="Arial"/>
        </w:rPr>
        <w:t>Määrus kehtestatakse Vabariigi Valitsuse seaduse § 42 lõike 1 alusel</w:t>
      </w:r>
      <w:r w:rsidR="00D37B82" w:rsidRPr="0007417D">
        <w:rPr>
          <w:rFonts w:cs="Arial"/>
        </w:rPr>
        <w:t>.</w:t>
      </w:r>
    </w:p>
    <w:p w14:paraId="0287AB80" w14:textId="77777777" w:rsidR="001873B3" w:rsidRPr="0007417D" w:rsidRDefault="001873B3" w:rsidP="00610823">
      <w:pPr>
        <w:jc w:val="both"/>
        <w:rPr>
          <w:rFonts w:cs="Arial"/>
        </w:rPr>
      </w:pPr>
    </w:p>
    <w:p w14:paraId="7CDBA3EC" w14:textId="0F7188BA" w:rsidR="003C3CD6" w:rsidRPr="002403DB" w:rsidRDefault="003B5224" w:rsidP="003B5224">
      <w:pPr>
        <w:jc w:val="both"/>
        <w:rPr>
          <w:rFonts w:cs="Arial"/>
        </w:rPr>
      </w:pPr>
      <w:r w:rsidRPr="0007417D">
        <w:rPr>
          <w:rFonts w:cs="Arial"/>
          <w:b/>
          <w:bCs/>
        </w:rPr>
        <w:t>§ 1.</w:t>
      </w:r>
      <w:r w:rsidRPr="0007417D">
        <w:rPr>
          <w:rFonts w:cs="Arial"/>
        </w:rPr>
        <w:t xml:space="preserve"> </w:t>
      </w:r>
      <w:r w:rsidR="001873B3" w:rsidRPr="0007417D">
        <w:rPr>
          <w:rFonts w:cs="Arial"/>
        </w:rPr>
        <w:t xml:space="preserve">Sotsiaalkaitseministri 30. jaanuari 2019. a määruse nr 2 „Sotsiaalkindlustusameti põhimäärus“ </w:t>
      </w:r>
      <w:r w:rsidR="00F33315">
        <w:rPr>
          <w:rFonts w:cs="Arial"/>
        </w:rPr>
        <w:t xml:space="preserve">§ </w:t>
      </w:r>
      <w:r w:rsidR="003C3CD6" w:rsidRPr="7A03766D">
        <w:rPr>
          <w:rFonts w:cs="Arial"/>
        </w:rPr>
        <w:t xml:space="preserve">8 </w:t>
      </w:r>
      <w:r w:rsidR="00782DEB" w:rsidRPr="7A03766D">
        <w:rPr>
          <w:rFonts w:cs="Arial"/>
        </w:rPr>
        <w:t xml:space="preserve">tekst </w:t>
      </w:r>
      <w:r w:rsidR="003C3CD6" w:rsidRPr="7A03766D">
        <w:rPr>
          <w:rFonts w:cs="Arial"/>
        </w:rPr>
        <w:t>sõnastatakse järgmiselt:</w:t>
      </w:r>
    </w:p>
    <w:p w14:paraId="5D3D6485" w14:textId="77777777" w:rsidR="00274CE1" w:rsidRPr="0007417D" w:rsidRDefault="00274CE1" w:rsidP="001A5651">
      <w:pPr>
        <w:jc w:val="both"/>
        <w:rPr>
          <w:rFonts w:cs="Arial"/>
        </w:rPr>
      </w:pPr>
    </w:p>
    <w:p w14:paraId="418809AD" w14:textId="263BBFE4" w:rsidR="00C2637D" w:rsidRPr="0007417D" w:rsidRDefault="00A92BDB" w:rsidP="001A5651">
      <w:pPr>
        <w:jc w:val="both"/>
        <w:rPr>
          <w:rFonts w:cs="Arial"/>
        </w:rPr>
      </w:pPr>
      <w:r w:rsidRPr="0007417D">
        <w:rPr>
          <w:rFonts w:cs="Arial"/>
        </w:rPr>
        <w:t>„Ameti osakonnad on:</w:t>
      </w:r>
    </w:p>
    <w:p w14:paraId="547F6050" w14:textId="07B1FB4F" w:rsidR="00C2637D" w:rsidRPr="0007417D" w:rsidRDefault="00A92BDB" w:rsidP="001A5651">
      <w:pPr>
        <w:jc w:val="both"/>
        <w:rPr>
          <w:rFonts w:cs="Arial"/>
        </w:rPr>
      </w:pPr>
      <w:r w:rsidRPr="0007417D">
        <w:rPr>
          <w:rFonts w:cs="Arial"/>
        </w:rPr>
        <w:t>1) erivajadusega inimeste heaolu osakond</w:t>
      </w:r>
      <w:r w:rsidR="00274CE1" w:rsidRPr="0007417D">
        <w:rPr>
          <w:rFonts w:cs="Arial"/>
        </w:rPr>
        <w:t>,</w:t>
      </w:r>
      <w:r w:rsidRPr="0007417D">
        <w:rPr>
          <w:rFonts w:cs="Arial"/>
        </w:rPr>
        <w:t xml:space="preserve"> mille põhiülesanded on erivajadusega inimes</w:t>
      </w:r>
      <w:r w:rsidR="001A5651">
        <w:rPr>
          <w:rFonts w:cs="Arial"/>
        </w:rPr>
        <w:t>t</w:t>
      </w:r>
      <w:r w:rsidRPr="0007417D">
        <w:rPr>
          <w:rFonts w:cs="Arial"/>
        </w:rPr>
        <w:t xml:space="preserve">ele </w:t>
      </w:r>
      <w:r w:rsidR="00016A2C">
        <w:rPr>
          <w:rFonts w:cs="Arial"/>
        </w:rPr>
        <w:t xml:space="preserve">mõeldud </w:t>
      </w:r>
      <w:r w:rsidRPr="0007417D">
        <w:rPr>
          <w:rFonts w:cs="Arial"/>
        </w:rPr>
        <w:t>riigi sotsiaalteenuste korraldamine ja sotsiaaltoetuste menetlemine;</w:t>
      </w:r>
    </w:p>
    <w:p w14:paraId="27766F97" w14:textId="4851DDAC" w:rsidR="00C2637D" w:rsidRPr="0007417D" w:rsidRDefault="00A92BDB" w:rsidP="001A5651">
      <w:pPr>
        <w:jc w:val="both"/>
        <w:rPr>
          <w:rFonts w:cs="Arial"/>
        </w:rPr>
      </w:pPr>
      <w:r w:rsidRPr="7A03766D">
        <w:rPr>
          <w:rFonts w:cs="Arial"/>
        </w:rPr>
        <w:t xml:space="preserve">2) kliendisuhete osakond, mille põhiülesanded on </w:t>
      </w:r>
      <w:r w:rsidR="64532856" w:rsidRPr="7A03766D">
        <w:rPr>
          <w:rFonts w:cs="Arial"/>
        </w:rPr>
        <w:t xml:space="preserve">ametile esitatud taotluste menetlemine, </w:t>
      </w:r>
      <w:r w:rsidRPr="7A03766D">
        <w:rPr>
          <w:rFonts w:cs="Arial"/>
        </w:rPr>
        <w:t xml:space="preserve">teabehalduse, kliendihalduse </w:t>
      </w:r>
      <w:r w:rsidR="002C4824">
        <w:rPr>
          <w:rFonts w:cs="Arial"/>
        </w:rPr>
        <w:t>ja</w:t>
      </w:r>
      <w:r w:rsidRPr="7A03766D">
        <w:rPr>
          <w:rFonts w:cs="Arial"/>
        </w:rPr>
        <w:t xml:space="preserve"> arhiivitöö korraldamine;</w:t>
      </w:r>
    </w:p>
    <w:p w14:paraId="72B8F527" w14:textId="44BE01A5" w:rsidR="00C2637D" w:rsidRPr="0007417D" w:rsidRDefault="00A92BDB" w:rsidP="001A5651">
      <w:pPr>
        <w:jc w:val="both"/>
        <w:rPr>
          <w:rFonts w:cs="Arial"/>
        </w:rPr>
      </w:pPr>
      <w:r w:rsidRPr="0FFBDBB6">
        <w:rPr>
          <w:rFonts w:cs="Arial"/>
        </w:rPr>
        <w:t>3) laste heaolu osakond, mille põhiülesanded on riikliku lastekaitsepoliitika elluviimine, laste ja perede heaolu toetavate meetmete rakendamine ja teenuste osutamine ning kohalike omavalitsuste nõustamine</w:t>
      </w:r>
      <w:r w:rsidR="7AE61490" w:rsidRPr="0FFBDBB6">
        <w:rPr>
          <w:rFonts w:cs="Arial"/>
        </w:rPr>
        <w:t xml:space="preserve"> lastekaitse</w:t>
      </w:r>
      <w:r w:rsidR="002C4824">
        <w:rPr>
          <w:rFonts w:cs="Arial"/>
        </w:rPr>
        <w:t>alastes</w:t>
      </w:r>
      <w:r w:rsidR="7AE61490" w:rsidRPr="0FFBDBB6">
        <w:rPr>
          <w:rFonts w:cs="Arial"/>
        </w:rPr>
        <w:t xml:space="preserve"> küsimustes</w:t>
      </w:r>
      <w:r w:rsidRPr="0FFBDBB6">
        <w:rPr>
          <w:rFonts w:cs="Arial"/>
        </w:rPr>
        <w:t>;</w:t>
      </w:r>
    </w:p>
    <w:p w14:paraId="244B8F3B" w14:textId="0E0A85DC" w:rsidR="00C2637D" w:rsidRPr="0007417D" w:rsidRDefault="00A92BDB" w:rsidP="001A5651">
      <w:pPr>
        <w:jc w:val="both"/>
        <w:rPr>
          <w:rFonts w:cs="Arial"/>
        </w:rPr>
      </w:pPr>
      <w:r w:rsidRPr="03E10855">
        <w:rPr>
          <w:rFonts w:cs="Arial"/>
        </w:rPr>
        <w:t>4)</w:t>
      </w:r>
      <w:r w:rsidR="79253524" w:rsidRPr="03E10855">
        <w:rPr>
          <w:rFonts w:cs="Arial"/>
        </w:rPr>
        <w:t xml:space="preserve"> </w:t>
      </w:r>
      <w:r w:rsidRPr="03E10855">
        <w:rPr>
          <w:rFonts w:cs="Arial"/>
        </w:rPr>
        <w:t xml:space="preserve">ohvriabi osakond, mille põhiülesanded on ohvriabipoliitika elluviimine ning ohvriabiteenuste ja </w:t>
      </w:r>
      <w:proofErr w:type="spellStart"/>
      <w:r w:rsidRPr="03E10855">
        <w:rPr>
          <w:rFonts w:cs="Arial"/>
        </w:rPr>
        <w:t>psühhosotsiaalse</w:t>
      </w:r>
      <w:proofErr w:type="spellEnd"/>
      <w:r w:rsidRPr="03E10855">
        <w:rPr>
          <w:rFonts w:cs="Arial"/>
        </w:rPr>
        <w:t xml:space="preserve"> toe korraldamine ja osutamine;</w:t>
      </w:r>
    </w:p>
    <w:p w14:paraId="21619768" w14:textId="1C1C8AEE" w:rsidR="00C2637D" w:rsidRPr="0007417D" w:rsidRDefault="00A92BDB" w:rsidP="001A5651">
      <w:pPr>
        <w:jc w:val="both"/>
        <w:rPr>
          <w:rFonts w:cs="Arial"/>
        </w:rPr>
      </w:pPr>
      <w:r w:rsidRPr="226A1453">
        <w:rPr>
          <w:rFonts w:cs="Arial"/>
        </w:rPr>
        <w:t xml:space="preserve">5) sotsiaalhoolekande toimepidevuse osakond, mille põhiülesanded on </w:t>
      </w:r>
      <w:r w:rsidR="000226FF" w:rsidRPr="226A1453">
        <w:rPr>
          <w:rFonts w:cs="Arial"/>
        </w:rPr>
        <w:t xml:space="preserve">kohalike omavalitsuste ja sotsiaalhoolekandeteenuse osutajate </w:t>
      </w:r>
      <w:proofErr w:type="spellStart"/>
      <w:r w:rsidR="19281FFA" w:rsidRPr="226A1453">
        <w:rPr>
          <w:rFonts w:cs="Arial"/>
        </w:rPr>
        <w:t>võimestamine</w:t>
      </w:r>
      <w:proofErr w:type="spellEnd"/>
      <w:r w:rsidR="109A05C8" w:rsidRPr="226A1453">
        <w:rPr>
          <w:rFonts w:cs="Arial"/>
        </w:rPr>
        <w:t xml:space="preserve"> sotsiaalhoolekande korraldamisel</w:t>
      </w:r>
      <w:r w:rsidR="19281FFA" w:rsidRPr="226A1453">
        <w:rPr>
          <w:rFonts w:cs="Arial"/>
        </w:rPr>
        <w:t xml:space="preserve">, </w:t>
      </w:r>
      <w:r w:rsidR="6F850E3F" w:rsidRPr="226A1453">
        <w:rPr>
          <w:rFonts w:cs="Arial"/>
        </w:rPr>
        <w:t>s</w:t>
      </w:r>
      <w:r w:rsidR="00016A2C">
        <w:rPr>
          <w:rFonts w:cs="Arial"/>
        </w:rPr>
        <w:t>ealhulgas</w:t>
      </w:r>
      <w:r w:rsidR="6F850E3F" w:rsidRPr="226A1453">
        <w:rPr>
          <w:rFonts w:cs="Arial"/>
        </w:rPr>
        <w:t xml:space="preserve"> </w:t>
      </w:r>
      <w:r w:rsidR="000226FF" w:rsidRPr="226A1453">
        <w:rPr>
          <w:rFonts w:cs="Arial"/>
        </w:rPr>
        <w:t>nõustamine toimepidevuse ja kriisivalmiduse tagamiseks</w:t>
      </w:r>
      <w:r w:rsidR="00DAB4CE" w:rsidRPr="226A1453">
        <w:rPr>
          <w:rFonts w:cs="Arial"/>
        </w:rPr>
        <w:t xml:space="preserve">, </w:t>
      </w:r>
      <w:r w:rsidR="00DAB4CE" w:rsidRPr="00C73027">
        <w:rPr>
          <w:rFonts w:cs="Arial"/>
        </w:rPr>
        <w:t xml:space="preserve">ameti </w:t>
      </w:r>
      <w:r w:rsidR="0454350C" w:rsidRPr="00C73027">
        <w:rPr>
          <w:rFonts w:cs="Arial"/>
        </w:rPr>
        <w:t>enda</w:t>
      </w:r>
      <w:r w:rsidR="00DAB4CE" w:rsidRPr="00C73027">
        <w:rPr>
          <w:rFonts w:cs="Arial"/>
        </w:rPr>
        <w:t xml:space="preserve"> ja </w:t>
      </w:r>
      <w:r w:rsidR="00010906">
        <w:rPr>
          <w:rFonts w:cs="Arial"/>
        </w:rPr>
        <w:t>ameti osutatavate</w:t>
      </w:r>
      <w:r w:rsidR="00313545">
        <w:rPr>
          <w:rFonts w:cs="Arial"/>
        </w:rPr>
        <w:t xml:space="preserve"> teenuste</w:t>
      </w:r>
      <w:r w:rsidR="007638E1" w:rsidRPr="00C73027">
        <w:rPr>
          <w:rFonts w:cs="Arial"/>
        </w:rPr>
        <w:t xml:space="preserve"> </w:t>
      </w:r>
      <w:r w:rsidR="00DAB4CE" w:rsidRPr="00C73027">
        <w:rPr>
          <w:rFonts w:cs="Arial"/>
        </w:rPr>
        <w:t xml:space="preserve">toimepidevuse </w:t>
      </w:r>
      <w:r w:rsidR="004E354E" w:rsidRPr="00C73027">
        <w:rPr>
          <w:rFonts w:cs="Arial"/>
        </w:rPr>
        <w:t xml:space="preserve">tagamise </w:t>
      </w:r>
      <w:r w:rsidR="00DAB4CE" w:rsidRPr="00C73027">
        <w:rPr>
          <w:rFonts w:cs="Arial"/>
        </w:rPr>
        <w:t>t</w:t>
      </w:r>
      <w:r w:rsidR="004E354E" w:rsidRPr="00C73027">
        <w:rPr>
          <w:rFonts w:cs="Arial"/>
        </w:rPr>
        <w:t>oetamine</w:t>
      </w:r>
      <w:r w:rsidR="00DAB4CE" w:rsidRPr="00C73027">
        <w:rPr>
          <w:rFonts w:cs="Arial"/>
        </w:rPr>
        <w:t xml:space="preserve"> </w:t>
      </w:r>
      <w:r w:rsidR="00016A2C">
        <w:rPr>
          <w:rFonts w:cs="Arial"/>
        </w:rPr>
        <w:t>ja</w:t>
      </w:r>
      <w:r w:rsidR="00016A2C" w:rsidRPr="226A1453">
        <w:rPr>
          <w:rFonts w:cs="Arial"/>
        </w:rPr>
        <w:t xml:space="preserve"> </w:t>
      </w:r>
      <w:r w:rsidRPr="226A1453">
        <w:rPr>
          <w:rFonts w:cs="Arial"/>
        </w:rPr>
        <w:t>rändega seotud teenuste korraldamine;</w:t>
      </w:r>
    </w:p>
    <w:p w14:paraId="5597AAAB" w14:textId="1433E778" w:rsidR="002403DB" w:rsidRPr="002403DB" w:rsidRDefault="00A92BDB" w:rsidP="001A5651">
      <w:pPr>
        <w:jc w:val="both"/>
        <w:rPr>
          <w:rFonts w:eastAsia="Calibri" w:cs="Arial"/>
        </w:rPr>
      </w:pPr>
      <w:r w:rsidRPr="00B51030">
        <w:rPr>
          <w:rFonts w:cs="Arial"/>
        </w:rPr>
        <w:t xml:space="preserve">6) </w:t>
      </w:r>
      <w:bookmarkStart w:id="0" w:name="_Hlk177126725"/>
      <w:r w:rsidR="002403DB" w:rsidRPr="00B51030">
        <w:rPr>
          <w:rFonts w:eastAsia="Calibri" w:cs="Arial"/>
        </w:rPr>
        <w:t xml:space="preserve">arendus- ja finantsosakond, mille põhiülesanded on </w:t>
      </w:r>
      <w:r w:rsidR="00016A2C" w:rsidRPr="00B51030">
        <w:rPr>
          <w:rFonts w:eastAsia="Calibri" w:cs="Arial"/>
        </w:rPr>
        <w:t xml:space="preserve">pensionide, toetuste ja hüvitiste ning ameti hallatavate infosüsteemide </w:t>
      </w:r>
      <w:r w:rsidR="002403DB" w:rsidRPr="00B51030">
        <w:rPr>
          <w:rFonts w:eastAsia="Calibri" w:cs="Arial"/>
        </w:rPr>
        <w:t xml:space="preserve">arendusprotsesside juhtimine, analüüside ja prognooside koostamine, </w:t>
      </w:r>
      <w:bookmarkEnd w:id="0"/>
      <w:r w:rsidR="00016A2C" w:rsidRPr="00B51030">
        <w:rPr>
          <w:rFonts w:eastAsia="Calibri" w:cs="Arial"/>
        </w:rPr>
        <w:t xml:space="preserve">ameti </w:t>
      </w:r>
      <w:r w:rsidR="002403DB" w:rsidRPr="00B51030">
        <w:rPr>
          <w:rFonts w:eastAsia="Calibri" w:cs="Arial"/>
        </w:rPr>
        <w:t>eelarve juhtimine, finantsarvestuse</w:t>
      </w:r>
      <w:r w:rsidR="00016A2C" w:rsidRPr="00B51030">
        <w:rPr>
          <w:rFonts w:eastAsia="Calibri" w:cs="Arial"/>
        </w:rPr>
        <w:t xml:space="preserve"> pidamine</w:t>
      </w:r>
      <w:r w:rsidR="002C4824">
        <w:rPr>
          <w:rFonts w:eastAsia="Calibri" w:cs="Arial"/>
        </w:rPr>
        <w:t>,</w:t>
      </w:r>
      <w:r w:rsidR="00016A2C" w:rsidRPr="00B51030">
        <w:rPr>
          <w:rFonts w:eastAsia="Calibri" w:cs="Arial"/>
        </w:rPr>
        <w:t xml:space="preserve"> hüvitiste</w:t>
      </w:r>
      <w:r w:rsidR="002403DB" w:rsidRPr="00B51030">
        <w:rPr>
          <w:rFonts w:eastAsia="Calibri" w:cs="Arial"/>
        </w:rPr>
        <w:t xml:space="preserve"> väljamaksete korraldamine</w:t>
      </w:r>
      <w:r w:rsidR="00CB64C3" w:rsidRPr="00B51030">
        <w:rPr>
          <w:rFonts w:eastAsia="Calibri" w:cs="Arial"/>
        </w:rPr>
        <w:t>,</w:t>
      </w:r>
      <w:r w:rsidR="00016A2C" w:rsidRPr="00B51030">
        <w:rPr>
          <w:rFonts w:eastAsia="Calibri" w:cs="Arial"/>
        </w:rPr>
        <w:t xml:space="preserve"> piiriülese sotsiaalkindlustuse koordineerimine ning andmevahetuse ja infoturbe korraldamine</w:t>
      </w:r>
      <w:r w:rsidR="002403DB" w:rsidRPr="00B51030">
        <w:rPr>
          <w:rFonts w:eastAsia="Calibri" w:cs="Arial"/>
        </w:rPr>
        <w:t>;</w:t>
      </w:r>
    </w:p>
    <w:p w14:paraId="52DE7A80" w14:textId="2907678E" w:rsidR="00C2637D" w:rsidRPr="0007417D" w:rsidRDefault="002403DB" w:rsidP="001A5651">
      <w:pPr>
        <w:jc w:val="both"/>
        <w:rPr>
          <w:rFonts w:cs="Arial"/>
        </w:rPr>
      </w:pPr>
      <w:r>
        <w:rPr>
          <w:rFonts w:cs="Arial"/>
        </w:rPr>
        <w:t>7</w:t>
      </w:r>
      <w:r w:rsidR="00A92BDB" w:rsidRPr="0007417D">
        <w:rPr>
          <w:rFonts w:cs="Arial"/>
        </w:rPr>
        <w:t xml:space="preserve">) kommunikatsiooniosakond, mille põhiülesanded on ameti </w:t>
      </w:r>
      <w:proofErr w:type="spellStart"/>
      <w:r w:rsidR="00A92BDB" w:rsidRPr="0007417D">
        <w:rPr>
          <w:rFonts w:cs="Arial"/>
        </w:rPr>
        <w:t>sise</w:t>
      </w:r>
      <w:proofErr w:type="spellEnd"/>
      <w:r w:rsidR="00A92BDB" w:rsidRPr="0007417D">
        <w:rPr>
          <w:rFonts w:cs="Arial"/>
        </w:rPr>
        <w:t>- ja väliskommunikatsiooni korraldamine;</w:t>
      </w:r>
    </w:p>
    <w:p w14:paraId="114A23A3" w14:textId="62BC0FA1" w:rsidR="00C2637D" w:rsidRPr="0007417D" w:rsidRDefault="002403DB" w:rsidP="001A5651">
      <w:pPr>
        <w:jc w:val="both"/>
        <w:rPr>
          <w:rFonts w:cs="Arial"/>
        </w:rPr>
      </w:pPr>
      <w:r>
        <w:rPr>
          <w:rFonts w:cs="Arial"/>
        </w:rPr>
        <w:t>8</w:t>
      </w:r>
      <w:r w:rsidR="00A92BDB" w:rsidRPr="0FFBDBB6">
        <w:rPr>
          <w:rFonts w:cs="Arial"/>
        </w:rPr>
        <w:t>) personali- ja haldusosakond, mille põhiülesanded on personalitöö</w:t>
      </w:r>
      <w:r w:rsidR="00CC1A46" w:rsidRPr="0FFBDBB6">
        <w:rPr>
          <w:rFonts w:cs="Arial"/>
        </w:rPr>
        <w:t>,</w:t>
      </w:r>
      <w:r w:rsidR="00A92BDB" w:rsidRPr="0FFBDBB6">
        <w:rPr>
          <w:rFonts w:cs="Arial"/>
        </w:rPr>
        <w:t xml:space="preserve"> koolitus-</w:t>
      </w:r>
      <w:r w:rsidR="00CC1A46" w:rsidRPr="0FFBDBB6">
        <w:rPr>
          <w:rFonts w:cs="Arial"/>
        </w:rPr>
        <w:t xml:space="preserve"> </w:t>
      </w:r>
      <w:r w:rsidR="00A92BDB" w:rsidRPr="0FFBDBB6">
        <w:rPr>
          <w:rFonts w:cs="Arial"/>
        </w:rPr>
        <w:t>ja aren</w:t>
      </w:r>
      <w:r w:rsidR="002C4824">
        <w:rPr>
          <w:rFonts w:cs="Arial"/>
        </w:rPr>
        <w:t>dus</w:t>
      </w:r>
      <w:r w:rsidR="00A92BDB" w:rsidRPr="0FFBDBB6">
        <w:rPr>
          <w:rFonts w:cs="Arial"/>
        </w:rPr>
        <w:t>tegevuse korraldamine, riigivara haldamine ja töökeskkonna kujundamine</w:t>
      </w:r>
      <w:r w:rsidR="0005748D" w:rsidRPr="0FFBDBB6">
        <w:rPr>
          <w:rFonts w:cs="Arial"/>
        </w:rPr>
        <w:t>;</w:t>
      </w:r>
    </w:p>
    <w:p w14:paraId="52BD7F13" w14:textId="45AB8501" w:rsidR="003C3CD6" w:rsidRPr="0007417D" w:rsidRDefault="002403DB" w:rsidP="001A5651">
      <w:pPr>
        <w:jc w:val="both"/>
        <w:rPr>
          <w:rFonts w:cs="Arial"/>
        </w:rPr>
      </w:pPr>
      <w:r>
        <w:rPr>
          <w:rFonts w:cs="Arial"/>
        </w:rPr>
        <w:t>9</w:t>
      </w:r>
      <w:r w:rsidR="00A92BDB" w:rsidRPr="03E10855">
        <w:rPr>
          <w:rFonts w:cs="Arial"/>
        </w:rPr>
        <w:t xml:space="preserve">) õiguse ja järelevalve osakond, mille põhiülesanded on õigusalaste küsimustega tegelemine, järelevalve tegemine, tegevuslubade väljastamine, andmekaitse </w:t>
      </w:r>
      <w:r w:rsidR="00CB64C3">
        <w:t>ning alusetult tehtud sotsiaalkaitsekulutuste tagasinõudmise ja riigile üle läinud kuriteoga tekitatud kahju nõuete</w:t>
      </w:r>
      <w:r w:rsidR="00A92BDB" w:rsidRPr="03E10855">
        <w:rPr>
          <w:rFonts w:cs="Arial"/>
        </w:rPr>
        <w:t xml:space="preserve"> sissenõudmise korraldamine</w:t>
      </w:r>
      <w:r w:rsidR="00E20D53" w:rsidRPr="03E10855">
        <w:rPr>
          <w:rFonts w:cs="Arial"/>
        </w:rPr>
        <w:t>.</w:t>
      </w:r>
      <w:r w:rsidR="00A92BDB" w:rsidRPr="03E10855">
        <w:rPr>
          <w:rFonts w:cs="Arial"/>
        </w:rPr>
        <w:t>“</w:t>
      </w:r>
      <w:r w:rsidR="007C1D10">
        <w:rPr>
          <w:rFonts w:cs="Arial"/>
        </w:rPr>
        <w:t>.</w:t>
      </w:r>
    </w:p>
    <w:p w14:paraId="1810AC73" w14:textId="77777777" w:rsidR="002403DB" w:rsidRPr="0007417D" w:rsidRDefault="002403DB" w:rsidP="001A5651">
      <w:pPr>
        <w:jc w:val="both"/>
        <w:rPr>
          <w:rFonts w:cs="Arial"/>
        </w:rPr>
      </w:pPr>
    </w:p>
    <w:p w14:paraId="18C0AE03" w14:textId="420A919A" w:rsidR="00164548" w:rsidRPr="0007417D" w:rsidRDefault="00164548" w:rsidP="001A5651">
      <w:pPr>
        <w:jc w:val="both"/>
        <w:rPr>
          <w:rFonts w:cs="Arial"/>
          <w:b/>
          <w:bCs/>
        </w:rPr>
      </w:pPr>
      <w:r w:rsidRPr="0007417D">
        <w:rPr>
          <w:rFonts w:cs="Arial"/>
          <w:b/>
          <w:bCs/>
        </w:rPr>
        <w:t>§ 2. Määruse jõustumine</w:t>
      </w:r>
    </w:p>
    <w:p w14:paraId="21351469" w14:textId="77777777" w:rsidR="00164548" w:rsidRPr="0007417D" w:rsidRDefault="00164548" w:rsidP="001A5651">
      <w:pPr>
        <w:jc w:val="both"/>
        <w:rPr>
          <w:rFonts w:cs="Arial"/>
        </w:rPr>
      </w:pPr>
    </w:p>
    <w:p w14:paraId="5F715DBF" w14:textId="1B3C3D55" w:rsidR="00164548" w:rsidRPr="0007417D" w:rsidRDefault="00164548" w:rsidP="001A5651">
      <w:pPr>
        <w:jc w:val="both"/>
        <w:rPr>
          <w:rFonts w:cs="Arial"/>
        </w:rPr>
      </w:pPr>
      <w:r w:rsidRPr="0007417D">
        <w:rPr>
          <w:rFonts w:cs="Arial"/>
        </w:rPr>
        <w:t xml:space="preserve">Määrus jõustub </w:t>
      </w:r>
      <w:r w:rsidR="000C79BF" w:rsidRPr="0007417D">
        <w:rPr>
          <w:rFonts w:cs="Arial"/>
        </w:rPr>
        <w:t xml:space="preserve">1. </w:t>
      </w:r>
      <w:r w:rsidR="002403DB">
        <w:rPr>
          <w:rFonts w:cs="Arial"/>
        </w:rPr>
        <w:t>veebruaril</w:t>
      </w:r>
      <w:r w:rsidR="000C79BF" w:rsidRPr="0007417D">
        <w:rPr>
          <w:rFonts w:cs="Arial"/>
        </w:rPr>
        <w:t xml:space="preserve"> 2025. a.</w:t>
      </w:r>
    </w:p>
    <w:p w14:paraId="2A7B26FC" w14:textId="77777777" w:rsidR="00CC5B01" w:rsidRPr="0007417D" w:rsidRDefault="00CC5B01" w:rsidP="001A5651">
      <w:pPr>
        <w:rPr>
          <w:rFonts w:cs="Arial"/>
        </w:rPr>
      </w:pPr>
    </w:p>
    <w:p w14:paraId="51934EEA" w14:textId="77777777" w:rsidR="001D53AE" w:rsidRPr="0007417D" w:rsidRDefault="001D53AE" w:rsidP="001A5651">
      <w:pPr>
        <w:rPr>
          <w:rFonts w:cs="Arial"/>
        </w:rPr>
        <w:sectPr w:rsidR="001D53AE" w:rsidRPr="0007417D" w:rsidSect="00E52553">
          <w:headerReference w:type="default" r:id="rId11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1B4737C8" w14:textId="77777777" w:rsidR="00CC5B01" w:rsidRPr="0007417D" w:rsidRDefault="00CC5B01" w:rsidP="001A5651">
      <w:pPr>
        <w:rPr>
          <w:rFonts w:cs="Arial"/>
        </w:rPr>
      </w:pPr>
    </w:p>
    <w:p w14:paraId="1633C628" w14:textId="77777777" w:rsidR="00CC5B01" w:rsidRPr="0007417D" w:rsidRDefault="00CC5B01" w:rsidP="001A5651">
      <w:pPr>
        <w:rPr>
          <w:rFonts w:cs="Arial"/>
        </w:rPr>
      </w:pPr>
    </w:p>
    <w:p w14:paraId="5B459F7B" w14:textId="77777777" w:rsidR="00CC5B01" w:rsidRPr="0007417D" w:rsidRDefault="00CC5B01" w:rsidP="001A5651">
      <w:pPr>
        <w:rPr>
          <w:rFonts w:cs="Arial"/>
        </w:rPr>
      </w:pPr>
    </w:p>
    <w:p w14:paraId="19041F4E" w14:textId="77777777" w:rsidR="00CC5B01" w:rsidRPr="0007417D" w:rsidRDefault="00CC5B01" w:rsidP="00094BF0">
      <w:pPr>
        <w:rPr>
          <w:rFonts w:cs="Arial"/>
        </w:rPr>
      </w:pPr>
    </w:p>
    <w:p w14:paraId="4E31C335" w14:textId="2B1A0A6D" w:rsidR="00E57228" w:rsidRPr="0007417D" w:rsidRDefault="007C0F7C" w:rsidP="00E57228">
      <w:pPr>
        <w:rPr>
          <w:rFonts w:cs="Arial"/>
        </w:rPr>
      </w:pPr>
      <w:r w:rsidRPr="0007417D">
        <w:rPr>
          <w:rFonts w:cs="Arial"/>
        </w:rPr>
        <w:t>(allkirjastatud digitaalselt)</w:t>
      </w:r>
    </w:p>
    <w:p w14:paraId="661ABA38" w14:textId="7BD751E7" w:rsidR="007B2940" w:rsidRPr="0007417D" w:rsidRDefault="00B34399" w:rsidP="00094BF0">
      <w:pPr>
        <w:rPr>
          <w:rFonts w:cs="Arial"/>
        </w:rPr>
      </w:pPr>
      <w:r>
        <w:rPr>
          <w:rFonts w:cs="Arial"/>
        </w:rPr>
        <w:t xml:space="preserve">Nele </w:t>
      </w:r>
      <w:proofErr w:type="spellStart"/>
      <w:r>
        <w:rPr>
          <w:rFonts w:cs="Arial"/>
        </w:rPr>
        <w:t>Labi</w:t>
      </w:r>
      <w:proofErr w:type="spellEnd"/>
    </w:p>
    <w:p w14:paraId="46E2BA83" w14:textId="27285DD8" w:rsidR="007B2940" w:rsidRPr="0007417D" w:rsidRDefault="00B34399" w:rsidP="00B066FE">
      <w:pPr>
        <w:rPr>
          <w:rFonts w:cs="Arial"/>
        </w:rPr>
      </w:pPr>
      <w:r>
        <w:rPr>
          <w:rFonts w:cs="Arial"/>
        </w:rPr>
        <w:t>ase</w:t>
      </w:r>
      <w:r w:rsidR="00CB64C3">
        <w:rPr>
          <w:rFonts w:cs="Arial"/>
        </w:rPr>
        <w:t>kantsler</w:t>
      </w:r>
      <w:r>
        <w:rPr>
          <w:rFonts w:cs="Arial"/>
        </w:rPr>
        <w:t xml:space="preserve"> kantsleri ülesannetes</w:t>
      </w:r>
    </w:p>
    <w:p w14:paraId="031A075D" w14:textId="26A6CBA2" w:rsidR="00E52553" w:rsidRPr="0007417D" w:rsidRDefault="00100F1A" w:rsidP="00B066FE">
      <w:pPr>
        <w:rPr>
          <w:rFonts w:cs="Arial"/>
        </w:rPr>
      </w:pPr>
      <w:r w:rsidRPr="0007417D">
        <w:rPr>
          <w:rFonts w:cs="Arial"/>
        </w:rPr>
        <w:br/>
      </w:r>
      <w:r w:rsidR="007B2940" w:rsidRPr="0007417D">
        <w:rPr>
          <w:rFonts w:cs="Arial"/>
        </w:rPr>
        <w:t>(allkirjastatud digitaalselt)</w:t>
      </w:r>
    </w:p>
    <w:p w14:paraId="1899311C" w14:textId="77777777" w:rsidR="001D53AE" w:rsidRPr="0007417D" w:rsidRDefault="001D53AE" w:rsidP="00B066FE">
      <w:pPr>
        <w:rPr>
          <w:rFonts w:cs="Arial"/>
        </w:rPr>
        <w:sectPr w:rsidR="001D53AE" w:rsidRPr="0007417D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36A3D8A4" w14:textId="6DFB48E1" w:rsidR="00CB64C3" w:rsidRDefault="00CB64C3" w:rsidP="007B2940">
      <w:pPr>
        <w:rPr>
          <w:rFonts w:cs="Arial"/>
        </w:rPr>
      </w:pPr>
      <w:r>
        <w:rPr>
          <w:rFonts w:cs="Arial"/>
        </w:rPr>
        <w:t xml:space="preserve">Signe </w:t>
      </w:r>
      <w:proofErr w:type="spellStart"/>
      <w:r>
        <w:rPr>
          <w:rFonts w:cs="Arial"/>
        </w:rPr>
        <w:t>Riisalo</w:t>
      </w:r>
      <w:proofErr w:type="spellEnd"/>
    </w:p>
    <w:p w14:paraId="6EB22553" w14:textId="67DED832" w:rsidR="008476E5" w:rsidRPr="0007417D" w:rsidRDefault="00CB64C3" w:rsidP="007B2940">
      <w:pPr>
        <w:rPr>
          <w:rFonts w:cs="Arial"/>
        </w:rPr>
      </w:pPr>
      <w:r>
        <w:rPr>
          <w:rFonts w:cs="Arial"/>
        </w:rPr>
        <w:t>sotsiaalkaitseminister</w:t>
      </w:r>
    </w:p>
    <w:p w14:paraId="434EDAE9" w14:textId="77777777" w:rsidR="00E52553" w:rsidRPr="0007417D" w:rsidRDefault="00E52553" w:rsidP="00B066FE">
      <w:pPr>
        <w:rPr>
          <w:rFonts w:cs="Arial"/>
        </w:rPr>
      </w:pPr>
    </w:p>
    <w:sectPr w:rsidR="00E52553" w:rsidRPr="0007417D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4F1F9" w14:textId="77777777" w:rsidR="00EB0E69" w:rsidRDefault="00EB0E69" w:rsidP="00E52553">
      <w:r>
        <w:separator/>
      </w:r>
    </w:p>
  </w:endnote>
  <w:endnote w:type="continuationSeparator" w:id="0">
    <w:p w14:paraId="20C11D55" w14:textId="77777777" w:rsidR="00EB0E69" w:rsidRDefault="00EB0E69" w:rsidP="00E52553">
      <w:r>
        <w:continuationSeparator/>
      </w:r>
    </w:p>
  </w:endnote>
  <w:endnote w:type="continuationNotice" w:id="1">
    <w:p w14:paraId="282EBC27" w14:textId="77777777" w:rsidR="00EB0E69" w:rsidRDefault="00EB0E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FF9B4" w14:textId="77777777" w:rsidR="00EB0E69" w:rsidRDefault="00EB0E69" w:rsidP="00E52553">
      <w:r>
        <w:separator/>
      </w:r>
    </w:p>
  </w:footnote>
  <w:footnote w:type="continuationSeparator" w:id="0">
    <w:p w14:paraId="449CC062" w14:textId="77777777" w:rsidR="00EB0E69" w:rsidRDefault="00EB0E69" w:rsidP="00E52553">
      <w:r>
        <w:continuationSeparator/>
      </w:r>
    </w:p>
  </w:footnote>
  <w:footnote w:type="continuationNotice" w:id="1">
    <w:p w14:paraId="6258B074" w14:textId="77777777" w:rsidR="00EB0E69" w:rsidRDefault="00EB0E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56F64121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876E36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402D78B6" w14:textId="77777777" w:rsidR="00E52553" w:rsidRDefault="00E52553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604C0"/>
    <w:multiLevelType w:val="hybridMultilevel"/>
    <w:tmpl w:val="F680521A"/>
    <w:lvl w:ilvl="0" w:tplc="2E6674F2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ED38A2"/>
    <w:multiLevelType w:val="hybridMultilevel"/>
    <w:tmpl w:val="D050397E"/>
    <w:lvl w:ilvl="0" w:tplc="BED2F2D8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70" w:hanging="360"/>
      </w:pPr>
    </w:lvl>
    <w:lvl w:ilvl="2" w:tplc="0425001B" w:tentative="1">
      <w:start w:val="1"/>
      <w:numFmt w:val="lowerRoman"/>
      <w:lvlText w:val="%3."/>
      <w:lvlJc w:val="right"/>
      <w:pPr>
        <w:ind w:left="1890" w:hanging="180"/>
      </w:pPr>
    </w:lvl>
    <w:lvl w:ilvl="3" w:tplc="0425000F" w:tentative="1">
      <w:start w:val="1"/>
      <w:numFmt w:val="decimal"/>
      <w:lvlText w:val="%4."/>
      <w:lvlJc w:val="left"/>
      <w:pPr>
        <w:ind w:left="2610" w:hanging="360"/>
      </w:pPr>
    </w:lvl>
    <w:lvl w:ilvl="4" w:tplc="04250019" w:tentative="1">
      <w:start w:val="1"/>
      <w:numFmt w:val="lowerLetter"/>
      <w:lvlText w:val="%5."/>
      <w:lvlJc w:val="left"/>
      <w:pPr>
        <w:ind w:left="3330" w:hanging="360"/>
      </w:pPr>
    </w:lvl>
    <w:lvl w:ilvl="5" w:tplc="0425001B" w:tentative="1">
      <w:start w:val="1"/>
      <w:numFmt w:val="lowerRoman"/>
      <w:lvlText w:val="%6."/>
      <w:lvlJc w:val="right"/>
      <w:pPr>
        <w:ind w:left="4050" w:hanging="180"/>
      </w:pPr>
    </w:lvl>
    <w:lvl w:ilvl="6" w:tplc="0425000F" w:tentative="1">
      <w:start w:val="1"/>
      <w:numFmt w:val="decimal"/>
      <w:lvlText w:val="%7."/>
      <w:lvlJc w:val="left"/>
      <w:pPr>
        <w:ind w:left="4770" w:hanging="360"/>
      </w:pPr>
    </w:lvl>
    <w:lvl w:ilvl="7" w:tplc="04250019" w:tentative="1">
      <w:start w:val="1"/>
      <w:numFmt w:val="lowerLetter"/>
      <w:lvlText w:val="%8."/>
      <w:lvlJc w:val="left"/>
      <w:pPr>
        <w:ind w:left="5490" w:hanging="360"/>
      </w:pPr>
    </w:lvl>
    <w:lvl w:ilvl="8" w:tplc="0425001B" w:tentative="1">
      <w:start w:val="1"/>
      <w:numFmt w:val="lowerRoman"/>
      <w:lvlText w:val="%9."/>
      <w:lvlJc w:val="right"/>
      <w:pPr>
        <w:ind w:left="6210" w:hanging="180"/>
      </w:pPr>
    </w:lvl>
  </w:abstractNum>
  <w:num w:numId="1" w16cid:durableId="1743332415">
    <w:abstractNumId w:val="0"/>
  </w:num>
  <w:num w:numId="2" w16cid:durableId="6641656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C2F"/>
    <w:rsid w:val="00007434"/>
    <w:rsid w:val="00010906"/>
    <w:rsid w:val="00016A2C"/>
    <w:rsid w:val="000226FF"/>
    <w:rsid w:val="00024A61"/>
    <w:rsid w:val="00033A0B"/>
    <w:rsid w:val="000532C9"/>
    <w:rsid w:val="0005748D"/>
    <w:rsid w:val="00070153"/>
    <w:rsid w:val="000725E2"/>
    <w:rsid w:val="0007417D"/>
    <w:rsid w:val="00075317"/>
    <w:rsid w:val="00077645"/>
    <w:rsid w:val="0009319A"/>
    <w:rsid w:val="00094BF0"/>
    <w:rsid w:val="000C5FA2"/>
    <w:rsid w:val="000C6B61"/>
    <w:rsid w:val="000C79BF"/>
    <w:rsid w:val="000D0B25"/>
    <w:rsid w:val="000D7732"/>
    <w:rsid w:val="000E125F"/>
    <w:rsid w:val="000E7648"/>
    <w:rsid w:val="00100F1A"/>
    <w:rsid w:val="00113F1F"/>
    <w:rsid w:val="00124DA2"/>
    <w:rsid w:val="00144C39"/>
    <w:rsid w:val="00153AD9"/>
    <w:rsid w:val="001604DB"/>
    <w:rsid w:val="00164548"/>
    <w:rsid w:val="00184C82"/>
    <w:rsid w:val="001873B3"/>
    <w:rsid w:val="001A33AA"/>
    <w:rsid w:val="001A416F"/>
    <w:rsid w:val="001A5651"/>
    <w:rsid w:val="001C3635"/>
    <w:rsid w:val="001D53AE"/>
    <w:rsid w:val="00202D28"/>
    <w:rsid w:val="00222719"/>
    <w:rsid w:val="002403DB"/>
    <w:rsid w:val="002534CF"/>
    <w:rsid w:val="00265574"/>
    <w:rsid w:val="00274CE1"/>
    <w:rsid w:val="00290BB3"/>
    <w:rsid w:val="00293ECF"/>
    <w:rsid w:val="002C4824"/>
    <w:rsid w:val="002C773E"/>
    <w:rsid w:val="002D1FE5"/>
    <w:rsid w:val="002E39E3"/>
    <w:rsid w:val="00305B15"/>
    <w:rsid w:val="00311234"/>
    <w:rsid w:val="00313545"/>
    <w:rsid w:val="00316BEF"/>
    <w:rsid w:val="003355C0"/>
    <w:rsid w:val="00344199"/>
    <w:rsid w:val="003925B0"/>
    <w:rsid w:val="003B1EF3"/>
    <w:rsid w:val="003B34D1"/>
    <w:rsid w:val="003B3CE2"/>
    <w:rsid w:val="003B5224"/>
    <w:rsid w:val="003C3CD6"/>
    <w:rsid w:val="00416CC2"/>
    <w:rsid w:val="004246D1"/>
    <w:rsid w:val="00433613"/>
    <w:rsid w:val="0043376B"/>
    <w:rsid w:val="00435013"/>
    <w:rsid w:val="00436532"/>
    <w:rsid w:val="00436FC5"/>
    <w:rsid w:val="00437173"/>
    <w:rsid w:val="004408F3"/>
    <w:rsid w:val="00461E19"/>
    <w:rsid w:val="00473AA1"/>
    <w:rsid w:val="0048061D"/>
    <w:rsid w:val="00482243"/>
    <w:rsid w:val="00487964"/>
    <w:rsid w:val="00492521"/>
    <w:rsid w:val="00492545"/>
    <w:rsid w:val="004A2D27"/>
    <w:rsid w:val="004E354E"/>
    <w:rsid w:val="00515079"/>
    <w:rsid w:val="00535564"/>
    <w:rsid w:val="0053617B"/>
    <w:rsid w:val="00567685"/>
    <w:rsid w:val="00583287"/>
    <w:rsid w:val="00587F56"/>
    <w:rsid w:val="005B6FF3"/>
    <w:rsid w:val="005D6C2F"/>
    <w:rsid w:val="0060449E"/>
    <w:rsid w:val="00604C04"/>
    <w:rsid w:val="00610823"/>
    <w:rsid w:val="00610A9F"/>
    <w:rsid w:val="0061401E"/>
    <w:rsid w:val="006305F8"/>
    <w:rsid w:val="00647CDF"/>
    <w:rsid w:val="00672433"/>
    <w:rsid w:val="006A2CA2"/>
    <w:rsid w:val="006B74CF"/>
    <w:rsid w:val="006D76E0"/>
    <w:rsid w:val="007135C5"/>
    <w:rsid w:val="007325C5"/>
    <w:rsid w:val="007352AA"/>
    <w:rsid w:val="007638E1"/>
    <w:rsid w:val="00782DEB"/>
    <w:rsid w:val="007B2940"/>
    <w:rsid w:val="007C0F7C"/>
    <w:rsid w:val="007C1D10"/>
    <w:rsid w:val="007E4897"/>
    <w:rsid w:val="007E7837"/>
    <w:rsid w:val="007F1C54"/>
    <w:rsid w:val="00801993"/>
    <w:rsid w:val="00805127"/>
    <w:rsid w:val="00805BB9"/>
    <w:rsid w:val="00812D03"/>
    <w:rsid w:val="0082395B"/>
    <w:rsid w:val="0082638B"/>
    <w:rsid w:val="00837F4A"/>
    <w:rsid w:val="008476E5"/>
    <w:rsid w:val="00876E36"/>
    <w:rsid w:val="00890213"/>
    <w:rsid w:val="008B1F70"/>
    <w:rsid w:val="00913B4D"/>
    <w:rsid w:val="009835FB"/>
    <w:rsid w:val="009E2341"/>
    <w:rsid w:val="00A07444"/>
    <w:rsid w:val="00A161FD"/>
    <w:rsid w:val="00A31525"/>
    <w:rsid w:val="00A41064"/>
    <w:rsid w:val="00A42D4B"/>
    <w:rsid w:val="00A43C56"/>
    <w:rsid w:val="00A77EFB"/>
    <w:rsid w:val="00A83DC1"/>
    <w:rsid w:val="00A85DAC"/>
    <w:rsid w:val="00A92036"/>
    <w:rsid w:val="00A92BDB"/>
    <w:rsid w:val="00AA5759"/>
    <w:rsid w:val="00AA6C33"/>
    <w:rsid w:val="00AE3051"/>
    <w:rsid w:val="00B064CF"/>
    <w:rsid w:val="00B066FE"/>
    <w:rsid w:val="00B07336"/>
    <w:rsid w:val="00B15AAB"/>
    <w:rsid w:val="00B25BF0"/>
    <w:rsid w:val="00B27346"/>
    <w:rsid w:val="00B34399"/>
    <w:rsid w:val="00B45145"/>
    <w:rsid w:val="00B51030"/>
    <w:rsid w:val="00B55121"/>
    <w:rsid w:val="00B81116"/>
    <w:rsid w:val="00B87C62"/>
    <w:rsid w:val="00B90FAC"/>
    <w:rsid w:val="00BB234A"/>
    <w:rsid w:val="00BB5CBD"/>
    <w:rsid w:val="00BE049C"/>
    <w:rsid w:val="00C16907"/>
    <w:rsid w:val="00C21D9A"/>
    <w:rsid w:val="00C2637D"/>
    <w:rsid w:val="00C55F57"/>
    <w:rsid w:val="00C5693A"/>
    <w:rsid w:val="00C6556C"/>
    <w:rsid w:val="00C6BF3B"/>
    <w:rsid w:val="00C72450"/>
    <w:rsid w:val="00C73027"/>
    <w:rsid w:val="00CA5CEE"/>
    <w:rsid w:val="00CB64C3"/>
    <w:rsid w:val="00CC1A46"/>
    <w:rsid w:val="00CC5B01"/>
    <w:rsid w:val="00CE014A"/>
    <w:rsid w:val="00D107D5"/>
    <w:rsid w:val="00D130D8"/>
    <w:rsid w:val="00D2540E"/>
    <w:rsid w:val="00D26D40"/>
    <w:rsid w:val="00D321B8"/>
    <w:rsid w:val="00D35360"/>
    <w:rsid w:val="00D37B82"/>
    <w:rsid w:val="00D85F55"/>
    <w:rsid w:val="00DA3FAA"/>
    <w:rsid w:val="00DAB4CE"/>
    <w:rsid w:val="00DE21AE"/>
    <w:rsid w:val="00E20507"/>
    <w:rsid w:val="00E20D53"/>
    <w:rsid w:val="00E32E21"/>
    <w:rsid w:val="00E36687"/>
    <w:rsid w:val="00E52553"/>
    <w:rsid w:val="00E57228"/>
    <w:rsid w:val="00E7328D"/>
    <w:rsid w:val="00E83273"/>
    <w:rsid w:val="00EA13EC"/>
    <w:rsid w:val="00EA42AE"/>
    <w:rsid w:val="00EB023C"/>
    <w:rsid w:val="00EB07A4"/>
    <w:rsid w:val="00EB0E69"/>
    <w:rsid w:val="00EC175B"/>
    <w:rsid w:val="00EF0205"/>
    <w:rsid w:val="00F030EA"/>
    <w:rsid w:val="00F33315"/>
    <w:rsid w:val="00F36779"/>
    <w:rsid w:val="00F45BB5"/>
    <w:rsid w:val="00F60290"/>
    <w:rsid w:val="00FB7A35"/>
    <w:rsid w:val="00FD6DF2"/>
    <w:rsid w:val="00FE4683"/>
    <w:rsid w:val="00FE755F"/>
    <w:rsid w:val="00FF2CD9"/>
    <w:rsid w:val="00FF6327"/>
    <w:rsid w:val="03BB29BF"/>
    <w:rsid w:val="03BB3BF8"/>
    <w:rsid w:val="03E10855"/>
    <w:rsid w:val="0454350C"/>
    <w:rsid w:val="05295290"/>
    <w:rsid w:val="053CBCC4"/>
    <w:rsid w:val="05B2B002"/>
    <w:rsid w:val="0A73AACD"/>
    <w:rsid w:val="0BB0AD71"/>
    <w:rsid w:val="0D7200F0"/>
    <w:rsid w:val="0DA9830B"/>
    <w:rsid w:val="0E505B3B"/>
    <w:rsid w:val="0FA2D1BF"/>
    <w:rsid w:val="0FB34D55"/>
    <w:rsid w:val="0FFBDBB6"/>
    <w:rsid w:val="109A05C8"/>
    <w:rsid w:val="10F0E4E6"/>
    <w:rsid w:val="14EF15B2"/>
    <w:rsid w:val="187F7056"/>
    <w:rsid w:val="18FF5472"/>
    <w:rsid w:val="19281FFA"/>
    <w:rsid w:val="1946E0B0"/>
    <w:rsid w:val="19761581"/>
    <w:rsid w:val="19FEF245"/>
    <w:rsid w:val="1A3E3507"/>
    <w:rsid w:val="1DE05938"/>
    <w:rsid w:val="1EBC1953"/>
    <w:rsid w:val="221CD467"/>
    <w:rsid w:val="226A1453"/>
    <w:rsid w:val="22BD10D2"/>
    <w:rsid w:val="238869D7"/>
    <w:rsid w:val="24C26C47"/>
    <w:rsid w:val="2A5AC988"/>
    <w:rsid w:val="2A6DF0AB"/>
    <w:rsid w:val="2BFDB863"/>
    <w:rsid w:val="3269D372"/>
    <w:rsid w:val="32DFE765"/>
    <w:rsid w:val="3312E136"/>
    <w:rsid w:val="33F5E861"/>
    <w:rsid w:val="353B8794"/>
    <w:rsid w:val="36FAAF9D"/>
    <w:rsid w:val="37BC2F9A"/>
    <w:rsid w:val="3A784FEA"/>
    <w:rsid w:val="3A8441BB"/>
    <w:rsid w:val="3EC2F2F8"/>
    <w:rsid w:val="3ED7461C"/>
    <w:rsid w:val="401D5123"/>
    <w:rsid w:val="40232BB9"/>
    <w:rsid w:val="452CF5F7"/>
    <w:rsid w:val="453FC4CC"/>
    <w:rsid w:val="4643F2E5"/>
    <w:rsid w:val="47D8952F"/>
    <w:rsid w:val="495713FA"/>
    <w:rsid w:val="496C244B"/>
    <w:rsid w:val="49C67408"/>
    <w:rsid w:val="4B485893"/>
    <w:rsid w:val="4CB619AB"/>
    <w:rsid w:val="4E777431"/>
    <w:rsid w:val="5028265F"/>
    <w:rsid w:val="50745BC3"/>
    <w:rsid w:val="51252357"/>
    <w:rsid w:val="55E8DEE8"/>
    <w:rsid w:val="57709033"/>
    <w:rsid w:val="591DC67E"/>
    <w:rsid w:val="5B11352F"/>
    <w:rsid w:val="5C8A1726"/>
    <w:rsid w:val="5CE16D79"/>
    <w:rsid w:val="61BB8B78"/>
    <w:rsid w:val="638E29F4"/>
    <w:rsid w:val="64532856"/>
    <w:rsid w:val="6A4127E4"/>
    <w:rsid w:val="6C5FDC6F"/>
    <w:rsid w:val="6E12AA1F"/>
    <w:rsid w:val="6ED45DCF"/>
    <w:rsid w:val="6F850E3F"/>
    <w:rsid w:val="7606B106"/>
    <w:rsid w:val="7851F5E9"/>
    <w:rsid w:val="787B20CE"/>
    <w:rsid w:val="78D729D0"/>
    <w:rsid w:val="79253524"/>
    <w:rsid w:val="7A03766D"/>
    <w:rsid w:val="7A04B113"/>
    <w:rsid w:val="7A97B249"/>
    <w:rsid w:val="7AE61490"/>
    <w:rsid w:val="7DE4CF35"/>
    <w:rsid w:val="7DFB2B96"/>
    <w:rsid w:val="7F93F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68A01"/>
  <w15:chartTrackingRefBased/>
  <w15:docId w15:val="{07F071AB-396F-4C84-AEBA-6BC406D2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styleId="Loendilik">
    <w:name w:val="List Paragraph"/>
    <w:basedOn w:val="Normaallaad"/>
    <w:uiPriority w:val="34"/>
    <w:qFormat/>
    <w:rsid w:val="003B5224"/>
    <w:pPr>
      <w:ind w:left="720"/>
      <w:contextualSpacing/>
    </w:pPr>
  </w:style>
  <w:style w:type="paragraph" w:styleId="Kommentaaritekst">
    <w:name w:val="annotation text"/>
    <w:basedOn w:val="Normaallaad"/>
    <w:link w:val="KommentaaritekstMrk"/>
    <w:uiPriority w:val="99"/>
    <w:unhideWhenUsed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Pr>
      <w:rFonts w:ascii="Arial" w:hAnsi="Arial"/>
      <w:sz w:val="20"/>
      <w:szCs w:val="20"/>
      <w:lang w:val="et-EE"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  <w:style w:type="paragraph" w:styleId="Redaktsioon">
    <w:name w:val="Revision"/>
    <w:hidden/>
    <w:uiPriority w:val="99"/>
    <w:semiHidden/>
    <w:rsid w:val="00E20507"/>
    <w:pPr>
      <w:spacing w:after="0" w:line="240" w:lineRule="auto"/>
    </w:pPr>
    <w:rPr>
      <w:rFonts w:ascii="Arial" w:hAnsi="Arial"/>
      <w:lang w:val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B5CBD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B5CBD"/>
    <w:rPr>
      <w:rFonts w:ascii="Arial" w:hAnsi="Arial"/>
      <w:b/>
      <w:bCs/>
      <w:sz w:val="20"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7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.ehamaa\Desktop\DOTX_failid_SoM\Ministri%20m&#228;&#228;rus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181DE039D8D747A3209730E855D267" ma:contentTypeVersion="2" ma:contentTypeDescription="Loo uus dokument" ma:contentTypeScope="" ma:versionID="98c6d1f0ff36f1c0576a1643db83d188">
  <xsd:schema xmlns:xsd="http://www.w3.org/2001/XMLSchema" xmlns:xs="http://www.w3.org/2001/XMLSchema" xmlns:p="http://schemas.microsoft.com/office/2006/metadata/properties" xmlns:ns2="7145fa2c-a5e7-44a4-81b7-f2b57dbfaf4b" targetNamespace="http://schemas.microsoft.com/office/2006/metadata/properties" ma:root="true" ma:fieldsID="11961e6412eb863677e07987876a09a9" ns2:_="">
    <xsd:import namespace="7145fa2c-a5e7-44a4-81b7-f2b57dbfaf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45fa2c-a5e7-44a4-81b7-f2b57dbfaf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59EE2A-BB78-4F81-B2DF-4B3885EB94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FAA24F-F802-4DC6-A93F-F83B1662D1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F1356A-D5A1-40AB-A9B3-EAD56C8664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45fa2c-a5e7-44a4-81b7-f2b57dbfaf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Ministri määrus</Template>
  <TotalTime>1</TotalTime>
  <Pages>2</Pages>
  <Words>392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Ehamaa</dc:creator>
  <cp:keywords/>
  <dc:description/>
  <cp:lastModifiedBy>Merle Järve</cp:lastModifiedBy>
  <cp:revision>2</cp:revision>
  <cp:lastPrinted>2016-11-26T00:21:00Z</cp:lastPrinted>
  <dcterms:created xsi:type="dcterms:W3CDTF">2025-01-16T08:38:00Z</dcterms:created>
  <dcterms:modified xsi:type="dcterms:W3CDTF">2025-01-16T08:38:00Z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ContentTypeId">
    <vt:lpwstr>0x0101006E181DE039D8D747A3209730E855D267</vt:lpwstr>
  </property>
  <property fmtid="{D5CDD505-2E9C-101B-9397-08002B2CF9AE}" pid="10" name="_dlc_DocIdItemGuid">
    <vt:lpwstr>a5f6448e-c248-4e74-8f44-84a24a27638f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2024-10-01T08:10:47Z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d3e93b22-5761-4f8d-9a5e-626c5c62b7ca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ediaServiceImageTags">
    <vt:lpwstr/>
  </property>
  <property fmtid="{D5CDD505-2E9C-101B-9397-08002B2CF9AE}" pid="19" name="ComplianceAssetId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_activity">
    <vt:lpwstr>{"FileActivityType":"9","FileActivityTimeStamp":"2024-10-01T11:22:40.490Z","FileActivityUsersOnPage":[{"DisplayName":"Kristiina Kaasik - SOM","Id":"kristiina.kaasik@sm.ee"}],"FileActivityNavigationId":null}</vt:lpwstr>
  </property>
  <property fmtid="{D5CDD505-2E9C-101B-9397-08002B2CF9AE}" pid="23" name="_NewReviewCycle">
    <vt:lpwstr/>
  </property>
  <property fmtid="{D5CDD505-2E9C-101B-9397-08002B2CF9AE}" pid="24" name="_AdHocReviewCycleID">
    <vt:i4>2023470836</vt:i4>
  </property>
  <property fmtid="{D5CDD505-2E9C-101B-9397-08002B2CF9AE}" pid="25" name="_EmailSubject">
    <vt:lpwstr>SKA põhimääruse muudatus</vt:lpwstr>
  </property>
  <property fmtid="{D5CDD505-2E9C-101B-9397-08002B2CF9AE}" pid="26" name="_AuthorEmail">
    <vt:lpwstr>Leila.Siiroja@sotsiaalkindlustusamet.ee</vt:lpwstr>
  </property>
  <property fmtid="{D5CDD505-2E9C-101B-9397-08002B2CF9AE}" pid="27" name="_AuthorEmailDisplayName">
    <vt:lpwstr>Leila Siiroja</vt:lpwstr>
  </property>
  <property fmtid="{D5CDD505-2E9C-101B-9397-08002B2CF9AE}" pid="28" name="_ReviewingToolsShownOnce">
    <vt:lpwstr/>
  </property>
</Properties>
</file>