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D13A2" w:rsidRPr="00C80ADA">
              <w:rPr>
                <w:noProof/>
              </w:rPr>
              <w:t>KINNISVARAOSAKONNA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A46993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46993">
              <w:t> </w:t>
            </w:r>
            <w:r w:rsidR="00A46993">
              <w:t> </w:t>
            </w:r>
            <w:r w:rsidR="00A46993">
              <w:t> </w:t>
            </w:r>
            <w:r w:rsidR="00A46993">
              <w:t> </w:t>
            </w:r>
            <w:r w:rsidR="00A46993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8D13A2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65D6">
              <w:rPr>
                <w:noProof/>
              </w:rPr>
              <w:t>(digitaalallkirja kuupäev)</w:t>
            </w:r>
            <w:r w:rsidR="00C80ADA" w:rsidRPr="00C80ADA">
              <w:rPr>
                <w:noProof/>
              </w:rPr>
              <w:t xml:space="preserve"> 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80ADA">
              <w:rPr>
                <w:noProof/>
              </w:rPr>
              <w:t>1-5</w:t>
            </w:r>
            <w:r w:rsidR="008D13A2">
              <w:rPr>
                <w:noProof/>
              </w:rPr>
              <w:t>/115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7F018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1" w:name="Text7"/>
    <w:p w:rsidR="006322DF" w:rsidRPr="006322DF" w:rsidRDefault="00D638ED" w:rsidP="006322DF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696A40" w:rsidRPr="00696A40">
        <w:t>Komisjonide moodustamine väikevara mahakandmiseks ja hävitamiseks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</w:p>
    <w:p w:rsidR="00F158E9" w:rsidRDefault="00D638ED">
      <w:pPr>
        <w:pStyle w:val="Heading1"/>
      </w:pP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696A40" w:rsidRDefault="00696A40" w:rsidP="008A60C0">
      <w:pPr>
        <w:jc w:val="both"/>
      </w:pPr>
      <w:r>
        <w:lastRenderedPageBreak/>
        <w:t xml:space="preserve">Vastavalt Riigimetsa Majandamise Keskuse juhatuse  </w:t>
      </w:r>
      <w:r w:rsidR="009001D2">
        <w:t>02.01.2018</w:t>
      </w:r>
      <w:r w:rsidRPr="008A60C0">
        <w:t xml:space="preserve">.a otsusega nr 1-32/5 kinnitatud „RMK kinnisvaraosakonna põhimääruse“ </w:t>
      </w:r>
      <w:r w:rsidR="004E0BE4" w:rsidRPr="008A60C0">
        <w:t>punktidele 4.4.13</w:t>
      </w:r>
      <w:r w:rsidRPr="008A60C0">
        <w:t xml:space="preserve"> ja 4.5 n</w:t>
      </w:r>
      <w:r w:rsidR="00202F6E" w:rsidRPr="008A60C0">
        <w:t>ing</w:t>
      </w:r>
      <w:r w:rsidR="00202F6E">
        <w:t xml:space="preserve"> t</w:t>
      </w:r>
      <w:r w:rsidR="00444AB9">
        <w:t>uginedes RMK juhatuse 06.06.2017.a. otsusega nr 1-32/55</w:t>
      </w:r>
      <w:r>
        <w:t xml:space="preserve"> kinnitatud „RMK raamatupidamise</w:t>
      </w:r>
      <w:r w:rsidR="00202F6E">
        <w:t xml:space="preserve"> sise-eeskirjade</w:t>
      </w:r>
      <w:r w:rsidR="00444AB9">
        <w:t xml:space="preserve"> kinnitamine“ punktile 1</w:t>
      </w:r>
      <w:r w:rsidR="00DA5157">
        <w:t>0.16</w:t>
      </w:r>
      <w:r w:rsidR="009001D2">
        <w:t>:</w:t>
      </w:r>
      <w:r w:rsidR="00A46993">
        <w:t xml:space="preserve"> </w:t>
      </w:r>
    </w:p>
    <w:p w:rsidR="006322DF" w:rsidRDefault="006322DF"/>
    <w:p w:rsidR="006322DF" w:rsidRDefault="00696A40" w:rsidP="00696A40">
      <w:pPr>
        <w:pStyle w:val="ListParagraph"/>
        <w:numPr>
          <w:ilvl w:val="0"/>
          <w:numId w:val="3"/>
        </w:numPr>
      </w:pPr>
      <w:r>
        <w:t>Moodustan osakonna valduses oleva, kasutuskõlbmatu väheväärtusliku vallasvara (väikevara) mahakandmise ja hävitamisega seonduvate toimingute läbiviimiseks komisjonid alljärgnevalt:</w:t>
      </w:r>
    </w:p>
    <w:p w:rsidR="00696A40" w:rsidRDefault="00696A40" w:rsidP="00696A40">
      <w:pPr>
        <w:pStyle w:val="ListParagraph"/>
      </w:pPr>
    </w:p>
    <w:p w:rsidR="00696A40" w:rsidRDefault="00696A40" w:rsidP="00696A40"/>
    <w:p w:rsidR="00696A40" w:rsidRDefault="00696A40" w:rsidP="00696A40">
      <w:pPr>
        <w:pStyle w:val="ListParagraph"/>
      </w:pPr>
    </w:p>
    <w:p w:rsidR="00696A40" w:rsidRDefault="00696A40" w:rsidP="00696A40">
      <w:pPr>
        <w:pStyle w:val="ListParagraph"/>
      </w:pPr>
    </w:p>
    <w:p w:rsidR="006322DF" w:rsidRDefault="006322DF" w:rsidP="006322DF">
      <w:r>
        <w:t>Piirkond</w:t>
      </w:r>
      <w:r>
        <w:tab/>
      </w:r>
      <w:r w:rsidR="00A143B4">
        <w:tab/>
      </w:r>
      <w:r>
        <w:t>Komisjoni esimees</w:t>
      </w:r>
      <w:r>
        <w:tab/>
      </w:r>
      <w:r>
        <w:tab/>
      </w:r>
      <w:r>
        <w:tab/>
      </w:r>
      <w:r>
        <w:tab/>
        <w:t>Komisjoni liige</w:t>
      </w:r>
    </w:p>
    <w:p w:rsidR="006322DF" w:rsidRDefault="006322DF" w:rsidP="006322DF"/>
    <w:p w:rsidR="006322DF" w:rsidRDefault="006322DF" w:rsidP="006322DF">
      <w:r>
        <w:t>Põhja</w:t>
      </w:r>
      <w:r>
        <w:tab/>
      </w:r>
      <w:r>
        <w:tab/>
      </w:r>
      <w:r w:rsidR="00A143B4">
        <w:tab/>
      </w:r>
      <w:r>
        <w:t>Aavo Urbel, Lääne piirkonna</w:t>
      </w:r>
      <w:r>
        <w:tab/>
      </w:r>
      <w:r>
        <w:tab/>
        <w:t>Merike Onemar, Lääne piirkonna</w:t>
      </w:r>
      <w:r>
        <w:tab/>
      </w:r>
    </w:p>
    <w:p w:rsidR="006322DF" w:rsidRDefault="006322DF" w:rsidP="006322DF">
      <w:r>
        <w:tab/>
      </w:r>
      <w:r>
        <w:tab/>
      </w:r>
      <w:r w:rsidR="00A143B4">
        <w:tab/>
      </w:r>
      <w:r>
        <w:t>haldusjuht</w:t>
      </w:r>
      <w:r>
        <w:tab/>
      </w:r>
      <w:r>
        <w:tab/>
      </w:r>
      <w:r>
        <w:tab/>
      </w:r>
      <w:r>
        <w:tab/>
      </w:r>
      <w:r>
        <w:tab/>
        <w:t>haldusspetsialist</w:t>
      </w:r>
    </w:p>
    <w:p w:rsidR="006322DF" w:rsidRDefault="006322DF" w:rsidP="00632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3B4">
        <w:tab/>
      </w:r>
      <w:r>
        <w:t>Aarne Pupart, Lääne piirkonna</w:t>
      </w:r>
    </w:p>
    <w:p w:rsidR="006322DF" w:rsidRDefault="006322DF" w:rsidP="00632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3B4">
        <w:tab/>
      </w:r>
      <w:r>
        <w:t>remondi-hooldusspetsialist</w:t>
      </w:r>
    </w:p>
    <w:p w:rsidR="006322DF" w:rsidRDefault="006322DF" w:rsidP="006322DF">
      <w:r>
        <w:t>Lõuna</w:t>
      </w:r>
      <w:r>
        <w:tab/>
      </w:r>
      <w:r>
        <w:tab/>
      </w:r>
      <w:r w:rsidR="00A143B4">
        <w:tab/>
      </w:r>
      <w:r>
        <w:t>Uno Koppelmaa, Põhja piirkonna</w:t>
      </w:r>
      <w:r>
        <w:tab/>
      </w:r>
      <w:r>
        <w:tab/>
        <w:t>Reet Karu, Põhja piirkonna</w:t>
      </w:r>
    </w:p>
    <w:p w:rsidR="006322DF" w:rsidRDefault="006322DF" w:rsidP="006322DF">
      <w:r>
        <w:tab/>
      </w:r>
      <w:r>
        <w:tab/>
      </w:r>
      <w:r w:rsidR="00A143B4">
        <w:tab/>
      </w:r>
      <w:r>
        <w:t>haldusjuht</w:t>
      </w:r>
      <w:r>
        <w:tab/>
      </w:r>
      <w:r>
        <w:tab/>
      </w:r>
      <w:r>
        <w:tab/>
      </w:r>
      <w:r>
        <w:tab/>
      </w:r>
      <w:r>
        <w:tab/>
        <w:t>haldusspetsialist</w:t>
      </w:r>
    </w:p>
    <w:p w:rsidR="006322DF" w:rsidRDefault="006322DF" w:rsidP="00632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3B4">
        <w:tab/>
      </w:r>
      <w:r>
        <w:t>Matti Mölder, Põhja piirkonna</w:t>
      </w:r>
    </w:p>
    <w:p w:rsidR="006322DF" w:rsidRDefault="006322DF" w:rsidP="00632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3B4">
        <w:tab/>
      </w:r>
      <w:r>
        <w:t>remondi-hooldusspetsialist</w:t>
      </w:r>
    </w:p>
    <w:p w:rsidR="006322DF" w:rsidRDefault="006322DF" w:rsidP="006322DF">
      <w:r>
        <w:t>Lääne</w:t>
      </w:r>
      <w:r>
        <w:tab/>
      </w:r>
      <w:r>
        <w:tab/>
      </w:r>
      <w:r w:rsidR="00A143B4">
        <w:tab/>
      </w:r>
      <w:r>
        <w:t xml:space="preserve">Lily Kask, Lõuna piirkonna </w:t>
      </w:r>
      <w:r>
        <w:tab/>
      </w:r>
      <w:r>
        <w:tab/>
        <w:t>Jaan Salumäe, Lõuna piirkonna</w:t>
      </w:r>
    </w:p>
    <w:p w:rsidR="00696A40" w:rsidRDefault="006322DF" w:rsidP="00BF29EB">
      <w:r>
        <w:tab/>
      </w:r>
      <w:r>
        <w:tab/>
      </w:r>
      <w:r w:rsidR="00A143B4">
        <w:tab/>
      </w:r>
      <w:r>
        <w:t>haldusjuht</w:t>
      </w:r>
      <w:r>
        <w:tab/>
      </w:r>
      <w:r>
        <w:tab/>
      </w:r>
      <w:r>
        <w:tab/>
      </w:r>
      <w:r>
        <w:tab/>
      </w:r>
      <w:r>
        <w:tab/>
        <w:t>haldusspetsialist</w:t>
      </w:r>
    </w:p>
    <w:p w:rsidR="00B74EEE" w:rsidRDefault="00B74EEE" w:rsidP="00BF29EB"/>
    <w:p w:rsidR="00696A40" w:rsidRDefault="00696A40" w:rsidP="00696A40">
      <w:r>
        <w:t>Kinnisvaraosakond</w:t>
      </w:r>
      <w:r>
        <w:tab/>
        <w:t>Terje Edur, kinnisvaraarvestuse</w:t>
      </w:r>
      <w:r>
        <w:tab/>
      </w:r>
      <w:r>
        <w:tab/>
        <w:t>Jüri Orlov, ehitusspetsialist</w:t>
      </w:r>
      <w:r>
        <w:tab/>
      </w:r>
    </w:p>
    <w:p w:rsidR="00696A40" w:rsidRDefault="00696A40" w:rsidP="00696A40">
      <w:r>
        <w:t>peakontor</w:t>
      </w:r>
      <w:r>
        <w:tab/>
      </w:r>
      <w:r>
        <w:tab/>
        <w:t>spetsialist</w:t>
      </w:r>
      <w:r>
        <w:tab/>
      </w:r>
      <w:r>
        <w:tab/>
      </w:r>
      <w:r>
        <w:tab/>
      </w:r>
      <w:r>
        <w:tab/>
      </w:r>
    </w:p>
    <w:p w:rsidR="00EB7D90" w:rsidRDefault="00EB7D90" w:rsidP="006322DF">
      <w:pPr>
        <w:ind w:left="680" w:firstLine="680"/>
      </w:pPr>
    </w:p>
    <w:p w:rsidR="00F12A82" w:rsidRDefault="00F12A82" w:rsidP="006322DF">
      <w:pPr>
        <w:ind w:left="680" w:firstLine="680"/>
      </w:pPr>
    </w:p>
    <w:p w:rsidR="00F12A82" w:rsidRDefault="00F12A82" w:rsidP="006322DF">
      <w:pPr>
        <w:ind w:left="680" w:firstLine="680"/>
      </w:pPr>
    </w:p>
    <w:p w:rsidR="00F12A82" w:rsidRDefault="00F12A82" w:rsidP="006322DF">
      <w:pPr>
        <w:ind w:left="680" w:firstLine="680"/>
      </w:pPr>
    </w:p>
    <w:p w:rsidR="00F12A82" w:rsidRDefault="00F12A82" w:rsidP="006322DF">
      <w:pPr>
        <w:ind w:left="680" w:firstLine="680"/>
      </w:pPr>
    </w:p>
    <w:p w:rsidR="00F12A82" w:rsidRDefault="00F12A82" w:rsidP="006322DF">
      <w:pPr>
        <w:ind w:left="680" w:firstLine="680"/>
      </w:pPr>
    </w:p>
    <w:p w:rsidR="00F12A82" w:rsidRDefault="00F12A82" w:rsidP="006322DF">
      <w:pPr>
        <w:ind w:left="680" w:firstLine="680"/>
      </w:pPr>
    </w:p>
    <w:p w:rsidR="00F12A82" w:rsidRDefault="00F12A82" w:rsidP="006322DF">
      <w:pPr>
        <w:ind w:left="680" w:firstLine="680"/>
      </w:pPr>
    </w:p>
    <w:p w:rsidR="00F12A82" w:rsidRDefault="00F12A82" w:rsidP="006322DF">
      <w:pPr>
        <w:ind w:left="680" w:firstLine="680"/>
      </w:pPr>
    </w:p>
    <w:p w:rsidR="00EB7D90" w:rsidRDefault="00BF29EB" w:rsidP="00BF29EB">
      <w:r>
        <w:t xml:space="preserve">2. Tunnistan kehtetuks kinnisvaraosakonna </w:t>
      </w:r>
      <w:r w:rsidR="00D2743B">
        <w:t>juhataja 24.10.2017.a. käskkirja nr 1-5/181</w:t>
      </w:r>
      <w:r>
        <w:t xml:space="preserve"> „Komisjonide moodustamine väikevara mahakandmiseks ja hävitamiseks</w:t>
      </w:r>
      <w:r w:rsidR="00D2743B">
        <w:t>“</w:t>
      </w: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/>
    <w:p w:rsidR="00EB7D90" w:rsidRDefault="00EB7D90">
      <w:pPr>
        <w:sectPr w:rsidR="00EB7D90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854C2">
        <w:rPr>
          <w:spacing w:val="0"/>
          <w:position w:val="0"/>
        </w:rPr>
      </w:r>
      <w:r w:rsidR="000854C2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EB7D90" w:rsidRDefault="00D638ED" w:rsidP="00EB7D90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EB7D90">
        <w:rPr>
          <w:noProof/>
        </w:rPr>
        <w:t>Andrus Lauren</w:t>
      </w:r>
    </w:p>
    <w:p w:rsidR="00F158E9" w:rsidRDefault="00EB7D90" w:rsidP="00EB7D90">
      <w:r>
        <w:rPr>
          <w:noProof/>
        </w:rPr>
        <w:t>Kinnisvaraosakonna juhataja</w:t>
      </w:r>
      <w:r w:rsidR="00D638ED"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EB7D90" w:rsidRPr="00EB7D90">
        <w:rPr>
          <w:noProof/>
        </w:rPr>
        <w:t xml:space="preserve">Jaotuskava: komisjonide liikmed, </w:t>
      </w:r>
      <w:r w:rsidR="00356DE3">
        <w:rPr>
          <w:noProof/>
        </w:rPr>
        <w:t>Taimi Nõlvak</w:t>
      </w:r>
      <w:r>
        <w:fldChar w:fldCharType="end"/>
      </w:r>
      <w:bookmarkEnd w:id="3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B7D90" w:rsidRDefault="00330D03" w:rsidP="00EB7D90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EB7D90">
        <w:rPr>
          <w:noProof/>
        </w:rPr>
        <w:t>Terje Edur</w:t>
      </w:r>
    </w:p>
    <w:p w:rsidR="00EB7D90" w:rsidRDefault="00EB7D90" w:rsidP="00EB7D90">
      <w:pPr>
        <w:rPr>
          <w:noProof/>
        </w:rPr>
      </w:pPr>
      <w:r>
        <w:rPr>
          <w:noProof/>
        </w:rPr>
        <w:t>Kinnisvaraarvestuse spetsialist</w:t>
      </w:r>
    </w:p>
    <w:p w:rsidR="00F158E9" w:rsidRDefault="000376E9" w:rsidP="00EB7D90">
      <w:r>
        <w:rPr>
          <w:noProof/>
        </w:rPr>
        <w:t>26</w:t>
      </w:r>
      <w:r w:rsidR="00EB7D90">
        <w:rPr>
          <w:noProof/>
        </w:rPr>
        <w:t>.1</w:t>
      </w:r>
      <w:r w:rsidR="000854C2">
        <w:rPr>
          <w:noProof/>
        </w:rPr>
        <w:t>1</w:t>
      </w:r>
      <w:bookmarkStart w:id="4" w:name="_GoBack"/>
      <w:bookmarkEnd w:id="4"/>
      <w:r w:rsidR="00EB7D90">
        <w:rPr>
          <w:noProof/>
        </w:rPr>
        <w:t>.201</w:t>
      </w:r>
      <w:r w:rsidR="00BF29EB">
        <w:rPr>
          <w:noProof/>
        </w:rPr>
        <w:t>8</w:t>
      </w:r>
      <w:r w:rsidR="00330D03"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57" w:rsidRDefault="00DA5157">
      <w:r>
        <w:separator/>
      </w:r>
    </w:p>
  </w:endnote>
  <w:endnote w:type="continuationSeparator" w:id="0">
    <w:p w:rsidR="00DA5157" w:rsidRDefault="00DA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57" w:rsidRDefault="00DA515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57" w:rsidRDefault="00DA515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57" w:rsidRDefault="00DA515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57" w:rsidRDefault="00DA5157">
      <w:r>
        <w:separator/>
      </w:r>
    </w:p>
  </w:footnote>
  <w:footnote w:type="continuationSeparator" w:id="0">
    <w:p w:rsidR="00DA5157" w:rsidRDefault="00DA5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57" w:rsidRDefault="00DA515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0854C2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57" w:rsidRDefault="00DA5157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157" w:rsidRDefault="00DA5157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1BE31FE"/>
    <w:multiLevelType w:val="hybridMultilevel"/>
    <w:tmpl w:val="5C520F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3npG4a2YFpzmA4CMC4Byq6+FX4=" w:salt="XM+1cVcj0gjCX2P9ANbcog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8C"/>
    <w:rsid w:val="000376E9"/>
    <w:rsid w:val="00060D53"/>
    <w:rsid w:val="000854C2"/>
    <w:rsid w:val="000F361D"/>
    <w:rsid w:val="000F4A49"/>
    <w:rsid w:val="00147715"/>
    <w:rsid w:val="00202F6E"/>
    <w:rsid w:val="00244725"/>
    <w:rsid w:val="002A14CA"/>
    <w:rsid w:val="002D56AC"/>
    <w:rsid w:val="00330D03"/>
    <w:rsid w:val="00330F05"/>
    <w:rsid w:val="00336264"/>
    <w:rsid w:val="00356DE3"/>
    <w:rsid w:val="003B09BD"/>
    <w:rsid w:val="00423B06"/>
    <w:rsid w:val="004331B9"/>
    <w:rsid w:val="004415ED"/>
    <w:rsid w:val="00444AB9"/>
    <w:rsid w:val="00461B71"/>
    <w:rsid w:val="004E0BE4"/>
    <w:rsid w:val="00556C8C"/>
    <w:rsid w:val="00573333"/>
    <w:rsid w:val="005965D6"/>
    <w:rsid w:val="005B39CA"/>
    <w:rsid w:val="005F43A1"/>
    <w:rsid w:val="006322DF"/>
    <w:rsid w:val="006541DB"/>
    <w:rsid w:val="00657A68"/>
    <w:rsid w:val="00696A40"/>
    <w:rsid w:val="007D1C0B"/>
    <w:rsid w:val="007F018C"/>
    <w:rsid w:val="008A60C0"/>
    <w:rsid w:val="008D13A2"/>
    <w:rsid w:val="009001D2"/>
    <w:rsid w:val="009851A2"/>
    <w:rsid w:val="00A143B4"/>
    <w:rsid w:val="00A46993"/>
    <w:rsid w:val="00AC217C"/>
    <w:rsid w:val="00B23E37"/>
    <w:rsid w:val="00B459DE"/>
    <w:rsid w:val="00B74EEE"/>
    <w:rsid w:val="00B80E9E"/>
    <w:rsid w:val="00BF29EB"/>
    <w:rsid w:val="00C80287"/>
    <w:rsid w:val="00C80ADA"/>
    <w:rsid w:val="00CA2A9D"/>
    <w:rsid w:val="00CD6CD1"/>
    <w:rsid w:val="00CE67E8"/>
    <w:rsid w:val="00D2743B"/>
    <w:rsid w:val="00D638ED"/>
    <w:rsid w:val="00DA5157"/>
    <w:rsid w:val="00DC0DC8"/>
    <w:rsid w:val="00EB7D90"/>
    <w:rsid w:val="00EF71E9"/>
    <w:rsid w:val="00F12A82"/>
    <w:rsid w:val="00F158E9"/>
    <w:rsid w:val="00FD33E2"/>
    <w:rsid w:val="00FE1728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C80A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0ADA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96A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C80A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0ADA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9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jee\AppData\Local\Microsoft\Windows\Temporary%20Internet%20Files\Content.IE5\L6ZBSIOU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63</TotalTime>
  <Pages>2</Pages>
  <Words>261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Terje Edur</dc:creator>
  <dc:description>Ver 2.0, 01.2013</dc:description>
  <cp:lastModifiedBy>Terje Edur</cp:lastModifiedBy>
  <cp:revision>24</cp:revision>
  <cp:lastPrinted>2018-11-26T07:30:00Z</cp:lastPrinted>
  <dcterms:created xsi:type="dcterms:W3CDTF">2017-10-18T11:38:00Z</dcterms:created>
  <dcterms:modified xsi:type="dcterms:W3CDTF">2018-11-26T07:52:00Z</dcterms:modified>
</cp:coreProperties>
</file>