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7DC47" w14:textId="6C597952" w:rsidR="00BF0DF7" w:rsidRPr="00861822" w:rsidRDefault="00847F4F" w:rsidP="00861822">
      <w:pPr>
        <w:spacing w:line="276" w:lineRule="auto"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bookmarkStart w:id="0" w:name="_Hlk165542339"/>
      <w:r w:rsidRPr="00861822">
        <w:rPr>
          <w:rFonts w:ascii="Calibri" w:eastAsia="Times New Roman" w:hAnsi="Calibri" w:cs="Calibri"/>
          <w:color w:val="000000"/>
          <w:sz w:val="22"/>
          <w:szCs w:val="22"/>
        </w:rPr>
        <w:t>Lugupee</w:t>
      </w:r>
      <w:r w:rsidR="00250435" w:rsidRPr="00861822">
        <w:rPr>
          <w:rFonts w:ascii="Calibri" w:eastAsia="Times New Roman" w:hAnsi="Calibri" w:cs="Calibri"/>
          <w:color w:val="000000"/>
          <w:sz w:val="22"/>
          <w:szCs w:val="22"/>
        </w:rPr>
        <w:t>t</w:t>
      </w:r>
      <w:r w:rsidRPr="00861822">
        <w:rPr>
          <w:rFonts w:ascii="Calibri" w:eastAsia="Times New Roman" w:hAnsi="Calibri" w:cs="Calibri"/>
          <w:color w:val="000000"/>
          <w:sz w:val="22"/>
          <w:szCs w:val="22"/>
        </w:rPr>
        <w:t xml:space="preserve">ud </w:t>
      </w:r>
      <w:r w:rsidR="004023DF">
        <w:rPr>
          <w:rFonts w:ascii="Calibri" w:eastAsia="Times New Roman" w:hAnsi="Calibri" w:cs="Calibri"/>
          <w:color w:val="000000"/>
          <w:sz w:val="22"/>
          <w:szCs w:val="22"/>
        </w:rPr>
        <w:t xml:space="preserve">Marko </w:t>
      </w:r>
      <w:proofErr w:type="spellStart"/>
      <w:r w:rsidR="004023DF">
        <w:rPr>
          <w:rFonts w:ascii="Calibri" w:eastAsia="Times New Roman" w:hAnsi="Calibri" w:cs="Calibri"/>
          <w:color w:val="000000"/>
          <w:sz w:val="22"/>
          <w:szCs w:val="22"/>
        </w:rPr>
        <w:t>Teiva</w:t>
      </w:r>
      <w:proofErr w:type="spellEnd"/>
    </w:p>
    <w:p w14:paraId="4A0139EA" w14:textId="60D147BB" w:rsidR="00847F4F" w:rsidRPr="00861822" w:rsidRDefault="004023DF" w:rsidP="00861822">
      <w:pPr>
        <w:spacing w:line="276" w:lineRule="auto"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Tapa Vallavalitsus</w:t>
      </w:r>
    </w:p>
    <w:p w14:paraId="521829E3" w14:textId="1FB847C9" w:rsidR="00F2762C" w:rsidRPr="00861822" w:rsidRDefault="004023DF" w:rsidP="00861822">
      <w:pPr>
        <w:spacing w:line="276" w:lineRule="auto"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Pikk 15, 45106, Tapa</w:t>
      </w:r>
    </w:p>
    <w:p w14:paraId="1F02FD36" w14:textId="7A1B1500" w:rsidR="00BF0DF7" w:rsidRPr="00861822" w:rsidRDefault="004023DF" w:rsidP="0086182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Lääne-Viru maakond</w:t>
      </w:r>
    </w:p>
    <w:p w14:paraId="3B9E7A3C" w14:textId="77777777" w:rsidR="005714CC" w:rsidRPr="00861822" w:rsidRDefault="005714CC" w:rsidP="0086182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352BCF9" w14:textId="260148F7" w:rsidR="005007F1" w:rsidRPr="00861822" w:rsidRDefault="005714CC" w:rsidP="0086182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61822">
        <w:rPr>
          <w:rFonts w:ascii="Calibri" w:hAnsi="Calibri" w:cs="Calibri"/>
          <w:sz w:val="22"/>
          <w:szCs w:val="22"/>
        </w:rPr>
        <w:t>E-post</w:t>
      </w:r>
      <w:r w:rsidRPr="00032973">
        <w:rPr>
          <w:rFonts w:ascii="Calibri" w:hAnsi="Calibri" w:cs="Calibri"/>
          <w:sz w:val="22"/>
          <w:szCs w:val="22"/>
        </w:rPr>
        <w:t xml:space="preserve">: </w:t>
      </w:r>
      <w:hyperlink r:id="rId11" w:tooltip="mailto:marko.teiva@tapa.ee" w:history="1">
        <w:r w:rsidR="004023DF" w:rsidRPr="004023DF">
          <w:rPr>
            <w:rStyle w:val="Hyperlink"/>
          </w:rPr>
          <w:t>marko.teiva@tapa.ee</w:t>
        </w:r>
      </w:hyperlink>
    </w:p>
    <w:p w14:paraId="45D8B60E" w14:textId="2764CC3E" w:rsidR="005007F1" w:rsidRPr="00861822" w:rsidRDefault="005007F1" w:rsidP="00861822">
      <w:pPr>
        <w:spacing w:line="276" w:lineRule="auto"/>
        <w:jc w:val="right"/>
        <w:rPr>
          <w:rFonts w:ascii="Calibri" w:eastAsia="Times New Roman" w:hAnsi="Calibri" w:cs="Calibri"/>
          <w:color w:val="000000"/>
          <w:sz w:val="22"/>
          <w:szCs w:val="22"/>
        </w:rPr>
      </w:pPr>
      <w:r w:rsidRPr="00861822">
        <w:rPr>
          <w:rFonts w:ascii="Calibri" w:hAnsi="Calibri" w:cs="Calibri"/>
          <w:sz w:val="22"/>
          <w:szCs w:val="22"/>
        </w:rPr>
        <w:t>Meie</w:t>
      </w:r>
      <w:r w:rsidRPr="00032973">
        <w:rPr>
          <w:rFonts w:ascii="Calibri" w:hAnsi="Calibri" w:cs="Calibri"/>
          <w:sz w:val="22"/>
          <w:szCs w:val="22"/>
        </w:rPr>
        <w:t xml:space="preserve">: </w:t>
      </w:r>
      <w:r w:rsidR="004023DF">
        <w:rPr>
          <w:rFonts w:ascii="Calibri" w:hAnsi="Calibri" w:cs="Calibri"/>
          <w:sz w:val="22"/>
          <w:szCs w:val="22"/>
        </w:rPr>
        <w:t>22.04.2025 -6</w:t>
      </w:r>
    </w:p>
    <w:p w14:paraId="722D135A" w14:textId="77777777" w:rsidR="009B0860" w:rsidRPr="00861822" w:rsidRDefault="009B0860" w:rsidP="00861822">
      <w:pPr>
        <w:spacing w:line="276" w:lineRule="auto"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69750D5B" w14:textId="77777777" w:rsidR="00D2245D" w:rsidRPr="00861822" w:rsidRDefault="00D2245D" w:rsidP="00861822">
      <w:pPr>
        <w:spacing w:line="276" w:lineRule="auto"/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</w:rPr>
      </w:pPr>
    </w:p>
    <w:p w14:paraId="5B988366" w14:textId="44FBFD75" w:rsidR="009D018E" w:rsidRPr="00861822" w:rsidRDefault="004023DF" w:rsidP="00861822">
      <w:pPr>
        <w:spacing w:line="276" w:lineRule="auto"/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</w:rPr>
      </w:pPr>
      <w:r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GRK EESTI AS-i LAIENEMINE TAPA VALDA</w:t>
      </w:r>
    </w:p>
    <w:p w14:paraId="6EFF28D3" w14:textId="77777777" w:rsidR="0071459A" w:rsidRDefault="0071459A" w:rsidP="0086182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1" w:name="_Hlk165542401"/>
      <w:bookmarkEnd w:id="0"/>
    </w:p>
    <w:p w14:paraId="52B15286" w14:textId="7B211E6D" w:rsidR="004023DF" w:rsidRDefault="004023DF" w:rsidP="0086182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Tere,</w:t>
      </w:r>
    </w:p>
    <w:p w14:paraId="557767AC" w14:textId="77777777" w:rsidR="004023DF" w:rsidRDefault="004023DF" w:rsidP="0086182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BB3EED7" w14:textId="77777777" w:rsidR="004023DF" w:rsidRPr="004023DF" w:rsidRDefault="004023DF" w:rsidP="004023D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023DF">
        <w:rPr>
          <w:rFonts w:ascii="Calibri" w:hAnsi="Calibri" w:cs="Calibri"/>
          <w:sz w:val="22"/>
          <w:szCs w:val="22"/>
        </w:rPr>
        <w:t>04.03.2025 kohtusime Tapa Valla hoones ja arutasime GRK Eesti plaane laieneda Tapale. </w:t>
      </w:r>
    </w:p>
    <w:p w14:paraId="20DE85C6" w14:textId="77777777" w:rsidR="004023DF" w:rsidRPr="004023DF" w:rsidRDefault="004023DF" w:rsidP="004023D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023DF">
        <w:rPr>
          <w:rFonts w:ascii="Calibri" w:hAnsi="Calibri" w:cs="Calibri"/>
          <w:sz w:val="22"/>
          <w:szCs w:val="22"/>
        </w:rPr>
        <w:t>Tänaseks oleme saanud ettevõtte nõukogult rohelise tule investeeringuks ning pärast analüüsi oleme jõudnud järeldusele, et GRK Eestile sobib kõige paremini Karja tn 6 kinnistu. Selle eelistuse määrasid asukoht, olemasolev taristu ning planeeringuvabadus, mis muudavad krundi meie vajadustele vastavaks.</w:t>
      </w:r>
    </w:p>
    <w:p w14:paraId="13BEC457" w14:textId="77777777" w:rsidR="004023DF" w:rsidRDefault="004023DF" w:rsidP="004023D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023DF">
        <w:rPr>
          <w:rFonts w:ascii="Calibri" w:hAnsi="Calibri" w:cs="Calibri"/>
          <w:sz w:val="22"/>
          <w:szCs w:val="22"/>
        </w:rPr>
        <w:t>Eesmärk on rajada Karja tn 6 kinnistule kaasaegne ja mitme otstarbeline tegevuskeskus, kuhu oleks koondatud GRK Eesti peamised tegevusvaldkonnad. Planeeritavad tegevused hõlmavad muu hulgas:</w:t>
      </w:r>
    </w:p>
    <w:p w14:paraId="2F1C9545" w14:textId="77777777" w:rsidR="004023DF" w:rsidRPr="004023DF" w:rsidRDefault="004023DF" w:rsidP="004023D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87EF50E" w14:textId="77777777" w:rsidR="004023DF" w:rsidRPr="004023DF" w:rsidRDefault="004023DF" w:rsidP="004023DF">
      <w:pPr>
        <w:numPr>
          <w:ilvl w:val="0"/>
          <w:numId w:val="4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023DF">
        <w:rPr>
          <w:rFonts w:ascii="Calibri" w:hAnsi="Calibri" w:cs="Calibri"/>
          <w:sz w:val="22"/>
          <w:szCs w:val="22"/>
        </w:rPr>
        <w:t>raudtee ja rööbasteede hooldus- ja remondibaasi, Etapp 1</w:t>
      </w:r>
    </w:p>
    <w:p w14:paraId="598BDD72" w14:textId="77777777" w:rsidR="004023DF" w:rsidRPr="004023DF" w:rsidRDefault="004023DF" w:rsidP="004023DF">
      <w:pPr>
        <w:numPr>
          <w:ilvl w:val="0"/>
          <w:numId w:val="4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023DF">
        <w:rPr>
          <w:rFonts w:ascii="Calibri" w:hAnsi="Calibri" w:cs="Calibri"/>
          <w:sz w:val="22"/>
          <w:szCs w:val="22"/>
        </w:rPr>
        <w:t>betoontoodete tootmisüksust, Etapp 2</w:t>
      </w:r>
    </w:p>
    <w:p w14:paraId="65BB4391" w14:textId="77777777" w:rsidR="004023DF" w:rsidRPr="004023DF" w:rsidRDefault="004023DF" w:rsidP="004023DF">
      <w:pPr>
        <w:numPr>
          <w:ilvl w:val="0"/>
          <w:numId w:val="4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023DF">
        <w:rPr>
          <w:rFonts w:ascii="Calibri" w:hAnsi="Calibri" w:cs="Calibri"/>
          <w:sz w:val="22"/>
          <w:szCs w:val="22"/>
        </w:rPr>
        <w:t>keskkonnateenuste keskust, Etapp 3</w:t>
      </w:r>
    </w:p>
    <w:p w14:paraId="5C1BF3C1" w14:textId="77777777" w:rsidR="004023DF" w:rsidRDefault="004023DF" w:rsidP="004023DF">
      <w:pPr>
        <w:numPr>
          <w:ilvl w:val="0"/>
          <w:numId w:val="4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023DF">
        <w:rPr>
          <w:rFonts w:ascii="Calibri" w:hAnsi="Calibri" w:cs="Calibri"/>
          <w:sz w:val="22"/>
          <w:szCs w:val="22"/>
        </w:rPr>
        <w:t>raske- ja militaartehnika hooldusüksust. Etapp 4</w:t>
      </w:r>
    </w:p>
    <w:p w14:paraId="21E3F45C" w14:textId="77777777" w:rsidR="004023DF" w:rsidRPr="004023DF" w:rsidRDefault="004023DF" w:rsidP="004023DF">
      <w:p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14:paraId="37632A66" w14:textId="77777777" w:rsidR="004023DF" w:rsidRPr="004023DF" w:rsidRDefault="004023DF" w:rsidP="004023D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023DF">
        <w:rPr>
          <w:rFonts w:ascii="Calibri" w:hAnsi="Calibri" w:cs="Calibri"/>
          <w:sz w:val="22"/>
          <w:szCs w:val="22"/>
        </w:rPr>
        <w:t>Planeeritava investeeringu suurusjärk on ca 15 miljonit eurot ning keskuse valmimisel looksime piirkonda kuni 30 püsivat ja hooajal kuni 50 töökohta.</w:t>
      </w:r>
    </w:p>
    <w:p w14:paraId="725E6B7C" w14:textId="77777777" w:rsidR="004023DF" w:rsidRPr="004023DF" w:rsidRDefault="004023DF" w:rsidP="004023D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023DF">
        <w:rPr>
          <w:rFonts w:ascii="Calibri" w:hAnsi="Calibri" w:cs="Calibri"/>
          <w:sz w:val="22"/>
          <w:szCs w:val="22"/>
        </w:rPr>
        <w:t>Et järgmisi samme arutada ja protsessi kõigi osapooltega koordineerida, teeme ettepaneku korraldada ühine kohtumine, kus osaleksid Tapa vald, Riigi Maa- ja ruumiamet ning GRK Eesti.</w:t>
      </w:r>
    </w:p>
    <w:p w14:paraId="2B4E6B7C" w14:textId="77777777" w:rsidR="004023DF" w:rsidRPr="004023DF" w:rsidRDefault="004023DF" w:rsidP="004023D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023DF">
        <w:rPr>
          <w:rFonts w:ascii="Calibri" w:hAnsi="Calibri" w:cs="Calibri"/>
          <w:sz w:val="22"/>
          <w:szCs w:val="22"/>
        </w:rPr>
        <w:t>Lisasin manusesse krundi jaotuse eskiisi. Oleme valmis kohtumisel tutvustama esitlust, mis annab detailsema ülevaate GRK Eesti tegevustest, kavandatavast keskuse kontseptsioonist ja arendusplaanidest.</w:t>
      </w:r>
    </w:p>
    <w:p w14:paraId="7A7E3C33" w14:textId="77777777" w:rsidR="004023DF" w:rsidRPr="004023DF" w:rsidRDefault="004023DF" w:rsidP="004023D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023DF">
        <w:rPr>
          <w:rFonts w:ascii="Calibri" w:hAnsi="Calibri" w:cs="Calibri"/>
          <w:sz w:val="22"/>
          <w:szCs w:val="22"/>
        </w:rPr>
        <w:t>Ootame teiepoolset tagasisidet ning kohtumise osas ettepanekuid.</w:t>
      </w:r>
    </w:p>
    <w:p w14:paraId="6E2A0273" w14:textId="77777777" w:rsidR="004023DF" w:rsidRPr="00861822" w:rsidRDefault="004023DF" w:rsidP="0086182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CEF4C42" w14:textId="77777777" w:rsidR="00974815" w:rsidRPr="00861822" w:rsidRDefault="00974815" w:rsidP="0086182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9363044" w14:textId="7FD9F55A" w:rsidR="002A4218" w:rsidRPr="00861822" w:rsidRDefault="003045EE" w:rsidP="0086182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61822">
        <w:rPr>
          <w:rFonts w:ascii="Calibri" w:hAnsi="Calibri" w:cs="Calibri"/>
          <w:sz w:val="22"/>
          <w:szCs w:val="22"/>
        </w:rPr>
        <w:t>Lugupidamisega</w:t>
      </w:r>
    </w:p>
    <w:p w14:paraId="0BB1CD76" w14:textId="77777777" w:rsidR="00DD6921" w:rsidRPr="00861822" w:rsidRDefault="00DD6921" w:rsidP="0086182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07FC044" w14:textId="4B67ECF9" w:rsidR="003045EE" w:rsidRPr="00861822" w:rsidRDefault="003045EE" w:rsidP="0086182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61822">
        <w:rPr>
          <w:rFonts w:ascii="Calibri" w:hAnsi="Calibri" w:cs="Calibri"/>
          <w:sz w:val="22"/>
          <w:szCs w:val="22"/>
        </w:rPr>
        <w:t>/</w:t>
      </w:r>
      <w:r w:rsidRPr="00861822">
        <w:rPr>
          <w:rFonts w:ascii="Calibri" w:hAnsi="Calibri" w:cs="Calibri"/>
          <w:i/>
          <w:iCs/>
          <w:sz w:val="22"/>
          <w:szCs w:val="22"/>
        </w:rPr>
        <w:t>allkirjastatud digitaalselt</w:t>
      </w:r>
      <w:r w:rsidRPr="00861822">
        <w:rPr>
          <w:rFonts w:ascii="Calibri" w:hAnsi="Calibri" w:cs="Calibri"/>
          <w:sz w:val="22"/>
          <w:szCs w:val="22"/>
        </w:rPr>
        <w:t>/</w:t>
      </w:r>
    </w:p>
    <w:bookmarkEnd w:id="1"/>
    <w:p w14:paraId="297F9E09" w14:textId="279AC5D3" w:rsidR="00CE5A07" w:rsidRPr="00861822" w:rsidRDefault="00E1787B" w:rsidP="00861822">
      <w:pPr>
        <w:spacing w:line="276" w:lineRule="auto"/>
        <w:rPr>
          <w:rFonts w:ascii="Calibri" w:hAnsi="Calibri" w:cs="Calibri"/>
          <w:sz w:val="22"/>
          <w:szCs w:val="22"/>
        </w:rPr>
      </w:pPr>
      <w:r w:rsidRPr="00861822">
        <w:rPr>
          <w:rFonts w:ascii="Calibri" w:hAnsi="Calibri" w:cs="Calibri"/>
          <w:sz w:val="22"/>
          <w:szCs w:val="22"/>
        </w:rPr>
        <w:t>Mario Liim</w:t>
      </w:r>
      <w:r w:rsidR="008C77C2" w:rsidRPr="00861822">
        <w:rPr>
          <w:rFonts w:ascii="Calibri" w:hAnsi="Calibri" w:cs="Calibri"/>
          <w:sz w:val="22"/>
          <w:szCs w:val="22"/>
        </w:rPr>
        <w:t>a</w:t>
      </w:r>
    </w:p>
    <w:p w14:paraId="4BC4A942" w14:textId="77777777" w:rsidR="00CE5A07" w:rsidRPr="00126E08" w:rsidRDefault="00CE5A07" w:rsidP="00BE7192">
      <w:pPr>
        <w:rPr>
          <w:rFonts w:ascii="Calibri" w:hAnsi="Calibri" w:cs="Calibri"/>
          <w:sz w:val="22"/>
          <w:szCs w:val="22"/>
        </w:rPr>
      </w:pPr>
    </w:p>
    <w:sectPr w:rsidR="00CE5A07" w:rsidRPr="00126E08" w:rsidSect="00495503">
      <w:headerReference w:type="default" r:id="rId12"/>
      <w:footerReference w:type="default" r:id="rId13"/>
      <w:pgSz w:w="11906" w:h="16838"/>
      <w:pgMar w:top="2268" w:right="567" w:bottom="2268" w:left="1134" w:header="454" w:footer="454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E0F14" w14:textId="77777777" w:rsidR="00914DBC" w:rsidRDefault="00914DBC" w:rsidP="00921F0E">
      <w:r>
        <w:separator/>
      </w:r>
    </w:p>
  </w:endnote>
  <w:endnote w:type="continuationSeparator" w:id="0">
    <w:p w14:paraId="63B6997F" w14:textId="77777777" w:rsidR="00914DBC" w:rsidRDefault="00914DBC" w:rsidP="00921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03399"/>
      <w:docPartObj>
        <w:docPartGallery w:val="Page Numbers (Bottom of Page)"/>
        <w:docPartUnique/>
      </w:docPartObj>
    </w:sdtPr>
    <w:sdtContent>
      <w:p w14:paraId="51CECEDD" w14:textId="1A030008" w:rsidR="00C25EAC" w:rsidRDefault="00C25EA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952561" w14:textId="00A061AA" w:rsidR="005B36B2" w:rsidRPr="00C57524" w:rsidRDefault="005B36B2" w:rsidP="005B36B2">
    <w:pPr>
      <w:pStyle w:val="Footer"/>
      <w:jc w:val="right"/>
      <w:rPr>
        <w:b/>
        <w:color w:val="FA6C00" w:themeColor="accen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376C2" w14:textId="77777777" w:rsidR="00914DBC" w:rsidRDefault="00914DBC" w:rsidP="00921F0E">
      <w:r>
        <w:separator/>
      </w:r>
    </w:p>
  </w:footnote>
  <w:footnote w:type="continuationSeparator" w:id="0">
    <w:p w14:paraId="0303F4C2" w14:textId="77777777" w:rsidR="00914DBC" w:rsidRDefault="00914DBC" w:rsidP="00921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AF62F" w14:textId="77777777" w:rsidR="004762C0" w:rsidRDefault="001317BE" w:rsidP="001C61E5">
    <w:pPr>
      <w:pStyle w:val="NoSpacing"/>
      <w:rPr>
        <w:rFonts w:cstheme="minorHAnsi"/>
        <w:sz w:val="20"/>
        <w:szCs w:val="20"/>
        <w:lang w:val="en-GB"/>
      </w:rPr>
    </w:pPr>
    <w:r>
      <w:rPr>
        <w:rFonts w:cstheme="minorHAnsi"/>
        <w:noProof/>
        <w:sz w:val="20"/>
        <w:szCs w:val="20"/>
        <w:lang w:val="en-GB"/>
      </w:rPr>
      <w:drawing>
        <wp:anchor distT="0" distB="0" distL="114300" distR="114300" simplePos="0" relativeHeight="251660288" behindDoc="1" locked="0" layoutInCell="1" allowOverlap="1" wp14:anchorId="3228FF92" wp14:editId="69E16212">
          <wp:simplePos x="0" y="0"/>
          <wp:positionH relativeFrom="column">
            <wp:posOffset>9767</wp:posOffset>
          </wp:positionH>
          <wp:positionV relativeFrom="paragraph">
            <wp:posOffset>73660</wp:posOffset>
          </wp:positionV>
          <wp:extent cx="1143785" cy="866775"/>
          <wp:effectExtent l="0" t="0" r="0" b="0"/>
          <wp:wrapNone/>
          <wp:docPr id="193388633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785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734FE0" w14:textId="4E96C905" w:rsidR="00FF3B98" w:rsidRPr="004D63DB" w:rsidRDefault="00FF3B98" w:rsidP="001C61E5">
    <w:pPr>
      <w:pStyle w:val="NoSpacing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</w:p>
  <w:p w14:paraId="0ACC264F" w14:textId="77777777" w:rsidR="00FF3B98" w:rsidRPr="004D63DB" w:rsidRDefault="00FF3B98" w:rsidP="001C61E5">
    <w:pPr>
      <w:pStyle w:val="NoSpacing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54E667AF" w14:textId="77777777" w:rsidR="00FF3B98" w:rsidRPr="004D63DB" w:rsidRDefault="00FF3B98" w:rsidP="001C61E5">
    <w:pPr>
      <w:pStyle w:val="NoSpacing"/>
      <w:rPr>
        <w:rFonts w:cstheme="minorHAnsi"/>
        <w:sz w:val="20"/>
        <w:szCs w:val="20"/>
        <w:lang w:val="en-GB"/>
      </w:rPr>
    </w:pPr>
  </w:p>
  <w:p w14:paraId="26248D40" w14:textId="77777777" w:rsidR="00FF3B98" w:rsidRPr="004D63DB" w:rsidRDefault="00FF3B98" w:rsidP="001C61E5">
    <w:pPr>
      <w:pStyle w:val="NoSpacing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634BA092" w14:textId="77777777" w:rsidR="00FF3B98" w:rsidRDefault="00FF3B98" w:rsidP="001C61E5">
    <w:pPr>
      <w:pStyle w:val="NoSpacing"/>
      <w:rPr>
        <w:rFonts w:cstheme="minorHAnsi"/>
        <w:sz w:val="20"/>
        <w:szCs w:val="20"/>
        <w:lang w:val="en-GB"/>
      </w:rPr>
    </w:pPr>
  </w:p>
  <w:p w14:paraId="675BF673" w14:textId="77777777" w:rsidR="00FF3B98" w:rsidRDefault="00FF3B98" w:rsidP="001C61E5">
    <w:pPr>
      <w:pStyle w:val="NoSpacing"/>
      <w:rPr>
        <w:rFonts w:cstheme="minorHAnsi"/>
        <w:sz w:val="20"/>
        <w:szCs w:val="20"/>
        <w:lang w:val="en-GB"/>
      </w:rPr>
    </w:pPr>
  </w:p>
  <w:p w14:paraId="4E0A8BD1" w14:textId="77777777" w:rsidR="004D63DB" w:rsidRDefault="004D63DB" w:rsidP="001C61E5">
    <w:pPr>
      <w:pStyle w:val="NoSpacing"/>
      <w:rPr>
        <w:rFonts w:cstheme="minorHAnsi"/>
        <w:sz w:val="20"/>
        <w:szCs w:val="20"/>
        <w:lang w:val="en-GB"/>
      </w:rPr>
    </w:pPr>
  </w:p>
  <w:p w14:paraId="05A2BC4D" w14:textId="77777777" w:rsidR="004762C0" w:rsidRDefault="004762C0" w:rsidP="001C61E5">
    <w:pPr>
      <w:pStyle w:val="NoSpacing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4124"/>
    <w:multiLevelType w:val="hybridMultilevel"/>
    <w:tmpl w:val="9AAC5978"/>
    <w:lvl w:ilvl="0" w:tplc="042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1D2044B"/>
    <w:multiLevelType w:val="hybridMultilevel"/>
    <w:tmpl w:val="A8F653E6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D449C8"/>
    <w:multiLevelType w:val="hybridMultilevel"/>
    <w:tmpl w:val="F2067356"/>
    <w:lvl w:ilvl="0" w:tplc="2B8C0994">
      <w:start w:val="1"/>
      <w:numFmt w:val="lowerRoman"/>
      <w:lvlText w:val="(%1)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50711"/>
    <w:multiLevelType w:val="hybridMultilevel"/>
    <w:tmpl w:val="0E681E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75C53"/>
    <w:multiLevelType w:val="multilevel"/>
    <w:tmpl w:val="16787D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D2F05CE"/>
    <w:multiLevelType w:val="multilevel"/>
    <w:tmpl w:val="36B2B7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1CF618D"/>
    <w:multiLevelType w:val="hybridMultilevel"/>
    <w:tmpl w:val="8256C0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45176"/>
    <w:multiLevelType w:val="multilevel"/>
    <w:tmpl w:val="B380A7EA"/>
    <w:lvl w:ilvl="0">
      <w:start w:val="5"/>
      <w:numFmt w:val="decimal"/>
      <w:lvlText w:val="%1."/>
      <w:lvlJc w:val="left"/>
      <w:pPr>
        <w:ind w:left="680" w:hanging="6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C186C59"/>
    <w:multiLevelType w:val="hybridMultilevel"/>
    <w:tmpl w:val="FA8C8BD0"/>
    <w:lvl w:ilvl="0" w:tplc="82A212C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32A6D"/>
    <w:multiLevelType w:val="hybridMultilevel"/>
    <w:tmpl w:val="B2EC86E0"/>
    <w:lvl w:ilvl="0" w:tplc="042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E986955"/>
    <w:multiLevelType w:val="hybridMultilevel"/>
    <w:tmpl w:val="623869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2C726A"/>
    <w:multiLevelType w:val="hybridMultilevel"/>
    <w:tmpl w:val="B8E253A6"/>
    <w:lvl w:ilvl="0" w:tplc="99D89B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378E0"/>
    <w:multiLevelType w:val="hybridMultilevel"/>
    <w:tmpl w:val="3480916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7D47F6"/>
    <w:multiLevelType w:val="hybridMultilevel"/>
    <w:tmpl w:val="A9F24558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53E65"/>
    <w:multiLevelType w:val="multilevel"/>
    <w:tmpl w:val="D60E5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EA6559E"/>
    <w:multiLevelType w:val="hybridMultilevel"/>
    <w:tmpl w:val="BDB425D8"/>
    <w:lvl w:ilvl="0" w:tplc="83DABD96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662BF"/>
    <w:multiLevelType w:val="hybridMultilevel"/>
    <w:tmpl w:val="33F6F5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C6A8D"/>
    <w:multiLevelType w:val="hybridMultilevel"/>
    <w:tmpl w:val="D032AE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14787"/>
    <w:multiLevelType w:val="multilevel"/>
    <w:tmpl w:val="5AFA8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9" w15:restartNumberingAfterBreak="0">
    <w:nsid w:val="36D705D4"/>
    <w:multiLevelType w:val="hybridMultilevel"/>
    <w:tmpl w:val="41C8FCDA"/>
    <w:lvl w:ilvl="0" w:tplc="B010D71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FF1105"/>
    <w:multiLevelType w:val="hybridMultilevel"/>
    <w:tmpl w:val="39D03CE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E56223"/>
    <w:multiLevelType w:val="hybridMultilevel"/>
    <w:tmpl w:val="54663526"/>
    <w:lvl w:ilvl="0" w:tplc="3EA82FC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90E46"/>
    <w:multiLevelType w:val="multilevel"/>
    <w:tmpl w:val="93EC3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1040149"/>
    <w:multiLevelType w:val="multilevel"/>
    <w:tmpl w:val="14C2C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18F5706"/>
    <w:multiLevelType w:val="multilevel"/>
    <w:tmpl w:val="47CE3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5" w15:restartNumberingAfterBreak="0">
    <w:nsid w:val="4232358C"/>
    <w:multiLevelType w:val="multilevel"/>
    <w:tmpl w:val="F6920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2CB16ED"/>
    <w:multiLevelType w:val="hybridMultilevel"/>
    <w:tmpl w:val="5AEC86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C6270F"/>
    <w:multiLevelType w:val="multilevel"/>
    <w:tmpl w:val="A8BA99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9D07625"/>
    <w:multiLevelType w:val="hybridMultilevel"/>
    <w:tmpl w:val="6A9421B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C017E25"/>
    <w:multiLevelType w:val="multilevel"/>
    <w:tmpl w:val="FD5C3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D9F2152"/>
    <w:multiLevelType w:val="hybridMultilevel"/>
    <w:tmpl w:val="262CEB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D75808"/>
    <w:multiLevelType w:val="hybridMultilevel"/>
    <w:tmpl w:val="7E08586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22540"/>
    <w:multiLevelType w:val="hybridMultilevel"/>
    <w:tmpl w:val="D71015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831CB6"/>
    <w:multiLevelType w:val="multilevel"/>
    <w:tmpl w:val="DA4633D4"/>
    <w:lvl w:ilvl="0">
      <w:start w:val="1"/>
      <w:numFmt w:val="bullet"/>
      <w:pStyle w:val="ListParagraph"/>
      <w:lvlText w:val=""/>
      <w:lvlJc w:val="left"/>
      <w:pPr>
        <w:ind w:left="1360" w:hanging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00" w:hanging="340"/>
      </w:pPr>
      <w:rPr>
        <w:rFonts w:ascii="Courier New" w:hAnsi="Courier New" w:hint="default"/>
        <w:sz w:val="16"/>
      </w:rPr>
    </w:lvl>
    <w:lvl w:ilvl="2">
      <w:start w:val="1"/>
      <w:numFmt w:val="bullet"/>
      <w:lvlText w:val=""/>
      <w:lvlJc w:val="left"/>
      <w:pPr>
        <w:ind w:left="2041" w:hanging="341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34" w15:restartNumberingAfterBreak="0">
    <w:nsid w:val="507F6F0C"/>
    <w:multiLevelType w:val="hybridMultilevel"/>
    <w:tmpl w:val="F2C40F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9607F1"/>
    <w:multiLevelType w:val="multilevel"/>
    <w:tmpl w:val="B052E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9FA0C33"/>
    <w:multiLevelType w:val="hybridMultilevel"/>
    <w:tmpl w:val="1408FC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901543"/>
    <w:multiLevelType w:val="hybridMultilevel"/>
    <w:tmpl w:val="C81C7262"/>
    <w:lvl w:ilvl="0" w:tplc="AB0435A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3C84CBB"/>
    <w:multiLevelType w:val="multilevel"/>
    <w:tmpl w:val="C6CC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7976628"/>
    <w:multiLevelType w:val="hybridMultilevel"/>
    <w:tmpl w:val="5D6093DE"/>
    <w:lvl w:ilvl="0" w:tplc="2B04BA8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0CD2A37"/>
    <w:multiLevelType w:val="hybridMultilevel"/>
    <w:tmpl w:val="70B8B7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FF25BE"/>
    <w:multiLevelType w:val="hybridMultilevel"/>
    <w:tmpl w:val="8F4CE706"/>
    <w:lvl w:ilvl="0" w:tplc="D2F81338">
      <w:start w:val="770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10" w:hanging="360"/>
      </w:pPr>
    </w:lvl>
    <w:lvl w:ilvl="2" w:tplc="0425001B" w:tentative="1">
      <w:start w:val="1"/>
      <w:numFmt w:val="lowerRoman"/>
      <w:lvlText w:val="%3."/>
      <w:lvlJc w:val="right"/>
      <w:pPr>
        <w:ind w:left="2130" w:hanging="180"/>
      </w:pPr>
    </w:lvl>
    <w:lvl w:ilvl="3" w:tplc="0425000F" w:tentative="1">
      <w:start w:val="1"/>
      <w:numFmt w:val="decimal"/>
      <w:lvlText w:val="%4."/>
      <w:lvlJc w:val="left"/>
      <w:pPr>
        <w:ind w:left="2850" w:hanging="360"/>
      </w:pPr>
    </w:lvl>
    <w:lvl w:ilvl="4" w:tplc="04250019" w:tentative="1">
      <w:start w:val="1"/>
      <w:numFmt w:val="lowerLetter"/>
      <w:lvlText w:val="%5."/>
      <w:lvlJc w:val="left"/>
      <w:pPr>
        <w:ind w:left="3570" w:hanging="360"/>
      </w:pPr>
    </w:lvl>
    <w:lvl w:ilvl="5" w:tplc="0425001B" w:tentative="1">
      <w:start w:val="1"/>
      <w:numFmt w:val="lowerRoman"/>
      <w:lvlText w:val="%6."/>
      <w:lvlJc w:val="right"/>
      <w:pPr>
        <w:ind w:left="4290" w:hanging="180"/>
      </w:pPr>
    </w:lvl>
    <w:lvl w:ilvl="6" w:tplc="0425000F" w:tentative="1">
      <w:start w:val="1"/>
      <w:numFmt w:val="decimal"/>
      <w:lvlText w:val="%7."/>
      <w:lvlJc w:val="left"/>
      <w:pPr>
        <w:ind w:left="5010" w:hanging="360"/>
      </w:pPr>
    </w:lvl>
    <w:lvl w:ilvl="7" w:tplc="04250019" w:tentative="1">
      <w:start w:val="1"/>
      <w:numFmt w:val="lowerLetter"/>
      <w:lvlText w:val="%8."/>
      <w:lvlJc w:val="left"/>
      <w:pPr>
        <w:ind w:left="5730" w:hanging="360"/>
      </w:pPr>
    </w:lvl>
    <w:lvl w:ilvl="8" w:tplc="042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2" w15:restartNumberingAfterBreak="0">
    <w:nsid w:val="754356FB"/>
    <w:multiLevelType w:val="hybridMultilevel"/>
    <w:tmpl w:val="583C54CC"/>
    <w:lvl w:ilvl="0" w:tplc="042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3" w15:restartNumberingAfterBreak="0">
    <w:nsid w:val="76C124AD"/>
    <w:multiLevelType w:val="multilevel"/>
    <w:tmpl w:val="64A0E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7EB534E"/>
    <w:multiLevelType w:val="hybridMultilevel"/>
    <w:tmpl w:val="42042654"/>
    <w:lvl w:ilvl="0" w:tplc="042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95C0D28"/>
    <w:multiLevelType w:val="hybridMultilevel"/>
    <w:tmpl w:val="3676C1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A129A5"/>
    <w:multiLevelType w:val="hybridMultilevel"/>
    <w:tmpl w:val="5B427E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B80FD9"/>
    <w:multiLevelType w:val="hybridMultilevel"/>
    <w:tmpl w:val="7A34C20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5532764">
    <w:abstractNumId w:val="33"/>
  </w:num>
  <w:num w:numId="2" w16cid:durableId="540900985">
    <w:abstractNumId w:val="25"/>
  </w:num>
  <w:num w:numId="3" w16cid:durableId="705720124">
    <w:abstractNumId w:val="35"/>
  </w:num>
  <w:num w:numId="4" w16cid:durableId="1044986118">
    <w:abstractNumId w:val="22"/>
  </w:num>
  <w:num w:numId="5" w16cid:durableId="1946692160">
    <w:abstractNumId w:val="30"/>
  </w:num>
  <w:num w:numId="6" w16cid:durableId="2113931636">
    <w:abstractNumId w:val="24"/>
  </w:num>
  <w:num w:numId="7" w16cid:durableId="1326015301">
    <w:abstractNumId w:val="16"/>
  </w:num>
  <w:num w:numId="8" w16cid:durableId="702749518">
    <w:abstractNumId w:val="20"/>
  </w:num>
  <w:num w:numId="9" w16cid:durableId="70130340">
    <w:abstractNumId w:val="31"/>
  </w:num>
  <w:num w:numId="10" w16cid:durableId="1076822054">
    <w:abstractNumId w:val="41"/>
  </w:num>
  <w:num w:numId="11" w16cid:durableId="1762918944">
    <w:abstractNumId w:val="26"/>
  </w:num>
  <w:num w:numId="12" w16cid:durableId="1162359115">
    <w:abstractNumId w:val="8"/>
  </w:num>
  <w:num w:numId="13" w16cid:durableId="1978728811">
    <w:abstractNumId w:val="2"/>
  </w:num>
  <w:num w:numId="14" w16cid:durableId="756437053">
    <w:abstractNumId w:val="32"/>
  </w:num>
  <w:num w:numId="15" w16cid:durableId="856967044">
    <w:abstractNumId w:val="18"/>
  </w:num>
  <w:num w:numId="16" w16cid:durableId="267196425">
    <w:abstractNumId w:val="13"/>
  </w:num>
  <w:num w:numId="17" w16cid:durableId="164319784">
    <w:abstractNumId w:val="45"/>
  </w:num>
  <w:num w:numId="18" w16cid:durableId="1177886803">
    <w:abstractNumId w:val="11"/>
  </w:num>
  <w:num w:numId="19" w16cid:durableId="474839699">
    <w:abstractNumId w:val="4"/>
  </w:num>
  <w:num w:numId="20" w16cid:durableId="1435977855">
    <w:abstractNumId w:val="12"/>
  </w:num>
  <w:num w:numId="21" w16cid:durableId="878082610">
    <w:abstractNumId w:val="9"/>
  </w:num>
  <w:num w:numId="22" w16cid:durableId="601108525">
    <w:abstractNumId w:val="44"/>
  </w:num>
  <w:num w:numId="23" w16cid:durableId="1365906643">
    <w:abstractNumId w:val="21"/>
  </w:num>
  <w:num w:numId="24" w16cid:durableId="286006813">
    <w:abstractNumId w:val="1"/>
  </w:num>
  <w:num w:numId="25" w16cid:durableId="2064283320">
    <w:abstractNumId w:val="37"/>
  </w:num>
  <w:num w:numId="26" w16cid:durableId="1248231300">
    <w:abstractNumId w:val="28"/>
  </w:num>
  <w:num w:numId="27" w16cid:durableId="723525660">
    <w:abstractNumId w:val="39"/>
  </w:num>
  <w:num w:numId="28" w16cid:durableId="318658485">
    <w:abstractNumId w:val="47"/>
  </w:num>
  <w:num w:numId="29" w16cid:durableId="802046117">
    <w:abstractNumId w:val="15"/>
  </w:num>
  <w:num w:numId="30" w16cid:durableId="1814132264">
    <w:abstractNumId w:val="10"/>
  </w:num>
  <w:num w:numId="31" w16cid:durableId="2048795942">
    <w:abstractNumId w:val="36"/>
  </w:num>
  <w:num w:numId="32" w16cid:durableId="1721395499">
    <w:abstractNumId w:val="42"/>
  </w:num>
  <w:num w:numId="33" w16cid:durableId="2102604793">
    <w:abstractNumId w:val="3"/>
  </w:num>
  <w:num w:numId="34" w16cid:durableId="1152211438">
    <w:abstractNumId w:val="6"/>
  </w:num>
  <w:num w:numId="35" w16cid:durableId="1113480339">
    <w:abstractNumId w:val="34"/>
  </w:num>
  <w:num w:numId="36" w16cid:durableId="1174952566">
    <w:abstractNumId w:val="27"/>
  </w:num>
  <w:num w:numId="37" w16cid:durableId="218714667">
    <w:abstractNumId w:val="0"/>
  </w:num>
  <w:num w:numId="38" w16cid:durableId="112292090">
    <w:abstractNumId w:val="40"/>
  </w:num>
  <w:num w:numId="39" w16cid:durableId="610281246">
    <w:abstractNumId w:val="19"/>
  </w:num>
  <w:num w:numId="40" w16cid:durableId="1212770862">
    <w:abstractNumId w:val="17"/>
  </w:num>
  <w:num w:numId="41" w16cid:durableId="749160551">
    <w:abstractNumId w:val="29"/>
  </w:num>
  <w:num w:numId="42" w16cid:durableId="2009093153">
    <w:abstractNumId w:val="5"/>
  </w:num>
  <w:num w:numId="43" w16cid:durableId="1419129803">
    <w:abstractNumId w:val="46"/>
  </w:num>
  <w:num w:numId="44" w16cid:durableId="52507666">
    <w:abstractNumId w:val="7"/>
  </w:num>
  <w:num w:numId="45" w16cid:durableId="203753254">
    <w:abstractNumId w:val="38"/>
  </w:num>
  <w:num w:numId="46" w16cid:durableId="1974480687">
    <w:abstractNumId w:val="43"/>
  </w:num>
  <w:num w:numId="47" w16cid:durableId="1668510844">
    <w:abstractNumId w:val="14"/>
  </w:num>
  <w:num w:numId="48" w16cid:durableId="14662674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CF2"/>
    <w:rsid w:val="000003E9"/>
    <w:rsid w:val="0000054D"/>
    <w:rsid w:val="00000791"/>
    <w:rsid w:val="00001335"/>
    <w:rsid w:val="000039A8"/>
    <w:rsid w:val="00003F8A"/>
    <w:rsid w:val="0000525A"/>
    <w:rsid w:val="0000637F"/>
    <w:rsid w:val="00006DAD"/>
    <w:rsid w:val="000072DC"/>
    <w:rsid w:val="00007B37"/>
    <w:rsid w:val="00007B8C"/>
    <w:rsid w:val="000100D7"/>
    <w:rsid w:val="00010347"/>
    <w:rsid w:val="000104E7"/>
    <w:rsid w:val="00010540"/>
    <w:rsid w:val="00010D93"/>
    <w:rsid w:val="000111B2"/>
    <w:rsid w:val="0001195F"/>
    <w:rsid w:val="00011DDD"/>
    <w:rsid w:val="000125C4"/>
    <w:rsid w:val="00013011"/>
    <w:rsid w:val="0001306E"/>
    <w:rsid w:val="0001366B"/>
    <w:rsid w:val="000139EE"/>
    <w:rsid w:val="00013E96"/>
    <w:rsid w:val="000140BF"/>
    <w:rsid w:val="00014CC1"/>
    <w:rsid w:val="00014DD7"/>
    <w:rsid w:val="00014DF4"/>
    <w:rsid w:val="0001639A"/>
    <w:rsid w:val="00016DF4"/>
    <w:rsid w:val="00017744"/>
    <w:rsid w:val="0002039D"/>
    <w:rsid w:val="00020B02"/>
    <w:rsid w:val="00020DC2"/>
    <w:rsid w:val="00020DDD"/>
    <w:rsid w:val="00021E1D"/>
    <w:rsid w:val="00023549"/>
    <w:rsid w:val="000238C4"/>
    <w:rsid w:val="00023B34"/>
    <w:rsid w:val="00023BE6"/>
    <w:rsid w:val="0002431E"/>
    <w:rsid w:val="00024744"/>
    <w:rsid w:val="0002504B"/>
    <w:rsid w:val="00026437"/>
    <w:rsid w:val="00026B2D"/>
    <w:rsid w:val="00027112"/>
    <w:rsid w:val="00027655"/>
    <w:rsid w:val="00030739"/>
    <w:rsid w:val="00031169"/>
    <w:rsid w:val="00032973"/>
    <w:rsid w:val="00032F00"/>
    <w:rsid w:val="00033C62"/>
    <w:rsid w:val="00033D45"/>
    <w:rsid w:val="000350BA"/>
    <w:rsid w:val="000361B0"/>
    <w:rsid w:val="000367F4"/>
    <w:rsid w:val="00036A6C"/>
    <w:rsid w:val="0003717E"/>
    <w:rsid w:val="00040A20"/>
    <w:rsid w:val="00040B1B"/>
    <w:rsid w:val="0004100E"/>
    <w:rsid w:val="00043E4E"/>
    <w:rsid w:val="0004404D"/>
    <w:rsid w:val="00044FFD"/>
    <w:rsid w:val="0004592D"/>
    <w:rsid w:val="00045C1F"/>
    <w:rsid w:val="000464C1"/>
    <w:rsid w:val="000515D5"/>
    <w:rsid w:val="00052B02"/>
    <w:rsid w:val="00052B36"/>
    <w:rsid w:val="00052FAF"/>
    <w:rsid w:val="000531B4"/>
    <w:rsid w:val="00053C27"/>
    <w:rsid w:val="000556BF"/>
    <w:rsid w:val="0005663E"/>
    <w:rsid w:val="00056719"/>
    <w:rsid w:val="00056D80"/>
    <w:rsid w:val="0006211E"/>
    <w:rsid w:val="00062341"/>
    <w:rsid w:val="00062843"/>
    <w:rsid w:val="00063262"/>
    <w:rsid w:val="0006329C"/>
    <w:rsid w:val="0006364F"/>
    <w:rsid w:val="00063D94"/>
    <w:rsid w:val="000641CE"/>
    <w:rsid w:val="00064320"/>
    <w:rsid w:val="00064CEF"/>
    <w:rsid w:val="00064DFA"/>
    <w:rsid w:val="00065163"/>
    <w:rsid w:val="00065AC8"/>
    <w:rsid w:val="00065EA4"/>
    <w:rsid w:val="0006648E"/>
    <w:rsid w:val="000664D7"/>
    <w:rsid w:val="000669DF"/>
    <w:rsid w:val="000669FC"/>
    <w:rsid w:val="00066B16"/>
    <w:rsid w:val="0006714B"/>
    <w:rsid w:val="00070F2E"/>
    <w:rsid w:val="000710D5"/>
    <w:rsid w:val="00071DE8"/>
    <w:rsid w:val="00072786"/>
    <w:rsid w:val="000729EC"/>
    <w:rsid w:val="000733A4"/>
    <w:rsid w:val="00073B14"/>
    <w:rsid w:val="00073FF9"/>
    <w:rsid w:val="00074BF8"/>
    <w:rsid w:val="0007589E"/>
    <w:rsid w:val="00076E47"/>
    <w:rsid w:val="000770A3"/>
    <w:rsid w:val="0007743B"/>
    <w:rsid w:val="00077B59"/>
    <w:rsid w:val="000804B8"/>
    <w:rsid w:val="00080D64"/>
    <w:rsid w:val="00081A15"/>
    <w:rsid w:val="0008261D"/>
    <w:rsid w:val="00082815"/>
    <w:rsid w:val="00082DC3"/>
    <w:rsid w:val="00082F87"/>
    <w:rsid w:val="000838A6"/>
    <w:rsid w:val="00083AB2"/>
    <w:rsid w:val="0008408C"/>
    <w:rsid w:val="00084309"/>
    <w:rsid w:val="0008476F"/>
    <w:rsid w:val="0008561E"/>
    <w:rsid w:val="00087BB5"/>
    <w:rsid w:val="00090886"/>
    <w:rsid w:val="00090C4F"/>
    <w:rsid w:val="00091386"/>
    <w:rsid w:val="00093B9E"/>
    <w:rsid w:val="00094C3F"/>
    <w:rsid w:val="00094EC3"/>
    <w:rsid w:val="000953AD"/>
    <w:rsid w:val="00096801"/>
    <w:rsid w:val="00096D43"/>
    <w:rsid w:val="00097097"/>
    <w:rsid w:val="00097A49"/>
    <w:rsid w:val="000A0198"/>
    <w:rsid w:val="000A19BB"/>
    <w:rsid w:val="000A2154"/>
    <w:rsid w:val="000A245D"/>
    <w:rsid w:val="000A3923"/>
    <w:rsid w:val="000A3D70"/>
    <w:rsid w:val="000A51B2"/>
    <w:rsid w:val="000A52CB"/>
    <w:rsid w:val="000A558E"/>
    <w:rsid w:val="000A57D9"/>
    <w:rsid w:val="000A5D23"/>
    <w:rsid w:val="000A639E"/>
    <w:rsid w:val="000A6517"/>
    <w:rsid w:val="000A6DB6"/>
    <w:rsid w:val="000A78F3"/>
    <w:rsid w:val="000B0DC4"/>
    <w:rsid w:val="000B1850"/>
    <w:rsid w:val="000B1A03"/>
    <w:rsid w:val="000B1BA7"/>
    <w:rsid w:val="000B3C7C"/>
    <w:rsid w:val="000B40A3"/>
    <w:rsid w:val="000B413F"/>
    <w:rsid w:val="000B41F5"/>
    <w:rsid w:val="000B4764"/>
    <w:rsid w:val="000B63AD"/>
    <w:rsid w:val="000B6AB1"/>
    <w:rsid w:val="000B739B"/>
    <w:rsid w:val="000B772B"/>
    <w:rsid w:val="000B7F7C"/>
    <w:rsid w:val="000C2A91"/>
    <w:rsid w:val="000C31F3"/>
    <w:rsid w:val="000C3675"/>
    <w:rsid w:val="000C3A28"/>
    <w:rsid w:val="000C3CA1"/>
    <w:rsid w:val="000C44DB"/>
    <w:rsid w:val="000C4C1F"/>
    <w:rsid w:val="000C4C77"/>
    <w:rsid w:val="000C4E9A"/>
    <w:rsid w:val="000C54A6"/>
    <w:rsid w:val="000C584C"/>
    <w:rsid w:val="000C68A1"/>
    <w:rsid w:val="000C6EE9"/>
    <w:rsid w:val="000C70E1"/>
    <w:rsid w:val="000C76C0"/>
    <w:rsid w:val="000C7A3F"/>
    <w:rsid w:val="000D053D"/>
    <w:rsid w:val="000D2319"/>
    <w:rsid w:val="000D2FD7"/>
    <w:rsid w:val="000D439A"/>
    <w:rsid w:val="000D4562"/>
    <w:rsid w:val="000D4E96"/>
    <w:rsid w:val="000D58F1"/>
    <w:rsid w:val="000D5ED5"/>
    <w:rsid w:val="000D623E"/>
    <w:rsid w:val="000D7529"/>
    <w:rsid w:val="000D78B9"/>
    <w:rsid w:val="000D7E91"/>
    <w:rsid w:val="000E0194"/>
    <w:rsid w:val="000E0A22"/>
    <w:rsid w:val="000E1663"/>
    <w:rsid w:val="000E16EA"/>
    <w:rsid w:val="000E1E03"/>
    <w:rsid w:val="000E3BE5"/>
    <w:rsid w:val="000E3EB3"/>
    <w:rsid w:val="000E3FC4"/>
    <w:rsid w:val="000E4454"/>
    <w:rsid w:val="000E451A"/>
    <w:rsid w:val="000E5810"/>
    <w:rsid w:val="000E5984"/>
    <w:rsid w:val="000E67CB"/>
    <w:rsid w:val="000E6AA9"/>
    <w:rsid w:val="000E6E1F"/>
    <w:rsid w:val="000E780C"/>
    <w:rsid w:val="000E7AA9"/>
    <w:rsid w:val="000F1E6A"/>
    <w:rsid w:val="000F20DC"/>
    <w:rsid w:val="000F210B"/>
    <w:rsid w:val="000F29E2"/>
    <w:rsid w:val="000F41B1"/>
    <w:rsid w:val="000F4470"/>
    <w:rsid w:val="000F44DE"/>
    <w:rsid w:val="000F4D26"/>
    <w:rsid w:val="000F719F"/>
    <w:rsid w:val="000F7476"/>
    <w:rsid w:val="000F764C"/>
    <w:rsid w:val="00100E95"/>
    <w:rsid w:val="00102601"/>
    <w:rsid w:val="00103474"/>
    <w:rsid w:val="001036EC"/>
    <w:rsid w:val="00103AA4"/>
    <w:rsid w:val="001045A7"/>
    <w:rsid w:val="001048EF"/>
    <w:rsid w:val="00104CEF"/>
    <w:rsid w:val="0010519C"/>
    <w:rsid w:val="00105E10"/>
    <w:rsid w:val="00106631"/>
    <w:rsid w:val="00107470"/>
    <w:rsid w:val="00107D62"/>
    <w:rsid w:val="00110FFA"/>
    <w:rsid w:val="0011111A"/>
    <w:rsid w:val="0011316C"/>
    <w:rsid w:val="001134C5"/>
    <w:rsid w:val="00113D37"/>
    <w:rsid w:val="00114083"/>
    <w:rsid w:val="001143A7"/>
    <w:rsid w:val="00115301"/>
    <w:rsid w:val="001155A8"/>
    <w:rsid w:val="0011569D"/>
    <w:rsid w:val="0011674A"/>
    <w:rsid w:val="0011691A"/>
    <w:rsid w:val="00116E3B"/>
    <w:rsid w:val="00121444"/>
    <w:rsid w:val="00121B7C"/>
    <w:rsid w:val="001227C0"/>
    <w:rsid w:val="001251B3"/>
    <w:rsid w:val="0012528F"/>
    <w:rsid w:val="00125BB5"/>
    <w:rsid w:val="00126764"/>
    <w:rsid w:val="00126E08"/>
    <w:rsid w:val="00126F88"/>
    <w:rsid w:val="001317BE"/>
    <w:rsid w:val="001321A4"/>
    <w:rsid w:val="001328E9"/>
    <w:rsid w:val="00134114"/>
    <w:rsid w:val="00134CF2"/>
    <w:rsid w:val="00134F6F"/>
    <w:rsid w:val="00135359"/>
    <w:rsid w:val="00135388"/>
    <w:rsid w:val="001359E9"/>
    <w:rsid w:val="00135AA9"/>
    <w:rsid w:val="00135DF0"/>
    <w:rsid w:val="00140778"/>
    <w:rsid w:val="001409AE"/>
    <w:rsid w:val="00140AD2"/>
    <w:rsid w:val="00140F4A"/>
    <w:rsid w:val="00141185"/>
    <w:rsid w:val="00142FE5"/>
    <w:rsid w:val="00143365"/>
    <w:rsid w:val="00143742"/>
    <w:rsid w:val="001447EC"/>
    <w:rsid w:val="00144CBC"/>
    <w:rsid w:val="0014532C"/>
    <w:rsid w:val="00146A37"/>
    <w:rsid w:val="00146A38"/>
    <w:rsid w:val="00146A41"/>
    <w:rsid w:val="00146DE0"/>
    <w:rsid w:val="00146DE8"/>
    <w:rsid w:val="0014709C"/>
    <w:rsid w:val="00147154"/>
    <w:rsid w:val="0014758D"/>
    <w:rsid w:val="00147927"/>
    <w:rsid w:val="001504F9"/>
    <w:rsid w:val="00153197"/>
    <w:rsid w:val="001538D7"/>
    <w:rsid w:val="001551FA"/>
    <w:rsid w:val="00155217"/>
    <w:rsid w:val="001558D7"/>
    <w:rsid w:val="00155D0E"/>
    <w:rsid w:val="0015749C"/>
    <w:rsid w:val="00157EE9"/>
    <w:rsid w:val="001605D6"/>
    <w:rsid w:val="00160B5D"/>
    <w:rsid w:val="00161305"/>
    <w:rsid w:val="00161911"/>
    <w:rsid w:val="00161A07"/>
    <w:rsid w:val="00163794"/>
    <w:rsid w:val="0016407D"/>
    <w:rsid w:val="001656FD"/>
    <w:rsid w:val="00165754"/>
    <w:rsid w:val="0016583C"/>
    <w:rsid w:val="00165ADD"/>
    <w:rsid w:val="00166495"/>
    <w:rsid w:val="00166E89"/>
    <w:rsid w:val="0016700A"/>
    <w:rsid w:val="00167F0A"/>
    <w:rsid w:val="0017050A"/>
    <w:rsid w:val="001720B2"/>
    <w:rsid w:val="00172337"/>
    <w:rsid w:val="001727F9"/>
    <w:rsid w:val="00173524"/>
    <w:rsid w:val="001744FB"/>
    <w:rsid w:val="00174CF4"/>
    <w:rsid w:val="0017506B"/>
    <w:rsid w:val="00175934"/>
    <w:rsid w:val="00175B41"/>
    <w:rsid w:val="001763CC"/>
    <w:rsid w:val="0018013C"/>
    <w:rsid w:val="001806DA"/>
    <w:rsid w:val="00180D44"/>
    <w:rsid w:val="001816E2"/>
    <w:rsid w:val="001816FB"/>
    <w:rsid w:val="00181B14"/>
    <w:rsid w:val="00182251"/>
    <w:rsid w:val="00182900"/>
    <w:rsid w:val="00182E6E"/>
    <w:rsid w:val="00182F39"/>
    <w:rsid w:val="0018334A"/>
    <w:rsid w:val="00183975"/>
    <w:rsid w:val="00184015"/>
    <w:rsid w:val="00184ADF"/>
    <w:rsid w:val="00185213"/>
    <w:rsid w:val="00185622"/>
    <w:rsid w:val="001872B7"/>
    <w:rsid w:val="001874E1"/>
    <w:rsid w:val="00190DBC"/>
    <w:rsid w:val="0019146B"/>
    <w:rsid w:val="00191D66"/>
    <w:rsid w:val="001924DD"/>
    <w:rsid w:val="00193269"/>
    <w:rsid w:val="001936B9"/>
    <w:rsid w:val="00193977"/>
    <w:rsid w:val="00194E6B"/>
    <w:rsid w:val="001955F5"/>
    <w:rsid w:val="0019604F"/>
    <w:rsid w:val="001961D2"/>
    <w:rsid w:val="001964F4"/>
    <w:rsid w:val="001968CE"/>
    <w:rsid w:val="00196A3F"/>
    <w:rsid w:val="00197227"/>
    <w:rsid w:val="001A1930"/>
    <w:rsid w:val="001A23D3"/>
    <w:rsid w:val="001A2697"/>
    <w:rsid w:val="001A299E"/>
    <w:rsid w:val="001A2F41"/>
    <w:rsid w:val="001A2FC0"/>
    <w:rsid w:val="001A360D"/>
    <w:rsid w:val="001A36B8"/>
    <w:rsid w:val="001A430A"/>
    <w:rsid w:val="001A48B9"/>
    <w:rsid w:val="001A531C"/>
    <w:rsid w:val="001A5B9A"/>
    <w:rsid w:val="001A601C"/>
    <w:rsid w:val="001A657F"/>
    <w:rsid w:val="001A6881"/>
    <w:rsid w:val="001A6F0D"/>
    <w:rsid w:val="001B090D"/>
    <w:rsid w:val="001B0A57"/>
    <w:rsid w:val="001B0F3A"/>
    <w:rsid w:val="001B0FCC"/>
    <w:rsid w:val="001B1874"/>
    <w:rsid w:val="001B20A7"/>
    <w:rsid w:val="001B21D0"/>
    <w:rsid w:val="001B3C0B"/>
    <w:rsid w:val="001B3E39"/>
    <w:rsid w:val="001B4B2D"/>
    <w:rsid w:val="001B4E29"/>
    <w:rsid w:val="001B52F8"/>
    <w:rsid w:val="001B57B9"/>
    <w:rsid w:val="001B590D"/>
    <w:rsid w:val="001B6E5B"/>
    <w:rsid w:val="001B7725"/>
    <w:rsid w:val="001B7D97"/>
    <w:rsid w:val="001C04A6"/>
    <w:rsid w:val="001C1065"/>
    <w:rsid w:val="001C2677"/>
    <w:rsid w:val="001C3CD8"/>
    <w:rsid w:val="001C3E14"/>
    <w:rsid w:val="001C4490"/>
    <w:rsid w:val="001C483C"/>
    <w:rsid w:val="001C4D4B"/>
    <w:rsid w:val="001C5955"/>
    <w:rsid w:val="001C5BB2"/>
    <w:rsid w:val="001C61E5"/>
    <w:rsid w:val="001C7193"/>
    <w:rsid w:val="001C7E11"/>
    <w:rsid w:val="001D0066"/>
    <w:rsid w:val="001D0F05"/>
    <w:rsid w:val="001D1CF3"/>
    <w:rsid w:val="001D2B8C"/>
    <w:rsid w:val="001D41B6"/>
    <w:rsid w:val="001D4C63"/>
    <w:rsid w:val="001D511F"/>
    <w:rsid w:val="001D5F6C"/>
    <w:rsid w:val="001D638C"/>
    <w:rsid w:val="001D6635"/>
    <w:rsid w:val="001D6A4A"/>
    <w:rsid w:val="001D6F16"/>
    <w:rsid w:val="001D7083"/>
    <w:rsid w:val="001E02B3"/>
    <w:rsid w:val="001E0428"/>
    <w:rsid w:val="001E1838"/>
    <w:rsid w:val="001E2D24"/>
    <w:rsid w:val="001E36E0"/>
    <w:rsid w:val="001E4089"/>
    <w:rsid w:val="001E43E3"/>
    <w:rsid w:val="001E530C"/>
    <w:rsid w:val="001E6D20"/>
    <w:rsid w:val="001E6FBD"/>
    <w:rsid w:val="001E72B1"/>
    <w:rsid w:val="001E74CC"/>
    <w:rsid w:val="001F0C10"/>
    <w:rsid w:val="001F0D1E"/>
    <w:rsid w:val="001F14DB"/>
    <w:rsid w:val="001F2714"/>
    <w:rsid w:val="001F2D3B"/>
    <w:rsid w:val="001F301B"/>
    <w:rsid w:val="001F584C"/>
    <w:rsid w:val="001F5A65"/>
    <w:rsid w:val="001F5DD4"/>
    <w:rsid w:val="001F6855"/>
    <w:rsid w:val="001F6AF6"/>
    <w:rsid w:val="00201A7B"/>
    <w:rsid w:val="00202532"/>
    <w:rsid w:val="0020282B"/>
    <w:rsid w:val="00202E91"/>
    <w:rsid w:val="00203374"/>
    <w:rsid w:val="002036F7"/>
    <w:rsid w:val="002038FA"/>
    <w:rsid w:val="00203E35"/>
    <w:rsid w:val="00204243"/>
    <w:rsid w:val="00205F2B"/>
    <w:rsid w:val="00206318"/>
    <w:rsid w:val="00206B85"/>
    <w:rsid w:val="00206ECD"/>
    <w:rsid w:val="00207771"/>
    <w:rsid w:val="0021041D"/>
    <w:rsid w:val="0021087A"/>
    <w:rsid w:val="00210CB7"/>
    <w:rsid w:val="00212561"/>
    <w:rsid w:val="00212699"/>
    <w:rsid w:val="00212753"/>
    <w:rsid w:val="00212C21"/>
    <w:rsid w:val="00213210"/>
    <w:rsid w:val="00216766"/>
    <w:rsid w:val="00216D82"/>
    <w:rsid w:val="00217030"/>
    <w:rsid w:val="0021753F"/>
    <w:rsid w:val="00220DDF"/>
    <w:rsid w:val="00221BB4"/>
    <w:rsid w:val="002226F2"/>
    <w:rsid w:val="002236E5"/>
    <w:rsid w:val="00223897"/>
    <w:rsid w:val="00223E36"/>
    <w:rsid w:val="002241C0"/>
    <w:rsid w:val="00224A21"/>
    <w:rsid w:val="00224F8A"/>
    <w:rsid w:val="002257D1"/>
    <w:rsid w:val="00225DB6"/>
    <w:rsid w:val="00226526"/>
    <w:rsid w:val="00226942"/>
    <w:rsid w:val="00226B50"/>
    <w:rsid w:val="00227598"/>
    <w:rsid w:val="0022759B"/>
    <w:rsid w:val="00227C44"/>
    <w:rsid w:val="00230FCA"/>
    <w:rsid w:val="00231456"/>
    <w:rsid w:val="00232596"/>
    <w:rsid w:val="00233537"/>
    <w:rsid w:val="00235716"/>
    <w:rsid w:val="00235A7A"/>
    <w:rsid w:val="0023688A"/>
    <w:rsid w:val="00237E32"/>
    <w:rsid w:val="00237FA3"/>
    <w:rsid w:val="00240E57"/>
    <w:rsid w:val="0024104F"/>
    <w:rsid w:val="0024121B"/>
    <w:rsid w:val="0024143E"/>
    <w:rsid w:val="00241D28"/>
    <w:rsid w:val="00241D34"/>
    <w:rsid w:val="00241EA7"/>
    <w:rsid w:val="002421AC"/>
    <w:rsid w:val="00242C23"/>
    <w:rsid w:val="0024312E"/>
    <w:rsid w:val="00244144"/>
    <w:rsid w:val="002450CC"/>
    <w:rsid w:val="00245DA8"/>
    <w:rsid w:val="00250435"/>
    <w:rsid w:val="002510FB"/>
    <w:rsid w:val="0025233F"/>
    <w:rsid w:val="002524E0"/>
    <w:rsid w:val="00253942"/>
    <w:rsid w:val="002540B8"/>
    <w:rsid w:val="0025465B"/>
    <w:rsid w:val="00254731"/>
    <w:rsid w:val="00255234"/>
    <w:rsid w:val="0025539F"/>
    <w:rsid w:val="0025568B"/>
    <w:rsid w:val="002559A9"/>
    <w:rsid w:val="0025673F"/>
    <w:rsid w:val="002572CA"/>
    <w:rsid w:val="00257CF4"/>
    <w:rsid w:val="00261832"/>
    <w:rsid w:val="00262141"/>
    <w:rsid w:val="0026238E"/>
    <w:rsid w:val="00262C2C"/>
    <w:rsid w:val="00262D04"/>
    <w:rsid w:val="002634D5"/>
    <w:rsid w:val="00264565"/>
    <w:rsid w:val="0026468D"/>
    <w:rsid w:val="00264BFE"/>
    <w:rsid w:val="00264E73"/>
    <w:rsid w:val="00265492"/>
    <w:rsid w:val="0026673F"/>
    <w:rsid w:val="00267751"/>
    <w:rsid w:val="00271986"/>
    <w:rsid w:val="002719E3"/>
    <w:rsid w:val="00271AEE"/>
    <w:rsid w:val="00272280"/>
    <w:rsid w:val="00272E13"/>
    <w:rsid w:val="00273000"/>
    <w:rsid w:val="00273016"/>
    <w:rsid w:val="00276044"/>
    <w:rsid w:val="0027621F"/>
    <w:rsid w:val="00276C1B"/>
    <w:rsid w:val="00277C9B"/>
    <w:rsid w:val="00280178"/>
    <w:rsid w:val="002805B1"/>
    <w:rsid w:val="002805DE"/>
    <w:rsid w:val="00280744"/>
    <w:rsid w:val="00281437"/>
    <w:rsid w:val="002817DE"/>
    <w:rsid w:val="00282962"/>
    <w:rsid w:val="002845F0"/>
    <w:rsid w:val="00284DA0"/>
    <w:rsid w:val="00285797"/>
    <w:rsid w:val="00286070"/>
    <w:rsid w:val="0028664A"/>
    <w:rsid w:val="00286F53"/>
    <w:rsid w:val="00286F76"/>
    <w:rsid w:val="00287119"/>
    <w:rsid w:val="00287BC8"/>
    <w:rsid w:val="002904D1"/>
    <w:rsid w:val="00290561"/>
    <w:rsid w:val="00290729"/>
    <w:rsid w:val="00291DAD"/>
    <w:rsid w:val="00292A51"/>
    <w:rsid w:val="00293715"/>
    <w:rsid w:val="0029378A"/>
    <w:rsid w:val="00294514"/>
    <w:rsid w:val="00294995"/>
    <w:rsid w:val="00294A8C"/>
    <w:rsid w:val="00295570"/>
    <w:rsid w:val="002958C7"/>
    <w:rsid w:val="00296186"/>
    <w:rsid w:val="0029694C"/>
    <w:rsid w:val="00296D70"/>
    <w:rsid w:val="002973A9"/>
    <w:rsid w:val="002A0576"/>
    <w:rsid w:val="002A3395"/>
    <w:rsid w:val="002A3CE6"/>
    <w:rsid w:val="002A4218"/>
    <w:rsid w:val="002A4517"/>
    <w:rsid w:val="002A4560"/>
    <w:rsid w:val="002A4A5A"/>
    <w:rsid w:val="002A4F3E"/>
    <w:rsid w:val="002A5D02"/>
    <w:rsid w:val="002A6471"/>
    <w:rsid w:val="002A7861"/>
    <w:rsid w:val="002B155A"/>
    <w:rsid w:val="002B239F"/>
    <w:rsid w:val="002B3117"/>
    <w:rsid w:val="002B3AAA"/>
    <w:rsid w:val="002B3BB3"/>
    <w:rsid w:val="002B4134"/>
    <w:rsid w:val="002B4C1C"/>
    <w:rsid w:val="002B4D38"/>
    <w:rsid w:val="002B54E0"/>
    <w:rsid w:val="002B5597"/>
    <w:rsid w:val="002B56FD"/>
    <w:rsid w:val="002B598C"/>
    <w:rsid w:val="002B5DAB"/>
    <w:rsid w:val="002B6075"/>
    <w:rsid w:val="002B637B"/>
    <w:rsid w:val="002B70CC"/>
    <w:rsid w:val="002B71F6"/>
    <w:rsid w:val="002B73B6"/>
    <w:rsid w:val="002B7EBA"/>
    <w:rsid w:val="002C0FB3"/>
    <w:rsid w:val="002C1262"/>
    <w:rsid w:val="002C16E7"/>
    <w:rsid w:val="002C29EA"/>
    <w:rsid w:val="002C2FFC"/>
    <w:rsid w:val="002C366A"/>
    <w:rsid w:val="002C376C"/>
    <w:rsid w:val="002C39F3"/>
    <w:rsid w:val="002C4CF0"/>
    <w:rsid w:val="002C5AFE"/>
    <w:rsid w:val="002C6106"/>
    <w:rsid w:val="002C67BC"/>
    <w:rsid w:val="002C6CB3"/>
    <w:rsid w:val="002C75F3"/>
    <w:rsid w:val="002C7A78"/>
    <w:rsid w:val="002C7D9C"/>
    <w:rsid w:val="002D078D"/>
    <w:rsid w:val="002D0E09"/>
    <w:rsid w:val="002D14DF"/>
    <w:rsid w:val="002D1F39"/>
    <w:rsid w:val="002D3CF8"/>
    <w:rsid w:val="002D41B7"/>
    <w:rsid w:val="002D5D90"/>
    <w:rsid w:val="002D5D94"/>
    <w:rsid w:val="002D608E"/>
    <w:rsid w:val="002D691D"/>
    <w:rsid w:val="002D79D6"/>
    <w:rsid w:val="002D7F3F"/>
    <w:rsid w:val="002E0124"/>
    <w:rsid w:val="002E0732"/>
    <w:rsid w:val="002E0867"/>
    <w:rsid w:val="002E0894"/>
    <w:rsid w:val="002E2B5B"/>
    <w:rsid w:val="002E2D2E"/>
    <w:rsid w:val="002E2D4E"/>
    <w:rsid w:val="002E3977"/>
    <w:rsid w:val="002E4F04"/>
    <w:rsid w:val="002E646E"/>
    <w:rsid w:val="002E6924"/>
    <w:rsid w:val="002E6C92"/>
    <w:rsid w:val="002E6F11"/>
    <w:rsid w:val="002E7EBD"/>
    <w:rsid w:val="002F0114"/>
    <w:rsid w:val="002F0257"/>
    <w:rsid w:val="002F04CD"/>
    <w:rsid w:val="002F1233"/>
    <w:rsid w:val="002F24D0"/>
    <w:rsid w:val="002F286B"/>
    <w:rsid w:val="002F2B7C"/>
    <w:rsid w:val="002F3333"/>
    <w:rsid w:val="002F3410"/>
    <w:rsid w:val="002F3A94"/>
    <w:rsid w:val="002F3C2D"/>
    <w:rsid w:val="002F4B0E"/>
    <w:rsid w:val="002F4CBF"/>
    <w:rsid w:val="002F4CDE"/>
    <w:rsid w:val="002F54DD"/>
    <w:rsid w:val="002F55EC"/>
    <w:rsid w:val="002F5F81"/>
    <w:rsid w:val="002F67CB"/>
    <w:rsid w:val="002F68E3"/>
    <w:rsid w:val="002F752B"/>
    <w:rsid w:val="002F7A52"/>
    <w:rsid w:val="002F7D09"/>
    <w:rsid w:val="00300530"/>
    <w:rsid w:val="00300E30"/>
    <w:rsid w:val="00301575"/>
    <w:rsid w:val="003015C3"/>
    <w:rsid w:val="003015CC"/>
    <w:rsid w:val="0030274F"/>
    <w:rsid w:val="00303CFE"/>
    <w:rsid w:val="0030423B"/>
    <w:rsid w:val="003045EE"/>
    <w:rsid w:val="00304FE2"/>
    <w:rsid w:val="003051FB"/>
    <w:rsid w:val="0030695A"/>
    <w:rsid w:val="00311237"/>
    <w:rsid w:val="003115A6"/>
    <w:rsid w:val="00311896"/>
    <w:rsid w:val="00311F8E"/>
    <w:rsid w:val="003128E2"/>
    <w:rsid w:val="00313021"/>
    <w:rsid w:val="003133A0"/>
    <w:rsid w:val="00314055"/>
    <w:rsid w:val="00314677"/>
    <w:rsid w:val="00315C69"/>
    <w:rsid w:val="0031698B"/>
    <w:rsid w:val="00316CE8"/>
    <w:rsid w:val="00317854"/>
    <w:rsid w:val="00317C95"/>
    <w:rsid w:val="00317D22"/>
    <w:rsid w:val="0032170E"/>
    <w:rsid w:val="00321D99"/>
    <w:rsid w:val="003224E7"/>
    <w:rsid w:val="003232C6"/>
    <w:rsid w:val="00323330"/>
    <w:rsid w:val="003235C5"/>
    <w:rsid w:val="003237A5"/>
    <w:rsid w:val="003247FC"/>
    <w:rsid w:val="00324B44"/>
    <w:rsid w:val="0032540D"/>
    <w:rsid w:val="00326B1B"/>
    <w:rsid w:val="00326E09"/>
    <w:rsid w:val="00327A46"/>
    <w:rsid w:val="00330C65"/>
    <w:rsid w:val="00330CCB"/>
    <w:rsid w:val="003313C0"/>
    <w:rsid w:val="00331F7E"/>
    <w:rsid w:val="00332EA7"/>
    <w:rsid w:val="003330BE"/>
    <w:rsid w:val="00333A09"/>
    <w:rsid w:val="00334002"/>
    <w:rsid w:val="0033404F"/>
    <w:rsid w:val="003353FB"/>
    <w:rsid w:val="00335D68"/>
    <w:rsid w:val="00335E21"/>
    <w:rsid w:val="003365BE"/>
    <w:rsid w:val="003368B7"/>
    <w:rsid w:val="00336903"/>
    <w:rsid w:val="00337524"/>
    <w:rsid w:val="00337D15"/>
    <w:rsid w:val="00340879"/>
    <w:rsid w:val="00340EBD"/>
    <w:rsid w:val="0034114B"/>
    <w:rsid w:val="0034149F"/>
    <w:rsid w:val="0034197C"/>
    <w:rsid w:val="003419AD"/>
    <w:rsid w:val="00341CFE"/>
    <w:rsid w:val="00343FF9"/>
    <w:rsid w:val="0034465F"/>
    <w:rsid w:val="00344B8A"/>
    <w:rsid w:val="00345D66"/>
    <w:rsid w:val="00346931"/>
    <w:rsid w:val="00347752"/>
    <w:rsid w:val="00347F63"/>
    <w:rsid w:val="00350486"/>
    <w:rsid w:val="0035145B"/>
    <w:rsid w:val="00351D67"/>
    <w:rsid w:val="00352762"/>
    <w:rsid w:val="003529D4"/>
    <w:rsid w:val="00355152"/>
    <w:rsid w:val="00355623"/>
    <w:rsid w:val="003560D8"/>
    <w:rsid w:val="003564AC"/>
    <w:rsid w:val="00357067"/>
    <w:rsid w:val="00357155"/>
    <w:rsid w:val="003578AA"/>
    <w:rsid w:val="0036012A"/>
    <w:rsid w:val="003605DD"/>
    <w:rsid w:val="003607AF"/>
    <w:rsid w:val="00360CDC"/>
    <w:rsid w:val="003617A3"/>
    <w:rsid w:val="00361959"/>
    <w:rsid w:val="003619BF"/>
    <w:rsid w:val="0036270C"/>
    <w:rsid w:val="003635B9"/>
    <w:rsid w:val="003644B5"/>
    <w:rsid w:val="00364BC8"/>
    <w:rsid w:val="003651BC"/>
    <w:rsid w:val="00365283"/>
    <w:rsid w:val="00365438"/>
    <w:rsid w:val="00365817"/>
    <w:rsid w:val="00366334"/>
    <w:rsid w:val="00366374"/>
    <w:rsid w:val="0036681B"/>
    <w:rsid w:val="003669DE"/>
    <w:rsid w:val="00366DD8"/>
    <w:rsid w:val="003703AC"/>
    <w:rsid w:val="0037065E"/>
    <w:rsid w:val="0037263D"/>
    <w:rsid w:val="00372673"/>
    <w:rsid w:val="00372CCE"/>
    <w:rsid w:val="0037301E"/>
    <w:rsid w:val="00374ACA"/>
    <w:rsid w:val="003771A7"/>
    <w:rsid w:val="0037745B"/>
    <w:rsid w:val="00377663"/>
    <w:rsid w:val="003811E8"/>
    <w:rsid w:val="00382242"/>
    <w:rsid w:val="00383DEB"/>
    <w:rsid w:val="0038444C"/>
    <w:rsid w:val="00384816"/>
    <w:rsid w:val="00384BD6"/>
    <w:rsid w:val="00385435"/>
    <w:rsid w:val="00385B61"/>
    <w:rsid w:val="0038673D"/>
    <w:rsid w:val="0038720A"/>
    <w:rsid w:val="0038771F"/>
    <w:rsid w:val="0039039B"/>
    <w:rsid w:val="00390D2E"/>
    <w:rsid w:val="00390D61"/>
    <w:rsid w:val="003928EC"/>
    <w:rsid w:val="00393A3B"/>
    <w:rsid w:val="0039443B"/>
    <w:rsid w:val="00394624"/>
    <w:rsid w:val="003954D1"/>
    <w:rsid w:val="00396C6E"/>
    <w:rsid w:val="00397A8B"/>
    <w:rsid w:val="003A00B7"/>
    <w:rsid w:val="003A0B6E"/>
    <w:rsid w:val="003A0C6E"/>
    <w:rsid w:val="003A1BF2"/>
    <w:rsid w:val="003A2469"/>
    <w:rsid w:val="003A2630"/>
    <w:rsid w:val="003A2968"/>
    <w:rsid w:val="003A33C6"/>
    <w:rsid w:val="003A3789"/>
    <w:rsid w:val="003A3E1B"/>
    <w:rsid w:val="003A4B14"/>
    <w:rsid w:val="003A4E8F"/>
    <w:rsid w:val="003A624B"/>
    <w:rsid w:val="003A6A6D"/>
    <w:rsid w:val="003A756F"/>
    <w:rsid w:val="003A778D"/>
    <w:rsid w:val="003A797A"/>
    <w:rsid w:val="003B1502"/>
    <w:rsid w:val="003B2A2D"/>
    <w:rsid w:val="003B2D61"/>
    <w:rsid w:val="003B3E99"/>
    <w:rsid w:val="003B4356"/>
    <w:rsid w:val="003B4770"/>
    <w:rsid w:val="003B50E4"/>
    <w:rsid w:val="003B5ED7"/>
    <w:rsid w:val="003B618B"/>
    <w:rsid w:val="003B67A4"/>
    <w:rsid w:val="003B6D4A"/>
    <w:rsid w:val="003B73E4"/>
    <w:rsid w:val="003B74CC"/>
    <w:rsid w:val="003B7BEF"/>
    <w:rsid w:val="003C03E5"/>
    <w:rsid w:val="003C041C"/>
    <w:rsid w:val="003C15CA"/>
    <w:rsid w:val="003C1A8A"/>
    <w:rsid w:val="003C1B38"/>
    <w:rsid w:val="003C201B"/>
    <w:rsid w:val="003C2DE9"/>
    <w:rsid w:val="003C2F20"/>
    <w:rsid w:val="003C33AF"/>
    <w:rsid w:val="003C3A3F"/>
    <w:rsid w:val="003C3E18"/>
    <w:rsid w:val="003C4828"/>
    <w:rsid w:val="003C4B83"/>
    <w:rsid w:val="003C6216"/>
    <w:rsid w:val="003C7B80"/>
    <w:rsid w:val="003C7F48"/>
    <w:rsid w:val="003D02A3"/>
    <w:rsid w:val="003D0AE3"/>
    <w:rsid w:val="003D1131"/>
    <w:rsid w:val="003D2C85"/>
    <w:rsid w:val="003D2EE7"/>
    <w:rsid w:val="003D36B6"/>
    <w:rsid w:val="003D42B6"/>
    <w:rsid w:val="003D56F9"/>
    <w:rsid w:val="003D5EB3"/>
    <w:rsid w:val="003D7859"/>
    <w:rsid w:val="003D7AB4"/>
    <w:rsid w:val="003E08CF"/>
    <w:rsid w:val="003E0C26"/>
    <w:rsid w:val="003E0F96"/>
    <w:rsid w:val="003E1457"/>
    <w:rsid w:val="003E3897"/>
    <w:rsid w:val="003E3F70"/>
    <w:rsid w:val="003E4714"/>
    <w:rsid w:val="003E5C45"/>
    <w:rsid w:val="003E609D"/>
    <w:rsid w:val="003E689F"/>
    <w:rsid w:val="003E7324"/>
    <w:rsid w:val="003F03AD"/>
    <w:rsid w:val="003F087B"/>
    <w:rsid w:val="003F09C1"/>
    <w:rsid w:val="003F0CF6"/>
    <w:rsid w:val="003F127A"/>
    <w:rsid w:val="003F1B79"/>
    <w:rsid w:val="003F1CC6"/>
    <w:rsid w:val="003F297E"/>
    <w:rsid w:val="003F30E3"/>
    <w:rsid w:val="003F368E"/>
    <w:rsid w:val="003F3E49"/>
    <w:rsid w:val="003F6E8B"/>
    <w:rsid w:val="003F788D"/>
    <w:rsid w:val="00400AB5"/>
    <w:rsid w:val="004011E7"/>
    <w:rsid w:val="00401C3B"/>
    <w:rsid w:val="004022B2"/>
    <w:rsid w:val="004023DF"/>
    <w:rsid w:val="004032C1"/>
    <w:rsid w:val="00403427"/>
    <w:rsid w:val="00403D37"/>
    <w:rsid w:val="00404225"/>
    <w:rsid w:val="00404474"/>
    <w:rsid w:val="00404B6C"/>
    <w:rsid w:val="00405177"/>
    <w:rsid w:val="00405525"/>
    <w:rsid w:val="00405EFF"/>
    <w:rsid w:val="004061F9"/>
    <w:rsid w:val="004062A0"/>
    <w:rsid w:val="00406526"/>
    <w:rsid w:val="00406A4A"/>
    <w:rsid w:val="0040713D"/>
    <w:rsid w:val="00407357"/>
    <w:rsid w:val="004078AA"/>
    <w:rsid w:val="004078B1"/>
    <w:rsid w:val="00407E63"/>
    <w:rsid w:val="00407EE6"/>
    <w:rsid w:val="00410266"/>
    <w:rsid w:val="00410393"/>
    <w:rsid w:val="00410A74"/>
    <w:rsid w:val="00410C09"/>
    <w:rsid w:val="00410F87"/>
    <w:rsid w:val="004112B1"/>
    <w:rsid w:val="0041135F"/>
    <w:rsid w:val="0041182B"/>
    <w:rsid w:val="00411D06"/>
    <w:rsid w:val="00411E7F"/>
    <w:rsid w:val="00412126"/>
    <w:rsid w:val="00412754"/>
    <w:rsid w:val="00412F50"/>
    <w:rsid w:val="004131D7"/>
    <w:rsid w:val="004137DE"/>
    <w:rsid w:val="00413970"/>
    <w:rsid w:val="00413BE2"/>
    <w:rsid w:val="00413F08"/>
    <w:rsid w:val="00413FB7"/>
    <w:rsid w:val="00414668"/>
    <w:rsid w:val="0041478E"/>
    <w:rsid w:val="00414A89"/>
    <w:rsid w:val="00415065"/>
    <w:rsid w:val="00415AF4"/>
    <w:rsid w:val="0041615D"/>
    <w:rsid w:val="0041622F"/>
    <w:rsid w:val="00416370"/>
    <w:rsid w:val="0041651A"/>
    <w:rsid w:val="004167FF"/>
    <w:rsid w:val="00416A1A"/>
    <w:rsid w:val="004171B8"/>
    <w:rsid w:val="00417B9D"/>
    <w:rsid w:val="00417C56"/>
    <w:rsid w:val="00417E6C"/>
    <w:rsid w:val="00420055"/>
    <w:rsid w:val="004200D3"/>
    <w:rsid w:val="0042014E"/>
    <w:rsid w:val="004211DE"/>
    <w:rsid w:val="00421228"/>
    <w:rsid w:val="00421672"/>
    <w:rsid w:val="00421853"/>
    <w:rsid w:val="004225AA"/>
    <w:rsid w:val="00423B0E"/>
    <w:rsid w:val="00425384"/>
    <w:rsid w:val="00425A76"/>
    <w:rsid w:val="00425BA5"/>
    <w:rsid w:val="00425FDD"/>
    <w:rsid w:val="00426485"/>
    <w:rsid w:val="00426B48"/>
    <w:rsid w:val="00426DF1"/>
    <w:rsid w:val="00426EC2"/>
    <w:rsid w:val="00427260"/>
    <w:rsid w:val="00427E4D"/>
    <w:rsid w:val="00430A73"/>
    <w:rsid w:val="00430B44"/>
    <w:rsid w:val="00431623"/>
    <w:rsid w:val="0043295D"/>
    <w:rsid w:val="00433460"/>
    <w:rsid w:val="0043366A"/>
    <w:rsid w:val="00433AC9"/>
    <w:rsid w:val="004341F7"/>
    <w:rsid w:val="00434528"/>
    <w:rsid w:val="004349C3"/>
    <w:rsid w:val="00435C86"/>
    <w:rsid w:val="00435F36"/>
    <w:rsid w:val="00435F59"/>
    <w:rsid w:val="004368FB"/>
    <w:rsid w:val="00436B38"/>
    <w:rsid w:val="00436F05"/>
    <w:rsid w:val="004371BC"/>
    <w:rsid w:val="00437222"/>
    <w:rsid w:val="00437AD7"/>
    <w:rsid w:val="004406EB"/>
    <w:rsid w:val="00441400"/>
    <w:rsid w:val="00441A65"/>
    <w:rsid w:val="00441E52"/>
    <w:rsid w:val="00442AC3"/>
    <w:rsid w:val="004437E7"/>
    <w:rsid w:val="0044380A"/>
    <w:rsid w:val="00443A4E"/>
    <w:rsid w:val="00443AFE"/>
    <w:rsid w:val="00443D98"/>
    <w:rsid w:val="0044524C"/>
    <w:rsid w:val="004455E0"/>
    <w:rsid w:val="004455F7"/>
    <w:rsid w:val="004463FD"/>
    <w:rsid w:val="004477C1"/>
    <w:rsid w:val="00447E51"/>
    <w:rsid w:val="00450A99"/>
    <w:rsid w:val="00450DDD"/>
    <w:rsid w:val="00450E77"/>
    <w:rsid w:val="00450FB9"/>
    <w:rsid w:val="00451228"/>
    <w:rsid w:val="00451510"/>
    <w:rsid w:val="00451953"/>
    <w:rsid w:val="00453BC1"/>
    <w:rsid w:val="0045413E"/>
    <w:rsid w:val="004552DB"/>
    <w:rsid w:val="0045588E"/>
    <w:rsid w:val="004565C9"/>
    <w:rsid w:val="00456EB4"/>
    <w:rsid w:val="00460383"/>
    <w:rsid w:val="0046074D"/>
    <w:rsid w:val="00461B8B"/>
    <w:rsid w:val="004629C5"/>
    <w:rsid w:val="00463090"/>
    <w:rsid w:val="00463569"/>
    <w:rsid w:val="00464345"/>
    <w:rsid w:val="004644F8"/>
    <w:rsid w:val="00464CF6"/>
    <w:rsid w:val="0046508B"/>
    <w:rsid w:val="00467554"/>
    <w:rsid w:val="00470BBE"/>
    <w:rsid w:val="00471DD1"/>
    <w:rsid w:val="004720A5"/>
    <w:rsid w:val="00472829"/>
    <w:rsid w:val="00473A46"/>
    <w:rsid w:val="00475255"/>
    <w:rsid w:val="004753F8"/>
    <w:rsid w:val="004762C0"/>
    <w:rsid w:val="0047726C"/>
    <w:rsid w:val="00477BA8"/>
    <w:rsid w:val="00480137"/>
    <w:rsid w:val="00480482"/>
    <w:rsid w:val="00482B64"/>
    <w:rsid w:val="00483A4A"/>
    <w:rsid w:val="004845FC"/>
    <w:rsid w:val="00485305"/>
    <w:rsid w:val="00486C6F"/>
    <w:rsid w:val="0048756A"/>
    <w:rsid w:val="00490AA3"/>
    <w:rsid w:val="00490B6D"/>
    <w:rsid w:val="00490FE9"/>
    <w:rsid w:val="00491BEE"/>
    <w:rsid w:val="00492D8E"/>
    <w:rsid w:val="00495114"/>
    <w:rsid w:val="00495503"/>
    <w:rsid w:val="004956B8"/>
    <w:rsid w:val="00497C00"/>
    <w:rsid w:val="004A0399"/>
    <w:rsid w:val="004A1A19"/>
    <w:rsid w:val="004A1C0D"/>
    <w:rsid w:val="004A1EAA"/>
    <w:rsid w:val="004A225E"/>
    <w:rsid w:val="004A31B7"/>
    <w:rsid w:val="004A348F"/>
    <w:rsid w:val="004A3D00"/>
    <w:rsid w:val="004A54BC"/>
    <w:rsid w:val="004A5842"/>
    <w:rsid w:val="004A59F6"/>
    <w:rsid w:val="004A5A7F"/>
    <w:rsid w:val="004A684A"/>
    <w:rsid w:val="004A7074"/>
    <w:rsid w:val="004A70EC"/>
    <w:rsid w:val="004A718D"/>
    <w:rsid w:val="004A7756"/>
    <w:rsid w:val="004B23BF"/>
    <w:rsid w:val="004B2495"/>
    <w:rsid w:val="004B27C4"/>
    <w:rsid w:val="004B3854"/>
    <w:rsid w:val="004B5AB4"/>
    <w:rsid w:val="004B62D2"/>
    <w:rsid w:val="004B6F6F"/>
    <w:rsid w:val="004C02EE"/>
    <w:rsid w:val="004C0867"/>
    <w:rsid w:val="004C12BA"/>
    <w:rsid w:val="004C1357"/>
    <w:rsid w:val="004C1596"/>
    <w:rsid w:val="004C1ACD"/>
    <w:rsid w:val="004C1CBF"/>
    <w:rsid w:val="004C2FB0"/>
    <w:rsid w:val="004C52B5"/>
    <w:rsid w:val="004C56C7"/>
    <w:rsid w:val="004C6A68"/>
    <w:rsid w:val="004C6ADB"/>
    <w:rsid w:val="004C6D5F"/>
    <w:rsid w:val="004C70E6"/>
    <w:rsid w:val="004C7C0C"/>
    <w:rsid w:val="004C7D91"/>
    <w:rsid w:val="004D0157"/>
    <w:rsid w:val="004D074D"/>
    <w:rsid w:val="004D0C33"/>
    <w:rsid w:val="004D0F75"/>
    <w:rsid w:val="004D1170"/>
    <w:rsid w:val="004D1666"/>
    <w:rsid w:val="004D16B9"/>
    <w:rsid w:val="004D1925"/>
    <w:rsid w:val="004D1F82"/>
    <w:rsid w:val="004D40C2"/>
    <w:rsid w:val="004D46A4"/>
    <w:rsid w:val="004D512B"/>
    <w:rsid w:val="004D55B1"/>
    <w:rsid w:val="004D5EB5"/>
    <w:rsid w:val="004D630C"/>
    <w:rsid w:val="004D63DB"/>
    <w:rsid w:val="004D65F8"/>
    <w:rsid w:val="004D7D34"/>
    <w:rsid w:val="004E07B0"/>
    <w:rsid w:val="004E0B1A"/>
    <w:rsid w:val="004E19DD"/>
    <w:rsid w:val="004E1B4E"/>
    <w:rsid w:val="004E1C83"/>
    <w:rsid w:val="004E37A4"/>
    <w:rsid w:val="004E482B"/>
    <w:rsid w:val="004E5805"/>
    <w:rsid w:val="004E6771"/>
    <w:rsid w:val="004E6FF4"/>
    <w:rsid w:val="004E7C1C"/>
    <w:rsid w:val="004F0D1A"/>
    <w:rsid w:val="004F0DA3"/>
    <w:rsid w:val="004F1311"/>
    <w:rsid w:val="004F1888"/>
    <w:rsid w:val="004F1C3F"/>
    <w:rsid w:val="004F279A"/>
    <w:rsid w:val="004F2930"/>
    <w:rsid w:val="004F2A6E"/>
    <w:rsid w:val="004F3DB1"/>
    <w:rsid w:val="004F3DF2"/>
    <w:rsid w:val="004F3DF4"/>
    <w:rsid w:val="004F41E3"/>
    <w:rsid w:val="004F6C58"/>
    <w:rsid w:val="004F7439"/>
    <w:rsid w:val="004F76D3"/>
    <w:rsid w:val="00500189"/>
    <w:rsid w:val="005007F1"/>
    <w:rsid w:val="00500AC1"/>
    <w:rsid w:val="00501066"/>
    <w:rsid w:val="005014A7"/>
    <w:rsid w:val="00501BE3"/>
    <w:rsid w:val="00501F55"/>
    <w:rsid w:val="005033E1"/>
    <w:rsid w:val="00503ACA"/>
    <w:rsid w:val="0050477B"/>
    <w:rsid w:val="0050560B"/>
    <w:rsid w:val="005068CC"/>
    <w:rsid w:val="00507325"/>
    <w:rsid w:val="005074A0"/>
    <w:rsid w:val="00507ED8"/>
    <w:rsid w:val="00510267"/>
    <w:rsid w:val="005133C3"/>
    <w:rsid w:val="00514054"/>
    <w:rsid w:val="00514F93"/>
    <w:rsid w:val="0051512C"/>
    <w:rsid w:val="005152BE"/>
    <w:rsid w:val="005154C3"/>
    <w:rsid w:val="00516261"/>
    <w:rsid w:val="00517DEF"/>
    <w:rsid w:val="005202BE"/>
    <w:rsid w:val="0052061F"/>
    <w:rsid w:val="00520661"/>
    <w:rsid w:val="00520FE0"/>
    <w:rsid w:val="0052107C"/>
    <w:rsid w:val="005213E9"/>
    <w:rsid w:val="0052168D"/>
    <w:rsid w:val="00522063"/>
    <w:rsid w:val="005243CE"/>
    <w:rsid w:val="005250D1"/>
    <w:rsid w:val="00525763"/>
    <w:rsid w:val="00525D24"/>
    <w:rsid w:val="00525FBB"/>
    <w:rsid w:val="0052608D"/>
    <w:rsid w:val="00530306"/>
    <w:rsid w:val="005311A6"/>
    <w:rsid w:val="00531BC8"/>
    <w:rsid w:val="005331F9"/>
    <w:rsid w:val="005333B5"/>
    <w:rsid w:val="005335C2"/>
    <w:rsid w:val="0053385F"/>
    <w:rsid w:val="0053434C"/>
    <w:rsid w:val="005343A0"/>
    <w:rsid w:val="00534B9B"/>
    <w:rsid w:val="00534F4F"/>
    <w:rsid w:val="005355D3"/>
    <w:rsid w:val="00536009"/>
    <w:rsid w:val="00536817"/>
    <w:rsid w:val="00536DA7"/>
    <w:rsid w:val="005373F4"/>
    <w:rsid w:val="00537553"/>
    <w:rsid w:val="00537EAE"/>
    <w:rsid w:val="005416FA"/>
    <w:rsid w:val="00541BEA"/>
    <w:rsid w:val="005422F3"/>
    <w:rsid w:val="0054258A"/>
    <w:rsid w:val="00542DAC"/>
    <w:rsid w:val="005439D3"/>
    <w:rsid w:val="005445B3"/>
    <w:rsid w:val="005446C9"/>
    <w:rsid w:val="00544B72"/>
    <w:rsid w:val="00546C5C"/>
    <w:rsid w:val="00547544"/>
    <w:rsid w:val="00547FD2"/>
    <w:rsid w:val="00550C11"/>
    <w:rsid w:val="0055101C"/>
    <w:rsid w:val="00552074"/>
    <w:rsid w:val="00552E53"/>
    <w:rsid w:val="00552F8E"/>
    <w:rsid w:val="00553923"/>
    <w:rsid w:val="00553C45"/>
    <w:rsid w:val="005542C9"/>
    <w:rsid w:val="00554810"/>
    <w:rsid w:val="005548C2"/>
    <w:rsid w:val="00556832"/>
    <w:rsid w:val="00556E73"/>
    <w:rsid w:val="00557449"/>
    <w:rsid w:val="00557CFD"/>
    <w:rsid w:val="00560E83"/>
    <w:rsid w:val="00560F86"/>
    <w:rsid w:val="00562254"/>
    <w:rsid w:val="00563937"/>
    <w:rsid w:val="00563DE0"/>
    <w:rsid w:val="00563DFC"/>
    <w:rsid w:val="005641D3"/>
    <w:rsid w:val="00564709"/>
    <w:rsid w:val="00564CDE"/>
    <w:rsid w:val="0056542F"/>
    <w:rsid w:val="00565457"/>
    <w:rsid w:val="0056664C"/>
    <w:rsid w:val="00566C2A"/>
    <w:rsid w:val="00567022"/>
    <w:rsid w:val="00567296"/>
    <w:rsid w:val="005672F6"/>
    <w:rsid w:val="00567322"/>
    <w:rsid w:val="00567353"/>
    <w:rsid w:val="005673A7"/>
    <w:rsid w:val="00567893"/>
    <w:rsid w:val="005678AB"/>
    <w:rsid w:val="00567CCC"/>
    <w:rsid w:val="005705CD"/>
    <w:rsid w:val="0057068B"/>
    <w:rsid w:val="005707D2"/>
    <w:rsid w:val="0057109F"/>
    <w:rsid w:val="00571243"/>
    <w:rsid w:val="005714CC"/>
    <w:rsid w:val="0057238A"/>
    <w:rsid w:val="005726F1"/>
    <w:rsid w:val="0057590F"/>
    <w:rsid w:val="005761FD"/>
    <w:rsid w:val="00576983"/>
    <w:rsid w:val="005774C8"/>
    <w:rsid w:val="00577D63"/>
    <w:rsid w:val="005805B3"/>
    <w:rsid w:val="005806A2"/>
    <w:rsid w:val="0058070C"/>
    <w:rsid w:val="00580779"/>
    <w:rsid w:val="00580976"/>
    <w:rsid w:val="00580EE0"/>
    <w:rsid w:val="00581134"/>
    <w:rsid w:val="005812FD"/>
    <w:rsid w:val="0058149D"/>
    <w:rsid w:val="005819E5"/>
    <w:rsid w:val="00581DE0"/>
    <w:rsid w:val="0058234E"/>
    <w:rsid w:val="0058268D"/>
    <w:rsid w:val="00583884"/>
    <w:rsid w:val="005841DF"/>
    <w:rsid w:val="00584EB5"/>
    <w:rsid w:val="0058505A"/>
    <w:rsid w:val="00585134"/>
    <w:rsid w:val="005852FC"/>
    <w:rsid w:val="0058591C"/>
    <w:rsid w:val="00586570"/>
    <w:rsid w:val="00586AFB"/>
    <w:rsid w:val="00587292"/>
    <w:rsid w:val="00587423"/>
    <w:rsid w:val="00587ABB"/>
    <w:rsid w:val="00587C1F"/>
    <w:rsid w:val="00587E40"/>
    <w:rsid w:val="00587EAA"/>
    <w:rsid w:val="00590594"/>
    <w:rsid w:val="00590644"/>
    <w:rsid w:val="005928D0"/>
    <w:rsid w:val="00592AF0"/>
    <w:rsid w:val="00592BE1"/>
    <w:rsid w:val="00592C6F"/>
    <w:rsid w:val="00593317"/>
    <w:rsid w:val="00596B55"/>
    <w:rsid w:val="00596C9A"/>
    <w:rsid w:val="00597740"/>
    <w:rsid w:val="005979CC"/>
    <w:rsid w:val="00597FF6"/>
    <w:rsid w:val="005A0D86"/>
    <w:rsid w:val="005A11C7"/>
    <w:rsid w:val="005A1450"/>
    <w:rsid w:val="005A20B0"/>
    <w:rsid w:val="005A21AE"/>
    <w:rsid w:val="005A25D4"/>
    <w:rsid w:val="005A2CFE"/>
    <w:rsid w:val="005A5D93"/>
    <w:rsid w:val="005A7A95"/>
    <w:rsid w:val="005B00E3"/>
    <w:rsid w:val="005B0DAC"/>
    <w:rsid w:val="005B0F0B"/>
    <w:rsid w:val="005B1F78"/>
    <w:rsid w:val="005B1F9C"/>
    <w:rsid w:val="005B21F2"/>
    <w:rsid w:val="005B298D"/>
    <w:rsid w:val="005B2E13"/>
    <w:rsid w:val="005B2F09"/>
    <w:rsid w:val="005B3612"/>
    <w:rsid w:val="005B36B2"/>
    <w:rsid w:val="005B4006"/>
    <w:rsid w:val="005B4E03"/>
    <w:rsid w:val="005B5989"/>
    <w:rsid w:val="005B6FD7"/>
    <w:rsid w:val="005C0435"/>
    <w:rsid w:val="005C04B6"/>
    <w:rsid w:val="005C17D3"/>
    <w:rsid w:val="005C1923"/>
    <w:rsid w:val="005C2B03"/>
    <w:rsid w:val="005C3930"/>
    <w:rsid w:val="005C394D"/>
    <w:rsid w:val="005C3CB1"/>
    <w:rsid w:val="005C3DB5"/>
    <w:rsid w:val="005C4696"/>
    <w:rsid w:val="005C4B22"/>
    <w:rsid w:val="005C54BB"/>
    <w:rsid w:val="005C567F"/>
    <w:rsid w:val="005C5BF6"/>
    <w:rsid w:val="005C6273"/>
    <w:rsid w:val="005C7129"/>
    <w:rsid w:val="005C7726"/>
    <w:rsid w:val="005C7AAF"/>
    <w:rsid w:val="005D1C1F"/>
    <w:rsid w:val="005D23A1"/>
    <w:rsid w:val="005D23C2"/>
    <w:rsid w:val="005D266F"/>
    <w:rsid w:val="005D28B1"/>
    <w:rsid w:val="005D46BD"/>
    <w:rsid w:val="005D4CBF"/>
    <w:rsid w:val="005D5AA1"/>
    <w:rsid w:val="005D5DA1"/>
    <w:rsid w:val="005D6F0E"/>
    <w:rsid w:val="005D719F"/>
    <w:rsid w:val="005D7ECC"/>
    <w:rsid w:val="005E0544"/>
    <w:rsid w:val="005E0827"/>
    <w:rsid w:val="005E172C"/>
    <w:rsid w:val="005E1D91"/>
    <w:rsid w:val="005E2670"/>
    <w:rsid w:val="005E37EF"/>
    <w:rsid w:val="005E387C"/>
    <w:rsid w:val="005E41F6"/>
    <w:rsid w:val="005E4915"/>
    <w:rsid w:val="005E4DC6"/>
    <w:rsid w:val="005E4E23"/>
    <w:rsid w:val="005E52B5"/>
    <w:rsid w:val="005E535A"/>
    <w:rsid w:val="005E53F6"/>
    <w:rsid w:val="005E5425"/>
    <w:rsid w:val="005E678A"/>
    <w:rsid w:val="005E7D85"/>
    <w:rsid w:val="005F05E5"/>
    <w:rsid w:val="005F06D7"/>
    <w:rsid w:val="005F1746"/>
    <w:rsid w:val="005F1E99"/>
    <w:rsid w:val="005F1FB4"/>
    <w:rsid w:val="005F2B1E"/>
    <w:rsid w:val="005F3207"/>
    <w:rsid w:val="005F3B33"/>
    <w:rsid w:val="005F4128"/>
    <w:rsid w:val="005F48E0"/>
    <w:rsid w:val="005F512A"/>
    <w:rsid w:val="005F524F"/>
    <w:rsid w:val="005F5696"/>
    <w:rsid w:val="005F5BCA"/>
    <w:rsid w:val="005F5CC0"/>
    <w:rsid w:val="005F5E4F"/>
    <w:rsid w:val="005F6642"/>
    <w:rsid w:val="005F74B1"/>
    <w:rsid w:val="005F78D7"/>
    <w:rsid w:val="006005AD"/>
    <w:rsid w:val="00600732"/>
    <w:rsid w:val="00600E85"/>
    <w:rsid w:val="00603E20"/>
    <w:rsid w:val="00603F16"/>
    <w:rsid w:val="006040A6"/>
    <w:rsid w:val="0060430E"/>
    <w:rsid w:val="00604907"/>
    <w:rsid w:val="00605088"/>
    <w:rsid w:val="0060589C"/>
    <w:rsid w:val="00605EDB"/>
    <w:rsid w:val="00606B57"/>
    <w:rsid w:val="00606E58"/>
    <w:rsid w:val="006074D2"/>
    <w:rsid w:val="00607E9A"/>
    <w:rsid w:val="00610420"/>
    <w:rsid w:val="006104D7"/>
    <w:rsid w:val="00610EF8"/>
    <w:rsid w:val="0061155B"/>
    <w:rsid w:val="00611AE6"/>
    <w:rsid w:val="00611BA5"/>
    <w:rsid w:val="00611C73"/>
    <w:rsid w:val="00611E72"/>
    <w:rsid w:val="00611F9D"/>
    <w:rsid w:val="00613131"/>
    <w:rsid w:val="0061313A"/>
    <w:rsid w:val="00613D7D"/>
    <w:rsid w:val="00614C6C"/>
    <w:rsid w:val="006158EE"/>
    <w:rsid w:val="00615D48"/>
    <w:rsid w:val="00616091"/>
    <w:rsid w:val="0061625D"/>
    <w:rsid w:val="006162DE"/>
    <w:rsid w:val="00617798"/>
    <w:rsid w:val="00617B70"/>
    <w:rsid w:val="00617D7B"/>
    <w:rsid w:val="00617F81"/>
    <w:rsid w:val="00620094"/>
    <w:rsid w:val="00620925"/>
    <w:rsid w:val="00620DBB"/>
    <w:rsid w:val="00620F1E"/>
    <w:rsid w:val="00621911"/>
    <w:rsid w:val="006223F9"/>
    <w:rsid w:val="00622B2B"/>
    <w:rsid w:val="00622B38"/>
    <w:rsid w:val="00622E92"/>
    <w:rsid w:val="00623617"/>
    <w:rsid w:val="00623E53"/>
    <w:rsid w:val="0062405E"/>
    <w:rsid w:val="0062411C"/>
    <w:rsid w:val="006244D0"/>
    <w:rsid w:val="00624615"/>
    <w:rsid w:val="00624A3A"/>
    <w:rsid w:val="00624C17"/>
    <w:rsid w:val="00625A65"/>
    <w:rsid w:val="0062681F"/>
    <w:rsid w:val="00626E33"/>
    <w:rsid w:val="00626E3C"/>
    <w:rsid w:val="006273A5"/>
    <w:rsid w:val="006273D5"/>
    <w:rsid w:val="00630345"/>
    <w:rsid w:val="006306CB"/>
    <w:rsid w:val="00630748"/>
    <w:rsid w:val="00630928"/>
    <w:rsid w:val="00630B6C"/>
    <w:rsid w:val="00631791"/>
    <w:rsid w:val="00632B87"/>
    <w:rsid w:val="006333CC"/>
    <w:rsid w:val="006335ED"/>
    <w:rsid w:val="00633AB0"/>
    <w:rsid w:val="006345AE"/>
    <w:rsid w:val="00634D88"/>
    <w:rsid w:val="0063578D"/>
    <w:rsid w:val="0063595D"/>
    <w:rsid w:val="00635EAE"/>
    <w:rsid w:val="00636AC6"/>
    <w:rsid w:val="0064016D"/>
    <w:rsid w:val="006409DE"/>
    <w:rsid w:val="00641110"/>
    <w:rsid w:val="00641966"/>
    <w:rsid w:val="00641FAF"/>
    <w:rsid w:val="00643740"/>
    <w:rsid w:val="006449E4"/>
    <w:rsid w:val="00645960"/>
    <w:rsid w:val="00647656"/>
    <w:rsid w:val="00647C2E"/>
    <w:rsid w:val="0065095A"/>
    <w:rsid w:val="00651A14"/>
    <w:rsid w:val="00652424"/>
    <w:rsid w:val="006529A7"/>
    <w:rsid w:val="00652EB4"/>
    <w:rsid w:val="006541D7"/>
    <w:rsid w:val="00654B56"/>
    <w:rsid w:val="0065594D"/>
    <w:rsid w:val="0065684E"/>
    <w:rsid w:val="006570E4"/>
    <w:rsid w:val="006577FD"/>
    <w:rsid w:val="00657DC3"/>
    <w:rsid w:val="00657E31"/>
    <w:rsid w:val="00657F04"/>
    <w:rsid w:val="00657F93"/>
    <w:rsid w:val="0066009F"/>
    <w:rsid w:val="00660DD2"/>
    <w:rsid w:val="00661376"/>
    <w:rsid w:val="006615E5"/>
    <w:rsid w:val="006619E7"/>
    <w:rsid w:val="00661C26"/>
    <w:rsid w:val="00662388"/>
    <w:rsid w:val="00662B1E"/>
    <w:rsid w:val="00662F34"/>
    <w:rsid w:val="006639C1"/>
    <w:rsid w:val="00663B1E"/>
    <w:rsid w:val="0066464A"/>
    <w:rsid w:val="00665A99"/>
    <w:rsid w:val="00666D54"/>
    <w:rsid w:val="00666F38"/>
    <w:rsid w:val="00666F42"/>
    <w:rsid w:val="006704D1"/>
    <w:rsid w:val="00673D37"/>
    <w:rsid w:val="00673FB8"/>
    <w:rsid w:val="00673FC8"/>
    <w:rsid w:val="00674AD7"/>
    <w:rsid w:val="00674F51"/>
    <w:rsid w:val="00676670"/>
    <w:rsid w:val="006774A7"/>
    <w:rsid w:val="00677827"/>
    <w:rsid w:val="0068045C"/>
    <w:rsid w:val="006805BD"/>
    <w:rsid w:val="006820B5"/>
    <w:rsid w:val="006833EB"/>
    <w:rsid w:val="00683F0D"/>
    <w:rsid w:val="006847D8"/>
    <w:rsid w:val="00684FA4"/>
    <w:rsid w:val="00685395"/>
    <w:rsid w:val="006858C7"/>
    <w:rsid w:val="00686333"/>
    <w:rsid w:val="00686944"/>
    <w:rsid w:val="00687807"/>
    <w:rsid w:val="00690EE7"/>
    <w:rsid w:val="00691913"/>
    <w:rsid w:val="00691DB0"/>
    <w:rsid w:val="0069348F"/>
    <w:rsid w:val="0069349F"/>
    <w:rsid w:val="006934D4"/>
    <w:rsid w:val="0069508B"/>
    <w:rsid w:val="00695D32"/>
    <w:rsid w:val="006963DB"/>
    <w:rsid w:val="0069770A"/>
    <w:rsid w:val="006977BD"/>
    <w:rsid w:val="006A00EC"/>
    <w:rsid w:val="006A029E"/>
    <w:rsid w:val="006A1B6D"/>
    <w:rsid w:val="006A1CA3"/>
    <w:rsid w:val="006A1E37"/>
    <w:rsid w:val="006A24B9"/>
    <w:rsid w:val="006A289A"/>
    <w:rsid w:val="006A329A"/>
    <w:rsid w:val="006A3391"/>
    <w:rsid w:val="006A3F6F"/>
    <w:rsid w:val="006A4B3D"/>
    <w:rsid w:val="006A5079"/>
    <w:rsid w:val="006A52DD"/>
    <w:rsid w:val="006A533E"/>
    <w:rsid w:val="006A72F7"/>
    <w:rsid w:val="006B02CF"/>
    <w:rsid w:val="006B0552"/>
    <w:rsid w:val="006B0D3E"/>
    <w:rsid w:val="006B19BD"/>
    <w:rsid w:val="006B2695"/>
    <w:rsid w:val="006B2C64"/>
    <w:rsid w:val="006B363D"/>
    <w:rsid w:val="006B529B"/>
    <w:rsid w:val="006B5D78"/>
    <w:rsid w:val="006B6272"/>
    <w:rsid w:val="006B62E2"/>
    <w:rsid w:val="006B63FA"/>
    <w:rsid w:val="006B6E66"/>
    <w:rsid w:val="006B7187"/>
    <w:rsid w:val="006B73F2"/>
    <w:rsid w:val="006B74E6"/>
    <w:rsid w:val="006B7ECA"/>
    <w:rsid w:val="006C023D"/>
    <w:rsid w:val="006C26AB"/>
    <w:rsid w:val="006C31CC"/>
    <w:rsid w:val="006C4375"/>
    <w:rsid w:val="006C4F27"/>
    <w:rsid w:val="006C564F"/>
    <w:rsid w:val="006C615C"/>
    <w:rsid w:val="006C6AFB"/>
    <w:rsid w:val="006C7759"/>
    <w:rsid w:val="006C7995"/>
    <w:rsid w:val="006C7ACD"/>
    <w:rsid w:val="006D0058"/>
    <w:rsid w:val="006D078B"/>
    <w:rsid w:val="006D0A5B"/>
    <w:rsid w:val="006D115C"/>
    <w:rsid w:val="006D1674"/>
    <w:rsid w:val="006D1FDF"/>
    <w:rsid w:val="006D2099"/>
    <w:rsid w:val="006D2126"/>
    <w:rsid w:val="006D234F"/>
    <w:rsid w:val="006D343A"/>
    <w:rsid w:val="006D3A10"/>
    <w:rsid w:val="006D44A8"/>
    <w:rsid w:val="006D4891"/>
    <w:rsid w:val="006D516E"/>
    <w:rsid w:val="006D5844"/>
    <w:rsid w:val="006D6BCA"/>
    <w:rsid w:val="006D7162"/>
    <w:rsid w:val="006D7939"/>
    <w:rsid w:val="006D79A2"/>
    <w:rsid w:val="006E038B"/>
    <w:rsid w:val="006E07D0"/>
    <w:rsid w:val="006E1650"/>
    <w:rsid w:val="006E1D57"/>
    <w:rsid w:val="006E1DFB"/>
    <w:rsid w:val="006E2D8D"/>
    <w:rsid w:val="006E30F0"/>
    <w:rsid w:val="006E4459"/>
    <w:rsid w:val="006E4952"/>
    <w:rsid w:val="006E578B"/>
    <w:rsid w:val="006E5BF0"/>
    <w:rsid w:val="006E5DFE"/>
    <w:rsid w:val="006E5E25"/>
    <w:rsid w:val="006E60AA"/>
    <w:rsid w:val="006E6413"/>
    <w:rsid w:val="006E6E88"/>
    <w:rsid w:val="006E7ABD"/>
    <w:rsid w:val="006F1510"/>
    <w:rsid w:val="006F1ADA"/>
    <w:rsid w:val="006F2062"/>
    <w:rsid w:val="006F2B72"/>
    <w:rsid w:val="006F2DAF"/>
    <w:rsid w:val="006F2E51"/>
    <w:rsid w:val="006F3034"/>
    <w:rsid w:val="006F341F"/>
    <w:rsid w:val="006F37F1"/>
    <w:rsid w:val="006F5223"/>
    <w:rsid w:val="006F5935"/>
    <w:rsid w:val="006F5AC6"/>
    <w:rsid w:val="006F6505"/>
    <w:rsid w:val="006F696A"/>
    <w:rsid w:val="006F6B35"/>
    <w:rsid w:val="006F6D21"/>
    <w:rsid w:val="006F71A7"/>
    <w:rsid w:val="006F76C2"/>
    <w:rsid w:val="006F7EA1"/>
    <w:rsid w:val="006F7FCA"/>
    <w:rsid w:val="0070041A"/>
    <w:rsid w:val="00700722"/>
    <w:rsid w:val="007010B2"/>
    <w:rsid w:val="00701805"/>
    <w:rsid w:val="00702263"/>
    <w:rsid w:val="00702E80"/>
    <w:rsid w:val="00704478"/>
    <w:rsid w:val="00704EDE"/>
    <w:rsid w:val="00707217"/>
    <w:rsid w:val="00710936"/>
    <w:rsid w:val="007109E1"/>
    <w:rsid w:val="00710B21"/>
    <w:rsid w:val="00710F4A"/>
    <w:rsid w:val="00712147"/>
    <w:rsid w:val="00712328"/>
    <w:rsid w:val="007126EE"/>
    <w:rsid w:val="007129FE"/>
    <w:rsid w:val="0071459A"/>
    <w:rsid w:val="00714660"/>
    <w:rsid w:val="0071514E"/>
    <w:rsid w:val="00715365"/>
    <w:rsid w:val="00715AB4"/>
    <w:rsid w:val="0071610C"/>
    <w:rsid w:val="00717152"/>
    <w:rsid w:val="0072113A"/>
    <w:rsid w:val="0072293A"/>
    <w:rsid w:val="00722DAA"/>
    <w:rsid w:val="00722EFB"/>
    <w:rsid w:val="007249BA"/>
    <w:rsid w:val="007251E8"/>
    <w:rsid w:val="00726576"/>
    <w:rsid w:val="00726BAA"/>
    <w:rsid w:val="007272F0"/>
    <w:rsid w:val="00727CFC"/>
    <w:rsid w:val="0073278E"/>
    <w:rsid w:val="00732EA5"/>
    <w:rsid w:val="007332F5"/>
    <w:rsid w:val="00733AAD"/>
    <w:rsid w:val="00733FBE"/>
    <w:rsid w:val="00735C32"/>
    <w:rsid w:val="00735EEF"/>
    <w:rsid w:val="0073632B"/>
    <w:rsid w:val="007364BE"/>
    <w:rsid w:val="007377E8"/>
    <w:rsid w:val="00740264"/>
    <w:rsid w:val="007411EA"/>
    <w:rsid w:val="007415FD"/>
    <w:rsid w:val="0074261B"/>
    <w:rsid w:val="00744217"/>
    <w:rsid w:val="0074434D"/>
    <w:rsid w:val="00744352"/>
    <w:rsid w:val="00744387"/>
    <w:rsid w:val="007448E3"/>
    <w:rsid w:val="0074540C"/>
    <w:rsid w:val="007458EB"/>
    <w:rsid w:val="00745A09"/>
    <w:rsid w:val="00745DBE"/>
    <w:rsid w:val="00745EBC"/>
    <w:rsid w:val="007461EC"/>
    <w:rsid w:val="007472E8"/>
    <w:rsid w:val="0074733B"/>
    <w:rsid w:val="007474A5"/>
    <w:rsid w:val="00747974"/>
    <w:rsid w:val="00747BA6"/>
    <w:rsid w:val="00747BCD"/>
    <w:rsid w:val="00750781"/>
    <w:rsid w:val="00750BAD"/>
    <w:rsid w:val="007511C0"/>
    <w:rsid w:val="0075124A"/>
    <w:rsid w:val="007512D2"/>
    <w:rsid w:val="00751AB1"/>
    <w:rsid w:val="007526E2"/>
    <w:rsid w:val="00752745"/>
    <w:rsid w:val="00753293"/>
    <w:rsid w:val="00753745"/>
    <w:rsid w:val="0075407D"/>
    <w:rsid w:val="007540E0"/>
    <w:rsid w:val="007542CD"/>
    <w:rsid w:val="00754DE1"/>
    <w:rsid w:val="007557D6"/>
    <w:rsid w:val="00755C88"/>
    <w:rsid w:val="00756014"/>
    <w:rsid w:val="007562A8"/>
    <w:rsid w:val="007564EF"/>
    <w:rsid w:val="00757635"/>
    <w:rsid w:val="0075772E"/>
    <w:rsid w:val="00757954"/>
    <w:rsid w:val="00760AAE"/>
    <w:rsid w:val="0076116D"/>
    <w:rsid w:val="00761641"/>
    <w:rsid w:val="00762B64"/>
    <w:rsid w:val="0076385A"/>
    <w:rsid w:val="00763CB5"/>
    <w:rsid w:val="0076466D"/>
    <w:rsid w:val="007647E4"/>
    <w:rsid w:val="00765D16"/>
    <w:rsid w:val="00767629"/>
    <w:rsid w:val="00767EAD"/>
    <w:rsid w:val="007706A7"/>
    <w:rsid w:val="00771ADD"/>
    <w:rsid w:val="0077255E"/>
    <w:rsid w:val="00772C20"/>
    <w:rsid w:val="00773CB2"/>
    <w:rsid w:val="00773F80"/>
    <w:rsid w:val="007741FD"/>
    <w:rsid w:val="0077431F"/>
    <w:rsid w:val="007745CC"/>
    <w:rsid w:val="007749CF"/>
    <w:rsid w:val="00774BE3"/>
    <w:rsid w:val="00774EB9"/>
    <w:rsid w:val="00776485"/>
    <w:rsid w:val="00776899"/>
    <w:rsid w:val="00777045"/>
    <w:rsid w:val="00780576"/>
    <w:rsid w:val="00781021"/>
    <w:rsid w:val="00781B05"/>
    <w:rsid w:val="00781B4E"/>
    <w:rsid w:val="007839F2"/>
    <w:rsid w:val="007840BE"/>
    <w:rsid w:val="00785D63"/>
    <w:rsid w:val="0078630A"/>
    <w:rsid w:val="0078640C"/>
    <w:rsid w:val="00786B64"/>
    <w:rsid w:val="00787653"/>
    <w:rsid w:val="00790A87"/>
    <w:rsid w:val="00790EAE"/>
    <w:rsid w:val="00791080"/>
    <w:rsid w:val="00791221"/>
    <w:rsid w:val="0079192A"/>
    <w:rsid w:val="00792F6C"/>
    <w:rsid w:val="00793C22"/>
    <w:rsid w:val="00794573"/>
    <w:rsid w:val="00795003"/>
    <w:rsid w:val="007953F8"/>
    <w:rsid w:val="00796316"/>
    <w:rsid w:val="00796985"/>
    <w:rsid w:val="007969D0"/>
    <w:rsid w:val="00796B80"/>
    <w:rsid w:val="007971A7"/>
    <w:rsid w:val="007A040A"/>
    <w:rsid w:val="007A09D4"/>
    <w:rsid w:val="007A22A4"/>
    <w:rsid w:val="007A230B"/>
    <w:rsid w:val="007A24D8"/>
    <w:rsid w:val="007A2558"/>
    <w:rsid w:val="007A2639"/>
    <w:rsid w:val="007A263A"/>
    <w:rsid w:val="007A2796"/>
    <w:rsid w:val="007A28AB"/>
    <w:rsid w:val="007A33F1"/>
    <w:rsid w:val="007A3497"/>
    <w:rsid w:val="007A49CF"/>
    <w:rsid w:val="007A4CA0"/>
    <w:rsid w:val="007A5B69"/>
    <w:rsid w:val="007A76EF"/>
    <w:rsid w:val="007B005D"/>
    <w:rsid w:val="007B0399"/>
    <w:rsid w:val="007B06DF"/>
    <w:rsid w:val="007B1427"/>
    <w:rsid w:val="007B1B5F"/>
    <w:rsid w:val="007B2E60"/>
    <w:rsid w:val="007B4309"/>
    <w:rsid w:val="007B440E"/>
    <w:rsid w:val="007B4B5D"/>
    <w:rsid w:val="007B52BE"/>
    <w:rsid w:val="007B5418"/>
    <w:rsid w:val="007B58FE"/>
    <w:rsid w:val="007B5A2E"/>
    <w:rsid w:val="007B6124"/>
    <w:rsid w:val="007B65AA"/>
    <w:rsid w:val="007B7A2D"/>
    <w:rsid w:val="007B7C52"/>
    <w:rsid w:val="007C01F4"/>
    <w:rsid w:val="007C05D8"/>
    <w:rsid w:val="007C0B7B"/>
    <w:rsid w:val="007C0C84"/>
    <w:rsid w:val="007C1B1F"/>
    <w:rsid w:val="007C2F80"/>
    <w:rsid w:val="007C34FE"/>
    <w:rsid w:val="007C375A"/>
    <w:rsid w:val="007C45AD"/>
    <w:rsid w:val="007C48BE"/>
    <w:rsid w:val="007C5C29"/>
    <w:rsid w:val="007C5C39"/>
    <w:rsid w:val="007C6740"/>
    <w:rsid w:val="007C6EF3"/>
    <w:rsid w:val="007C7F90"/>
    <w:rsid w:val="007D00D0"/>
    <w:rsid w:val="007D08E9"/>
    <w:rsid w:val="007D1075"/>
    <w:rsid w:val="007D1120"/>
    <w:rsid w:val="007D2309"/>
    <w:rsid w:val="007D29C6"/>
    <w:rsid w:val="007D47CF"/>
    <w:rsid w:val="007D48A5"/>
    <w:rsid w:val="007D4912"/>
    <w:rsid w:val="007D4E23"/>
    <w:rsid w:val="007D6B38"/>
    <w:rsid w:val="007D6DC1"/>
    <w:rsid w:val="007D7F69"/>
    <w:rsid w:val="007E09BC"/>
    <w:rsid w:val="007E0D00"/>
    <w:rsid w:val="007E1026"/>
    <w:rsid w:val="007E1415"/>
    <w:rsid w:val="007E1C4F"/>
    <w:rsid w:val="007E2EB9"/>
    <w:rsid w:val="007E4426"/>
    <w:rsid w:val="007E4B2B"/>
    <w:rsid w:val="007E4F7A"/>
    <w:rsid w:val="007E5C89"/>
    <w:rsid w:val="007E6B79"/>
    <w:rsid w:val="007E7C2D"/>
    <w:rsid w:val="007E7F8E"/>
    <w:rsid w:val="007F0CF8"/>
    <w:rsid w:val="007F1472"/>
    <w:rsid w:val="007F198E"/>
    <w:rsid w:val="007F20B9"/>
    <w:rsid w:val="007F2B6F"/>
    <w:rsid w:val="007F2BD4"/>
    <w:rsid w:val="007F44FD"/>
    <w:rsid w:val="007F4A9C"/>
    <w:rsid w:val="007F507A"/>
    <w:rsid w:val="007F5E44"/>
    <w:rsid w:val="007F5EF6"/>
    <w:rsid w:val="007F5F59"/>
    <w:rsid w:val="007F6389"/>
    <w:rsid w:val="007F677E"/>
    <w:rsid w:val="007F7588"/>
    <w:rsid w:val="007F75E8"/>
    <w:rsid w:val="007F7891"/>
    <w:rsid w:val="008003A6"/>
    <w:rsid w:val="00800715"/>
    <w:rsid w:val="0080119D"/>
    <w:rsid w:val="00801987"/>
    <w:rsid w:val="008020D1"/>
    <w:rsid w:val="00804043"/>
    <w:rsid w:val="008043B5"/>
    <w:rsid w:val="00804FD9"/>
    <w:rsid w:val="00805169"/>
    <w:rsid w:val="00805B6E"/>
    <w:rsid w:val="0080659F"/>
    <w:rsid w:val="00806C42"/>
    <w:rsid w:val="00807289"/>
    <w:rsid w:val="00807711"/>
    <w:rsid w:val="0081052C"/>
    <w:rsid w:val="00810628"/>
    <w:rsid w:val="00811557"/>
    <w:rsid w:val="00813C82"/>
    <w:rsid w:val="00813D04"/>
    <w:rsid w:val="00813EC6"/>
    <w:rsid w:val="00814CBF"/>
    <w:rsid w:val="00814CCC"/>
    <w:rsid w:val="00815944"/>
    <w:rsid w:val="00815E93"/>
    <w:rsid w:val="008173E0"/>
    <w:rsid w:val="0081773A"/>
    <w:rsid w:val="00817C62"/>
    <w:rsid w:val="00817DE8"/>
    <w:rsid w:val="00820562"/>
    <w:rsid w:val="00820657"/>
    <w:rsid w:val="00821238"/>
    <w:rsid w:val="00821A28"/>
    <w:rsid w:val="008220DC"/>
    <w:rsid w:val="008231A4"/>
    <w:rsid w:val="0082375A"/>
    <w:rsid w:val="00824210"/>
    <w:rsid w:val="0082460C"/>
    <w:rsid w:val="00824798"/>
    <w:rsid w:val="00824F36"/>
    <w:rsid w:val="0082562B"/>
    <w:rsid w:val="0082565D"/>
    <w:rsid w:val="008257D7"/>
    <w:rsid w:val="00825D8C"/>
    <w:rsid w:val="00825DB6"/>
    <w:rsid w:val="00825E3D"/>
    <w:rsid w:val="00825FE0"/>
    <w:rsid w:val="00826461"/>
    <w:rsid w:val="00826B3E"/>
    <w:rsid w:val="00826C00"/>
    <w:rsid w:val="00826F91"/>
    <w:rsid w:val="00827AC7"/>
    <w:rsid w:val="00827F1F"/>
    <w:rsid w:val="00832787"/>
    <w:rsid w:val="0083282D"/>
    <w:rsid w:val="008341C3"/>
    <w:rsid w:val="0083461F"/>
    <w:rsid w:val="00834C09"/>
    <w:rsid w:val="0083678C"/>
    <w:rsid w:val="00837BEE"/>
    <w:rsid w:val="0084263B"/>
    <w:rsid w:val="00843720"/>
    <w:rsid w:val="008442A9"/>
    <w:rsid w:val="0084431E"/>
    <w:rsid w:val="00845DAC"/>
    <w:rsid w:val="00845EC1"/>
    <w:rsid w:val="00846AC0"/>
    <w:rsid w:val="008471EA"/>
    <w:rsid w:val="00847642"/>
    <w:rsid w:val="00847BB2"/>
    <w:rsid w:val="00847F4F"/>
    <w:rsid w:val="008500CA"/>
    <w:rsid w:val="00850308"/>
    <w:rsid w:val="00850E2D"/>
    <w:rsid w:val="0085252F"/>
    <w:rsid w:val="00852638"/>
    <w:rsid w:val="00852727"/>
    <w:rsid w:val="00852AFF"/>
    <w:rsid w:val="00854862"/>
    <w:rsid w:val="008549E3"/>
    <w:rsid w:val="00854BE3"/>
    <w:rsid w:val="00854F09"/>
    <w:rsid w:val="008555BD"/>
    <w:rsid w:val="00855CC8"/>
    <w:rsid w:val="008561F2"/>
    <w:rsid w:val="008568A8"/>
    <w:rsid w:val="008569C3"/>
    <w:rsid w:val="00857CEA"/>
    <w:rsid w:val="0086020A"/>
    <w:rsid w:val="008603F1"/>
    <w:rsid w:val="00860D5D"/>
    <w:rsid w:val="00861364"/>
    <w:rsid w:val="008617E5"/>
    <w:rsid w:val="00861822"/>
    <w:rsid w:val="008631C9"/>
    <w:rsid w:val="00865A3E"/>
    <w:rsid w:val="00866623"/>
    <w:rsid w:val="00870696"/>
    <w:rsid w:val="008707FF"/>
    <w:rsid w:val="00871410"/>
    <w:rsid w:val="00872232"/>
    <w:rsid w:val="00872C46"/>
    <w:rsid w:val="00873834"/>
    <w:rsid w:val="0087440A"/>
    <w:rsid w:val="00874B73"/>
    <w:rsid w:val="00876497"/>
    <w:rsid w:val="0087669A"/>
    <w:rsid w:val="00876A54"/>
    <w:rsid w:val="00876C4A"/>
    <w:rsid w:val="008778B8"/>
    <w:rsid w:val="00880552"/>
    <w:rsid w:val="00881B21"/>
    <w:rsid w:val="0088215A"/>
    <w:rsid w:val="008837DC"/>
    <w:rsid w:val="00883C08"/>
    <w:rsid w:val="008849B0"/>
    <w:rsid w:val="00885124"/>
    <w:rsid w:val="008854B4"/>
    <w:rsid w:val="00885812"/>
    <w:rsid w:val="00885D88"/>
    <w:rsid w:val="0088683D"/>
    <w:rsid w:val="00886FAE"/>
    <w:rsid w:val="0088737E"/>
    <w:rsid w:val="008905E9"/>
    <w:rsid w:val="00890C55"/>
    <w:rsid w:val="00891698"/>
    <w:rsid w:val="00891EFF"/>
    <w:rsid w:val="00892F38"/>
    <w:rsid w:val="00893889"/>
    <w:rsid w:val="00894940"/>
    <w:rsid w:val="00894BB2"/>
    <w:rsid w:val="00895073"/>
    <w:rsid w:val="0089509F"/>
    <w:rsid w:val="0089554E"/>
    <w:rsid w:val="008969A7"/>
    <w:rsid w:val="008969E0"/>
    <w:rsid w:val="00897128"/>
    <w:rsid w:val="00897CB2"/>
    <w:rsid w:val="008A17C3"/>
    <w:rsid w:val="008A1F55"/>
    <w:rsid w:val="008A2887"/>
    <w:rsid w:val="008A4DA0"/>
    <w:rsid w:val="008A56CA"/>
    <w:rsid w:val="008A611B"/>
    <w:rsid w:val="008A63F2"/>
    <w:rsid w:val="008A796B"/>
    <w:rsid w:val="008B0A6B"/>
    <w:rsid w:val="008B1FA1"/>
    <w:rsid w:val="008B2114"/>
    <w:rsid w:val="008B22B6"/>
    <w:rsid w:val="008B2793"/>
    <w:rsid w:val="008B3480"/>
    <w:rsid w:val="008B3BFB"/>
    <w:rsid w:val="008B3D2C"/>
    <w:rsid w:val="008B3EDB"/>
    <w:rsid w:val="008B3F70"/>
    <w:rsid w:val="008B4491"/>
    <w:rsid w:val="008B4AB3"/>
    <w:rsid w:val="008B5054"/>
    <w:rsid w:val="008B5AFE"/>
    <w:rsid w:val="008B5FB9"/>
    <w:rsid w:val="008B5FE8"/>
    <w:rsid w:val="008B6254"/>
    <w:rsid w:val="008B649F"/>
    <w:rsid w:val="008B6E42"/>
    <w:rsid w:val="008B7150"/>
    <w:rsid w:val="008C1BA2"/>
    <w:rsid w:val="008C20C2"/>
    <w:rsid w:val="008C226A"/>
    <w:rsid w:val="008C26C2"/>
    <w:rsid w:val="008C29B0"/>
    <w:rsid w:val="008C29DC"/>
    <w:rsid w:val="008C2F83"/>
    <w:rsid w:val="008C2F8F"/>
    <w:rsid w:val="008C3588"/>
    <w:rsid w:val="008C53F6"/>
    <w:rsid w:val="008C6896"/>
    <w:rsid w:val="008C7294"/>
    <w:rsid w:val="008C771B"/>
    <w:rsid w:val="008C773E"/>
    <w:rsid w:val="008C77C2"/>
    <w:rsid w:val="008D050A"/>
    <w:rsid w:val="008D1845"/>
    <w:rsid w:val="008D1AD5"/>
    <w:rsid w:val="008D1EC4"/>
    <w:rsid w:val="008D2074"/>
    <w:rsid w:val="008D2637"/>
    <w:rsid w:val="008D2A3F"/>
    <w:rsid w:val="008D3591"/>
    <w:rsid w:val="008D49E0"/>
    <w:rsid w:val="008D5209"/>
    <w:rsid w:val="008D5AFE"/>
    <w:rsid w:val="008D65DE"/>
    <w:rsid w:val="008D77A6"/>
    <w:rsid w:val="008D7A8A"/>
    <w:rsid w:val="008E05F6"/>
    <w:rsid w:val="008E08A9"/>
    <w:rsid w:val="008E097F"/>
    <w:rsid w:val="008E0D40"/>
    <w:rsid w:val="008E11E2"/>
    <w:rsid w:val="008E2C02"/>
    <w:rsid w:val="008E2C39"/>
    <w:rsid w:val="008E33AD"/>
    <w:rsid w:val="008E33C4"/>
    <w:rsid w:val="008E3EA6"/>
    <w:rsid w:val="008E3FBC"/>
    <w:rsid w:val="008E6132"/>
    <w:rsid w:val="008E7195"/>
    <w:rsid w:val="008E7A54"/>
    <w:rsid w:val="008E7B01"/>
    <w:rsid w:val="008E7B67"/>
    <w:rsid w:val="008F061D"/>
    <w:rsid w:val="008F117F"/>
    <w:rsid w:val="008F18BD"/>
    <w:rsid w:val="008F1942"/>
    <w:rsid w:val="008F1A12"/>
    <w:rsid w:val="008F34FA"/>
    <w:rsid w:val="008F37B1"/>
    <w:rsid w:val="008F5264"/>
    <w:rsid w:val="008F54AD"/>
    <w:rsid w:val="008F6D51"/>
    <w:rsid w:val="008F77BE"/>
    <w:rsid w:val="008F7C36"/>
    <w:rsid w:val="0090037E"/>
    <w:rsid w:val="009007BE"/>
    <w:rsid w:val="00900873"/>
    <w:rsid w:val="0090091E"/>
    <w:rsid w:val="00900B39"/>
    <w:rsid w:val="009023EC"/>
    <w:rsid w:val="00903CD6"/>
    <w:rsid w:val="009046E6"/>
    <w:rsid w:val="00905541"/>
    <w:rsid w:val="009076A5"/>
    <w:rsid w:val="00907B5C"/>
    <w:rsid w:val="00907E78"/>
    <w:rsid w:val="00911381"/>
    <w:rsid w:val="009118B0"/>
    <w:rsid w:val="009127CD"/>
    <w:rsid w:val="00913C57"/>
    <w:rsid w:val="009146DD"/>
    <w:rsid w:val="00914714"/>
    <w:rsid w:val="00914A1B"/>
    <w:rsid w:val="00914DBC"/>
    <w:rsid w:val="00915899"/>
    <w:rsid w:val="00915960"/>
    <w:rsid w:val="009165C0"/>
    <w:rsid w:val="009168E3"/>
    <w:rsid w:val="009168EB"/>
    <w:rsid w:val="00916E9F"/>
    <w:rsid w:val="00917801"/>
    <w:rsid w:val="00917AC1"/>
    <w:rsid w:val="0092000F"/>
    <w:rsid w:val="00920517"/>
    <w:rsid w:val="0092085A"/>
    <w:rsid w:val="00920E81"/>
    <w:rsid w:val="009217F7"/>
    <w:rsid w:val="009219F3"/>
    <w:rsid w:val="00921F0E"/>
    <w:rsid w:val="0092401C"/>
    <w:rsid w:val="00925E44"/>
    <w:rsid w:val="00927C55"/>
    <w:rsid w:val="00930AE7"/>
    <w:rsid w:val="00930BC9"/>
    <w:rsid w:val="00931E14"/>
    <w:rsid w:val="0093583C"/>
    <w:rsid w:val="00936A43"/>
    <w:rsid w:val="00937312"/>
    <w:rsid w:val="00940EB1"/>
    <w:rsid w:val="009420E2"/>
    <w:rsid w:val="00942369"/>
    <w:rsid w:val="00942945"/>
    <w:rsid w:val="0094374F"/>
    <w:rsid w:val="00946F65"/>
    <w:rsid w:val="00950901"/>
    <w:rsid w:val="00950B6A"/>
    <w:rsid w:val="00950D99"/>
    <w:rsid w:val="009512E0"/>
    <w:rsid w:val="0095133A"/>
    <w:rsid w:val="009518B2"/>
    <w:rsid w:val="00952342"/>
    <w:rsid w:val="00952E10"/>
    <w:rsid w:val="00952F28"/>
    <w:rsid w:val="0095322C"/>
    <w:rsid w:val="0095326D"/>
    <w:rsid w:val="0095380A"/>
    <w:rsid w:val="00953EF5"/>
    <w:rsid w:val="009545C3"/>
    <w:rsid w:val="00954655"/>
    <w:rsid w:val="00954904"/>
    <w:rsid w:val="00955879"/>
    <w:rsid w:val="0096000C"/>
    <w:rsid w:val="009604D0"/>
    <w:rsid w:val="0096097D"/>
    <w:rsid w:val="00962708"/>
    <w:rsid w:val="0096278B"/>
    <w:rsid w:val="00962854"/>
    <w:rsid w:val="00962BBC"/>
    <w:rsid w:val="009631AB"/>
    <w:rsid w:val="009631FC"/>
    <w:rsid w:val="00964178"/>
    <w:rsid w:val="00964320"/>
    <w:rsid w:val="00964B9F"/>
    <w:rsid w:val="00965358"/>
    <w:rsid w:val="00965CC8"/>
    <w:rsid w:val="00966105"/>
    <w:rsid w:val="009666CF"/>
    <w:rsid w:val="0096726E"/>
    <w:rsid w:val="00967751"/>
    <w:rsid w:val="00970397"/>
    <w:rsid w:val="0097248C"/>
    <w:rsid w:val="00972622"/>
    <w:rsid w:val="00972A2C"/>
    <w:rsid w:val="00974815"/>
    <w:rsid w:val="0097517A"/>
    <w:rsid w:val="00975D0C"/>
    <w:rsid w:val="0097718D"/>
    <w:rsid w:val="009771E8"/>
    <w:rsid w:val="009778D9"/>
    <w:rsid w:val="00977BCC"/>
    <w:rsid w:val="00977ED9"/>
    <w:rsid w:val="00980311"/>
    <w:rsid w:val="00981452"/>
    <w:rsid w:val="009814BD"/>
    <w:rsid w:val="009821D6"/>
    <w:rsid w:val="0098278B"/>
    <w:rsid w:val="00983D25"/>
    <w:rsid w:val="00984C4E"/>
    <w:rsid w:val="00985B06"/>
    <w:rsid w:val="00986AFE"/>
    <w:rsid w:val="00987113"/>
    <w:rsid w:val="0099093C"/>
    <w:rsid w:val="00990DE1"/>
    <w:rsid w:val="00992925"/>
    <w:rsid w:val="00992CA6"/>
    <w:rsid w:val="00993125"/>
    <w:rsid w:val="00995428"/>
    <w:rsid w:val="00995FBF"/>
    <w:rsid w:val="0099628C"/>
    <w:rsid w:val="00996495"/>
    <w:rsid w:val="0099793A"/>
    <w:rsid w:val="00997A7B"/>
    <w:rsid w:val="00997F61"/>
    <w:rsid w:val="009A08F7"/>
    <w:rsid w:val="009A098C"/>
    <w:rsid w:val="009A0EAE"/>
    <w:rsid w:val="009A1122"/>
    <w:rsid w:val="009A1B1A"/>
    <w:rsid w:val="009A2127"/>
    <w:rsid w:val="009A23E2"/>
    <w:rsid w:val="009A360C"/>
    <w:rsid w:val="009A39C1"/>
    <w:rsid w:val="009A4217"/>
    <w:rsid w:val="009A53C0"/>
    <w:rsid w:val="009A5FCA"/>
    <w:rsid w:val="009A6936"/>
    <w:rsid w:val="009A7127"/>
    <w:rsid w:val="009A722B"/>
    <w:rsid w:val="009A7A7B"/>
    <w:rsid w:val="009A7AE5"/>
    <w:rsid w:val="009B0860"/>
    <w:rsid w:val="009B1C08"/>
    <w:rsid w:val="009B2E78"/>
    <w:rsid w:val="009B3CC3"/>
    <w:rsid w:val="009B482D"/>
    <w:rsid w:val="009B6103"/>
    <w:rsid w:val="009B7806"/>
    <w:rsid w:val="009B7CBA"/>
    <w:rsid w:val="009C022A"/>
    <w:rsid w:val="009C0C15"/>
    <w:rsid w:val="009C1B94"/>
    <w:rsid w:val="009C2566"/>
    <w:rsid w:val="009C2ABC"/>
    <w:rsid w:val="009C3665"/>
    <w:rsid w:val="009C3C0A"/>
    <w:rsid w:val="009C3D86"/>
    <w:rsid w:val="009C3D92"/>
    <w:rsid w:val="009C3DD1"/>
    <w:rsid w:val="009C3F81"/>
    <w:rsid w:val="009C4274"/>
    <w:rsid w:val="009C4867"/>
    <w:rsid w:val="009C6B08"/>
    <w:rsid w:val="009C7290"/>
    <w:rsid w:val="009C7E27"/>
    <w:rsid w:val="009D018E"/>
    <w:rsid w:val="009D0E49"/>
    <w:rsid w:val="009D0F4B"/>
    <w:rsid w:val="009D19A0"/>
    <w:rsid w:val="009D1C0A"/>
    <w:rsid w:val="009D2044"/>
    <w:rsid w:val="009D208D"/>
    <w:rsid w:val="009D224E"/>
    <w:rsid w:val="009D28B7"/>
    <w:rsid w:val="009D2FFE"/>
    <w:rsid w:val="009D4B32"/>
    <w:rsid w:val="009D5AE7"/>
    <w:rsid w:val="009D5CBE"/>
    <w:rsid w:val="009D6451"/>
    <w:rsid w:val="009E015C"/>
    <w:rsid w:val="009E0287"/>
    <w:rsid w:val="009E06C9"/>
    <w:rsid w:val="009E121C"/>
    <w:rsid w:val="009E2069"/>
    <w:rsid w:val="009E31EB"/>
    <w:rsid w:val="009E35A6"/>
    <w:rsid w:val="009E45CB"/>
    <w:rsid w:val="009E50EA"/>
    <w:rsid w:val="009E51E7"/>
    <w:rsid w:val="009E5C8B"/>
    <w:rsid w:val="009E5D91"/>
    <w:rsid w:val="009E5E70"/>
    <w:rsid w:val="009E6234"/>
    <w:rsid w:val="009E634F"/>
    <w:rsid w:val="009E697A"/>
    <w:rsid w:val="009E720A"/>
    <w:rsid w:val="009E7291"/>
    <w:rsid w:val="009E7311"/>
    <w:rsid w:val="009F00E8"/>
    <w:rsid w:val="009F1462"/>
    <w:rsid w:val="009F2689"/>
    <w:rsid w:val="009F2852"/>
    <w:rsid w:val="009F2A0E"/>
    <w:rsid w:val="009F2AC7"/>
    <w:rsid w:val="009F2C7E"/>
    <w:rsid w:val="009F2F0F"/>
    <w:rsid w:val="009F34CB"/>
    <w:rsid w:val="009F5611"/>
    <w:rsid w:val="009F5FAD"/>
    <w:rsid w:val="009F6735"/>
    <w:rsid w:val="009F6E02"/>
    <w:rsid w:val="009F6EB0"/>
    <w:rsid w:val="009F7C8D"/>
    <w:rsid w:val="00A00B8B"/>
    <w:rsid w:val="00A02192"/>
    <w:rsid w:val="00A02392"/>
    <w:rsid w:val="00A02FFC"/>
    <w:rsid w:val="00A037FE"/>
    <w:rsid w:val="00A03DB2"/>
    <w:rsid w:val="00A0485B"/>
    <w:rsid w:val="00A04DC7"/>
    <w:rsid w:val="00A04EFC"/>
    <w:rsid w:val="00A05097"/>
    <w:rsid w:val="00A052AC"/>
    <w:rsid w:val="00A054FA"/>
    <w:rsid w:val="00A05B0D"/>
    <w:rsid w:val="00A05B71"/>
    <w:rsid w:val="00A078D0"/>
    <w:rsid w:val="00A1059D"/>
    <w:rsid w:val="00A11EF9"/>
    <w:rsid w:val="00A120D1"/>
    <w:rsid w:val="00A126CD"/>
    <w:rsid w:val="00A12D03"/>
    <w:rsid w:val="00A15368"/>
    <w:rsid w:val="00A15CAC"/>
    <w:rsid w:val="00A160DF"/>
    <w:rsid w:val="00A1615F"/>
    <w:rsid w:val="00A164E4"/>
    <w:rsid w:val="00A1788B"/>
    <w:rsid w:val="00A21041"/>
    <w:rsid w:val="00A21194"/>
    <w:rsid w:val="00A21576"/>
    <w:rsid w:val="00A21E52"/>
    <w:rsid w:val="00A21E7D"/>
    <w:rsid w:val="00A21F63"/>
    <w:rsid w:val="00A2200A"/>
    <w:rsid w:val="00A22037"/>
    <w:rsid w:val="00A222D3"/>
    <w:rsid w:val="00A2275C"/>
    <w:rsid w:val="00A22B3C"/>
    <w:rsid w:val="00A23AF6"/>
    <w:rsid w:val="00A248D6"/>
    <w:rsid w:val="00A24E2A"/>
    <w:rsid w:val="00A251DE"/>
    <w:rsid w:val="00A2564F"/>
    <w:rsid w:val="00A2582C"/>
    <w:rsid w:val="00A25B4F"/>
    <w:rsid w:val="00A270A5"/>
    <w:rsid w:val="00A27335"/>
    <w:rsid w:val="00A277FC"/>
    <w:rsid w:val="00A30C45"/>
    <w:rsid w:val="00A30D2C"/>
    <w:rsid w:val="00A31A47"/>
    <w:rsid w:val="00A31EF5"/>
    <w:rsid w:val="00A322CB"/>
    <w:rsid w:val="00A32FA5"/>
    <w:rsid w:val="00A33DF1"/>
    <w:rsid w:val="00A343C5"/>
    <w:rsid w:val="00A34E1F"/>
    <w:rsid w:val="00A34F5E"/>
    <w:rsid w:val="00A35AAA"/>
    <w:rsid w:val="00A35B7D"/>
    <w:rsid w:val="00A35E34"/>
    <w:rsid w:val="00A37117"/>
    <w:rsid w:val="00A379C0"/>
    <w:rsid w:val="00A4230E"/>
    <w:rsid w:val="00A445E4"/>
    <w:rsid w:val="00A44962"/>
    <w:rsid w:val="00A45A8A"/>
    <w:rsid w:val="00A45B29"/>
    <w:rsid w:val="00A46702"/>
    <w:rsid w:val="00A471A6"/>
    <w:rsid w:val="00A51DC5"/>
    <w:rsid w:val="00A51FA4"/>
    <w:rsid w:val="00A5266D"/>
    <w:rsid w:val="00A5312D"/>
    <w:rsid w:val="00A53700"/>
    <w:rsid w:val="00A5443C"/>
    <w:rsid w:val="00A55E16"/>
    <w:rsid w:val="00A56661"/>
    <w:rsid w:val="00A57134"/>
    <w:rsid w:val="00A57B3D"/>
    <w:rsid w:val="00A603A3"/>
    <w:rsid w:val="00A6124B"/>
    <w:rsid w:val="00A615C1"/>
    <w:rsid w:val="00A61CB5"/>
    <w:rsid w:val="00A61DDA"/>
    <w:rsid w:val="00A6279B"/>
    <w:rsid w:val="00A62817"/>
    <w:rsid w:val="00A62DEF"/>
    <w:rsid w:val="00A63283"/>
    <w:rsid w:val="00A66F20"/>
    <w:rsid w:val="00A67600"/>
    <w:rsid w:val="00A67FA2"/>
    <w:rsid w:val="00A70578"/>
    <w:rsid w:val="00A70B85"/>
    <w:rsid w:val="00A70EF2"/>
    <w:rsid w:val="00A7104D"/>
    <w:rsid w:val="00A72BB9"/>
    <w:rsid w:val="00A73491"/>
    <w:rsid w:val="00A736AE"/>
    <w:rsid w:val="00A738A0"/>
    <w:rsid w:val="00A73FE7"/>
    <w:rsid w:val="00A7526E"/>
    <w:rsid w:val="00A756EF"/>
    <w:rsid w:val="00A757C2"/>
    <w:rsid w:val="00A763FD"/>
    <w:rsid w:val="00A76460"/>
    <w:rsid w:val="00A7722F"/>
    <w:rsid w:val="00A77350"/>
    <w:rsid w:val="00A77EE3"/>
    <w:rsid w:val="00A80974"/>
    <w:rsid w:val="00A80DA2"/>
    <w:rsid w:val="00A81122"/>
    <w:rsid w:val="00A81B8C"/>
    <w:rsid w:val="00A81FA1"/>
    <w:rsid w:val="00A82306"/>
    <w:rsid w:val="00A83133"/>
    <w:rsid w:val="00A83436"/>
    <w:rsid w:val="00A83ECA"/>
    <w:rsid w:val="00A84263"/>
    <w:rsid w:val="00A843F8"/>
    <w:rsid w:val="00A84610"/>
    <w:rsid w:val="00A84788"/>
    <w:rsid w:val="00A8485B"/>
    <w:rsid w:val="00A857F1"/>
    <w:rsid w:val="00A85D3E"/>
    <w:rsid w:val="00A8614A"/>
    <w:rsid w:val="00A86278"/>
    <w:rsid w:val="00A86D32"/>
    <w:rsid w:val="00A86EC1"/>
    <w:rsid w:val="00A870CD"/>
    <w:rsid w:val="00A87FB6"/>
    <w:rsid w:val="00A905D3"/>
    <w:rsid w:val="00A90BD0"/>
    <w:rsid w:val="00A914E0"/>
    <w:rsid w:val="00A91657"/>
    <w:rsid w:val="00A9196B"/>
    <w:rsid w:val="00A92258"/>
    <w:rsid w:val="00A924EA"/>
    <w:rsid w:val="00A931E1"/>
    <w:rsid w:val="00A933B1"/>
    <w:rsid w:val="00A93B88"/>
    <w:rsid w:val="00A94E88"/>
    <w:rsid w:val="00A94EFD"/>
    <w:rsid w:val="00A95270"/>
    <w:rsid w:val="00A95B5A"/>
    <w:rsid w:val="00A95EEA"/>
    <w:rsid w:val="00A95F16"/>
    <w:rsid w:val="00A963DF"/>
    <w:rsid w:val="00A96BF5"/>
    <w:rsid w:val="00A96EB4"/>
    <w:rsid w:val="00A9738A"/>
    <w:rsid w:val="00AA056A"/>
    <w:rsid w:val="00AA0953"/>
    <w:rsid w:val="00AA0955"/>
    <w:rsid w:val="00AA095F"/>
    <w:rsid w:val="00AA1450"/>
    <w:rsid w:val="00AA1510"/>
    <w:rsid w:val="00AA198B"/>
    <w:rsid w:val="00AA1A93"/>
    <w:rsid w:val="00AA1E5A"/>
    <w:rsid w:val="00AA22BB"/>
    <w:rsid w:val="00AA2345"/>
    <w:rsid w:val="00AA2B66"/>
    <w:rsid w:val="00AA4214"/>
    <w:rsid w:val="00AA6742"/>
    <w:rsid w:val="00AA6B68"/>
    <w:rsid w:val="00AA7104"/>
    <w:rsid w:val="00AB0271"/>
    <w:rsid w:val="00AB0EC1"/>
    <w:rsid w:val="00AB1096"/>
    <w:rsid w:val="00AB1855"/>
    <w:rsid w:val="00AB2352"/>
    <w:rsid w:val="00AB26A6"/>
    <w:rsid w:val="00AB2801"/>
    <w:rsid w:val="00AB2813"/>
    <w:rsid w:val="00AB38CE"/>
    <w:rsid w:val="00AB4957"/>
    <w:rsid w:val="00AB58EA"/>
    <w:rsid w:val="00AB6257"/>
    <w:rsid w:val="00AB758E"/>
    <w:rsid w:val="00AB774B"/>
    <w:rsid w:val="00AB7C4D"/>
    <w:rsid w:val="00AC13FB"/>
    <w:rsid w:val="00AC1602"/>
    <w:rsid w:val="00AC2A59"/>
    <w:rsid w:val="00AC3463"/>
    <w:rsid w:val="00AC4C69"/>
    <w:rsid w:val="00AC52F9"/>
    <w:rsid w:val="00AC5DBC"/>
    <w:rsid w:val="00AC61ED"/>
    <w:rsid w:val="00AC662B"/>
    <w:rsid w:val="00AC6CF8"/>
    <w:rsid w:val="00AD1018"/>
    <w:rsid w:val="00AD14C1"/>
    <w:rsid w:val="00AD1570"/>
    <w:rsid w:val="00AD267A"/>
    <w:rsid w:val="00AD3008"/>
    <w:rsid w:val="00AD3FAD"/>
    <w:rsid w:val="00AD42AF"/>
    <w:rsid w:val="00AD4401"/>
    <w:rsid w:val="00AD46ED"/>
    <w:rsid w:val="00AD50FF"/>
    <w:rsid w:val="00AD54F4"/>
    <w:rsid w:val="00AD5CB5"/>
    <w:rsid w:val="00AD6071"/>
    <w:rsid w:val="00AD60FF"/>
    <w:rsid w:val="00AD6395"/>
    <w:rsid w:val="00AD73C3"/>
    <w:rsid w:val="00AE0024"/>
    <w:rsid w:val="00AE15B4"/>
    <w:rsid w:val="00AE1B2B"/>
    <w:rsid w:val="00AE22F1"/>
    <w:rsid w:val="00AE24C7"/>
    <w:rsid w:val="00AE2F4A"/>
    <w:rsid w:val="00AE4BC3"/>
    <w:rsid w:val="00AE522D"/>
    <w:rsid w:val="00AE6064"/>
    <w:rsid w:val="00AF0887"/>
    <w:rsid w:val="00AF11BA"/>
    <w:rsid w:val="00AF345D"/>
    <w:rsid w:val="00AF3695"/>
    <w:rsid w:val="00AF36B8"/>
    <w:rsid w:val="00AF41F9"/>
    <w:rsid w:val="00AF43FB"/>
    <w:rsid w:val="00AF5407"/>
    <w:rsid w:val="00AF746F"/>
    <w:rsid w:val="00AF7A23"/>
    <w:rsid w:val="00AF7CA6"/>
    <w:rsid w:val="00AF7D63"/>
    <w:rsid w:val="00B008F6"/>
    <w:rsid w:val="00B01C90"/>
    <w:rsid w:val="00B0305E"/>
    <w:rsid w:val="00B038E6"/>
    <w:rsid w:val="00B0479C"/>
    <w:rsid w:val="00B04910"/>
    <w:rsid w:val="00B04AC6"/>
    <w:rsid w:val="00B04C15"/>
    <w:rsid w:val="00B05708"/>
    <w:rsid w:val="00B10526"/>
    <w:rsid w:val="00B10902"/>
    <w:rsid w:val="00B10E0F"/>
    <w:rsid w:val="00B124D1"/>
    <w:rsid w:val="00B1352F"/>
    <w:rsid w:val="00B15BF5"/>
    <w:rsid w:val="00B15F02"/>
    <w:rsid w:val="00B16A52"/>
    <w:rsid w:val="00B17058"/>
    <w:rsid w:val="00B172A7"/>
    <w:rsid w:val="00B1755A"/>
    <w:rsid w:val="00B17C92"/>
    <w:rsid w:val="00B2276A"/>
    <w:rsid w:val="00B24B2D"/>
    <w:rsid w:val="00B26E48"/>
    <w:rsid w:val="00B26F8C"/>
    <w:rsid w:val="00B3055D"/>
    <w:rsid w:val="00B30E44"/>
    <w:rsid w:val="00B329A9"/>
    <w:rsid w:val="00B33258"/>
    <w:rsid w:val="00B3345A"/>
    <w:rsid w:val="00B33538"/>
    <w:rsid w:val="00B33575"/>
    <w:rsid w:val="00B3461B"/>
    <w:rsid w:val="00B35A17"/>
    <w:rsid w:val="00B3690D"/>
    <w:rsid w:val="00B36934"/>
    <w:rsid w:val="00B36E7F"/>
    <w:rsid w:val="00B36F38"/>
    <w:rsid w:val="00B3725C"/>
    <w:rsid w:val="00B374E0"/>
    <w:rsid w:val="00B3797D"/>
    <w:rsid w:val="00B37B05"/>
    <w:rsid w:val="00B40AAB"/>
    <w:rsid w:val="00B4143E"/>
    <w:rsid w:val="00B41523"/>
    <w:rsid w:val="00B41DA7"/>
    <w:rsid w:val="00B41F54"/>
    <w:rsid w:val="00B42CAB"/>
    <w:rsid w:val="00B43961"/>
    <w:rsid w:val="00B43A07"/>
    <w:rsid w:val="00B43AD1"/>
    <w:rsid w:val="00B46417"/>
    <w:rsid w:val="00B464D2"/>
    <w:rsid w:val="00B46882"/>
    <w:rsid w:val="00B471CF"/>
    <w:rsid w:val="00B5026E"/>
    <w:rsid w:val="00B50540"/>
    <w:rsid w:val="00B50B16"/>
    <w:rsid w:val="00B51D92"/>
    <w:rsid w:val="00B52B6A"/>
    <w:rsid w:val="00B52D56"/>
    <w:rsid w:val="00B53204"/>
    <w:rsid w:val="00B54848"/>
    <w:rsid w:val="00B550B6"/>
    <w:rsid w:val="00B56336"/>
    <w:rsid w:val="00B56637"/>
    <w:rsid w:val="00B56697"/>
    <w:rsid w:val="00B57705"/>
    <w:rsid w:val="00B61AB2"/>
    <w:rsid w:val="00B63418"/>
    <w:rsid w:val="00B644CA"/>
    <w:rsid w:val="00B644D3"/>
    <w:rsid w:val="00B64C86"/>
    <w:rsid w:val="00B655E6"/>
    <w:rsid w:val="00B65910"/>
    <w:rsid w:val="00B66C29"/>
    <w:rsid w:val="00B701AD"/>
    <w:rsid w:val="00B702BF"/>
    <w:rsid w:val="00B7038F"/>
    <w:rsid w:val="00B70620"/>
    <w:rsid w:val="00B70B47"/>
    <w:rsid w:val="00B7166B"/>
    <w:rsid w:val="00B71C95"/>
    <w:rsid w:val="00B71FAD"/>
    <w:rsid w:val="00B72EEF"/>
    <w:rsid w:val="00B73572"/>
    <w:rsid w:val="00B741E3"/>
    <w:rsid w:val="00B75D42"/>
    <w:rsid w:val="00B76373"/>
    <w:rsid w:val="00B7650C"/>
    <w:rsid w:val="00B774AF"/>
    <w:rsid w:val="00B7762F"/>
    <w:rsid w:val="00B77AE2"/>
    <w:rsid w:val="00B801DA"/>
    <w:rsid w:val="00B805A1"/>
    <w:rsid w:val="00B814FF"/>
    <w:rsid w:val="00B81682"/>
    <w:rsid w:val="00B818E2"/>
    <w:rsid w:val="00B81F4A"/>
    <w:rsid w:val="00B82851"/>
    <w:rsid w:val="00B82FE6"/>
    <w:rsid w:val="00B83539"/>
    <w:rsid w:val="00B83C1A"/>
    <w:rsid w:val="00B846FE"/>
    <w:rsid w:val="00B851D8"/>
    <w:rsid w:val="00B85A4A"/>
    <w:rsid w:val="00B85A68"/>
    <w:rsid w:val="00B8626C"/>
    <w:rsid w:val="00B866BC"/>
    <w:rsid w:val="00B86EFE"/>
    <w:rsid w:val="00B86FDB"/>
    <w:rsid w:val="00B87FDB"/>
    <w:rsid w:val="00B919F7"/>
    <w:rsid w:val="00B91B06"/>
    <w:rsid w:val="00B92D79"/>
    <w:rsid w:val="00B9313D"/>
    <w:rsid w:val="00B93EF9"/>
    <w:rsid w:val="00B9481D"/>
    <w:rsid w:val="00B94BCB"/>
    <w:rsid w:val="00B9565E"/>
    <w:rsid w:val="00B95A9C"/>
    <w:rsid w:val="00B95C40"/>
    <w:rsid w:val="00B95CC6"/>
    <w:rsid w:val="00B96343"/>
    <w:rsid w:val="00B9654E"/>
    <w:rsid w:val="00B96D88"/>
    <w:rsid w:val="00B970A1"/>
    <w:rsid w:val="00B97587"/>
    <w:rsid w:val="00BA000A"/>
    <w:rsid w:val="00BA02B8"/>
    <w:rsid w:val="00BA09B7"/>
    <w:rsid w:val="00BA2986"/>
    <w:rsid w:val="00BA3914"/>
    <w:rsid w:val="00BA400C"/>
    <w:rsid w:val="00BA5450"/>
    <w:rsid w:val="00BA54E2"/>
    <w:rsid w:val="00BA5B66"/>
    <w:rsid w:val="00BA6341"/>
    <w:rsid w:val="00BA762E"/>
    <w:rsid w:val="00BB111E"/>
    <w:rsid w:val="00BB1528"/>
    <w:rsid w:val="00BB1C23"/>
    <w:rsid w:val="00BB31E1"/>
    <w:rsid w:val="00BB333F"/>
    <w:rsid w:val="00BB350E"/>
    <w:rsid w:val="00BB3CE6"/>
    <w:rsid w:val="00BB4980"/>
    <w:rsid w:val="00BB52A2"/>
    <w:rsid w:val="00BB55CF"/>
    <w:rsid w:val="00BB5A6F"/>
    <w:rsid w:val="00BB6558"/>
    <w:rsid w:val="00BB6B4C"/>
    <w:rsid w:val="00BB6BB6"/>
    <w:rsid w:val="00BC0E2A"/>
    <w:rsid w:val="00BC0F74"/>
    <w:rsid w:val="00BC12D0"/>
    <w:rsid w:val="00BC197D"/>
    <w:rsid w:val="00BC1A15"/>
    <w:rsid w:val="00BC1EDE"/>
    <w:rsid w:val="00BC20E3"/>
    <w:rsid w:val="00BC249D"/>
    <w:rsid w:val="00BC2658"/>
    <w:rsid w:val="00BC27CD"/>
    <w:rsid w:val="00BC28F9"/>
    <w:rsid w:val="00BC35E8"/>
    <w:rsid w:val="00BC3E48"/>
    <w:rsid w:val="00BC445F"/>
    <w:rsid w:val="00BC5626"/>
    <w:rsid w:val="00BC590F"/>
    <w:rsid w:val="00BC6568"/>
    <w:rsid w:val="00BD15CE"/>
    <w:rsid w:val="00BD2379"/>
    <w:rsid w:val="00BD5A9E"/>
    <w:rsid w:val="00BD6005"/>
    <w:rsid w:val="00BD617F"/>
    <w:rsid w:val="00BD6937"/>
    <w:rsid w:val="00BD6A2D"/>
    <w:rsid w:val="00BD7655"/>
    <w:rsid w:val="00BD792D"/>
    <w:rsid w:val="00BE0ACE"/>
    <w:rsid w:val="00BE1271"/>
    <w:rsid w:val="00BE1442"/>
    <w:rsid w:val="00BE14DF"/>
    <w:rsid w:val="00BE3A4F"/>
    <w:rsid w:val="00BE3B6E"/>
    <w:rsid w:val="00BE4079"/>
    <w:rsid w:val="00BE4552"/>
    <w:rsid w:val="00BE4C2E"/>
    <w:rsid w:val="00BE4E25"/>
    <w:rsid w:val="00BE55F6"/>
    <w:rsid w:val="00BE5B96"/>
    <w:rsid w:val="00BE5CA6"/>
    <w:rsid w:val="00BE5CBE"/>
    <w:rsid w:val="00BE66A7"/>
    <w:rsid w:val="00BE7192"/>
    <w:rsid w:val="00BE7D2F"/>
    <w:rsid w:val="00BE7E0A"/>
    <w:rsid w:val="00BE7E8D"/>
    <w:rsid w:val="00BE7FEB"/>
    <w:rsid w:val="00BF072B"/>
    <w:rsid w:val="00BF0ADA"/>
    <w:rsid w:val="00BF0DF7"/>
    <w:rsid w:val="00BF24B0"/>
    <w:rsid w:val="00BF28EC"/>
    <w:rsid w:val="00BF32AB"/>
    <w:rsid w:val="00BF37B3"/>
    <w:rsid w:val="00BF4924"/>
    <w:rsid w:val="00BF5371"/>
    <w:rsid w:val="00BF54AA"/>
    <w:rsid w:val="00BF5E42"/>
    <w:rsid w:val="00BF6637"/>
    <w:rsid w:val="00BF78F9"/>
    <w:rsid w:val="00C002C4"/>
    <w:rsid w:val="00C00483"/>
    <w:rsid w:val="00C00F23"/>
    <w:rsid w:val="00C02439"/>
    <w:rsid w:val="00C02887"/>
    <w:rsid w:val="00C02CD4"/>
    <w:rsid w:val="00C0308A"/>
    <w:rsid w:val="00C03607"/>
    <w:rsid w:val="00C036AD"/>
    <w:rsid w:val="00C03E03"/>
    <w:rsid w:val="00C042F7"/>
    <w:rsid w:val="00C06799"/>
    <w:rsid w:val="00C10D7F"/>
    <w:rsid w:val="00C11234"/>
    <w:rsid w:val="00C11D77"/>
    <w:rsid w:val="00C12A5B"/>
    <w:rsid w:val="00C12F74"/>
    <w:rsid w:val="00C140F1"/>
    <w:rsid w:val="00C146D1"/>
    <w:rsid w:val="00C14897"/>
    <w:rsid w:val="00C156CA"/>
    <w:rsid w:val="00C16051"/>
    <w:rsid w:val="00C16164"/>
    <w:rsid w:val="00C16479"/>
    <w:rsid w:val="00C205AE"/>
    <w:rsid w:val="00C20A77"/>
    <w:rsid w:val="00C20E73"/>
    <w:rsid w:val="00C21359"/>
    <w:rsid w:val="00C22077"/>
    <w:rsid w:val="00C223C3"/>
    <w:rsid w:val="00C228FD"/>
    <w:rsid w:val="00C22CEF"/>
    <w:rsid w:val="00C24215"/>
    <w:rsid w:val="00C24446"/>
    <w:rsid w:val="00C245A8"/>
    <w:rsid w:val="00C24B0A"/>
    <w:rsid w:val="00C25EAC"/>
    <w:rsid w:val="00C273C9"/>
    <w:rsid w:val="00C2789C"/>
    <w:rsid w:val="00C3019A"/>
    <w:rsid w:val="00C31037"/>
    <w:rsid w:val="00C3175B"/>
    <w:rsid w:val="00C32E24"/>
    <w:rsid w:val="00C336F3"/>
    <w:rsid w:val="00C338A8"/>
    <w:rsid w:val="00C341D1"/>
    <w:rsid w:val="00C36D17"/>
    <w:rsid w:val="00C36EDD"/>
    <w:rsid w:val="00C37F0A"/>
    <w:rsid w:val="00C408FA"/>
    <w:rsid w:val="00C409E7"/>
    <w:rsid w:val="00C40A3E"/>
    <w:rsid w:val="00C40EF7"/>
    <w:rsid w:val="00C42A0E"/>
    <w:rsid w:val="00C42DB7"/>
    <w:rsid w:val="00C4348D"/>
    <w:rsid w:val="00C434EB"/>
    <w:rsid w:val="00C43BE9"/>
    <w:rsid w:val="00C44BED"/>
    <w:rsid w:val="00C44F6B"/>
    <w:rsid w:val="00C45007"/>
    <w:rsid w:val="00C459D9"/>
    <w:rsid w:val="00C45B96"/>
    <w:rsid w:val="00C45D7E"/>
    <w:rsid w:val="00C4622E"/>
    <w:rsid w:val="00C47D35"/>
    <w:rsid w:val="00C50EDA"/>
    <w:rsid w:val="00C50F60"/>
    <w:rsid w:val="00C510DB"/>
    <w:rsid w:val="00C5128E"/>
    <w:rsid w:val="00C52A25"/>
    <w:rsid w:val="00C52AE2"/>
    <w:rsid w:val="00C53569"/>
    <w:rsid w:val="00C53B9B"/>
    <w:rsid w:val="00C54B92"/>
    <w:rsid w:val="00C57524"/>
    <w:rsid w:val="00C57EC4"/>
    <w:rsid w:val="00C60058"/>
    <w:rsid w:val="00C6009B"/>
    <w:rsid w:val="00C61148"/>
    <w:rsid w:val="00C619FB"/>
    <w:rsid w:val="00C61C0C"/>
    <w:rsid w:val="00C622F8"/>
    <w:rsid w:val="00C623EA"/>
    <w:rsid w:val="00C62D62"/>
    <w:rsid w:val="00C643A2"/>
    <w:rsid w:val="00C65914"/>
    <w:rsid w:val="00C6668D"/>
    <w:rsid w:val="00C703ED"/>
    <w:rsid w:val="00C707B6"/>
    <w:rsid w:val="00C70F83"/>
    <w:rsid w:val="00C710B2"/>
    <w:rsid w:val="00C728A5"/>
    <w:rsid w:val="00C735C7"/>
    <w:rsid w:val="00C738F6"/>
    <w:rsid w:val="00C743B9"/>
    <w:rsid w:val="00C75425"/>
    <w:rsid w:val="00C75D39"/>
    <w:rsid w:val="00C76618"/>
    <w:rsid w:val="00C76862"/>
    <w:rsid w:val="00C77D5C"/>
    <w:rsid w:val="00C80404"/>
    <w:rsid w:val="00C8188C"/>
    <w:rsid w:val="00C835E2"/>
    <w:rsid w:val="00C8408B"/>
    <w:rsid w:val="00C849D8"/>
    <w:rsid w:val="00C8505D"/>
    <w:rsid w:val="00C85AD7"/>
    <w:rsid w:val="00C86D8E"/>
    <w:rsid w:val="00C86FBA"/>
    <w:rsid w:val="00C87113"/>
    <w:rsid w:val="00C8751E"/>
    <w:rsid w:val="00C87C26"/>
    <w:rsid w:val="00C900A1"/>
    <w:rsid w:val="00C90A48"/>
    <w:rsid w:val="00C90E9F"/>
    <w:rsid w:val="00C91274"/>
    <w:rsid w:val="00C91AA2"/>
    <w:rsid w:val="00C9233C"/>
    <w:rsid w:val="00C927F6"/>
    <w:rsid w:val="00C94A0A"/>
    <w:rsid w:val="00C954BC"/>
    <w:rsid w:val="00C95901"/>
    <w:rsid w:val="00C95E4C"/>
    <w:rsid w:val="00C96457"/>
    <w:rsid w:val="00C96482"/>
    <w:rsid w:val="00C96D28"/>
    <w:rsid w:val="00C96F37"/>
    <w:rsid w:val="00C972DA"/>
    <w:rsid w:val="00C978C4"/>
    <w:rsid w:val="00CA02C4"/>
    <w:rsid w:val="00CA28BC"/>
    <w:rsid w:val="00CA29F4"/>
    <w:rsid w:val="00CA4182"/>
    <w:rsid w:val="00CA6031"/>
    <w:rsid w:val="00CA7859"/>
    <w:rsid w:val="00CB067A"/>
    <w:rsid w:val="00CB0D42"/>
    <w:rsid w:val="00CB0EB6"/>
    <w:rsid w:val="00CB0EC0"/>
    <w:rsid w:val="00CB2073"/>
    <w:rsid w:val="00CB2285"/>
    <w:rsid w:val="00CB3B0F"/>
    <w:rsid w:val="00CB484E"/>
    <w:rsid w:val="00CB4C5D"/>
    <w:rsid w:val="00CB4D82"/>
    <w:rsid w:val="00CB51D2"/>
    <w:rsid w:val="00CB51FD"/>
    <w:rsid w:val="00CB5341"/>
    <w:rsid w:val="00CB5DC9"/>
    <w:rsid w:val="00CB7E31"/>
    <w:rsid w:val="00CC33F0"/>
    <w:rsid w:val="00CC3B44"/>
    <w:rsid w:val="00CC4924"/>
    <w:rsid w:val="00CC6424"/>
    <w:rsid w:val="00CC6984"/>
    <w:rsid w:val="00CC6E44"/>
    <w:rsid w:val="00CC75CD"/>
    <w:rsid w:val="00CC7D99"/>
    <w:rsid w:val="00CC7F11"/>
    <w:rsid w:val="00CD0CCF"/>
    <w:rsid w:val="00CD2260"/>
    <w:rsid w:val="00CD2B88"/>
    <w:rsid w:val="00CD3CA3"/>
    <w:rsid w:val="00CD3EC7"/>
    <w:rsid w:val="00CD4114"/>
    <w:rsid w:val="00CD4236"/>
    <w:rsid w:val="00CD4BA9"/>
    <w:rsid w:val="00CD4D23"/>
    <w:rsid w:val="00CD5C21"/>
    <w:rsid w:val="00CD70C5"/>
    <w:rsid w:val="00CD72AA"/>
    <w:rsid w:val="00CD7BF2"/>
    <w:rsid w:val="00CE0246"/>
    <w:rsid w:val="00CE0922"/>
    <w:rsid w:val="00CE1EBD"/>
    <w:rsid w:val="00CE286F"/>
    <w:rsid w:val="00CE4CD7"/>
    <w:rsid w:val="00CE5A07"/>
    <w:rsid w:val="00CE6A48"/>
    <w:rsid w:val="00CE6BE6"/>
    <w:rsid w:val="00CE7882"/>
    <w:rsid w:val="00CE7904"/>
    <w:rsid w:val="00CF0A58"/>
    <w:rsid w:val="00CF1261"/>
    <w:rsid w:val="00CF2C8F"/>
    <w:rsid w:val="00CF2FED"/>
    <w:rsid w:val="00CF4735"/>
    <w:rsid w:val="00CF5448"/>
    <w:rsid w:val="00CF556B"/>
    <w:rsid w:val="00CF56D2"/>
    <w:rsid w:val="00CF5740"/>
    <w:rsid w:val="00CF5DF0"/>
    <w:rsid w:val="00CF6420"/>
    <w:rsid w:val="00CF65E8"/>
    <w:rsid w:val="00CF6B0D"/>
    <w:rsid w:val="00CF70E9"/>
    <w:rsid w:val="00CF7B1E"/>
    <w:rsid w:val="00D002EB"/>
    <w:rsid w:val="00D00E4E"/>
    <w:rsid w:val="00D00EEC"/>
    <w:rsid w:val="00D0157C"/>
    <w:rsid w:val="00D02275"/>
    <w:rsid w:val="00D024E3"/>
    <w:rsid w:val="00D02C1B"/>
    <w:rsid w:val="00D02CF5"/>
    <w:rsid w:val="00D02DBE"/>
    <w:rsid w:val="00D04F5C"/>
    <w:rsid w:val="00D05069"/>
    <w:rsid w:val="00D06ABC"/>
    <w:rsid w:val="00D06FD8"/>
    <w:rsid w:val="00D07898"/>
    <w:rsid w:val="00D10F0D"/>
    <w:rsid w:val="00D1180D"/>
    <w:rsid w:val="00D1396F"/>
    <w:rsid w:val="00D144F4"/>
    <w:rsid w:val="00D14694"/>
    <w:rsid w:val="00D148E9"/>
    <w:rsid w:val="00D149D6"/>
    <w:rsid w:val="00D15EBD"/>
    <w:rsid w:val="00D16995"/>
    <w:rsid w:val="00D169C5"/>
    <w:rsid w:val="00D209ED"/>
    <w:rsid w:val="00D20D2E"/>
    <w:rsid w:val="00D2108F"/>
    <w:rsid w:val="00D21569"/>
    <w:rsid w:val="00D21D04"/>
    <w:rsid w:val="00D2245D"/>
    <w:rsid w:val="00D230A7"/>
    <w:rsid w:val="00D2350F"/>
    <w:rsid w:val="00D246FA"/>
    <w:rsid w:val="00D24705"/>
    <w:rsid w:val="00D2499C"/>
    <w:rsid w:val="00D25400"/>
    <w:rsid w:val="00D2576D"/>
    <w:rsid w:val="00D25B1A"/>
    <w:rsid w:val="00D26513"/>
    <w:rsid w:val="00D30C0A"/>
    <w:rsid w:val="00D315F9"/>
    <w:rsid w:val="00D31E35"/>
    <w:rsid w:val="00D3275A"/>
    <w:rsid w:val="00D32F3B"/>
    <w:rsid w:val="00D33508"/>
    <w:rsid w:val="00D336AB"/>
    <w:rsid w:val="00D3387D"/>
    <w:rsid w:val="00D33961"/>
    <w:rsid w:val="00D344C2"/>
    <w:rsid w:val="00D34A4E"/>
    <w:rsid w:val="00D36B9A"/>
    <w:rsid w:val="00D40380"/>
    <w:rsid w:val="00D41E3F"/>
    <w:rsid w:val="00D41EF4"/>
    <w:rsid w:val="00D4200A"/>
    <w:rsid w:val="00D42119"/>
    <w:rsid w:val="00D42AA3"/>
    <w:rsid w:val="00D42E8C"/>
    <w:rsid w:val="00D432F8"/>
    <w:rsid w:val="00D44190"/>
    <w:rsid w:val="00D4436F"/>
    <w:rsid w:val="00D45020"/>
    <w:rsid w:val="00D453AC"/>
    <w:rsid w:val="00D456B0"/>
    <w:rsid w:val="00D456C3"/>
    <w:rsid w:val="00D45C62"/>
    <w:rsid w:val="00D469A4"/>
    <w:rsid w:val="00D46A95"/>
    <w:rsid w:val="00D47BB8"/>
    <w:rsid w:val="00D47D45"/>
    <w:rsid w:val="00D50287"/>
    <w:rsid w:val="00D50FC3"/>
    <w:rsid w:val="00D51B3D"/>
    <w:rsid w:val="00D53AE3"/>
    <w:rsid w:val="00D5460C"/>
    <w:rsid w:val="00D547A0"/>
    <w:rsid w:val="00D5658F"/>
    <w:rsid w:val="00D5659D"/>
    <w:rsid w:val="00D57983"/>
    <w:rsid w:val="00D604E2"/>
    <w:rsid w:val="00D612E8"/>
    <w:rsid w:val="00D62E3A"/>
    <w:rsid w:val="00D63BEE"/>
    <w:rsid w:val="00D65522"/>
    <w:rsid w:val="00D6577B"/>
    <w:rsid w:val="00D6679D"/>
    <w:rsid w:val="00D66D1A"/>
    <w:rsid w:val="00D6731B"/>
    <w:rsid w:val="00D70625"/>
    <w:rsid w:val="00D7090C"/>
    <w:rsid w:val="00D70914"/>
    <w:rsid w:val="00D709FC"/>
    <w:rsid w:val="00D712C8"/>
    <w:rsid w:val="00D71473"/>
    <w:rsid w:val="00D7171A"/>
    <w:rsid w:val="00D71A39"/>
    <w:rsid w:val="00D71F81"/>
    <w:rsid w:val="00D720FB"/>
    <w:rsid w:val="00D72619"/>
    <w:rsid w:val="00D7284D"/>
    <w:rsid w:val="00D740B8"/>
    <w:rsid w:val="00D74B41"/>
    <w:rsid w:val="00D75485"/>
    <w:rsid w:val="00D75A36"/>
    <w:rsid w:val="00D76697"/>
    <w:rsid w:val="00D7745C"/>
    <w:rsid w:val="00D77EC9"/>
    <w:rsid w:val="00D809D3"/>
    <w:rsid w:val="00D81152"/>
    <w:rsid w:val="00D81580"/>
    <w:rsid w:val="00D82B11"/>
    <w:rsid w:val="00D8304A"/>
    <w:rsid w:val="00D83401"/>
    <w:rsid w:val="00D84D90"/>
    <w:rsid w:val="00D84DBA"/>
    <w:rsid w:val="00D84F3B"/>
    <w:rsid w:val="00D86744"/>
    <w:rsid w:val="00D86B54"/>
    <w:rsid w:val="00D87774"/>
    <w:rsid w:val="00D90048"/>
    <w:rsid w:val="00D90C97"/>
    <w:rsid w:val="00D91978"/>
    <w:rsid w:val="00D927C4"/>
    <w:rsid w:val="00D928A5"/>
    <w:rsid w:val="00D928B2"/>
    <w:rsid w:val="00D93377"/>
    <w:rsid w:val="00D93E7A"/>
    <w:rsid w:val="00D93F16"/>
    <w:rsid w:val="00D95478"/>
    <w:rsid w:val="00D96855"/>
    <w:rsid w:val="00D968B3"/>
    <w:rsid w:val="00D9793C"/>
    <w:rsid w:val="00D979D2"/>
    <w:rsid w:val="00D97B93"/>
    <w:rsid w:val="00DA0368"/>
    <w:rsid w:val="00DA0E50"/>
    <w:rsid w:val="00DA10E6"/>
    <w:rsid w:val="00DA295A"/>
    <w:rsid w:val="00DA2B80"/>
    <w:rsid w:val="00DA36A5"/>
    <w:rsid w:val="00DA3995"/>
    <w:rsid w:val="00DA521A"/>
    <w:rsid w:val="00DA566D"/>
    <w:rsid w:val="00DA5C56"/>
    <w:rsid w:val="00DA6121"/>
    <w:rsid w:val="00DA6149"/>
    <w:rsid w:val="00DA690B"/>
    <w:rsid w:val="00DA7330"/>
    <w:rsid w:val="00DA758D"/>
    <w:rsid w:val="00DA7657"/>
    <w:rsid w:val="00DA7C89"/>
    <w:rsid w:val="00DA7D1D"/>
    <w:rsid w:val="00DB0013"/>
    <w:rsid w:val="00DB022E"/>
    <w:rsid w:val="00DB0400"/>
    <w:rsid w:val="00DB0ACD"/>
    <w:rsid w:val="00DB117C"/>
    <w:rsid w:val="00DB164F"/>
    <w:rsid w:val="00DB1865"/>
    <w:rsid w:val="00DB2299"/>
    <w:rsid w:val="00DB3131"/>
    <w:rsid w:val="00DB3178"/>
    <w:rsid w:val="00DB35EC"/>
    <w:rsid w:val="00DB3909"/>
    <w:rsid w:val="00DB3DE8"/>
    <w:rsid w:val="00DB3EA1"/>
    <w:rsid w:val="00DB4261"/>
    <w:rsid w:val="00DB5AF3"/>
    <w:rsid w:val="00DB622D"/>
    <w:rsid w:val="00DB73D0"/>
    <w:rsid w:val="00DB7C05"/>
    <w:rsid w:val="00DC04AE"/>
    <w:rsid w:val="00DC0B3B"/>
    <w:rsid w:val="00DC1FAE"/>
    <w:rsid w:val="00DC2204"/>
    <w:rsid w:val="00DC2236"/>
    <w:rsid w:val="00DC2783"/>
    <w:rsid w:val="00DC3BD1"/>
    <w:rsid w:val="00DC3DE1"/>
    <w:rsid w:val="00DC4621"/>
    <w:rsid w:val="00DC464D"/>
    <w:rsid w:val="00DC6B4F"/>
    <w:rsid w:val="00DC6E60"/>
    <w:rsid w:val="00DC7672"/>
    <w:rsid w:val="00DD05B9"/>
    <w:rsid w:val="00DD060D"/>
    <w:rsid w:val="00DD0C92"/>
    <w:rsid w:val="00DD24BE"/>
    <w:rsid w:val="00DD3735"/>
    <w:rsid w:val="00DD381E"/>
    <w:rsid w:val="00DD5D64"/>
    <w:rsid w:val="00DD6921"/>
    <w:rsid w:val="00DD6CA9"/>
    <w:rsid w:val="00DD6F86"/>
    <w:rsid w:val="00DD7464"/>
    <w:rsid w:val="00DD7E39"/>
    <w:rsid w:val="00DE0014"/>
    <w:rsid w:val="00DE0E95"/>
    <w:rsid w:val="00DE0FE5"/>
    <w:rsid w:val="00DE19D2"/>
    <w:rsid w:val="00DE2A8C"/>
    <w:rsid w:val="00DE31C5"/>
    <w:rsid w:val="00DE3836"/>
    <w:rsid w:val="00DE391E"/>
    <w:rsid w:val="00DE40BC"/>
    <w:rsid w:val="00DE5D6D"/>
    <w:rsid w:val="00DE64D2"/>
    <w:rsid w:val="00DE65C9"/>
    <w:rsid w:val="00DE6CFE"/>
    <w:rsid w:val="00DE6F69"/>
    <w:rsid w:val="00DE7261"/>
    <w:rsid w:val="00DE7791"/>
    <w:rsid w:val="00DE7E69"/>
    <w:rsid w:val="00DE7EF9"/>
    <w:rsid w:val="00DF0067"/>
    <w:rsid w:val="00DF1218"/>
    <w:rsid w:val="00DF1560"/>
    <w:rsid w:val="00DF156E"/>
    <w:rsid w:val="00DF177B"/>
    <w:rsid w:val="00DF188F"/>
    <w:rsid w:val="00DF1D12"/>
    <w:rsid w:val="00DF2D6B"/>
    <w:rsid w:val="00DF3C57"/>
    <w:rsid w:val="00DF419B"/>
    <w:rsid w:val="00DF45CE"/>
    <w:rsid w:val="00DF5217"/>
    <w:rsid w:val="00DF6D55"/>
    <w:rsid w:val="00DF7536"/>
    <w:rsid w:val="00DF7BFF"/>
    <w:rsid w:val="00DF7C39"/>
    <w:rsid w:val="00E00252"/>
    <w:rsid w:val="00E008DD"/>
    <w:rsid w:val="00E00E56"/>
    <w:rsid w:val="00E01217"/>
    <w:rsid w:val="00E0130F"/>
    <w:rsid w:val="00E01BBD"/>
    <w:rsid w:val="00E01C31"/>
    <w:rsid w:val="00E01E39"/>
    <w:rsid w:val="00E021F1"/>
    <w:rsid w:val="00E02B6C"/>
    <w:rsid w:val="00E032C4"/>
    <w:rsid w:val="00E03584"/>
    <w:rsid w:val="00E03816"/>
    <w:rsid w:val="00E03F9A"/>
    <w:rsid w:val="00E06737"/>
    <w:rsid w:val="00E07333"/>
    <w:rsid w:val="00E10781"/>
    <w:rsid w:val="00E11E6F"/>
    <w:rsid w:val="00E12231"/>
    <w:rsid w:val="00E13E9D"/>
    <w:rsid w:val="00E14F35"/>
    <w:rsid w:val="00E15023"/>
    <w:rsid w:val="00E15E6E"/>
    <w:rsid w:val="00E1787B"/>
    <w:rsid w:val="00E20ABA"/>
    <w:rsid w:val="00E20C6E"/>
    <w:rsid w:val="00E20FFE"/>
    <w:rsid w:val="00E21428"/>
    <w:rsid w:val="00E2156B"/>
    <w:rsid w:val="00E2320E"/>
    <w:rsid w:val="00E23C7C"/>
    <w:rsid w:val="00E23CB1"/>
    <w:rsid w:val="00E25FEF"/>
    <w:rsid w:val="00E26AD7"/>
    <w:rsid w:val="00E27272"/>
    <w:rsid w:val="00E272AF"/>
    <w:rsid w:val="00E2761C"/>
    <w:rsid w:val="00E27C8F"/>
    <w:rsid w:val="00E27D73"/>
    <w:rsid w:val="00E30013"/>
    <w:rsid w:val="00E3041C"/>
    <w:rsid w:val="00E30F13"/>
    <w:rsid w:val="00E3146B"/>
    <w:rsid w:val="00E31FB8"/>
    <w:rsid w:val="00E3450D"/>
    <w:rsid w:val="00E35078"/>
    <w:rsid w:val="00E351C1"/>
    <w:rsid w:val="00E3552B"/>
    <w:rsid w:val="00E3574C"/>
    <w:rsid w:val="00E35983"/>
    <w:rsid w:val="00E35C50"/>
    <w:rsid w:val="00E35D14"/>
    <w:rsid w:val="00E35F72"/>
    <w:rsid w:val="00E36041"/>
    <w:rsid w:val="00E36144"/>
    <w:rsid w:val="00E3636B"/>
    <w:rsid w:val="00E3663F"/>
    <w:rsid w:val="00E37560"/>
    <w:rsid w:val="00E37A14"/>
    <w:rsid w:val="00E40D25"/>
    <w:rsid w:val="00E41B96"/>
    <w:rsid w:val="00E41F60"/>
    <w:rsid w:val="00E4206F"/>
    <w:rsid w:val="00E42450"/>
    <w:rsid w:val="00E42A2F"/>
    <w:rsid w:val="00E430E1"/>
    <w:rsid w:val="00E4362C"/>
    <w:rsid w:val="00E437D2"/>
    <w:rsid w:val="00E43D31"/>
    <w:rsid w:val="00E44952"/>
    <w:rsid w:val="00E45368"/>
    <w:rsid w:val="00E45DA9"/>
    <w:rsid w:val="00E46395"/>
    <w:rsid w:val="00E47002"/>
    <w:rsid w:val="00E478E8"/>
    <w:rsid w:val="00E50591"/>
    <w:rsid w:val="00E51525"/>
    <w:rsid w:val="00E5282B"/>
    <w:rsid w:val="00E53192"/>
    <w:rsid w:val="00E53757"/>
    <w:rsid w:val="00E5400F"/>
    <w:rsid w:val="00E545B3"/>
    <w:rsid w:val="00E546DD"/>
    <w:rsid w:val="00E5498C"/>
    <w:rsid w:val="00E54A16"/>
    <w:rsid w:val="00E54BDD"/>
    <w:rsid w:val="00E5507C"/>
    <w:rsid w:val="00E55093"/>
    <w:rsid w:val="00E550D4"/>
    <w:rsid w:val="00E553CC"/>
    <w:rsid w:val="00E5550C"/>
    <w:rsid w:val="00E5564D"/>
    <w:rsid w:val="00E57007"/>
    <w:rsid w:val="00E5719A"/>
    <w:rsid w:val="00E57481"/>
    <w:rsid w:val="00E60A6E"/>
    <w:rsid w:val="00E61297"/>
    <w:rsid w:val="00E618E3"/>
    <w:rsid w:val="00E61914"/>
    <w:rsid w:val="00E61A71"/>
    <w:rsid w:val="00E63332"/>
    <w:rsid w:val="00E63386"/>
    <w:rsid w:val="00E63C33"/>
    <w:rsid w:val="00E63DA7"/>
    <w:rsid w:val="00E64495"/>
    <w:rsid w:val="00E64B8F"/>
    <w:rsid w:val="00E64C8F"/>
    <w:rsid w:val="00E654D7"/>
    <w:rsid w:val="00E65894"/>
    <w:rsid w:val="00E66344"/>
    <w:rsid w:val="00E67342"/>
    <w:rsid w:val="00E67672"/>
    <w:rsid w:val="00E67D7D"/>
    <w:rsid w:val="00E67DEC"/>
    <w:rsid w:val="00E70D88"/>
    <w:rsid w:val="00E710AD"/>
    <w:rsid w:val="00E71414"/>
    <w:rsid w:val="00E7154D"/>
    <w:rsid w:val="00E71811"/>
    <w:rsid w:val="00E71D6C"/>
    <w:rsid w:val="00E720F5"/>
    <w:rsid w:val="00E72A93"/>
    <w:rsid w:val="00E73035"/>
    <w:rsid w:val="00E7342D"/>
    <w:rsid w:val="00E734EF"/>
    <w:rsid w:val="00E7470E"/>
    <w:rsid w:val="00E748B7"/>
    <w:rsid w:val="00E74E5D"/>
    <w:rsid w:val="00E76443"/>
    <w:rsid w:val="00E76E77"/>
    <w:rsid w:val="00E82891"/>
    <w:rsid w:val="00E83424"/>
    <w:rsid w:val="00E83A7B"/>
    <w:rsid w:val="00E83DAD"/>
    <w:rsid w:val="00E83FC1"/>
    <w:rsid w:val="00E8410A"/>
    <w:rsid w:val="00E845B1"/>
    <w:rsid w:val="00E851B9"/>
    <w:rsid w:val="00E86120"/>
    <w:rsid w:val="00E8636C"/>
    <w:rsid w:val="00E86527"/>
    <w:rsid w:val="00E86D87"/>
    <w:rsid w:val="00E8771D"/>
    <w:rsid w:val="00E87A28"/>
    <w:rsid w:val="00E902A4"/>
    <w:rsid w:val="00E9068E"/>
    <w:rsid w:val="00E90F1A"/>
    <w:rsid w:val="00E913E3"/>
    <w:rsid w:val="00E9140D"/>
    <w:rsid w:val="00E91A75"/>
    <w:rsid w:val="00E9231F"/>
    <w:rsid w:val="00E938AE"/>
    <w:rsid w:val="00E95865"/>
    <w:rsid w:val="00E963FB"/>
    <w:rsid w:val="00E97918"/>
    <w:rsid w:val="00E97B53"/>
    <w:rsid w:val="00E97ED5"/>
    <w:rsid w:val="00EA1349"/>
    <w:rsid w:val="00EA134C"/>
    <w:rsid w:val="00EA2455"/>
    <w:rsid w:val="00EA378E"/>
    <w:rsid w:val="00EA514D"/>
    <w:rsid w:val="00EA524B"/>
    <w:rsid w:val="00EA58B0"/>
    <w:rsid w:val="00EA6DA6"/>
    <w:rsid w:val="00EA7078"/>
    <w:rsid w:val="00EA79BF"/>
    <w:rsid w:val="00EA7BDB"/>
    <w:rsid w:val="00EA7DFB"/>
    <w:rsid w:val="00EB03CF"/>
    <w:rsid w:val="00EB06DD"/>
    <w:rsid w:val="00EB099A"/>
    <w:rsid w:val="00EB0F5C"/>
    <w:rsid w:val="00EB1240"/>
    <w:rsid w:val="00EB1818"/>
    <w:rsid w:val="00EB21C7"/>
    <w:rsid w:val="00EB3272"/>
    <w:rsid w:val="00EB3D6D"/>
    <w:rsid w:val="00EB4676"/>
    <w:rsid w:val="00EB4E6D"/>
    <w:rsid w:val="00EB504D"/>
    <w:rsid w:val="00EB5BA3"/>
    <w:rsid w:val="00EB63B9"/>
    <w:rsid w:val="00EB7927"/>
    <w:rsid w:val="00EC0AF2"/>
    <w:rsid w:val="00EC1558"/>
    <w:rsid w:val="00EC1AD7"/>
    <w:rsid w:val="00EC23AE"/>
    <w:rsid w:val="00EC29EE"/>
    <w:rsid w:val="00EC4C7C"/>
    <w:rsid w:val="00EC5388"/>
    <w:rsid w:val="00EC552F"/>
    <w:rsid w:val="00EC5A6F"/>
    <w:rsid w:val="00EC6767"/>
    <w:rsid w:val="00EC79B2"/>
    <w:rsid w:val="00ED089A"/>
    <w:rsid w:val="00ED0B68"/>
    <w:rsid w:val="00ED12C4"/>
    <w:rsid w:val="00ED2525"/>
    <w:rsid w:val="00ED324A"/>
    <w:rsid w:val="00ED3B6F"/>
    <w:rsid w:val="00ED47E2"/>
    <w:rsid w:val="00ED4A28"/>
    <w:rsid w:val="00ED4F6B"/>
    <w:rsid w:val="00ED54F1"/>
    <w:rsid w:val="00ED5729"/>
    <w:rsid w:val="00ED63D7"/>
    <w:rsid w:val="00ED64D3"/>
    <w:rsid w:val="00ED6740"/>
    <w:rsid w:val="00ED78C5"/>
    <w:rsid w:val="00EE0771"/>
    <w:rsid w:val="00EE07B8"/>
    <w:rsid w:val="00EE0924"/>
    <w:rsid w:val="00EE0B31"/>
    <w:rsid w:val="00EE132A"/>
    <w:rsid w:val="00EE16E3"/>
    <w:rsid w:val="00EE1A2E"/>
    <w:rsid w:val="00EE4D74"/>
    <w:rsid w:val="00EE5681"/>
    <w:rsid w:val="00EE6312"/>
    <w:rsid w:val="00EE6518"/>
    <w:rsid w:val="00EE6B05"/>
    <w:rsid w:val="00EE6B76"/>
    <w:rsid w:val="00EE744A"/>
    <w:rsid w:val="00EF0062"/>
    <w:rsid w:val="00EF1419"/>
    <w:rsid w:val="00EF1C26"/>
    <w:rsid w:val="00EF22E1"/>
    <w:rsid w:val="00EF2414"/>
    <w:rsid w:val="00EF3912"/>
    <w:rsid w:val="00EF3B66"/>
    <w:rsid w:val="00EF4804"/>
    <w:rsid w:val="00EF5213"/>
    <w:rsid w:val="00EF58E3"/>
    <w:rsid w:val="00EF5C14"/>
    <w:rsid w:val="00EF63C0"/>
    <w:rsid w:val="00EF756D"/>
    <w:rsid w:val="00EF7B10"/>
    <w:rsid w:val="00F0007A"/>
    <w:rsid w:val="00F005AF"/>
    <w:rsid w:val="00F00CA6"/>
    <w:rsid w:val="00F011DD"/>
    <w:rsid w:val="00F0148F"/>
    <w:rsid w:val="00F01998"/>
    <w:rsid w:val="00F031BC"/>
    <w:rsid w:val="00F032C9"/>
    <w:rsid w:val="00F04527"/>
    <w:rsid w:val="00F05288"/>
    <w:rsid w:val="00F05478"/>
    <w:rsid w:val="00F0576C"/>
    <w:rsid w:val="00F05E4C"/>
    <w:rsid w:val="00F069D6"/>
    <w:rsid w:val="00F06D8C"/>
    <w:rsid w:val="00F07912"/>
    <w:rsid w:val="00F07FEF"/>
    <w:rsid w:val="00F10498"/>
    <w:rsid w:val="00F105E0"/>
    <w:rsid w:val="00F124A7"/>
    <w:rsid w:val="00F12E23"/>
    <w:rsid w:val="00F13003"/>
    <w:rsid w:val="00F135B2"/>
    <w:rsid w:val="00F13F4F"/>
    <w:rsid w:val="00F144F6"/>
    <w:rsid w:val="00F14CE6"/>
    <w:rsid w:val="00F155A8"/>
    <w:rsid w:val="00F1622A"/>
    <w:rsid w:val="00F164E6"/>
    <w:rsid w:val="00F2056F"/>
    <w:rsid w:val="00F208F4"/>
    <w:rsid w:val="00F20AE3"/>
    <w:rsid w:val="00F211AF"/>
    <w:rsid w:val="00F21201"/>
    <w:rsid w:val="00F22067"/>
    <w:rsid w:val="00F2247A"/>
    <w:rsid w:val="00F22495"/>
    <w:rsid w:val="00F22F4B"/>
    <w:rsid w:val="00F24DE5"/>
    <w:rsid w:val="00F253CE"/>
    <w:rsid w:val="00F2762C"/>
    <w:rsid w:val="00F279CD"/>
    <w:rsid w:val="00F27C93"/>
    <w:rsid w:val="00F30329"/>
    <w:rsid w:val="00F3049E"/>
    <w:rsid w:val="00F30E3A"/>
    <w:rsid w:val="00F31EB0"/>
    <w:rsid w:val="00F31FBC"/>
    <w:rsid w:val="00F32385"/>
    <w:rsid w:val="00F32A54"/>
    <w:rsid w:val="00F32F4D"/>
    <w:rsid w:val="00F32FC5"/>
    <w:rsid w:val="00F331D4"/>
    <w:rsid w:val="00F3368E"/>
    <w:rsid w:val="00F345E2"/>
    <w:rsid w:val="00F35F89"/>
    <w:rsid w:val="00F37352"/>
    <w:rsid w:val="00F377A3"/>
    <w:rsid w:val="00F405AC"/>
    <w:rsid w:val="00F40B55"/>
    <w:rsid w:val="00F40F03"/>
    <w:rsid w:val="00F40F53"/>
    <w:rsid w:val="00F411B5"/>
    <w:rsid w:val="00F42CBA"/>
    <w:rsid w:val="00F43015"/>
    <w:rsid w:val="00F43BFA"/>
    <w:rsid w:val="00F44546"/>
    <w:rsid w:val="00F44561"/>
    <w:rsid w:val="00F4456C"/>
    <w:rsid w:val="00F446C9"/>
    <w:rsid w:val="00F44D32"/>
    <w:rsid w:val="00F45886"/>
    <w:rsid w:val="00F46115"/>
    <w:rsid w:val="00F50291"/>
    <w:rsid w:val="00F50B68"/>
    <w:rsid w:val="00F522BD"/>
    <w:rsid w:val="00F52414"/>
    <w:rsid w:val="00F52486"/>
    <w:rsid w:val="00F53397"/>
    <w:rsid w:val="00F545F2"/>
    <w:rsid w:val="00F55076"/>
    <w:rsid w:val="00F55480"/>
    <w:rsid w:val="00F55903"/>
    <w:rsid w:val="00F570B6"/>
    <w:rsid w:val="00F5756E"/>
    <w:rsid w:val="00F575B2"/>
    <w:rsid w:val="00F606BF"/>
    <w:rsid w:val="00F60EF6"/>
    <w:rsid w:val="00F62F09"/>
    <w:rsid w:val="00F64211"/>
    <w:rsid w:val="00F649F5"/>
    <w:rsid w:val="00F64CDA"/>
    <w:rsid w:val="00F65091"/>
    <w:rsid w:val="00F663BC"/>
    <w:rsid w:val="00F6642D"/>
    <w:rsid w:val="00F66518"/>
    <w:rsid w:val="00F66DED"/>
    <w:rsid w:val="00F701D8"/>
    <w:rsid w:val="00F70CB0"/>
    <w:rsid w:val="00F713FF"/>
    <w:rsid w:val="00F7160A"/>
    <w:rsid w:val="00F71721"/>
    <w:rsid w:val="00F746C1"/>
    <w:rsid w:val="00F74722"/>
    <w:rsid w:val="00F7487A"/>
    <w:rsid w:val="00F755E7"/>
    <w:rsid w:val="00F763D5"/>
    <w:rsid w:val="00F763EA"/>
    <w:rsid w:val="00F76B2A"/>
    <w:rsid w:val="00F77BDA"/>
    <w:rsid w:val="00F801D8"/>
    <w:rsid w:val="00F80495"/>
    <w:rsid w:val="00F80F4C"/>
    <w:rsid w:val="00F83498"/>
    <w:rsid w:val="00F83606"/>
    <w:rsid w:val="00F83974"/>
    <w:rsid w:val="00F8437D"/>
    <w:rsid w:val="00F853CE"/>
    <w:rsid w:val="00F85955"/>
    <w:rsid w:val="00F86C41"/>
    <w:rsid w:val="00F874F8"/>
    <w:rsid w:val="00F8798B"/>
    <w:rsid w:val="00F90C96"/>
    <w:rsid w:val="00F92B9A"/>
    <w:rsid w:val="00F93128"/>
    <w:rsid w:val="00F931D7"/>
    <w:rsid w:val="00F93406"/>
    <w:rsid w:val="00F938F9"/>
    <w:rsid w:val="00F93B2F"/>
    <w:rsid w:val="00F93B95"/>
    <w:rsid w:val="00F93E08"/>
    <w:rsid w:val="00F93FB6"/>
    <w:rsid w:val="00F941CC"/>
    <w:rsid w:val="00F94D51"/>
    <w:rsid w:val="00F953C7"/>
    <w:rsid w:val="00F95A55"/>
    <w:rsid w:val="00F97312"/>
    <w:rsid w:val="00FA0864"/>
    <w:rsid w:val="00FA0BD0"/>
    <w:rsid w:val="00FA19B8"/>
    <w:rsid w:val="00FA283E"/>
    <w:rsid w:val="00FA314B"/>
    <w:rsid w:val="00FA381C"/>
    <w:rsid w:val="00FA48FC"/>
    <w:rsid w:val="00FA4923"/>
    <w:rsid w:val="00FA4A41"/>
    <w:rsid w:val="00FA4DB8"/>
    <w:rsid w:val="00FA4F48"/>
    <w:rsid w:val="00FA582E"/>
    <w:rsid w:val="00FA5F15"/>
    <w:rsid w:val="00FA64C6"/>
    <w:rsid w:val="00FA6EE7"/>
    <w:rsid w:val="00FA76F4"/>
    <w:rsid w:val="00FA7743"/>
    <w:rsid w:val="00FA77F3"/>
    <w:rsid w:val="00FB02B7"/>
    <w:rsid w:val="00FB0379"/>
    <w:rsid w:val="00FB0494"/>
    <w:rsid w:val="00FB084C"/>
    <w:rsid w:val="00FB2A4C"/>
    <w:rsid w:val="00FB4848"/>
    <w:rsid w:val="00FB5D4C"/>
    <w:rsid w:val="00FB6D36"/>
    <w:rsid w:val="00FB6D50"/>
    <w:rsid w:val="00FB6F66"/>
    <w:rsid w:val="00FB77FC"/>
    <w:rsid w:val="00FB7A40"/>
    <w:rsid w:val="00FB7A94"/>
    <w:rsid w:val="00FB7BC2"/>
    <w:rsid w:val="00FC0A17"/>
    <w:rsid w:val="00FC1E8D"/>
    <w:rsid w:val="00FC21EE"/>
    <w:rsid w:val="00FC23EB"/>
    <w:rsid w:val="00FC2E68"/>
    <w:rsid w:val="00FC48DB"/>
    <w:rsid w:val="00FC69FA"/>
    <w:rsid w:val="00FC6DBF"/>
    <w:rsid w:val="00FD0474"/>
    <w:rsid w:val="00FD061F"/>
    <w:rsid w:val="00FD07C8"/>
    <w:rsid w:val="00FD1270"/>
    <w:rsid w:val="00FD13FD"/>
    <w:rsid w:val="00FD23B3"/>
    <w:rsid w:val="00FD263E"/>
    <w:rsid w:val="00FD388A"/>
    <w:rsid w:val="00FD3B78"/>
    <w:rsid w:val="00FD4373"/>
    <w:rsid w:val="00FD519A"/>
    <w:rsid w:val="00FD5A56"/>
    <w:rsid w:val="00FD61C2"/>
    <w:rsid w:val="00FD6D07"/>
    <w:rsid w:val="00FE0CC6"/>
    <w:rsid w:val="00FE0E14"/>
    <w:rsid w:val="00FE1652"/>
    <w:rsid w:val="00FE4558"/>
    <w:rsid w:val="00FE4BCA"/>
    <w:rsid w:val="00FE5088"/>
    <w:rsid w:val="00FE5256"/>
    <w:rsid w:val="00FE61C1"/>
    <w:rsid w:val="00FE65CF"/>
    <w:rsid w:val="00FE72B8"/>
    <w:rsid w:val="00FE72D6"/>
    <w:rsid w:val="00FF037F"/>
    <w:rsid w:val="00FF047D"/>
    <w:rsid w:val="00FF0831"/>
    <w:rsid w:val="00FF09AD"/>
    <w:rsid w:val="00FF3227"/>
    <w:rsid w:val="00FF3A9F"/>
    <w:rsid w:val="00FF3B98"/>
    <w:rsid w:val="00FF43F1"/>
    <w:rsid w:val="00FF4488"/>
    <w:rsid w:val="00FF493B"/>
    <w:rsid w:val="00FF5223"/>
    <w:rsid w:val="00FF597D"/>
    <w:rsid w:val="00FF68B5"/>
    <w:rsid w:val="00FF6D2A"/>
    <w:rsid w:val="00FF6E71"/>
    <w:rsid w:val="00FF7AD3"/>
    <w:rsid w:val="2CE7FE58"/>
    <w:rsid w:val="698D8A4A"/>
    <w:rsid w:val="7245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E6970D"/>
  <w15:chartTrackingRefBased/>
  <w15:docId w15:val="{1D10CD31-8F52-4ADD-9483-28A4E0C68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DF7"/>
    <w:pPr>
      <w:spacing w:after="0" w:line="240" w:lineRule="auto"/>
    </w:pPr>
    <w:rPr>
      <w:rFonts w:ascii="Aptos" w:hAnsi="Aptos" w:cs="Aptos"/>
      <w:sz w:val="24"/>
      <w:szCs w:val="24"/>
      <w:lang w:val="et-EE"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6702"/>
    <w:pPr>
      <w:keepNext/>
      <w:keepLines/>
      <w:spacing w:before="240" w:after="240"/>
      <w:outlineLvl w:val="0"/>
    </w:pPr>
    <w:rPr>
      <w:rFonts w:asciiTheme="majorHAnsi" w:eastAsia="Times New Roman" w:hAnsiTheme="majorHAnsi" w:cstheme="majorHAnsi"/>
      <w:b/>
      <w:bCs/>
      <w:color w:val="3F4C55" w:themeColor="accent3"/>
      <w:sz w:val="40"/>
      <w:szCs w:val="36"/>
      <w:lang w:eastAsia="fi-F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6702"/>
    <w:pPr>
      <w:keepNext/>
      <w:keepLines/>
      <w:spacing w:before="240" w:after="120"/>
      <w:ind w:right="566"/>
      <w:outlineLvl w:val="1"/>
    </w:pPr>
    <w:rPr>
      <w:rFonts w:asciiTheme="majorHAnsi" w:eastAsia="Times New Roman" w:hAnsiTheme="majorHAnsi" w:cstheme="majorHAnsi"/>
      <w:b/>
      <w:bCs/>
      <w:color w:val="3F4C55" w:themeColor="accent3"/>
      <w:sz w:val="28"/>
      <w:szCs w:val="28"/>
      <w:lang w:eastAsia="fi-FI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6702"/>
    <w:pPr>
      <w:keepNext/>
      <w:keepLines/>
      <w:spacing w:before="120" w:after="120"/>
      <w:outlineLvl w:val="2"/>
    </w:pPr>
    <w:rPr>
      <w:rFonts w:asciiTheme="majorHAnsi" w:eastAsia="Times New Roman" w:hAnsiTheme="majorHAnsi" w:cstheme="majorBidi"/>
      <w:b/>
      <w:bCs/>
      <w:color w:val="FA6C00" w:themeColor="accent1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A46702"/>
    <w:pPr>
      <w:outlineLvl w:val="3"/>
    </w:pPr>
    <w:rPr>
      <w:b w:val="0"/>
      <w:bCs w:val="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1F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1F0E"/>
  </w:style>
  <w:style w:type="paragraph" w:styleId="Footer">
    <w:name w:val="footer"/>
    <w:basedOn w:val="Normal"/>
    <w:link w:val="FooterChar"/>
    <w:uiPriority w:val="99"/>
    <w:unhideWhenUsed/>
    <w:rsid w:val="00921F0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1F0E"/>
  </w:style>
  <w:style w:type="paragraph" w:styleId="NoSpacing">
    <w:name w:val="No Spacing"/>
    <w:link w:val="NoSpacingChar"/>
    <w:uiPriority w:val="1"/>
    <w:rsid w:val="00C643A2"/>
    <w:pPr>
      <w:spacing w:after="0" w:line="240" w:lineRule="auto"/>
    </w:pPr>
  </w:style>
  <w:style w:type="paragraph" w:customStyle="1" w:styleId="BasicParagraph">
    <w:name w:val="[Basic Paragraph]"/>
    <w:basedOn w:val="Normal"/>
    <w:uiPriority w:val="99"/>
    <w:rsid w:val="006858C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character" w:styleId="Hyperlink">
    <w:name w:val="Hyperlink"/>
    <w:basedOn w:val="DefaultParagraphFont"/>
    <w:uiPriority w:val="99"/>
    <w:unhideWhenUsed/>
    <w:rsid w:val="005B36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">
    <w:name w:val="GRK word"/>
    <w:basedOn w:val="Normal"/>
    <w:link w:val="GRKwordChar"/>
    <w:qFormat/>
    <w:rsid w:val="00A46702"/>
  </w:style>
  <w:style w:type="paragraph" w:customStyle="1" w:styleId="1Tiedot">
    <w:name w:val="1.Tiedot"/>
    <w:basedOn w:val="NoSpacing"/>
    <w:rsid w:val="002F7D09"/>
    <w:rPr>
      <w:rFonts w:cstheme="minorHAnsi"/>
      <w:sz w:val="20"/>
      <w:szCs w:val="20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rsid w:val="002F7D09"/>
  </w:style>
  <w:style w:type="character" w:customStyle="1" w:styleId="GRKwordChar">
    <w:name w:val="GRK word Char"/>
    <w:basedOn w:val="NoSpacingChar"/>
    <w:link w:val="GRKword"/>
    <w:rsid w:val="00A46702"/>
    <w:rPr>
      <w:lang w:val="et-EE"/>
    </w:rPr>
  </w:style>
  <w:style w:type="paragraph" w:customStyle="1" w:styleId="2Alaotsikko">
    <w:name w:val="2.Alaotsikko"/>
    <w:basedOn w:val="NoSpacing"/>
    <w:next w:val="4alaotsikkoleipteksti"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NoSpacing"/>
    <w:next w:val="2Alaotsikko"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NoSpacing"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rsid w:val="00A83ECA"/>
    <w:pPr>
      <w:ind w:firstLine="0"/>
    </w:pPr>
  </w:style>
  <w:style w:type="character" w:customStyle="1" w:styleId="Heading1Char">
    <w:name w:val="Heading 1 Char"/>
    <w:basedOn w:val="DefaultParagraphFont"/>
    <w:link w:val="Heading1"/>
    <w:uiPriority w:val="9"/>
    <w:rsid w:val="00A46702"/>
    <w:rPr>
      <w:rFonts w:asciiTheme="majorHAnsi" w:eastAsia="Times New Roman" w:hAnsiTheme="majorHAnsi" w:cstheme="majorHAnsi"/>
      <w:b/>
      <w:bCs/>
      <w:color w:val="3F4C55" w:themeColor="accent3"/>
      <w:sz w:val="40"/>
      <w:szCs w:val="36"/>
      <w:lang w:val="et-EE" w:eastAsia="fi-FI"/>
    </w:rPr>
  </w:style>
  <w:style w:type="character" w:customStyle="1" w:styleId="Heading2Char">
    <w:name w:val="Heading 2 Char"/>
    <w:basedOn w:val="DefaultParagraphFont"/>
    <w:link w:val="Heading2"/>
    <w:uiPriority w:val="9"/>
    <w:rsid w:val="00A46702"/>
    <w:rPr>
      <w:rFonts w:asciiTheme="majorHAnsi" w:eastAsia="Times New Roman" w:hAnsiTheme="majorHAnsi" w:cstheme="majorHAnsi"/>
      <w:b/>
      <w:bCs/>
      <w:color w:val="3F4C55" w:themeColor="accent3"/>
      <w:sz w:val="28"/>
      <w:szCs w:val="28"/>
      <w:lang w:val="et-EE" w:eastAsia="fi-FI"/>
    </w:rPr>
  </w:style>
  <w:style w:type="character" w:customStyle="1" w:styleId="Heading3Char">
    <w:name w:val="Heading 3 Char"/>
    <w:basedOn w:val="DefaultParagraphFont"/>
    <w:link w:val="Heading3"/>
    <w:uiPriority w:val="9"/>
    <w:rsid w:val="00A46702"/>
    <w:rPr>
      <w:rFonts w:asciiTheme="majorHAnsi" w:eastAsia="Times New Roman" w:hAnsiTheme="majorHAnsi" w:cstheme="majorBidi"/>
      <w:b/>
      <w:bCs/>
      <w:color w:val="FA6C00" w:themeColor="accent1"/>
      <w:sz w:val="24"/>
      <w:szCs w:val="24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rsid w:val="00A46702"/>
    <w:rPr>
      <w:rFonts w:asciiTheme="majorHAnsi" w:eastAsia="Times New Roman" w:hAnsiTheme="majorHAnsi" w:cstheme="majorBidi"/>
      <w:color w:val="FA6C00" w:themeColor="accent1"/>
      <w:sz w:val="24"/>
      <w:szCs w:val="24"/>
      <w:lang w:val="et-EE"/>
    </w:rPr>
  </w:style>
  <w:style w:type="paragraph" w:styleId="ListParagraph">
    <w:name w:val="List Paragraph"/>
    <w:basedOn w:val="Normal"/>
    <w:uiPriority w:val="34"/>
    <w:qFormat/>
    <w:rsid w:val="00A46702"/>
    <w:pPr>
      <w:numPr>
        <w:numId w:val="1"/>
      </w:numPr>
      <w:contextualSpacing/>
    </w:pPr>
  </w:style>
  <w:style w:type="paragraph" w:customStyle="1" w:styleId="elementtoproof">
    <w:name w:val="elementtoproof"/>
    <w:basedOn w:val="Normal"/>
    <w:rsid w:val="00BF0DF7"/>
  </w:style>
  <w:style w:type="paragraph" w:styleId="NormalWeb">
    <w:name w:val="Normal (Web)"/>
    <w:basedOn w:val="Normal"/>
    <w:uiPriority w:val="99"/>
    <w:unhideWhenUsed/>
    <w:rsid w:val="00D42119"/>
  </w:style>
  <w:style w:type="paragraph" w:styleId="FootnoteText">
    <w:name w:val="footnote text"/>
    <w:basedOn w:val="Normal"/>
    <w:link w:val="FootnoteTextChar"/>
    <w:uiPriority w:val="99"/>
    <w:semiHidden/>
    <w:unhideWhenUsed/>
    <w:rsid w:val="00014D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4DF4"/>
    <w:rPr>
      <w:rFonts w:ascii="Aptos" w:hAnsi="Aptos" w:cs="Aptos"/>
      <w:sz w:val="20"/>
      <w:szCs w:val="20"/>
      <w:lang w:val="et-EE"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014DF4"/>
    <w:rPr>
      <w:vertAlign w:val="superscript"/>
    </w:rPr>
  </w:style>
  <w:style w:type="paragraph" w:styleId="Revision">
    <w:name w:val="Revision"/>
    <w:hidden/>
    <w:uiPriority w:val="99"/>
    <w:semiHidden/>
    <w:rsid w:val="00BC35E8"/>
    <w:pPr>
      <w:spacing w:after="0" w:line="240" w:lineRule="auto"/>
    </w:pPr>
    <w:rPr>
      <w:rFonts w:ascii="Aptos" w:hAnsi="Aptos" w:cs="Aptos"/>
      <w:sz w:val="24"/>
      <w:szCs w:val="24"/>
      <w:lang w:val="et-EE" w:eastAsia="et-EE"/>
    </w:rPr>
  </w:style>
  <w:style w:type="paragraph" w:customStyle="1" w:styleId="xmsonormal">
    <w:name w:val="x_msonormal"/>
    <w:basedOn w:val="Normal"/>
    <w:rsid w:val="009046E6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4329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29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295D"/>
    <w:rPr>
      <w:rFonts w:ascii="Aptos" w:hAnsi="Aptos" w:cs="Aptos"/>
      <w:sz w:val="20"/>
      <w:szCs w:val="20"/>
      <w:lang w:val="et-E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295D"/>
    <w:rPr>
      <w:rFonts w:ascii="Aptos" w:hAnsi="Aptos" w:cs="Aptos"/>
      <w:b/>
      <w:bCs/>
      <w:sz w:val="20"/>
      <w:szCs w:val="20"/>
      <w:lang w:val="et-EE" w:eastAsia="et-EE"/>
    </w:rPr>
  </w:style>
  <w:style w:type="character" w:customStyle="1" w:styleId="ui-provider">
    <w:name w:val="ui-provider"/>
    <w:basedOn w:val="DefaultParagraphFont"/>
    <w:rsid w:val="00273000"/>
  </w:style>
  <w:style w:type="table" w:styleId="TableGrid">
    <w:name w:val="Table Grid"/>
    <w:basedOn w:val="TableNormal"/>
    <w:uiPriority w:val="39"/>
    <w:rsid w:val="00A24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569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88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24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959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3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06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689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7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02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54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9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32314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7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3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158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44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69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120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4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457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02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973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696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840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801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307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7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834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36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45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357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0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7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1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9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54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8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7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32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6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2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81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40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9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69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77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237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71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890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204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1026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ko.teiva@tapa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ike.kargu\Documents\Custom%20Office%20Templates\GRK%20Eesti%20AS%20dokumendi%20mall.dotx" TargetMode="External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09D4202855F345A5F3D4922A5D22C6" ma:contentTypeVersion="18" ma:contentTypeDescription="Create a new document." ma:contentTypeScope="" ma:versionID="60bebe9b4a0c052f44aad63c07fcdbae">
  <xsd:schema xmlns:xsd="http://www.w3.org/2001/XMLSchema" xmlns:xs="http://www.w3.org/2001/XMLSchema" xmlns:p="http://schemas.microsoft.com/office/2006/metadata/properties" xmlns:ns2="a34e0242-ee93-4930-8d43-eeb0cf9a8e03" xmlns:ns3="74d46bc0-84a0-4327-b8c5-9cc4c54f2be2" xmlns:ns4="273bdc7d-3a7a-4537-bc3e-2ce90a937544" targetNamespace="http://schemas.microsoft.com/office/2006/metadata/properties" ma:root="true" ma:fieldsID="e7004bc3251d9c8acad86bbdeda3b6da" ns2:_="" ns3:_="" ns4:_="">
    <xsd:import namespace="a34e0242-ee93-4930-8d43-eeb0cf9a8e03"/>
    <xsd:import namespace="74d46bc0-84a0-4327-b8c5-9cc4c54f2be2"/>
    <xsd:import namespace="273bdc7d-3a7a-4537-bc3e-2ce90a937544"/>
    <xsd:element name="properties">
      <xsd:complexType>
        <xsd:sequence>
          <xsd:element name="documentManagement">
            <xsd:complexType>
              <xsd:all>
                <xsd:element ref="ns2:e4de140f6f93438383a149394e64a743" minOccurs="0"/>
                <xsd:element ref="ns2:TaxCatchAll" minOccurs="0"/>
                <xsd:element ref="ns2:f4c526be6821416fa5eb94dc660532c7" minOccurs="0"/>
                <xsd:element ref="ns2:IntraVastuuhenkilo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e0242-ee93-4930-8d43-eeb0cf9a8e03" elementFormDefault="qualified">
    <xsd:import namespace="http://schemas.microsoft.com/office/2006/documentManagement/types"/>
    <xsd:import namespace="http://schemas.microsoft.com/office/infopath/2007/PartnerControls"/>
    <xsd:element name="e4de140f6f93438383a149394e64a743" ma:index="9" nillable="true" ma:taxonomy="true" ma:internalName="e4de140f6f93438383a149394e64a743" ma:taxonomyFieldName="IntraAihe" ma:displayName="Aihealue" ma:default="" ma:fieldId="{e4de140f-6f93-4383-83a1-49394e64a743}" ma:taxonomyMulti="true" ma:sspId="88d38a0c-a0fa-417c-88dd-afc35592cdc3" ma:termSetId="a2345182-0f0c-4359-893a-935775f0d0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b2cd9a4-d53f-4b1d-bae0-2073d78f4b3f}" ma:internalName="TaxCatchAll" ma:showField="CatchAllData" ma:web="273bdc7d-3a7a-4537-bc3e-2ce90a937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4c526be6821416fa5eb94dc660532c7" ma:index="12" nillable="true" ma:taxonomy="true" ma:internalName="f4c526be6821416fa5eb94dc660532c7" ma:taxonomyFieldName="IntraDokumenttityyppi" ma:displayName="Dokumenttityyppi" ma:default="" ma:fieldId="{f4c526be-6821-416f-a5eb-94dc660532c7}" ma:taxonomyMulti="true" ma:sspId="88d38a0c-a0fa-417c-88dd-afc35592cdc3" ma:termSetId="9b460120-4426-402a-a450-c0c9470a7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raVastuuhenkilo" ma:index="13" nillable="true" ma:displayName="Vastuuhenkilöt" ma:list="UserInfo" ma:SharePointGroup="0" ma:internalName="IntraVastuuhenkilo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46bc0-84a0-4327-b8c5-9cc4c54f2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bdc7d-3a7a-4537-bc3e-2ce90a937544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raVastuuhenkilo xmlns="a34e0242-ee93-4930-8d43-eeb0cf9a8e03">
      <UserInfo>
        <DisplayName/>
        <AccountId xsi:nil="true"/>
        <AccountType/>
      </UserInfo>
    </IntraVastuuhenkilo>
    <TaxCatchAll xmlns="a34e0242-ee93-4930-8d43-eeb0cf9a8e03">
      <Value>2</Value>
      <Value>1</Value>
    </TaxCatchAll>
    <f4c526be6821416fa5eb94dc660532c7 xmlns="a34e0242-ee93-4930-8d43-eeb0cf9a8e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Ohje</TermName>
          <TermId xmlns="http://schemas.microsoft.com/office/infopath/2007/PartnerControls">a477c052-3f9b-4a4c-8c7d-d7ddcefb7c74</TermId>
        </TermInfo>
      </Terms>
    </f4c526be6821416fa5eb94dc660532c7>
    <e4de140f6f93438383a149394e64a743 xmlns="a34e0242-ee93-4930-8d43-eeb0cf9a8e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Työntekijälle</TermName>
          <TermId xmlns="http://schemas.microsoft.com/office/infopath/2007/PartnerControls">f9eac11b-5935-488a-a895-7e0be3597845</TermId>
        </TermInfo>
      </Terms>
    </e4de140f6f93438383a149394e64a743>
    <SharedWithUsers xmlns="273bdc7d-3a7a-4537-bc3e-2ce90a937544">
      <UserInfo>
        <DisplayName>Kirvesniemi Teija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2F88E79-B6C5-4E9F-9DFA-7877DD428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e0242-ee93-4930-8d43-eeb0cf9a8e03"/>
    <ds:schemaRef ds:uri="74d46bc0-84a0-4327-b8c5-9cc4c54f2be2"/>
    <ds:schemaRef ds:uri="273bdc7d-3a7a-4537-bc3e-2ce90a9375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1DE833-9262-4401-98F9-32049A16BE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BDC00E-DEA3-468E-9753-E5A9189FA1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4F256B-2665-40D9-B993-C2FE0811AE48}">
  <ds:schemaRefs>
    <ds:schemaRef ds:uri="http://schemas.microsoft.com/office/2006/metadata/properties"/>
    <ds:schemaRef ds:uri="http://schemas.microsoft.com/office/infopath/2007/PartnerControls"/>
    <ds:schemaRef ds:uri="a34e0242-ee93-4930-8d43-eeb0cf9a8e03"/>
    <ds:schemaRef ds:uri="273bdc7d-3a7a-4537-bc3e-2ce90a9375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GRK Eesti AS dokumendi mall</Template>
  <TotalTime>13</TotalTime>
  <Pages>1</Pages>
  <Words>245</Words>
  <Characters>1427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Uibopuu Katrin</dc:creator>
  <cp:keywords/>
  <dc:description/>
  <cp:lastModifiedBy>Liima Mario</cp:lastModifiedBy>
  <cp:revision>4</cp:revision>
  <cp:lastPrinted>2024-12-11T11:01:00Z</cp:lastPrinted>
  <dcterms:created xsi:type="dcterms:W3CDTF">2024-12-11T11:50:00Z</dcterms:created>
  <dcterms:modified xsi:type="dcterms:W3CDTF">2025-04-22T13:35:00Z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0x0101001F09D4202855F345A5F3D4922A5D22C6</vt:lpwstr>
  </property>
  <property fmtid="{D5CDD505-2E9C-101B-9397-08002B2CF9AE}" pid="3" name="IntraAihe">
    <vt:lpwstr>1;#Työntekijälle|f9eac11b-5935-488a-a895-7e0be3597845</vt:lpwstr>
  </property>
  <property fmtid="{D5CDD505-2E9C-101B-9397-08002B2CF9AE}" pid="4" name="IntraDokumenttityyppi">
    <vt:lpwstr>2;#Ohje|a477c052-3f9b-4a4c-8c7d-d7ddcefb7c74</vt:lpwstr>
  </property>
</Properties>
</file>