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447E2B93" w:rsidR="002A1CD0" w:rsidRPr="00E52CB9" w:rsidRDefault="00FD2751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2A1CD0" w:rsidRPr="00FD0021">
                <w:rPr>
                  <w:rStyle w:val="Hperlink"/>
                </w:rPr>
                <w:t>keskkonnaamet@keskkonnaamet.ee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2442657E" w:rsidR="00E85637" w:rsidRDefault="00BE3417" w:rsidP="0008717F">
            <w:pPr>
              <w:framePr w:w="9582" w:h="1516" w:wrap="notBeside" w:vAnchor="page" w:hAnchor="page" w:x="1793" w:y="2042"/>
            </w:pPr>
            <w:r>
              <w:t>16</w:t>
            </w:r>
            <w:r w:rsidR="002A1CD0">
              <w:t>.</w:t>
            </w:r>
            <w:r>
              <w:t>11</w:t>
            </w:r>
            <w:r w:rsidR="002A1CD0">
              <w:t>.2023 nr DM-</w:t>
            </w:r>
            <w:r>
              <w:t>1262</w:t>
            </w:r>
            <w:r w:rsidR="00114064">
              <w:t>5</w:t>
            </w:r>
            <w:r w:rsidR="002056C5">
              <w:t>2</w:t>
            </w:r>
            <w:r w:rsidR="00114064">
              <w:t>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7F0C23A6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BE3417">
              <w:t>71</w:t>
            </w:r>
            <w:r w:rsidR="00114064">
              <w:t>2</w:t>
            </w:r>
            <w:r w:rsidR="002056C5">
              <w:t>5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6429180F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2056C5">
        <w:rPr>
          <w:szCs w:val="24"/>
        </w:rPr>
        <w:t>Kuiaru</w:t>
      </w:r>
      <w:r w:rsidR="00114064">
        <w:rPr>
          <w:szCs w:val="24"/>
        </w:rPr>
        <w:t xml:space="preserve"> II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2A2330B2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EE2D71">
        <w:rPr>
          <w:rFonts w:ascii="Times New Roman" w:hAnsi="Times New Roman" w:cs="Times New Roman"/>
          <w:i/>
          <w:iCs/>
          <w:lang w:val="et-EE"/>
        </w:rPr>
        <w:t>Kuiaru</w:t>
      </w:r>
      <w:r w:rsidR="00114064">
        <w:rPr>
          <w:rFonts w:ascii="Times New Roman" w:hAnsi="Times New Roman" w:cs="Times New Roman"/>
          <w:i/>
          <w:iCs/>
          <w:lang w:val="et-EE"/>
        </w:rPr>
        <w:t xml:space="preserve"> II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114064">
        <w:rPr>
          <w:rFonts w:ascii="Times New Roman" w:hAnsi="Times New Roman" w:cs="Times New Roman"/>
          <w:lang w:val="et-EE"/>
        </w:rPr>
        <w:t>Pärnu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FD2751">
        <w:rPr>
          <w:rFonts w:ascii="Times New Roman" w:hAnsi="Times New Roman" w:cs="Times New Roman"/>
          <w:lang w:val="et-EE"/>
        </w:rPr>
        <w:t>Tori</w:t>
      </w:r>
      <w:r>
        <w:rPr>
          <w:rFonts w:ascii="Times New Roman" w:hAnsi="Times New Roman" w:cs="Times New Roman"/>
          <w:lang w:val="et-EE"/>
        </w:rPr>
        <w:t xml:space="preserve"> vallas </w:t>
      </w:r>
      <w:r w:rsidR="00FD2751">
        <w:rPr>
          <w:rFonts w:ascii="Times New Roman" w:hAnsi="Times New Roman" w:cs="Times New Roman"/>
          <w:lang w:val="et-EE"/>
        </w:rPr>
        <w:t xml:space="preserve">Rütavere </w:t>
      </w:r>
      <w:r w:rsidR="00114064">
        <w:rPr>
          <w:rFonts w:ascii="Times New Roman" w:hAnsi="Times New Roman" w:cs="Times New Roman"/>
          <w:lang w:val="et-EE"/>
        </w:rPr>
        <w:t>külas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 xml:space="preserve">katastriüksusel </w:t>
      </w:r>
      <w:r w:rsidR="00FD2751">
        <w:rPr>
          <w:rFonts w:ascii="Times New Roman" w:hAnsi="Times New Roman" w:cs="Times New Roman"/>
          <w:lang w:val="et-EE"/>
        </w:rPr>
        <w:t>Taali</w:t>
      </w:r>
      <w:r w:rsidR="00BE3417">
        <w:rPr>
          <w:rFonts w:ascii="Times New Roman" w:hAnsi="Times New Roman" w:cs="Times New Roman"/>
          <w:lang w:val="et-EE"/>
        </w:rPr>
        <w:t xml:space="preserve"> metskond </w:t>
      </w:r>
      <w:r w:rsidR="00FD2751">
        <w:rPr>
          <w:rFonts w:ascii="Times New Roman" w:hAnsi="Times New Roman" w:cs="Times New Roman"/>
          <w:lang w:val="et-EE"/>
        </w:rPr>
        <w:t>53</w:t>
      </w:r>
      <w:r w:rsidRPr="002A1CD0">
        <w:rPr>
          <w:rFonts w:ascii="Times New Roman" w:hAnsi="Times New Roman" w:cs="Times New Roman"/>
          <w:lang w:val="et-EE"/>
        </w:rPr>
        <w:t xml:space="preserve"> (katastritunnus</w:t>
      </w:r>
      <w:r w:rsidR="00C03DB8">
        <w:rPr>
          <w:rFonts w:ascii="Times New Roman" w:hAnsi="Times New Roman" w:cs="Times New Roman"/>
          <w:lang w:val="et-EE"/>
        </w:rPr>
        <w:t xml:space="preserve"> </w:t>
      </w:r>
      <w:r w:rsidR="00FD2751">
        <w:rPr>
          <w:rFonts w:ascii="Times New Roman" w:hAnsi="Times New Roman" w:cs="Times New Roman"/>
          <w:lang w:val="et-EE"/>
        </w:rPr>
        <w:t>80901:001:0803</w:t>
      </w:r>
      <w:r w:rsidR="00114064">
        <w:rPr>
          <w:rFonts w:ascii="Times New Roman" w:hAnsi="Times New Roman" w:cs="Times New Roman"/>
          <w:lang w:val="et-EE"/>
        </w:rPr>
        <w:t xml:space="preserve">) </w:t>
      </w:r>
      <w:r>
        <w:rPr>
          <w:rFonts w:ascii="Times New Roman" w:hAnsi="Times New Roman" w:cs="Times New Roman"/>
          <w:lang w:val="et-EE"/>
        </w:rPr>
        <w:t xml:space="preserve"> järgmistel tingimusel: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4A7C76C7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FD2751">
        <w:rPr>
          <w:szCs w:val="24"/>
          <w:lang w:eastAsia="et-EE"/>
        </w:rPr>
        <w:t>Vändra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0D329FBB" w14:textId="77777777" w:rsidR="00BE3417" w:rsidRDefault="00BE3417" w:rsidP="00A5791E">
      <w:pPr>
        <w:rPr>
          <w:spacing w:val="0"/>
          <w:position w:val="0"/>
          <w:szCs w:val="24"/>
        </w:rPr>
      </w:pPr>
    </w:p>
    <w:p w14:paraId="1218540A" w14:textId="0C254772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52F6E"/>
    <w:rsid w:val="00053A52"/>
    <w:rsid w:val="00057FC6"/>
    <w:rsid w:val="0006167A"/>
    <w:rsid w:val="0008717F"/>
    <w:rsid w:val="000D31BC"/>
    <w:rsid w:val="000E16DB"/>
    <w:rsid w:val="000E5220"/>
    <w:rsid w:val="00114064"/>
    <w:rsid w:val="00114CCA"/>
    <w:rsid w:val="0015432F"/>
    <w:rsid w:val="00187A2D"/>
    <w:rsid w:val="001956F4"/>
    <w:rsid w:val="001C7A3A"/>
    <w:rsid w:val="001D139F"/>
    <w:rsid w:val="001D2972"/>
    <w:rsid w:val="001E574A"/>
    <w:rsid w:val="002056C5"/>
    <w:rsid w:val="00231DFB"/>
    <w:rsid w:val="00260104"/>
    <w:rsid w:val="002A1CD0"/>
    <w:rsid w:val="002E4286"/>
    <w:rsid w:val="002E6ECE"/>
    <w:rsid w:val="00326150"/>
    <w:rsid w:val="00356C40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A1BAF"/>
    <w:rsid w:val="006D0212"/>
    <w:rsid w:val="007042CA"/>
    <w:rsid w:val="00704BBF"/>
    <w:rsid w:val="007425E0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4588"/>
    <w:rsid w:val="008D465E"/>
    <w:rsid w:val="00904EEB"/>
    <w:rsid w:val="009B77A7"/>
    <w:rsid w:val="009D3F3A"/>
    <w:rsid w:val="00A13B4E"/>
    <w:rsid w:val="00A22619"/>
    <w:rsid w:val="00A5791E"/>
    <w:rsid w:val="00A9445B"/>
    <w:rsid w:val="00AA43C1"/>
    <w:rsid w:val="00AA6DA9"/>
    <w:rsid w:val="00AB49EC"/>
    <w:rsid w:val="00B11C97"/>
    <w:rsid w:val="00B7608B"/>
    <w:rsid w:val="00BE3417"/>
    <w:rsid w:val="00BF0803"/>
    <w:rsid w:val="00C03DB8"/>
    <w:rsid w:val="00C32B5E"/>
    <w:rsid w:val="00C52479"/>
    <w:rsid w:val="00C548CE"/>
    <w:rsid w:val="00C67247"/>
    <w:rsid w:val="00C70DF2"/>
    <w:rsid w:val="00CB440F"/>
    <w:rsid w:val="00CF0857"/>
    <w:rsid w:val="00CF2094"/>
    <w:rsid w:val="00CF60D3"/>
    <w:rsid w:val="00D15896"/>
    <w:rsid w:val="00D218C9"/>
    <w:rsid w:val="00D3776D"/>
    <w:rsid w:val="00DA0DB5"/>
    <w:rsid w:val="00E12E74"/>
    <w:rsid w:val="00E451DE"/>
    <w:rsid w:val="00E52CB9"/>
    <w:rsid w:val="00E64FF2"/>
    <w:rsid w:val="00E85637"/>
    <w:rsid w:val="00EC5BAE"/>
    <w:rsid w:val="00EE2D71"/>
    <w:rsid w:val="00EF2513"/>
    <w:rsid w:val="00F04FCF"/>
    <w:rsid w:val="00F06E62"/>
    <w:rsid w:val="00F31D04"/>
    <w:rsid w:val="00F85803"/>
    <w:rsid w:val="00F94062"/>
    <w:rsid w:val="00FA241C"/>
    <w:rsid w:val="00FC61B2"/>
    <w:rsid w:val="00FD2751"/>
    <w:rsid w:val="00FD33CF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keskkonnaamet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10</TotalTime>
  <Pages>1</Pages>
  <Words>141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1357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5</cp:revision>
  <cp:lastPrinted>2023-11-21T08:36:00Z</cp:lastPrinted>
  <dcterms:created xsi:type="dcterms:W3CDTF">2023-11-21T08:41:00Z</dcterms:created>
  <dcterms:modified xsi:type="dcterms:W3CDTF">2023-11-21T08:50:00Z</dcterms:modified>
</cp:coreProperties>
</file>