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7A5FC5" w14:paraId="22457EE4" w14:textId="77777777" w:rsidTr="000B6122">
        <w:trPr>
          <w:trHeight w:val="1987"/>
        </w:trPr>
        <w:tc>
          <w:tcPr>
            <w:tcW w:w="5387" w:type="dxa"/>
          </w:tcPr>
          <w:p w14:paraId="7C83FD7D" w14:textId="77777777" w:rsidR="007A5FC5" w:rsidRPr="00A10E66" w:rsidRDefault="00997DE8" w:rsidP="000B6122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 wp14:anchorId="1ADA920C" wp14:editId="4E21899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EA09A1F" w14:textId="77777777" w:rsidR="007A5FC5" w:rsidRPr="00BC1A62" w:rsidRDefault="007A5FC5" w:rsidP="000B6122">
            <w:pPr>
              <w:pStyle w:val="AK"/>
            </w:pPr>
          </w:p>
        </w:tc>
      </w:tr>
      <w:tr w:rsidR="007A5FC5" w:rsidRPr="008522F6" w14:paraId="6A4EF979" w14:textId="77777777" w:rsidTr="000B6122">
        <w:trPr>
          <w:trHeight w:val="1985"/>
        </w:trPr>
        <w:tc>
          <w:tcPr>
            <w:tcW w:w="5387" w:type="dxa"/>
          </w:tcPr>
          <w:p w14:paraId="5F21AC65" w14:textId="4165A4A4" w:rsidR="0035047D" w:rsidRPr="008522F6" w:rsidRDefault="00F34B0A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  <w:r w:rsidRPr="008522F6">
              <w:rPr>
                <w:color w:val="222222"/>
                <w:shd w:val="clear" w:color="auto" w:fill="FFFFFF"/>
              </w:rPr>
              <w:t xml:space="preserve">Keila </w:t>
            </w:r>
            <w:r w:rsidR="00F04869" w:rsidRPr="008522F6">
              <w:rPr>
                <w:color w:val="222222"/>
                <w:shd w:val="clear" w:color="auto" w:fill="FFFFFF"/>
              </w:rPr>
              <w:t>Sotsiaalkeskus</w:t>
            </w:r>
          </w:p>
          <w:p w14:paraId="60C28E56" w14:textId="0BE20FD4" w:rsidR="00F04869" w:rsidRPr="008522F6" w:rsidRDefault="00F04869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  <w:r w:rsidRPr="008522F6">
              <w:rPr>
                <w:color w:val="222222"/>
                <w:shd w:val="clear" w:color="auto" w:fill="FFFFFF"/>
              </w:rPr>
              <w:t xml:space="preserve">Riina </w:t>
            </w:r>
            <w:proofErr w:type="spellStart"/>
            <w:r w:rsidRPr="008522F6">
              <w:rPr>
                <w:color w:val="222222"/>
                <w:shd w:val="clear" w:color="auto" w:fill="FFFFFF"/>
              </w:rPr>
              <w:t>Sippol</w:t>
            </w:r>
            <w:proofErr w:type="spellEnd"/>
          </w:p>
          <w:p w14:paraId="29DF880B" w14:textId="5D99C666" w:rsidR="00F34B0A" w:rsidRPr="008522F6" w:rsidRDefault="00F04869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  <w:r w:rsidRPr="008522F6">
              <w:rPr>
                <w:color w:val="222222"/>
                <w:shd w:val="clear" w:color="auto" w:fill="FFFFFF"/>
              </w:rPr>
              <w:t>Männipargi tn 1-3</w:t>
            </w:r>
            <w:r w:rsidR="00F34B0A" w:rsidRPr="008522F6">
              <w:rPr>
                <w:color w:val="222222"/>
                <w:shd w:val="clear" w:color="auto" w:fill="FFFFFF"/>
              </w:rPr>
              <w:t>, Keila,</w:t>
            </w:r>
          </w:p>
          <w:p w14:paraId="7F72D04E" w14:textId="77777777" w:rsidR="00F34B0A" w:rsidRPr="008522F6" w:rsidRDefault="00F34B0A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  <w:r w:rsidRPr="008522F6">
              <w:rPr>
                <w:color w:val="222222"/>
                <w:shd w:val="clear" w:color="auto" w:fill="FFFFFF"/>
              </w:rPr>
              <w:t>Harjumaa</w:t>
            </w:r>
          </w:p>
          <w:p w14:paraId="72AE3705" w14:textId="14B9D4D4" w:rsidR="00F34B0A" w:rsidRPr="008522F6" w:rsidRDefault="00F04869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  <w:r w:rsidRPr="008522F6">
              <w:rPr>
                <w:color w:val="222222"/>
                <w:shd w:val="clear" w:color="auto" w:fill="FFFFFF"/>
              </w:rPr>
              <w:t>riina@keilasots.ee</w:t>
            </w:r>
          </w:p>
          <w:p w14:paraId="2081B03B" w14:textId="77777777" w:rsidR="00F34B0A" w:rsidRPr="008522F6" w:rsidRDefault="00F34B0A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</w:p>
          <w:p w14:paraId="2A529330" w14:textId="77777777" w:rsidR="00B22AAD" w:rsidRPr="008522F6" w:rsidRDefault="00B22AAD" w:rsidP="00A3052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685" w:type="dxa"/>
          </w:tcPr>
          <w:p w14:paraId="3CE5646A" w14:textId="77777777" w:rsidR="007A5FC5" w:rsidRPr="008522F6" w:rsidRDefault="007A5FC5" w:rsidP="000B6122"/>
          <w:p w14:paraId="474A1764" w14:textId="77777777" w:rsidR="007A5FC5" w:rsidRPr="008522F6" w:rsidRDefault="007A5FC5" w:rsidP="000B6122"/>
          <w:p w14:paraId="00702BDA" w14:textId="277CE286" w:rsidR="007A5FC5" w:rsidRPr="008522F6" w:rsidRDefault="007A5FC5" w:rsidP="00F34B0A">
            <w:r w:rsidRPr="008522F6">
              <w:t xml:space="preserve">Meie: </w:t>
            </w:r>
            <w:r w:rsidR="00F04869" w:rsidRPr="008522F6">
              <w:rPr>
                <w:color w:val="000000" w:themeColor="text1"/>
              </w:rPr>
              <w:t>02.10.2024</w:t>
            </w:r>
            <w:r w:rsidR="00F34B0A" w:rsidRPr="008522F6">
              <w:rPr>
                <w:color w:val="000000" w:themeColor="text1"/>
              </w:rPr>
              <w:t xml:space="preserve"> nr </w:t>
            </w:r>
            <w:r w:rsidR="008522F6" w:rsidRPr="008522F6">
              <w:rPr>
                <w:color w:val="2D2C2D"/>
                <w:shd w:val="clear" w:color="auto" w:fill="FFFFFF"/>
              </w:rPr>
              <w:t>7.2-2.1/6289-1</w:t>
            </w:r>
          </w:p>
        </w:tc>
      </w:tr>
    </w:tbl>
    <w:p w14:paraId="72C58866" w14:textId="77777777" w:rsidR="000E5C5F" w:rsidRDefault="000E5C5F" w:rsidP="007A5FC5">
      <w:pPr>
        <w:pStyle w:val="Title"/>
      </w:pPr>
    </w:p>
    <w:p w14:paraId="1F0E9683" w14:textId="77777777" w:rsidR="000E5C5F" w:rsidRDefault="000E5C5F" w:rsidP="007A5FC5">
      <w:pPr>
        <w:pStyle w:val="Title"/>
      </w:pPr>
    </w:p>
    <w:p w14:paraId="0DB0D0F9" w14:textId="77777777" w:rsidR="000E5C5F" w:rsidRDefault="000E5C5F" w:rsidP="007A5FC5">
      <w:pPr>
        <w:pStyle w:val="Title"/>
      </w:pPr>
    </w:p>
    <w:p w14:paraId="534D8878" w14:textId="77777777" w:rsidR="007A5FC5" w:rsidRDefault="007A5FC5" w:rsidP="007A5FC5">
      <w:pPr>
        <w:pStyle w:val="Title"/>
      </w:pPr>
      <w:r>
        <w:t>Tõend</w:t>
      </w:r>
    </w:p>
    <w:p w14:paraId="60793D48" w14:textId="77777777" w:rsidR="00EC338E" w:rsidRDefault="00EC338E" w:rsidP="008752A9">
      <w:pPr>
        <w:pStyle w:val="Adressaat"/>
      </w:pPr>
    </w:p>
    <w:p w14:paraId="2630DD42" w14:textId="018286B6" w:rsidR="007A5FC5" w:rsidRPr="000201A2" w:rsidRDefault="007A5FC5" w:rsidP="008752A9">
      <w:pPr>
        <w:pStyle w:val="Adressaat"/>
      </w:pPr>
      <w:r>
        <w:t xml:space="preserve">Päästeameti </w:t>
      </w:r>
      <w:r w:rsidR="004D4781" w:rsidRPr="004D4781">
        <w:t xml:space="preserve">Põhja </w:t>
      </w:r>
      <w:r>
        <w:t>päästekeskus teavitab T</w:t>
      </w:r>
      <w:r w:rsidRPr="000201A2">
        <w:t xml:space="preserve">eid, et </w:t>
      </w:r>
      <w:r w:rsidR="002A19E0">
        <w:t>aadressil</w:t>
      </w:r>
      <w:r w:rsidR="002A19E0" w:rsidRPr="000201A2">
        <w:t xml:space="preserve"> </w:t>
      </w:r>
      <w:r w:rsidR="00F04869">
        <w:t>Männipargi tn 1-3</w:t>
      </w:r>
      <w:r w:rsidR="00B752FA">
        <w:t>, Keila</w:t>
      </w:r>
      <w:r w:rsidR="002A19E0">
        <w:t>, Harjumaa</w:t>
      </w:r>
      <w:r w:rsidR="002A19E0">
        <w:rPr>
          <w:color w:val="000000"/>
        </w:rPr>
        <w:t xml:space="preserve"> </w:t>
      </w:r>
      <w:r w:rsidR="00FD7BA7">
        <w:rPr>
          <w:color w:val="000000"/>
        </w:rPr>
        <w:t>asuv</w:t>
      </w:r>
      <w:r w:rsidR="00EA79C9">
        <w:rPr>
          <w:color w:val="000000"/>
        </w:rPr>
        <w:t>ad</w:t>
      </w:r>
      <w:r w:rsidR="00FD7BA7">
        <w:rPr>
          <w:color w:val="000000"/>
        </w:rPr>
        <w:t xml:space="preserve"> </w:t>
      </w:r>
      <w:r w:rsidR="00EA79C9">
        <w:rPr>
          <w:color w:val="000000"/>
        </w:rPr>
        <w:t>ruumid</w:t>
      </w:r>
      <w:r>
        <w:rPr>
          <w:color w:val="000000"/>
        </w:rPr>
        <w:t xml:space="preserve"> </w:t>
      </w:r>
      <w:r w:rsidR="00B752FA">
        <w:rPr>
          <w:color w:val="000000"/>
        </w:rPr>
        <w:t xml:space="preserve">on </w:t>
      </w:r>
      <w:r w:rsidR="007078D9">
        <w:rPr>
          <w:color w:val="000000"/>
        </w:rPr>
        <w:t>sobiv</w:t>
      </w:r>
      <w:r w:rsidR="00EA79C9">
        <w:rPr>
          <w:color w:val="000000"/>
        </w:rPr>
        <w:t>ad</w:t>
      </w:r>
      <w:r w:rsidR="00B752FA">
        <w:rPr>
          <w:color w:val="000000"/>
        </w:rPr>
        <w:t xml:space="preserve"> </w:t>
      </w:r>
      <w:r w:rsidR="00F04869" w:rsidRPr="00F04869">
        <w:rPr>
          <w:b/>
          <w:color w:val="000000"/>
        </w:rPr>
        <w:t>väljaspool kodu</w:t>
      </w:r>
      <w:r w:rsidR="00F04869">
        <w:rPr>
          <w:b/>
          <w:color w:val="000000"/>
        </w:rPr>
        <w:t xml:space="preserve"> päevaseks</w:t>
      </w:r>
      <w:r w:rsidR="00F04869" w:rsidRPr="00F04869">
        <w:rPr>
          <w:b/>
          <w:color w:val="000000"/>
        </w:rPr>
        <w:t xml:space="preserve"> </w:t>
      </w:r>
      <w:proofErr w:type="spellStart"/>
      <w:r w:rsidR="00F04869" w:rsidRPr="00F04869">
        <w:rPr>
          <w:b/>
          <w:color w:val="000000"/>
        </w:rPr>
        <w:t>üldhooldusteenus</w:t>
      </w:r>
      <w:r w:rsidR="00F04869">
        <w:rPr>
          <w:b/>
          <w:color w:val="000000"/>
        </w:rPr>
        <w:t>e</w:t>
      </w:r>
      <w:proofErr w:type="spellEnd"/>
      <w:r w:rsidR="00F04869">
        <w:rPr>
          <w:b/>
          <w:color w:val="000000"/>
        </w:rPr>
        <w:t xml:space="preserve"> osutamiseks </w:t>
      </w:r>
      <w:r w:rsidR="00F04869" w:rsidRPr="00F04869">
        <w:rPr>
          <w:bCs/>
          <w:color w:val="000000"/>
        </w:rPr>
        <w:t>kuni</w:t>
      </w:r>
      <w:r w:rsidR="00F04869">
        <w:rPr>
          <w:b/>
          <w:color w:val="000000"/>
        </w:rPr>
        <w:t xml:space="preserve"> </w:t>
      </w:r>
      <w:r w:rsidR="00F34B0A">
        <w:rPr>
          <w:color w:val="000000"/>
        </w:rPr>
        <w:t>kümnele inimesele</w:t>
      </w:r>
      <w:r w:rsidR="00733F90">
        <w:rPr>
          <w:color w:val="000000"/>
        </w:rPr>
        <w:t>.</w:t>
      </w:r>
    </w:p>
    <w:p w14:paraId="3BA4E83F" w14:textId="77777777" w:rsidR="007A5FC5" w:rsidRDefault="007A5FC5" w:rsidP="007A5FC5">
      <w:pPr>
        <w:pStyle w:val="Snum"/>
      </w:pPr>
    </w:p>
    <w:p w14:paraId="406E865D" w14:textId="77777777" w:rsidR="007A5FC5" w:rsidRDefault="007A5FC5" w:rsidP="007A5FC5">
      <w:pPr>
        <w:pStyle w:val="Snum"/>
      </w:pPr>
    </w:p>
    <w:p w14:paraId="6B257094" w14:textId="77777777" w:rsidR="007A5FC5" w:rsidRDefault="007A5FC5" w:rsidP="007A5FC5">
      <w:pPr>
        <w:pStyle w:val="Snum"/>
      </w:pPr>
    </w:p>
    <w:p w14:paraId="165CD2F5" w14:textId="77777777" w:rsidR="007A5FC5" w:rsidRDefault="007A5FC5" w:rsidP="007A5FC5">
      <w:pPr>
        <w:pStyle w:val="Snum"/>
      </w:pPr>
      <w:r>
        <w:t>Lugupidamisega</w:t>
      </w:r>
    </w:p>
    <w:p w14:paraId="0215B7C8" w14:textId="77777777" w:rsidR="007A5FC5" w:rsidRDefault="007A5FC5" w:rsidP="007A5FC5">
      <w:pPr>
        <w:pStyle w:val="Snum"/>
      </w:pPr>
    </w:p>
    <w:p w14:paraId="16381EAB" w14:textId="77777777" w:rsidR="007A5FC5" w:rsidRDefault="007A5FC5" w:rsidP="007A5FC5">
      <w:pPr>
        <w:pStyle w:val="Snum"/>
      </w:pPr>
    </w:p>
    <w:p w14:paraId="01FD43A5" w14:textId="77777777" w:rsidR="007A5FC5" w:rsidRDefault="007A5FC5" w:rsidP="007A5FC5">
      <w:pPr>
        <w:pStyle w:val="Snum"/>
      </w:pPr>
    </w:p>
    <w:p w14:paraId="6C18B9ED" w14:textId="77777777" w:rsidR="007A5FC5" w:rsidRDefault="007A5FC5" w:rsidP="007A5FC5">
      <w:pPr>
        <w:pStyle w:val="Snum"/>
      </w:pPr>
    </w:p>
    <w:p w14:paraId="0BA1A0A8" w14:textId="77777777" w:rsidR="004D4781" w:rsidRDefault="004D4781" w:rsidP="004D4781">
      <w:pPr>
        <w:pStyle w:val="Snum"/>
      </w:pPr>
    </w:p>
    <w:p w14:paraId="529CF245" w14:textId="77777777" w:rsidR="002A19E0" w:rsidRDefault="002A19E0" w:rsidP="002A19E0">
      <w:pPr>
        <w:pStyle w:val="Snum"/>
      </w:pPr>
      <w:r>
        <w:t>(allkirjastatud digitaalselt)</w:t>
      </w:r>
    </w:p>
    <w:p w14:paraId="6A072578" w14:textId="77777777" w:rsidR="002A19E0" w:rsidRDefault="002A19E0" w:rsidP="002A19E0">
      <w:pPr>
        <w:pStyle w:val="Snum"/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 Aguraiuja</w:t>
      </w:r>
      <w:r>
        <w:rPr>
          <w:lang w:eastAsia="et-EE"/>
        </w:rPr>
        <w:fldChar w:fldCharType="end"/>
      </w:r>
    </w:p>
    <w:p w14:paraId="2F3555B8" w14:textId="4E3C1CB1" w:rsidR="002A19E0" w:rsidRDefault="002A19E0" w:rsidP="002A19E0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</w:t>
      </w:r>
      <w:r w:rsidR="00F04869">
        <w:rPr>
          <w:lang w:eastAsia="et-EE"/>
        </w:rPr>
        <w:t>peainspektor</w:t>
      </w:r>
    </w:p>
    <w:p w14:paraId="2C26479D" w14:textId="77777777" w:rsidR="002A19E0" w:rsidRDefault="002A19E0" w:rsidP="002A19E0">
      <w:pPr>
        <w:pStyle w:val="Snum"/>
      </w:pPr>
      <w:r>
        <w:rPr>
          <w:lang w:eastAsia="et-EE"/>
        </w:rPr>
        <w:t>Põhja päästekeskus</w:t>
      </w:r>
    </w:p>
    <w:p w14:paraId="53962EB8" w14:textId="77777777" w:rsidR="002A19E0" w:rsidRDefault="002A19E0" w:rsidP="002A19E0">
      <w:pPr>
        <w:pStyle w:val="Snum"/>
      </w:pPr>
    </w:p>
    <w:p w14:paraId="438B3D22" w14:textId="77777777" w:rsidR="002A19E0" w:rsidRDefault="002A19E0" w:rsidP="002A19E0">
      <w:pPr>
        <w:pStyle w:val="Snum"/>
      </w:pPr>
    </w:p>
    <w:p w14:paraId="4FB51798" w14:textId="77777777" w:rsidR="00EE6F96" w:rsidRDefault="00EE6F96" w:rsidP="002A19E0">
      <w:pPr>
        <w:pStyle w:val="Snum"/>
      </w:pPr>
    </w:p>
    <w:p w14:paraId="7156FEAD" w14:textId="77777777" w:rsidR="002A19E0" w:rsidRDefault="002A19E0" w:rsidP="002A19E0">
      <w:pPr>
        <w:pStyle w:val="Snum"/>
      </w:pPr>
    </w:p>
    <w:p w14:paraId="31753899" w14:textId="77777777" w:rsidR="002A19E0" w:rsidRDefault="002A19E0" w:rsidP="002A19E0">
      <w:pPr>
        <w:pStyle w:val="Snum"/>
      </w:pPr>
    </w:p>
    <w:p w14:paraId="790901E5" w14:textId="77777777" w:rsidR="002A19E0" w:rsidRDefault="002A19E0" w:rsidP="002A19E0">
      <w:pPr>
        <w:pStyle w:val="Snum"/>
      </w:pPr>
    </w:p>
    <w:p w14:paraId="699AB6DC" w14:textId="77777777" w:rsidR="002A19E0" w:rsidRDefault="002A19E0" w:rsidP="002A19E0">
      <w:pPr>
        <w:pStyle w:val="Snum"/>
      </w:pPr>
    </w:p>
    <w:p w14:paraId="6F65FBBF" w14:textId="77777777" w:rsidR="002A19E0" w:rsidRDefault="002A19E0" w:rsidP="002A19E0">
      <w:pPr>
        <w:pStyle w:val="Snum"/>
      </w:pPr>
    </w:p>
    <w:p w14:paraId="3677C8D2" w14:textId="77777777" w:rsidR="002A19E0" w:rsidRDefault="002A19E0" w:rsidP="002A19E0">
      <w:pPr>
        <w:pStyle w:val="Snum"/>
      </w:pPr>
      <w:r>
        <w:rPr>
          <w:lang w:eastAsia="et-EE"/>
        </w:rPr>
        <w:t xml:space="preserve">+372 </w:t>
      </w: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53345826</w:t>
      </w:r>
      <w:r>
        <w:rPr>
          <w:lang w:eastAsia="et-EE"/>
        </w:rPr>
        <w:fldChar w:fldCharType="end"/>
      </w:r>
    </w:p>
    <w:p w14:paraId="2C5FF2A3" w14:textId="77777777" w:rsidR="002A19E0" w:rsidRPr="00BB4BB5" w:rsidRDefault="002A19E0" w:rsidP="002A19E0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jana.aguraiuja@rescue.ee</w:t>
      </w:r>
      <w:r>
        <w:rPr>
          <w:lang w:eastAsia="et-EE"/>
        </w:rPr>
        <w:fldChar w:fldCharType="end"/>
      </w:r>
    </w:p>
    <w:p w14:paraId="77EC2297" w14:textId="77777777" w:rsidR="004D4781" w:rsidRPr="00BD078E" w:rsidRDefault="004D4781" w:rsidP="004D4781">
      <w:pPr>
        <w:pStyle w:val="Snum"/>
      </w:pPr>
    </w:p>
    <w:p w14:paraId="38F7F0B8" w14:textId="77777777" w:rsidR="004D2067" w:rsidRPr="007A5FC5" w:rsidRDefault="004D2067" w:rsidP="004D4781">
      <w:pPr>
        <w:pStyle w:val="Snum"/>
      </w:pPr>
    </w:p>
    <w:sectPr w:rsidR="004D2067" w:rsidRPr="007A5FC5" w:rsidSect="00EA65D1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BDD8D" w14:textId="77777777" w:rsidR="001C261B" w:rsidRDefault="001C261B" w:rsidP="00DF44DF">
      <w:r>
        <w:separator/>
      </w:r>
    </w:p>
  </w:endnote>
  <w:endnote w:type="continuationSeparator" w:id="0">
    <w:p w14:paraId="0100AD5B" w14:textId="77777777" w:rsidR="001C261B" w:rsidRDefault="001C261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C634F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F302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212EE" w14:textId="77777777" w:rsidR="00A075DF" w:rsidRPr="00A075DF" w:rsidRDefault="00A075DF" w:rsidP="00A075DF">
    <w:pPr>
      <w:pStyle w:val="Footer"/>
      <w:tabs>
        <w:tab w:val="center" w:pos="4536"/>
        <w:tab w:val="right" w:pos="9072"/>
      </w:tabs>
      <w:jc w:val="left"/>
      <w:rPr>
        <w:szCs w:val="20"/>
      </w:rPr>
    </w:pPr>
    <w:r w:rsidRPr="00A075DF">
      <w:rPr>
        <w:szCs w:val="20"/>
      </w:rPr>
      <w:t xml:space="preserve">Põhja päästekeskus / Erika 3 / 10416 Tallinn / 628 7500 / pohja@rescue.ee / www.päästeamet.ee / </w:t>
    </w:r>
  </w:p>
  <w:p w14:paraId="4FBD1BB6" w14:textId="77777777" w:rsidR="00124999" w:rsidRDefault="00A075DF" w:rsidP="00A075DF">
    <w:pPr>
      <w:pStyle w:val="Footer"/>
      <w:jc w:val="left"/>
    </w:pPr>
    <w:r w:rsidRPr="00A075DF">
      <w:rPr>
        <w:szCs w:val="20"/>
      </w:rP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70703" w14:textId="77777777" w:rsidR="001C261B" w:rsidRDefault="001C261B" w:rsidP="00DF44DF">
      <w:r>
        <w:separator/>
      </w:r>
    </w:p>
  </w:footnote>
  <w:footnote w:type="continuationSeparator" w:id="0">
    <w:p w14:paraId="503904F8" w14:textId="77777777" w:rsidR="001C261B" w:rsidRDefault="001C261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60441" w14:textId="77777777" w:rsidR="00BB4BB5" w:rsidRPr="00AD2EA7" w:rsidRDefault="00BB4BB5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177614">
      <w:rPr>
        <w:noProof/>
      </w:rPr>
      <w:t>2</w:t>
    </w:r>
    <w:r w:rsidRPr="00AD2EA7">
      <w:fldChar w:fldCharType="end"/>
    </w:r>
    <w:r w:rsidRPr="00AD2EA7">
      <w:t xml:space="preserve"> (</w:t>
    </w:r>
    <w:r w:rsidR="008A4419">
      <w:rPr>
        <w:noProof/>
      </w:rPr>
      <w:fldChar w:fldCharType="begin"/>
    </w:r>
    <w:r w:rsidR="008A4419">
      <w:rPr>
        <w:noProof/>
      </w:rPr>
      <w:instrText xml:space="preserve"> NUMPAGES </w:instrText>
    </w:r>
    <w:r w:rsidR="008A4419">
      <w:rPr>
        <w:noProof/>
      </w:rPr>
      <w:fldChar w:fldCharType="separate"/>
    </w:r>
    <w:r w:rsidR="005568B5">
      <w:rPr>
        <w:noProof/>
      </w:rPr>
      <w:t>1</w:t>
    </w:r>
    <w:r w:rsidR="008A4419">
      <w:rPr>
        <w:noProof/>
      </w:rPr>
      <w:fldChar w:fldCharType="end"/>
    </w:r>
    <w:r w:rsidRPr="00AD2EA7">
      <w:t>)</w:t>
    </w:r>
  </w:p>
  <w:p w14:paraId="406E0C94" w14:textId="77777777" w:rsidR="00BB4BB5" w:rsidRDefault="00BB4B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10397"/>
    <w:rsid w:val="000201A2"/>
    <w:rsid w:val="00042780"/>
    <w:rsid w:val="00056169"/>
    <w:rsid w:val="00060947"/>
    <w:rsid w:val="00064955"/>
    <w:rsid w:val="0008298E"/>
    <w:rsid w:val="000847EF"/>
    <w:rsid w:val="000913FC"/>
    <w:rsid w:val="00095BFF"/>
    <w:rsid w:val="000A17B5"/>
    <w:rsid w:val="000A4E3E"/>
    <w:rsid w:val="000B6122"/>
    <w:rsid w:val="000B79E7"/>
    <w:rsid w:val="000E5C5F"/>
    <w:rsid w:val="001134D7"/>
    <w:rsid w:val="00124999"/>
    <w:rsid w:val="001274FA"/>
    <w:rsid w:val="001523BD"/>
    <w:rsid w:val="00177614"/>
    <w:rsid w:val="001A1069"/>
    <w:rsid w:val="001A7D04"/>
    <w:rsid w:val="001C261B"/>
    <w:rsid w:val="001D4CFB"/>
    <w:rsid w:val="001F08CC"/>
    <w:rsid w:val="002008A2"/>
    <w:rsid w:val="002509C6"/>
    <w:rsid w:val="002637F5"/>
    <w:rsid w:val="002835BB"/>
    <w:rsid w:val="00293449"/>
    <w:rsid w:val="00294D0F"/>
    <w:rsid w:val="002A19E0"/>
    <w:rsid w:val="002A1D15"/>
    <w:rsid w:val="002D6149"/>
    <w:rsid w:val="002F254F"/>
    <w:rsid w:val="003117FA"/>
    <w:rsid w:val="003150C4"/>
    <w:rsid w:val="00341725"/>
    <w:rsid w:val="0034719C"/>
    <w:rsid w:val="0035047D"/>
    <w:rsid w:val="00350D90"/>
    <w:rsid w:val="00354059"/>
    <w:rsid w:val="00362ED8"/>
    <w:rsid w:val="00367153"/>
    <w:rsid w:val="00376597"/>
    <w:rsid w:val="003820C3"/>
    <w:rsid w:val="00387068"/>
    <w:rsid w:val="00394DCB"/>
    <w:rsid w:val="00395891"/>
    <w:rsid w:val="003B1258"/>
    <w:rsid w:val="003B2A9C"/>
    <w:rsid w:val="003C3EDB"/>
    <w:rsid w:val="003D2111"/>
    <w:rsid w:val="003E2AEF"/>
    <w:rsid w:val="003E5473"/>
    <w:rsid w:val="003F0E57"/>
    <w:rsid w:val="004129BC"/>
    <w:rsid w:val="00422D29"/>
    <w:rsid w:val="00423C54"/>
    <w:rsid w:val="00435A13"/>
    <w:rsid w:val="0044084D"/>
    <w:rsid w:val="0047732D"/>
    <w:rsid w:val="00482E94"/>
    <w:rsid w:val="004A0BE0"/>
    <w:rsid w:val="004C1391"/>
    <w:rsid w:val="004C3362"/>
    <w:rsid w:val="004D2067"/>
    <w:rsid w:val="004D264D"/>
    <w:rsid w:val="004D4781"/>
    <w:rsid w:val="005205C6"/>
    <w:rsid w:val="00530195"/>
    <w:rsid w:val="00531FEB"/>
    <w:rsid w:val="00546204"/>
    <w:rsid w:val="00551E24"/>
    <w:rsid w:val="005568B5"/>
    <w:rsid w:val="00557534"/>
    <w:rsid w:val="00560A92"/>
    <w:rsid w:val="00564569"/>
    <w:rsid w:val="0057101D"/>
    <w:rsid w:val="00574290"/>
    <w:rsid w:val="0057796A"/>
    <w:rsid w:val="005B0A77"/>
    <w:rsid w:val="005B5CE1"/>
    <w:rsid w:val="005E3AED"/>
    <w:rsid w:val="005E45BB"/>
    <w:rsid w:val="005F63CE"/>
    <w:rsid w:val="00602834"/>
    <w:rsid w:val="00610D0C"/>
    <w:rsid w:val="00611E28"/>
    <w:rsid w:val="006121BB"/>
    <w:rsid w:val="00620B43"/>
    <w:rsid w:val="00622E28"/>
    <w:rsid w:val="00633186"/>
    <w:rsid w:val="006372C9"/>
    <w:rsid w:val="006479A6"/>
    <w:rsid w:val="00652C75"/>
    <w:rsid w:val="00676284"/>
    <w:rsid w:val="00680609"/>
    <w:rsid w:val="006A01AC"/>
    <w:rsid w:val="006A04FA"/>
    <w:rsid w:val="006B118C"/>
    <w:rsid w:val="006C7A8E"/>
    <w:rsid w:val="006D1A57"/>
    <w:rsid w:val="006D382E"/>
    <w:rsid w:val="006E16BD"/>
    <w:rsid w:val="006E7268"/>
    <w:rsid w:val="006F3BB9"/>
    <w:rsid w:val="006F72D7"/>
    <w:rsid w:val="007024DA"/>
    <w:rsid w:val="007056E1"/>
    <w:rsid w:val="007078D9"/>
    <w:rsid w:val="00713327"/>
    <w:rsid w:val="00733F90"/>
    <w:rsid w:val="00735558"/>
    <w:rsid w:val="00735D21"/>
    <w:rsid w:val="00746162"/>
    <w:rsid w:val="0075695A"/>
    <w:rsid w:val="00760605"/>
    <w:rsid w:val="00783866"/>
    <w:rsid w:val="0079540C"/>
    <w:rsid w:val="007A0D70"/>
    <w:rsid w:val="007A15CA"/>
    <w:rsid w:val="007A1DE8"/>
    <w:rsid w:val="007A5FC5"/>
    <w:rsid w:val="007B30FD"/>
    <w:rsid w:val="007D54FC"/>
    <w:rsid w:val="007D6F91"/>
    <w:rsid w:val="00830470"/>
    <w:rsid w:val="00835480"/>
    <w:rsid w:val="00835858"/>
    <w:rsid w:val="008522F6"/>
    <w:rsid w:val="0086543D"/>
    <w:rsid w:val="008752A9"/>
    <w:rsid w:val="00881660"/>
    <w:rsid w:val="00885C09"/>
    <w:rsid w:val="008919F2"/>
    <w:rsid w:val="00893528"/>
    <w:rsid w:val="00895B0A"/>
    <w:rsid w:val="008A4419"/>
    <w:rsid w:val="008B041F"/>
    <w:rsid w:val="008D4634"/>
    <w:rsid w:val="008F0B50"/>
    <w:rsid w:val="0091786B"/>
    <w:rsid w:val="009370A4"/>
    <w:rsid w:val="009606D0"/>
    <w:rsid w:val="009644EE"/>
    <w:rsid w:val="00973CD2"/>
    <w:rsid w:val="0097798A"/>
    <w:rsid w:val="009919BB"/>
    <w:rsid w:val="00991E6B"/>
    <w:rsid w:val="00997DE8"/>
    <w:rsid w:val="009D39F2"/>
    <w:rsid w:val="009D4A58"/>
    <w:rsid w:val="009E7F4A"/>
    <w:rsid w:val="009F5F71"/>
    <w:rsid w:val="00A04314"/>
    <w:rsid w:val="00A04717"/>
    <w:rsid w:val="00A075DF"/>
    <w:rsid w:val="00A10E66"/>
    <w:rsid w:val="00A1244E"/>
    <w:rsid w:val="00A13FDE"/>
    <w:rsid w:val="00A175F2"/>
    <w:rsid w:val="00A17AF2"/>
    <w:rsid w:val="00A2422E"/>
    <w:rsid w:val="00A30524"/>
    <w:rsid w:val="00A35AF6"/>
    <w:rsid w:val="00A41760"/>
    <w:rsid w:val="00A50927"/>
    <w:rsid w:val="00A511D8"/>
    <w:rsid w:val="00A5241A"/>
    <w:rsid w:val="00A82E9B"/>
    <w:rsid w:val="00A83F5F"/>
    <w:rsid w:val="00AB1C97"/>
    <w:rsid w:val="00AC4752"/>
    <w:rsid w:val="00AC6704"/>
    <w:rsid w:val="00AD2EA7"/>
    <w:rsid w:val="00AE02A8"/>
    <w:rsid w:val="00AE2BB3"/>
    <w:rsid w:val="00B0496B"/>
    <w:rsid w:val="00B068B0"/>
    <w:rsid w:val="00B06B39"/>
    <w:rsid w:val="00B202E5"/>
    <w:rsid w:val="00B22AAD"/>
    <w:rsid w:val="00B3545A"/>
    <w:rsid w:val="00B752FA"/>
    <w:rsid w:val="00B81CF7"/>
    <w:rsid w:val="00BA7AAE"/>
    <w:rsid w:val="00BB4BB5"/>
    <w:rsid w:val="00BC1A62"/>
    <w:rsid w:val="00BD078E"/>
    <w:rsid w:val="00BD3CCF"/>
    <w:rsid w:val="00BE0CC9"/>
    <w:rsid w:val="00BF4D7C"/>
    <w:rsid w:val="00C11777"/>
    <w:rsid w:val="00C24F66"/>
    <w:rsid w:val="00C27B07"/>
    <w:rsid w:val="00C41FC5"/>
    <w:rsid w:val="00C6686C"/>
    <w:rsid w:val="00C66C29"/>
    <w:rsid w:val="00C72710"/>
    <w:rsid w:val="00C75336"/>
    <w:rsid w:val="00C83346"/>
    <w:rsid w:val="00C84B60"/>
    <w:rsid w:val="00C941DD"/>
    <w:rsid w:val="00CA583B"/>
    <w:rsid w:val="00CA5F0B"/>
    <w:rsid w:val="00CC4EF2"/>
    <w:rsid w:val="00CC7DC2"/>
    <w:rsid w:val="00CE5416"/>
    <w:rsid w:val="00CF2B77"/>
    <w:rsid w:val="00CF4303"/>
    <w:rsid w:val="00D23EC6"/>
    <w:rsid w:val="00D346B5"/>
    <w:rsid w:val="00D40650"/>
    <w:rsid w:val="00D41A58"/>
    <w:rsid w:val="00D423CA"/>
    <w:rsid w:val="00D57C7C"/>
    <w:rsid w:val="00D619C0"/>
    <w:rsid w:val="00D62CC6"/>
    <w:rsid w:val="00D67F9F"/>
    <w:rsid w:val="00D800AA"/>
    <w:rsid w:val="00D80E7D"/>
    <w:rsid w:val="00D83DB1"/>
    <w:rsid w:val="00DA4910"/>
    <w:rsid w:val="00DF44DF"/>
    <w:rsid w:val="00E023F6"/>
    <w:rsid w:val="00E03DBB"/>
    <w:rsid w:val="00E35C44"/>
    <w:rsid w:val="00E35D29"/>
    <w:rsid w:val="00E468D1"/>
    <w:rsid w:val="00E505A5"/>
    <w:rsid w:val="00E56BA0"/>
    <w:rsid w:val="00E66EF8"/>
    <w:rsid w:val="00EA65D1"/>
    <w:rsid w:val="00EA79C9"/>
    <w:rsid w:val="00EC338E"/>
    <w:rsid w:val="00EE6F96"/>
    <w:rsid w:val="00F04869"/>
    <w:rsid w:val="00F06D6B"/>
    <w:rsid w:val="00F15BA8"/>
    <w:rsid w:val="00F24D11"/>
    <w:rsid w:val="00F30437"/>
    <w:rsid w:val="00F34B0A"/>
    <w:rsid w:val="00F50448"/>
    <w:rsid w:val="00F915C4"/>
    <w:rsid w:val="00F91D40"/>
    <w:rsid w:val="00F9645B"/>
    <w:rsid w:val="00F9773D"/>
    <w:rsid w:val="00FA7108"/>
    <w:rsid w:val="00FD084A"/>
    <w:rsid w:val="00FD7BA7"/>
    <w:rsid w:val="00FE2989"/>
    <w:rsid w:val="00FE7ABA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48D9D"/>
  <w14:defaultImageDpi w14:val="0"/>
  <w15:docId w15:val="{C996706B-F227-4420-A6E1-F29B995A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qFormat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customStyle="1" w:styleId="Heading6Char">
    <w:name w:val="Heading 6 Char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uiPriority w:val="99"/>
    <w:rsid w:val="00D40650"/>
    <w:rPr>
      <w:rFonts w:cs="Times New Roman"/>
      <w:color w:val="000080"/>
      <w:u w:val="single"/>
    </w:rPr>
  </w:style>
  <w:style w:type="character" w:customStyle="1" w:styleId="Heading5Char">
    <w:name w:val="Heading 5 Char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4Char">
    <w:name w:val="Heading 4 Char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FooterChar">
    <w:name w:val="Footer Char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752A9"/>
    <w:pPr>
      <w:jc w:val="both"/>
    </w:pPr>
    <w:rPr>
      <w:rFonts w:eastAsia="SimSun"/>
      <w:kern w:val="24"/>
      <w:sz w:val="24"/>
      <w:szCs w:val="24"/>
      <w:lang w:bidi="hi-IN"/>
    </w:rPr>
  </w:style>
  <w:style w:type="paragraph" w:styleId="Title">
    <w:name w:val="Title"/>
    <w:basedOn w:val="Normal"/>
    <w:link w:val="TitleChar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CommentReference">
    <w:name w:val="annotation reference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BalloonTextChar">
    <w:name w:val="Balloon Text Char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CommentTextChar">
    <w:name w:val="Comment Text Char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customStyle="1" w:styleId="BodyTextChar">
    <w:name w:val="Body Text Char"/>
    <w:link w:val="BodyText"/>
    <w:uiPriority w:val="99"/>
    <w:locked/>
    <w:rsid w:val="00A82E9B"/>
    <w:rPr>
      <w:rFonts w:eastAsia="Times New Roman" w:cs="Times New Roman"/>
      <w:spacing w:val="-5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A82E9B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lrzxr">
    <w:name w:val="lrzxr"/>
    <w:rsid w:val="00B752FA"/>
  </w:style>
  <w:style w:type="character" w:customStyle="1" w:styleId="CommentSubjectChar">
    <w:name w:val="Comment Subject 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10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ACA8226-38A9-40F6-8C25-025B2D16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25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Jana Aguraiuja</cp:lastModifiedBy>
  <cp:revision>5</cp:revision>
  <cp:lastPrinted>2020-06-03T06:43:00Z</cp:lastPrinted>
  <dcterms:created xsi:type="dcterms:W3CDTF">2024-10-02T13:05:00Z</dcterms:created>
  <dcterms:modified xsi:type="dcterms:W3CDTF">2024-10-02T13:30:00Z</dcterms:modified>
</cp:coreProperties>
</file>