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731026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0A81E4C5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</w:t>
            </w:r>
            <w:r w:rsidR="00731026">
              <w:t>3</w:t>
            </w:r>
            <w:r w:rsidR="008E7BA5">
              <w:t>/</w:t>
            </w:r>
            <w:r w:rsidR="00731026">
              <w:t>37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33BA67D0" w:rsidR="0065027A" w:rsidRDefault="00731026" w:rsidP="009A2A25">
      <w:pPr>
        <w:rPr>
          <w:b/>
        </w:rPr>
      </w:pPr>
      <w:r>
        <w:rPr>
          <w:b/>
        </w:rPr>
        <w:t>Metsaküla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5FF82FAF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731026">
        <w:t>EMG Karjäärid OÜ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731026">
        <w:t>14273374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6C7129">
        <w:t>liiva</w:t>
      </w:r>
      <w:r w:rsidR="008D0685">
        <w:t xml:space="preserve"> </w:t>
      </w:r>
      <w:r w:rsidR="00731026">
        <w:t xml:space="preserve">ja </w:t>
      </w:r>
      <w:proofErr w:type="spellStart"/>
      <w:r w:rsidR="00731026">
        <w:t>dolokivi</w:t>
      </w:r>
      <w:proofErr w:type="spellEnd"/>
      <w:r w:rsidR="00731026">
        <w:t xml:space="preserve"> </w:t>
      </w:r>
      <w:r w:rsidR="0065027A">
        <w:t xml:space="preserve">tarbevaru uurimist </w:t>
      </w:r>
      <w:r w:rsidR="00731026">
        <w:t>Metsaküla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6EA5351C" w:rsidR="009E416E" w:rsidRDefault="00731026" w:rsidP="009A78E3">
      <w:pPr>
        <w:jc w:val="both"/>
      </w:pPr>
      <w:r>
        <w:t>Metsaküla</w:t>
      </w:r>
      <w:r w:rsidR="00D87DA9">
        <w:t xml:space="preserve"> </w:t>
      </w:r>
      <w:r w:rsidR="009A78E3" w:rsidRPr="002D3E19">
        <w:t xml:space="preserve">uuringuruum asub </w:t>
      </w:r>
      <w:r>
        <w:t>Pärnu</w:t>
      </w:r>
      <w:r w:rsidR="00345AC1">
        <w:t xml:space="preserve"> </w:t>
      </w:r>
      <w:r w:rsidR="00EE2C03" w:rsidRPr="00A24419">
        <w:t xml:space="preserve">maakonnas </w:t>
      </w:r>
      <w:r>
        <w:t>Põhja-Pärnumaa</w:t>
      </w:r>
      <w:r w:rsidR="00843ED7">
        <w:t xml:space="preserve"> vallas </w:t>
      </w:r>
      <w:r>
        <w:t>Metsakülas</w:t>
      </w:r>
      <w:r w:rsidR="002E1839">
        <w:t xml:space="preserve"> </w:t>
      </w:r>
      <w:r w:rsidR="00273033" w:rsidRPr="00A24419">
        <w:t>Rii</w:t>
      </w:r>
      <w:r w:rsidR="009A78E3" w:rsidRPr="00A24419">
        <w:t xml:space="preserve">gimetsa Majandamise Keskuse valitsemisalas </w:t>
      </w:r>
      <w:r w:rsidR="00EE2C03" w:rsidRPr="00A24419">
        <w:t>oleval</w:t>
      </w:r>
      <w:r w:rsidR="000C367E">
        <w:t xml:space="preserve"> </w:t>
      </w:r>
      <w:r>
        <w:t>Vändra metskond 32 kinnisasjal (k</w:t>
      </w:r>
      <w:r w:rsidR="00594400">
        <w:t xml:space="preserve">atastritunnus </w:t>
      </w:r>
      <w:r>
        <w:t>63801:001:0037</w:t>
      </w:r>
      <w:r w:rsidR="00594400">
        <w:t>)</w:t>
      </w:r>
      <w:r w:rsidR="00273033" w:rsidRPr="00A24419">
        <w:t>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67C5DF90" w:rsidR="009A78E3" w:rsidRDefault="009A78E3" w:rsidP="009A78E3">
      <w:pPr>
        <w:ind w:firstLine="680"/>
      </w:pPr>
      <w:r>
        <w:t>2. Keskkonnaameti RV kooskõlastustaotlus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182AF770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47D512D9" w14:textId="77777777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5440E3A6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86A48D2" w14:textId="77777777" w:rsidR="00E85637" w:rsidRDefault="00E85637"/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2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7680"/>
    <w:rsid w:val="006C7129"/>
    <w:rsid w:val="006F2ED3"/>
    <w:rsid w:val="00704BBF"/>
    <w:rsid w:val="00731026"/>
    <w:rsid w:val="00740107"/>
    <w:rsid w:val="0074193C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78A"/>
    <w:rsid w:val="00F04FCF"/>
    <w:rsid w:val="00F167CB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5</TotalTime>
  <Pages>1</Pages>
  <Words>101</Words>
  <Characters>1124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1223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2022-10-28T10:47:00Z</cp:lastPrinted>
  <dcterms:created xsi:type="dcterms:W3CDTF">2023-01-06T10:14:00Z</dcterms:created>
  <dcterms:modified xsi:type="dcterms:W3CDTF">2023-01-06T10:19:00Z</dcterms:modified>
</cp:coreProperties>
</file>