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B89498" w14:textId="5ED087F3" w:rsidR="008F4D83" w:rsidRDefault="0086178F" w:rsidP="0086178F">
      <w:pPr>
        <w:widowControl/>
        <w:suppressAutoHyphens w:val="0"/>
        <w:spacing w:line="240" w:lineRule="auto"/>
        <w:jc w:val="right"/>
      </w:pPr>
      <w:r>
        <w:t>Lisa 6</w:t>
      </w:r>
    </w:p>
    <w:p w14:paraId="00FC6CDE" w14:textId="2184C45C" w:rsidR="0086178F" w:rsidRDefault="0086178F" w:rsidP="0086178F">
      <w:pPr>
        <w:widowControl/>
        <w:suppressAutoHyphens w:val="0"/>
        <w:spacing w:line="240" w:lineRule="auto"/>
        <w:jc w:val="right"/>
      </w:pPr>
      <w:r>
        <w:t>Toetuslepingu juurde</w:t>
      </w:r>
    </w:p>
    <w:p w14:paraId="20292FF0" w14:textId="77777777" w:rsidR="008F4D83" w:rsidRDefault="008F4D83" w:rsidP="008F4D83">
      <w:pPr>
        <w:widowControl/>
        <w:suppressAutoHyphens w:val="0"/>
        <w:spacing w:line="240" w:lineRule="auto"/>
        <w:jc w:val="left"/>
      </w:pPr>
    </w:p>
    <w:p w14:paraId="6720BDD0" w14:textId="78B08CDC" w:rsidR="008F4D83" w:rsidRPr="007862A0" w:rsidRDefault="008F4D83" w:rsidP="008F4D83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t-EE" w:bidi="ar-SA"/>
        </w:rPr>
        <w:t xml:space="preserve">                                       </w:t>
      </w: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15E76392" wp14:editId="779CAC8B">
            <wp:extent cx="781050" cy="507367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120" cy="5132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62F9">
        <w:rPr>
          <w:rFonts w:eastAsia="Times New Roman"/>
          <w:kern w:val="0"/>
          <w:szCs w:val="20"/>
          <w:lang w:eastAsia="et-EE" w:bidi="ar-SA"/>
        </w:rPr>
        <w:t xml:space="preserve">   </w:t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C5239C9" wp14:editId="4FF15FD4">
            <wp:extent cx="1665525" cy="666750"/>
            <wp:effectExtent l="0" t="0" r="0" b="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06" cy="673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EB42B" w14:textId="77777777" w:rsidR="008F4D83" w:rsidRPr="007862A0" w:rsidRDefault="008F4D83" w:rsidP="008F4D83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AF2CD22" w14:textId="77777777" w:rsidR="008F4D83" w:rsidRPr="007862A0" w:rsidRDefault="008F4D83" w:rsidP="008F4D83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3BD438E1" w14:textId="77777777" w:rsidR="008F4D83" w:rsidRPr="00257C9B" w:rsidRDefault="008F4D83" w:rsidP="008F4D83">
      <w:pPr>
        <w:jc w:val="center"/>
        <w:rPr>
          <w:b/>
          <w:sz w:val="28"/>
          <w:szCs w:val="28"/>
        </w:rPr>
      </w:pPr>
      <w:r w:rsidRPr="00257C9B">
        <w:rPr>
          <w:b/>
          <w:sz w:val="28"/>
          <w:szCs w:val="28"/>
        </w:rPr>
        <w:t>Varjupaiga-, Rände- ja Integratsioonifond</w:t>
      </w:r>
    </w:p>
    <w:p w14:paraId="5796D6B2" w14:textId="77777777" w:rsidR="008F4D83" w:rsidRPr="00257C9B" w:rsidRDefault="008F4D83" w:rsidP="008F4D83">
      <w:pPr>
        <w:rPr>
          <w:sz w:val="28"/>
          <w:szCs w:val="28"/>
        </w:rPr>
      </w:pPr>
    </w:p>
    <w:p w14:paraId="50B74507" w14:textId="77777777" w:rsidR="008F4D83" w:rsidRPr="00257C9B" w:rsidRDefault="008F4D83" w:rsidP="008F4D8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7C9B">
        <w:rPr>
          <w:b/>
          <w:bCs/>
          <w:sz w:val="28"/>
          <w:szCs w:val="28"/>
        </w:rPr>
        <w:t>Ühiste indikaatorite täitmise aruande vorm</w:t>
      </w:r>
    </w:p>
    <w:p w14:paraId="21DFF9A2" w14:textId="77777777" w:rsidR="008F4D83" w:rsidRDefault="008F4D83" w:rsidP="008F4D83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379"/>
      </w:tblGrid>
      <w:tr w:rsidR="0086178F" w14:paraId="59890699" w14:textId="77777777" w:rsidTr="007B2B30">
        <w:tc>
          <w:tcPr>
            <w:tcW w:w="2660" w:type="dxa"/>
            <w:shd w:val="clear" w:color="auto" w:fill="E0E0E0"/>
            <w:hideMark/>
          </w:tcPr>
          <w:p w14:paraId="28787865" w14:textId="77777777" w:rsidR="0086178F" w:rsidRDefault="0086178F" w:rsidP="0086178F">
            <w:pPr>
              <w:spacing w:line="276" w:lineRule="auto"/>
              <w:rPr>
                <w:b/>
              </w:rPr>
            </w:pPr>
            <w:r>
              <w:rPr>
                <w:b/>
              </w:rPr>
              <w:t>Toetuse saaja</w:t>
            </w:r>
          </w:p>
        </w:tc>
        <w:tc>
          <w:tcPr>
            <w:tcW w:w="6379" w:type="dxa"/>
          </w:tcPr>
          <w:p w14:paraId="30AF8B8A" w14:textId="6D84C3D4" w:rsidR="0086178F" w:rsidRDefault="0086178F" w:rsidP="0086178F">
            <w:pPr>
              <w:spacing w:line="276" w:lineRule="auto"/>
            </w:pPr>
            <w:proofErr w:type="spellStart"/>
            <w:r w:rsidRPr="00A926DD">
              <w:rPr>
                <w:bCs/>
              </w:rPr>
              <w:t>Ore</w:t>
            </w:r>
            <w:proofErr w:type="spellEnd"/>
            <w:r w:rsidRPr="00A926DD">
              <w:rPr>
                <w:bCs/>
              </w:rPr>
              <w:t xml:space="preserve"> Meedia OÜ</w:t>
            </w:r>
          </w:p>
        </w:tc>
      </w:tr>
      <w:tr w:rsidR="0086178F" w14:paraId="7E0A5572" w14:textId="77777777" w:rsidTr="007B2B30">
        <w:tc>
          <w:tcPr>
            <w:tcW w:w="2660" w:type="dxa"/>
            <w:shd w:val="clear" w:color="auto" w:fill="E0E0E0"/>
            <w:hideMark/>
          </w:tcPr>
          <w:p w14:paraId="78CEF0C6" w14:textId="77777777" w:rsidR="0086178F" w:rsidRDefault="0086178F" w:rsidP="0086178F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pealkiri</w:t>
            </w:r>
          </w:p>
        </w:tc>
        <w:tc>
          <w:tcPr>
            <w:tcW w:w="6379" w:type="dxa"/>
          </w:tcPr>
          <w:p w14:paraId="35F7C9ED" w14:textId="1C387433" w:rsidR="0086178F" w:rsidRDefault="0086178F" w:rsidP="0086178F">
            <w:pPr>
              <w:spacing w:line="276" w:lineRule="auto"/>
              <w:rPr>
                <w:u w:val="single"/>
              </w:rPr>
            </w:pPr>
            <w:r>
              <w:t xml:space="preserve">Veebiportaal </w:t>
            </w:r>
            <w:proofErr w:type="spellStart"/>
            <w:r>
              <w:t>eesti.life</w:t>
            </w:r>
            <w:proofErr w:type="spellEnd"/>
          </w:p>
        </w:tc>
      </w:tr>
      <w:tr w:rsidR="0086178F" w14:paraId="63DA059B" w14:textId="77777777" w:rsidTr="007B2B30">
        <w:tc>
          <w:tcPr>
            <w:tcW w:w="2660" w:type="dxa"/>
            <w:shd w:val="clear" w:color="auto" w:fill="E0E0E0"/>
            <w:hideMark/>
          </w:tcPr>
          <w:p w14:paraId="6D7CFA23" w14:textId="77777777" w:rsidR="0086178F" w:rsidRDefault="0086178F" w:rsidP="0086178F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6379" w:type="dxa"/>
          </w:tcPr>
          <w:p w14:paraId="6E94F724" w14:textId="59AB9632" w:rsidR="0086178F" w:rsidRDefault="0086178F" w:rsidP="0086178F">
            <w:pPr>
              <w:spacing w:line="276" w:lineRule="auto"/>
              <w:rPr>
                <w:u w:val="single"/>
              </w:rPr>
            </w:pPr>
            <w:r>
              <w:rPr>
                <w:iCs/>
              </w:rPr>
              <w:t>AMIF2021-14</w:t>
            </w:r>
          </w:p>
        </w:tc>
      </w:tr>
      <w:tr w:rsidR="00A33D7D" w14:paraId="21067252" w14:textId="77777777" w:rsidTr="007B2B30">
        <w:tc>
          <w:tcPr>
            <w:tcW w:w="2660" w:type="dxa"/>
            <w:shd w:val="clear" w:color="auto" w:fill="E0E0E0"/>
            <w:hideMark/>
          </w:tcPr>
          <w:p w14:paraId="3E15E9F2" w14:textId="77777777" w:rsidR="00A33D7D" w:rsidRDefault="00A33D7D" w:rsidP="00A33D7D">
            <w:pPr>
              <w:spacing w:line="276" w:lineRule="auto"/>
              <w:rPr>
                <w:b/>
              </w:rPr>
            </w:pPr>
            <w:r>
              <w:rPr>
                <w:b/>
              </w:rPr>
              <w:t>Aruandlusperiood</w:t>
            </w:r>
          </w:p>
          <w:p w14:paraId="69BCAC33" w14:textId="77777777" w:rsidR="00A33D7D" w:rsidRPr="00414A5D" w:rsidRDefault="00A33D7D" w:rsidP="00A33D7D">
            <w:pPr>
              <w:spacing w:line="276" w:lineRule="auto"/>
              <w:rPr>
                <w:b/>
                <w:i/>
                <w:sz w:val="20"/>
              </w:rPr>
            </w:pPr>
            <w:r w:rsidRPr="00414A5D">
              <w:rPr>
                <w:b/>
                <w:i/>
                <w:sz w:val="20"/>
              </w:rPr>
              <w:t>(</w:t>
            </w:r>
            <w:r>
              <w:rPr>
                <w:b/>
                <w:i/>
                <w:sz w:val="20"/>
              </w:rPr>
              <w:t>16.10.n-1–15.10.n</w:t>
            </w:r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6379" w:type="dxa"/>
          </w:tcPr>
          <w:p w14:paraId="0626FEB7" w14:textId="2A9CF3AE" w:rsidR="00A33D7D" w:rsidRPr="00584D77" w:rsidRDefault="003447E0" w:rsidP="00A33D7D">
            <w:pPr>
              <w:spacing w:line="276" w:lineRule="auto"/>
            </w:pPr>
            <w:r w:rsidRPr="00584D77">
              <w:rPr>
                <w:iCs/>
              </w:rPr>
              <w:t>01.11.2021 kuni 15.10.2022</w:t>
            </w:r>
          </w:p>
        </w:tc>
      </w:tr>
    </w:tbl>
    <w:p w14:paraId="0F5C8457" w14:textId="77777777" w:rsidR="008F4D83" w:rsidRDefault="008F4D83" w:rsidP="008F4D83">
      <w:pPr>
        <w:autoSpaceDE w:val="0"/>
        <w:autoSpaceDN w:val="0"/>
        <w:adjustRightInd w:val="0"/>
        <w:jc w:val="center"/>
        <w:rPr>
          <w:b/>
          <w:bCs/>
        </w:rPr>
      </w:pPr>
    </w:p>
    <w:p w14:paraId="6B4DBB32" w14:textId="77777777" w:rsidR="008F4D83" w:rsidRDefault="008F4D83" w:rsidP="008F4D83">
      <w:pPr>
        <w:rPr>
          <w:b/>
        </w:rPr>
      </w:pPr>
    </w:p>
    <w:tbl>
      <w:tblPr>
        <w:tblStyle w:val="Kontuurtabel"/>
        <w:tblW w:w="9045" w:type="dxa"/>
        <w:tblLayout w:type="fixed"/>
        <w:tblLook w:val="04A0" w:firstRow="1" w:lastRow="0" w:firstColumn="1" w:lastColumn="0" w:noHBand="0" w:noVBand="1"/>
      </w:tblPr>
      <w:tblGrid>
        <w:gridCol w:w="7200"/>
        <w:gridCol w:w="993"/>
        <w:gridCol w:w="852"/>
      </w:tblGrid>
      <w:tr w:rsidR="008F4D83" w:rsidRPr="00C3170E" w14:paraId="0F39508D" w14:textId="77777777" w:rsidTr="007B2B30">
        <w:trPr>
          <w:trHeight w:val="300"/>
        </w:trPr>
        <w:tc>
          <w:tcPr>
            <w:tcW w:w="7200" w:type="dxa"/>
            <w:noWrap/>
            <w:hideMark/>
          </w:tcPr>
          <w:p w14:paraId="201352D8" w14:textId="77777777" w:rsidR="008F4D83" w:rsidRPr="00C3170E" w:rsidRDefault="008F4D83" w:rsidP="007B2B30">
            <w:pPr>
              <w:jc w:val="left"/>
              <w:rPr>
                <w:b/>
                <w:bCs/>
                <w:color w:val="000000"/>
              </w:rPr>
            </w:pPr>
            <w:r w:rsidRPr="00C3170E">
              <w:rPr>
                <w:b/>
                <w:bCs/>
                <w:color w:val="000000"/>
              </w:rPr>
              <w:t>VARJUPAIK</w:t>
            </w:r>
          </w:p>
        </w:tc>
        <w:tc>
          <w:tcPr>
            <w:tcW w:w="993" w:type="dxa"/>
            <w:hideMark/>
          </w:tcPr>
          <w:p w14:paraId="205DEEAE" w14:textId="77777777" w:rsidR="008F4D83" w:rsidRPr="00C3170E" w:rsidRDefault="008F4D83" w:rsidP="007B2B30">
            <w:pPr>
              <w:jc w:val="center"/>
              <w:rPr>
                <w:b/>
                <w:bCs/>
                <w:color w:val="000000"/>
              </w:rPr>
            </w:pPr>
            <w:r w:rsidRPr="00C3170E">
              <w:rPr>
                <w:b/>
                <w:bCs/>
                <w:color w:val="000000"/>
              </w:rPr>
              <w:t xml:space="preserve">Siht-tase </w:t>
            </w:r>
            <w:r w:rsidRPr="00C3170E">
              <w:rPr>
                <w:b/>
                <w:bCs/>
                <w:i/>
                <w:color w:val="000000"/>
              </w:rPr>
              <w:t>(taotluses märgitud tase)</w:t>
            </w:r>
          </w:p>
        </w:tc>
        <w:tc>
          <w:tcPr>
            <w:tcW w:w="852" w:type="dxa"/>
            <w:hideMark/>
          </w:tcPr>
          <w:p w14:paraId="4E9A4441" w14:textId="77777777" w:rsidR="008F4D83" w:rsidRPr="00C3170E" w:rsidRDefault="008F4D83" w:rsidP="007B2B30">
            <w:pPr>
              <w:rPr>
                <w:b/>
                <w:bCs/>
                <w:color w:val="000000"/>
              </w:rPr>
            </w:pPr>
            <w:proofErr w:type="spellStart"/>
            <w:r w:rsidRPr="00C3170E">
              <w:rPr>
                <w:b/>
                <w:bCs/>
                <w:color w:val="000000"/>
              </w:rPr>
              <w:t>Täit-mine</w:t>
            </w:r>
            <w:proofErr w:type="spellEnd"/>
          </w:p>
        </w:tc>
      </w:tr>
      <w:tr w:rsidR="008F4D83" w:rsidRPr="00C3170E" w14:paraId="66AFC97E" w14:textId="77777777" w:rsidTr="007B2B30">
        <w:trPr>
          <w:trHeight w:val="359"/>
        </w:trPr>
        <w:tc>
          <w:tcPr>
            <w:tcW w:w="7200" w:type="dxa"/>
            <w:vAlign w:val="center"/>
            <w:hideMark/>
          </w:tcPr>
          <w:p w14:paraId="24D3EA05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  <w:r w:rsidRPr="00C3170E">
              <w:rPr>
                <w:color w:val="000000"/>
              </w:rPr>
              <w:t xml:space="preserve">Sihtrühma kuuluvate nende isikute arv, keda fondi toetusel abistati  </w:t>
            </w:r>
          </w:p>
        </w:tc>
        <w:tc>
          <w:tcPr>
            <w:tcW w:w="993" w:type="dxa"/>
          </w:tcPr>
          <w:p w14:paraId="70C58F84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</w:p>
        </w:tc>
        <w:tc>
          <w:tcPr>
            <w:tcW w:w="852" w:type="dxa"/>
          </w:tcPr>
          <w:p w14:paraId="661FA2A7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</w:p>
        </w:tc>
      </w:tr>
      <w:tr w:rsidR="008F4D83" w:rsidRPr="00C3170E" w14:paraId="18BE2E22" w14:textId="77777777" w:rsidTr="007B2B30">
        <w:trPr>
          <w:trHeight w:val="422"/>
        </w:trPr>
        <w:tc>
          <w:tcPr>
            <w:tcW w:w="7200" w:type="dxa"/>
            <w:vAlign w:val="center"/>
            <w:hideMark/>
          </w:tcPr>
          <w:p w14:paraId="00D1C50A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  <w:r w:rsidRPr="00C3170E">
              <w:rPr>
                <w:color w:val="000000"/>
              </w:rPr>
              <w:t xml:space="preserve">Nende isikute arv, kes on saanud varjupaigaalast koolitust fondi toetusel. </w:t>
            </w:r>
          </w:p>
        </w:tc>
        <w:tc>
          <w:tcPr>
            <w:tcW w:w="993" w:type="dxa"/>
          </w:tcPr>
          <w:p w14:paraId="0A80B115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</w:p>
        </w:tc>
        <w:tc>
          <w:tcPr>
            <w:tcW w:w="852" w:type="dxa"/>
          </w:tcPr>
          <w:p w14:paraId="061618B3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</w:p>
        </w:tc>
      </w:tr>
      <w:tr w:rsidR="008F4D83" w:rsidRPr="00C3170E" w14:paraId="5F24DAD3" w14:textId="77777777" w:rsidTr="007B2B30">
        <w:trPr>
          <w:trHeight w:val="332"/>
        </w:trPr>
        <w:tc>
          <w:tcPr>
            <w:tcW w:w="7200" w:type="dxa"/>
            <w:vAlign w:val="center"/>
            <w:hideMark/>
          </w:tcPr>
          <w:p w14:paraId="52FC98CB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  <w:r w:rsidRPr="00C3170E">
              <w:rPr>
                <w:rFonts w:eastAsia="MS Gothic"/>
                <w:color w:val="000000"/>
              </w:rPr>
              <w:t>Fondi toetusel renoveeritud ja/või loodud vastuvõtu majutuskohtade arv</w:t>
            </w:r>
          </w:p>
        </w:tc>
        <w:tc>
          <w:tcPr>
            <w:tcW w:w="993" w:type="dxa"/>
          </w:tcPr>
          <w:p w14:paraId="3F7E7C0D" w14:textId="77777777" w:rsidR="008F4D83" w:rsidRPr="00C3170E" w:rsidRDefault="008F4D83" w:rsidP="007B2B30">
            <w:pPr>
              <w:jc w:val="left"/>
              <w:rPr>
                <w:rFonts w:eastAsia="MS Gothic"/>
                <w:color w:val="000000"/>
              </w:rPr>
            </w:pPr>
          </w:p>
        </w:tc>
        <w:tc>
          <w:tcPr>
            <w:tcW w:w="852" w:type="dxa"/>
          </w:tcPr>
          <w:p w14:paraId="7269C7DA" w14:textId="77777777" w:rsidR="008F4D83" w:rsidRPr="00C3170E" w:rsidRDefault="008F4D83" w:rsidP="007B2B30">
            <w:pPr>
              <w:jc w:val="left"/>
              <w:rPr>
                <w:rFonts w:eastAsia="MS Gothic"/>
                <w:color w:val="000000"/>
              </w:rPr>
            </w:pPr>
          </w:p>
        </w:tc>
      </w:tr>
      <w:tr w:rsidR="008F4D83" w:rsidRPr="00C3170E" w14:paraId="387B3A62" w14:textId="77777777" w:rsidTr="007B2B30">
        <w:trPr>
          <w:trHeight w:val="550"/>
        </w:trPr>
        <w:tc>
          <w:tcPr>
            <w:tcW w:w="7200" w:type="dxa"/>
            <w:vAlign w:val="center"/>
          </w:tcPr>
          <w:p w14:paraId="23EBA865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  <w:r w:rsidRPr="00C3170E">
              <w:rPr>
                <w:rFonts w:eastAsia="MS Gothic"/>
                <w:color w:val="000000"/>
              </w:rPr>
              <w:t>Fondi toetusel renoveeritud ja/või loodud majutuskohtade osakaal kogu vastuvõtu majutusvõimaluste mahutavusest (% m</w:t>
            </w:r>
            <w:r w:rsidRPr="00C3170E">
              <w:rPr>
                <w:rFonts w:eastAsia="MS Gothic"/>
                <w:color w:val="000000"/>
                <w:vertAlign w:val="superscript"/>
              </w:rPr>
              <w:t>2</w:t>
            </w:r>
            <w:r w:rsidRPr="00C3170E">
              <w:rPr>
                <w:rFonts w:eastAsia="MS Gothic"/>
                <w:color w:val="000000"/>
              </w:rPr>
              <w:t xml:space="preserve"> kohta)</w:t>
            </w:r>
          </w:p>
        </w:tc>
        <w:tc>
          <w:tcPr>
            <w:tcW w:w="993" w:type="dxa"/>
          </w:tcPr>
          <w:p w14:paraId="22A7F912" w14:textId="77777777" w:rsidR="008F4D83" w:rsidRPr="00C3170E" w:rsidRDefault="008F4D83" w:rsidP="007B2B30">
            <w:pPr>
              <w:jc w:val="left"/>
              <w:rPr>
                <w:rFonts w:eastAsia="MS Gothic"/>
                <w:color w:val="000000"/>
              </w:rPr>
            </w:pPr>
          </w:p>
        </w:tc>
        <w:tc>
          <w:tcPr>
            <w:tcW w:w="852" w:type="dxa"/>
          </w:tcPr>
          <w:p w14:paraId="210ADADE" w14:textId="77777777" w:rsidR="008F4D83" w:rsidRPr="00C3170E" w:rsidRDefault="008F4D83" w:rsidP="007B2B30">
            <w:pPr>
              <w:jc w:val="left"/>
              <w:rPr>
                <w:rFonts w:eastAsia="MS Gothic"/>
                <w:color w:val="000000"/>
              </w:rPr>
            </w:pPr>
          </w:p>
        </w:tc>
      </w:tr>
      <w:tr w:rsidR="008F4D83" w:rsidRPr="00C3170E" w14:paraId="24320246" w14:textId="77777777" w:rsidTr="007B2B30">
        <w:trPr>
          <w:trHeight w:val="300"/>
        </w:trPr>
        <w:tc>
          <w:tcPr>
            <w:tcW w:w="9045" w:type="dxa"/>
            <w:gridSpan w:val="3"/>
            <w:vAlign w:val="center"/>
            <w:hideMark/>
          </w:tcPr>
          <w:p w14:paraId="6A7BA33B" w14:textId="77777777" w:rsidR="008F4D83" w:rsidRPr="00C3170E" w:rsidRDefault="008F4D83" w:rsidP="007B2B30">
            <w:pPr>
              <w:jc w:val="left"/>
              <w:rPr>
                <w:b/>
                <w:bCs/>
                <w:color w:val="000000"/>
              </w:rPr>
            </w:pPr>
            <w:r w:rsidRPr="00C3170E">
              <w:rPr>
                <w:b/>
                <w:bCs/>
                <w:color w:val="000000"/>
              </w:rPr>
              <w:t>INTEGRATSIOON</w:t>
            </w:r>
          </w:p>
        </w:tc>
      </w:tr>
      <w:tr w:rsidR="008F4D83" w:rsidRPr="00C3170E" w14:paraId="794B06E2" w14:textId="77777777" w:rsidTr="007B2B30">
        <w:trPr>
          <w:trHeight w:val="312"/>
        </w:trPr>
        <w:tc>
          <w:tcPr>
            <w:tcW w:w="7200" w:type="dxa"/>
            <w:vAlign w:val="center"/>
            <w:hideMark/>
          </w:tcPr>
          <w:p w14:paraId="2D8E0A3A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  <w:r w:rsidRPr="00C3170E">
              <w:rPr>
                <w:color w:val="000000"/>
              </w:rPr>
              <w:t>Sihtrühma kuuluvate nende isikute arv, keda fondi toetusel abistati</w:t>
            </w:r>
          </w:p>
        </w:tc>
        <w:tc>
          <w:tcPr>
            <w:tcW w:w="993" w:type="dxa"/>
          </w:tcPr>
          <w:p w14:paraId="3D2B21E5" w14:textId="0705CA90" w:rsidR="008F4D83" w:rsidRPr="00C3170E" w:rsidRDefault="0086178F" w:rsidP="00A33D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2" w:type="dxa"/>
          </w:tcPr>
          <w:p w14:paraId="3AC02B54" w14:textId="10559915" w:rsidR="008F4D83" w:rsidRPr="00C3170E" w:rsidRDefault="00081405" w:rsidP="007B2B30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F4D83" w:rsidRPr="00C3170E" w14:paraId="0AEA0CC2" w14:textId="77777777" w:rsidTr="007B2B30">
        <w:trPr>
          <w:trHeight w:val="300"/>
        </w:trPr>
        <w:tc>
          <w:tcPr>
            <w:tcW w:w="9045" w:type="dxa"/>
            <w:gridSpan w:val="3"/>
            <w:vAlign w:val="center"/>
            <w:hideMark/>
          </w:tcPr>
          <w:p w14:paraId="4E541658" w14:textId="77777777" w:rsidR="008F4D83" w:rsidRPr="00C3170E" w:rsidRDefault="008F4D83" w:rsidP="007B2B30">
            <w:pPr>
              <w:jc w:val="left"/>
              <w:rPr>
                <w:b/>
                <w:bCs/>
                <w:color w:val="000000"/>
              </w:rPr>
            </w:pPr>
            <w:r w:rsidRPr="00C3170E">
              <w:rPr>
                <w:b/>
                <w:bCs/>
                <w:color w:val="000000"/>
              </w:rPr>
              <w:t>TAGASISAATMINE</w:t>
            </w:r>
          </w:p>
        </w:tc>
      </w:tr>
      <w:tr w:rsidR="008F4D83" w:rsidRPr="00C3170E" w14:paraId="31607E33" w14:textId="77777777" w:rsidTr="007B2B30">
        <w:trPr>
          <w:trHeight w:val="375"/>
        </w:trPr>
        <w:tc>
          <w:tcPr>
            <w:tcW w:w="7200" w:type="dxa"/>
            <w:vAlign w:val="center"/>
            <w:hideMark/>
          </w:tcPr>
          <w:p w14:paraId="4FF81956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  <w:r w:rsidRPr="00C3170E">
              <w:rPr>
                <w:color w:val="000000"/>
              </w:rPr>
              <w:t xml:space="preserve">Nende isikute arv, kes on saanud </w:t>
            </w:r>
            <w:proofErr w:type="spellStart"/>
            <w:r w:rsidRPr="00C3170E">
              <w:rPr>
                <w:color w:val="000000"/>
              </w:rPr>
              <w:t>tagasisaatmisalast</w:t>
            </w:r>
            <w:proofErr w:type="spellEnd"/>
            <w:r w:rsidRPr="00C3170E">
              <w:rPr>
                <w:color w:val="000000"/>
              </w:rPr>
              <w:t xml:space="preserve"> koolitust fondi toetusel</w:t>
            </w:r>
          </w:p>
        </w:tc>
        <w:tc>
          <w:tcPr>
            <w:tcW w:w="993" w:type="dxa"/>
          </w:tcPr>
          <w:p w14:paraId="7BF0CE2E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</w:p>
        </w:tc>
        <w:tc>
          <w:tcPr>
            <w:tcW w:w="852" w:type="dxa"/>
          </w:tcPr>
          <w:p w14:paraId="6022C806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</w:p>
        </w:tc>
      </w:tr>
      <w:tr w:rsidR="008F4D83" w:rsidRPr="00C3170E" w14:paraId="5EFC4300" w14:textId="77777777" w:rsidTr="007B2B30">
        <w:trPr>
          <w:trHeight w:val="284"/>
        </w:trPr>
        <w:tc>
          <w:tcPr>
            <w:tcW w:w="7200" w:type="dxa"/>
            <w:vAlign w:val="center"/>
            <w:hideMark/>
          </w:tcPr>
          <w:p w14:paraId="5DD63335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  <w:r w:rsidRPr="00C3170E">
              <w:rPr>
                <w:color w:val="000000"/>
              </w:rPr>
              <w:t xml:space="preserve">Nende isikute arv, kellele pakuti </w:t>
            </w:r>
            <w:proofErr w:type="spellStart"/>
            <w:r w:rsidRPr="00C3170E">
              <w:rPr>
                <w:color w:val="000000"/>
              </w:rPr>
              <w:t>tagasisaatmiseelset</w:t>
            </w:r>
            <w:proofErr w:type="spellEnd"/>
            <w:r w:rsidRPr="00C3170E">
              <w:rPr>
                <w:color w:val="000000"/>
              </w:rPr>
              <w:t xml:space="preserve"> või -järgset abi</w:t>
            </w:r>
          </w:p>
        </w:tc>
        <w:tc>
          <w:tcPr>
            <w:tcW w:w="993" w:type="dxa"/>
          </w:tcPr>
          <w:p w14:paraId="7D77596F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</w:p>
        </w:tc>
        <w:tc>
          <w:tcPr>
            <w:tcW w:w="852" w:type="dxa"/>
          </w:tcPr>
          <w:p w14:paraId="66AEE7B7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</w:p>
        </w:tc>
      </w:tr>
      <w:tr w:rsidR="008F4D83" w:rsidRPr="00C3170E" w14:paraId="43971BBA" w14:textId="77777777" w:rsidTr="007B2B30">
        <w:trPr>
          <w:trHeight w:val="278"/>
        </w:trPr>
        <w:tc>
          <w:tcPr>
            <w:tcW w:w="7200" w:type="dxa"/>
            <w:noWrap/>
            <w:vAlign w:val="center"/>
            <w:hideMark/>
          </w:tcPr>
          <w:p w14:paraId="0EA349F1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  <w:r w:rsidRPr="00C3170E">
              <w:rPr>
                <w:rFonts w:eastAsia="MS Gothic"/>
                <w:color w:val="000000"/>
              </w:rPr>
              <w:t>Vabatahtlikult tagasipöördunud isikute arv</w:t>
            </w:r>
          </w:p>
        </w:tc>
        <w:tc>
          <w:tcPr>
            <w:tcW w:w="993" w:type="dxa"/>
          </w:tcPr>
          <w:p w14:paraId="29586E74" w14:textId="77777777" w:rsidR="008F4D83" w:rsidRPr="00C3170E" w:rsidRDefault="008F4D83" w:rsidP="007B2B30">
            <w:pPr>
              <w:rPr>
                <w:rFonts w:eastAsia="MS Gothic"/>
                <w:color w:val="000000"/>
              </w:rPr>
            </w:pPr>
          </w:p>
        </w:tc>
        <w:tc>
          <w:tcPr>
            <w:tcW w:w="852" w:type="dxa"/>
          </w:tcPr>
          <w:p w14:paraId="4092320E" w14:textId="77777777" w:rsidR="008F4D83" w:rsidRPr="00C3170E" w:rsidRDefault="008F4D83" w:rsidP="007B2B30">
            <w:pPr>
              <w:rPr>
                <w:rFonts w:eastAsia="MS Gothic"/>
                <w:color w:val="000000"/>
              </w:rPr>
            </w:pPr>
          </w:p>
        </w:tc>
      </w:tr>
      <w:tr w:rsidR="008F4D83" w:rsidRPr="00C3170E" w14:paraId="7D68D147" w14:textId="77777777" w:rsidTr="007B2B30">
        <w:trPr>
          <w:trHeight w:val="283"/>
        </w:trPr>
        <w:tc>
          <w:tcPr>
            <w:tcW w:w="7200" w:type="dxa"/>
            <w:noWrap/>
            <w:vAlign w:val="center"/>
            <w:hideMark/>
          </w:tcPr>
          <w:p w14:paraId="170F83D7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  <w:r w:rsidRPr="00C3170E">
              <w:rPr>
                <w:rFonts w:eastAsia="MS Gothic"/>
                <w:color w:val="000000"/>
              </w:rPr>
              <w:t>Väljasaadetud isikute arv</w:t>
            </w:r>
            <w:r w:rsidRPr="00C3170E">
              <w:rPr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14:paraId="49419DB4" w14:textId="77777777" w:rsidR="008F4D83" w:rsidRPr="00C3170E" w:rsidRDefault="008F4D83" w:rsidP="007B2B30">
            <w:pPr>
              <w:rPr>
                <w:color w:val="000000"/>
              </w:rPr>
            </w:pPr>
          </w:p>
        </w:tc>
        <w:tc>
          <w:tcPr>
            <w:tcW w:w="852" w:type="dxa"/>
          </w:tcPr>
          <w:p w14:paraId="754BF0FB" w14:textId="77777777" w:rsidR="008F4D83" w:rsidRPr="00C3170E" w:rsidRDefault="008F4D83" w:rsidP="007B2B30">
            <w:pPr>
              <w:rPr>
                <w:color w:val="000000"/>
              </w:rPr>
            </w:pPr>
          </w:p>
        </w:tc>
      </w:tr>
      <w:tr w:rsidR="008F4D83" w:rsidRPr="00C3170E" w14:paraId="1DA54ACE" w14:textId="77777777" w:rsidTr="007B2B30">
        <w:trPr>
          <w:trHeight w:val="415"/>
        </w:trPr>
        <w:tc>
          <w:tcPr>
            <w:tcW w:w="7200" w:type="dxa"/>
            <w:vAlign w:val="center"/>
            <w:hideMark/>
          </w:tcPr>
          <w:p w14:paraId="393199FD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  <w:r w:rsidRPr="00C3170E">
              <w:rPr>
                <w:color w:val="000000"/>
              </w:rPr>
              <w:t>Väljasaatmiste vaatluste arv</w:t>
            </w:r>
          </w:p>
        </w:tc>
        <w:tc>
          <w:tcPr>
            <w:tcW w:w="993" w:type="dxa"/>
          </w:tcPr>
          <w:p w14:paraId="3EED48DD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</w:p>
        </w:tc>
        <w:tc>
          <w:tcPr>
            <w:tcW w:w="852" w:type="dxa"/>
          </w:tcPr>
          <w:p w14:paraId="30112AD7" w14:textId="77777777" w:rsidR="008F4D83" w:rsidRPr="00C3170E" w:rsidRDefault="008F4D83" w:rsidP="007B2B30">
            <w:pPr>
              <w:jc w:val="left"/>
              <w:rPr>
                <w:color w:val="000000"/>
              </w:rPr>
            </w:pPr>
          </w:p>
        </w:tc>
      </w:tr>
    </w:tbl>
    <w:p w14:paraId="69338C5D" w14:textId="77777777" w:rsidR="008F4D83" w:rsidRDefault="008F4D83" w:rsidP="008F4D83"/>
    <w:p w14:paraId="799CA938" w14:textId="3FE8C5DD" w:rsidR="008F4D83" w:rsidRDefault="008F4D83" w:rsidP="00F161C4">
      <w:pPr>
        <w:widowControl/>
        <w:suppressAutoHyphens w:val="0"/>
        <w:spacing w:line="240" w:lineRule="auto"/>
        <w:jc w:val="left"/>
        <w:rPr>
          <w:rFonts w:eastAsia="Times New Roman"/>
          <w:b/>
          <w:bCs/>
          <w:iCs/>
          <w:kern w:val="0"/>
          <w:lang w:eastAsia="et-EE" w:bidi="ar-SA"/>
        </w:rPr>
      </w:pPr>
    </w:p>
    <w:p w14:paraId="5FA23591" w14:textId="77777777" w:rsidR="00BF7642" w:rsidRDefault="00BF7642" w:rsidP="00F161C4">
      <w:pPr>
        <w:widowControl/>
        <w:suppressAutoHyphens w:val="0"/>
        <w:spacing w:line="240" w:lineRule="auto"/>
        <w:jc w:val="left"/>
        <w:rPr>
          <w:rFonts w:eastAsia="Times New Roman"/>
          <w:b/>
          <w:bCs/>
          <w:iCs/>
          <w:kern w:val="0"/>
          <w:lang w:eastAsia="et-EE" w:bidi="ar-SA"/>
        </w:rPr>
      </w:pPr>
    </w:p>
    <w:p w14:paraId="6D19B7A8" w14:textId="0D7688B4" w:rsidR="00F161C4" w:rsidRPr="006B0F06" w:rsidRDefault="00F161C4" w:rsidP="00F161C4">
      <w:pPr>
        <w:widowControl/>
        <w:suppressAutoHyphens w:val="0"/>
        <w:spacing w:line="240" w:lineRule="auto"/>
        <w:jc w:val="left"/>
        <w:rPr>
          <w:rFonts w:eastAsia="Times New Roman"/>
          <w:iCs/>
          <w:kern w:val="0"/>
          <w:lang w:eastAsia="et-EE" w:bidi="ar-SA"/>
        </w:rPr>
      </w:pPr>
      <w:r w:rsidRPr="006B0F06">
        <w:rPr>
          <w:rFonts w:eastAsia="Times New Roman"/>
          <w:iCs/>
          <w:kern w:val="0"/>
          <w:lang w:eastAsia="et-EE" w:bidi="ar-SA"/>
        </w:rPr>
        <w:t>Mare Timian</w:t>
      </w:r>
    </w:p>
    <w:p w14:paraId="6844FE12" w14:textId="32B2BF11" w:rsidR="00F161C4" w:rsidRPr="00735F81" w:rsidRDefault="00F161C4" w:rsidP="00F161C4">
      <w:pPr>
        <w:widowControl/>
        <w:suppressAutoHyphens w:val="0"/>
        <w:spacing w:line="240" w:lineRule="auto"/>
        <w:jc w:val="left"/>
        <w:rPr>
          <w:rFonts w:eastAsia="Times New Roman"/>
          <w:iCs/>
          <w:kern w:val="0"/>
          <w:lang w:eastAsia="et-EE" w:bidi="ar-SA"/>
        </w:rPr>
      </w:pPr>
      <w:r w:rsidRPr="00735F81">
        <w:rPr>
          <w:rFonts w:eastAsia="Times New Roman"/>
          <w:iCs/>
          <w:kern w:val="0"/>
          <w:lang w:eastAsia="et-EE" w:bidi="ar-SA"/>
        </w:rPr>
        <w:t>projektijuht</w:t>
      </w:r>
    </w:p>
    <w:p w14:paraId="6B456214" w14:textId="07A7EDF9" w:rsidR="001A4260" w:rsidRPr="00EC62F9" w:rsidRDefault="00EC62F9">
      <w:pPr>
        <w:widowControl/>
        <w:suppressAutoHyphens w:val="0"/>
        <w:spacing w:line="240" w:lineRule="auto"/>
        <w:jc w:val="left"/>
        <w:rPr>
          <w:i/>
        </w:rPr>
      </w:pPr>
      <w:r w:rsidRPr="00EC62F9">
        <w:rPr>
          <w:i/>
        </w:rPr>
        <w:t>(allkirjastatud digitaalselt)</w:t>
      </w:r>
    </w:p>
    <w:sectPr w:rsidR="001A4260" w:rsidRPr="00EC62F9" w:rsidSect="00A14D83">
      <w:headerReference w:type="default" r:id="rId12"/>
      <w:footerReference w:type="first" r:id="rId13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AEF8E" w14:textId="77777777" w:rsidR="007C54D1" w:rsidRDefault="007C54D1" w:rsidP="00DF44DF">
      <w:r>
        <w:separator/>
      </w:r>
    </w:p>
  </w:endnote>
  <w:endnote w:type="continuationSeparator" w:id="0">
    <w:p w14:paraId="2335EA5E" w14:textId="77777777" w:rsidR="007C54D1" w:rsidRDefault="007C54D1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6C9D" w14:textId="3D84B683" w:rsidR="00C84CD4" w:rsidRDefault="00C84CD4">
    <w:pPr>
      <w:pStyle w:val="Jalus"/>
    </w:pPr>
  </w:p>
  <w:p w14:paraId="571287EA" w14:textId="5517EADF" w:rsidR="00C84CD4" w:rsidRDefault="00C84CD4">
    <w:pPr>
      <w:pStyle w:val="Jalus"/>
    </w:pPr>
  </w:p>
  <w:p w14:paraId="182ED0F2" w14:textId="33535490" w:rsidR="00C84CD4" w:rsidRDefault="00C84CD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E327B" w14:textId="77777777" w:rsidR="007C54D1" w:rsidRDefault="007C54D1" w:rsidP="00DF44DF">
      <w:r>
        <w:separator/>
      </w:r>
    </w:p>
  </w:footnote>
  <w:footnote w:type="continuationSeparator" w:id="0">
    <w:p w14:paraId="7ADEA020" w14:textId="77777777" w:rsidR="007C54D1" w:rsidRDefault="007C54D1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6219" w14:textId="77777777" w:rsidR="00110BCA" w:rsidRDefault="00110BCA" w:rsidP="00110BCA">
    <w:pPr>
      <w:pStyle w:val="Jalus1"/>
      <w:jc w:val="center"/>
    </w:pPr>
  </w:p>
  <w:p w14:paraId="6B45621A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16"/>
    <w:rsid w:val="00017C88"/>
    <w:rsid w:val="0004665A"/>
    <w:rsid w:val="00060947"/>
    <w:rsid w:val="00073127"/>
    <w:rsid w:val="00081405"/>
    <w:rsid w:val="000913FC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447E0"/>
    <w:rsid w:val="00354059"/>
    <w:rsid w:val="00385C18"/>
    <w:rsid w:val="00394DCB"/>
    <w:rsid w:val="003A0707"/>
    <w:rsid w:val="003B2A9C"/>
    <w:rsid w:val="003D76F1"/>
    <w:rsid w:val="003F6697"/>
    <w:rsid w:val="004110BE"/>
    <w:rsid w:val="00422A99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84D77"/>
    <w:rsid w:val="005927C1"/>
    <w:rsid w:val="005966BD"/>
    <w:rsid w:val="005B5CE1"/>
    <w:rsid w:val="005B7641"/>
    <w:rsid w:val="005E3AED"/>
    <w:rsid w:val="005E45BB"/>
    <w:rsid w:val="00602834"/>
    <w:rsid w:val="00680609"/>
    <w:rsid w:val="006A004C"/>
    <w:rsid w:val="006B0F06"/>
    <w:rsid w:val="006E16BD"/>
    <w:rsid w:val="006F3BB9"/>
    <w:rsid w:val="006F72D7"/>
    <w:rsid w:val="007056E1"/>
    <w:rsid w:val="0070684C"/>
    <w:rsid w:val="00713327"/>
    <w:rsid w:val="00735F81"/>
    <w:rsid w:val="0075695A"/>
    <w:rsid w:val="0076054B"/>
    <w:rsid w:val="00793A3C"/>
    <w:rsid w:val="007A1DE8"/>
    <w:rsid w:val="007C54D1"/>
    <w:rsid w:val="007D2BF1"/>
    <w:rsid w:val="007D54FC"/>
    <w:rsid w:val="007E4FA9"/>
    <w:rsid w:val="007F55B0"/>
    <w:rsid w:val="008145F3"/>
    <w:rsid w:val="00816877"/>
    <w:rsid w:val="00835858"/>
    <w:rsid w:val="0084562D"/>
    <w:rsid w:val="0086178F"/>
    <w:rsid w:val="00883C30"/>
    <w:rsid w:val="008919F2"/>
    <w:rsid w:val="0089276C"/>
    <w:rsid w:val="008D4634"/>
    <w:rsid w:val="008F0B50"/>
    <w:rsid w:val="008F4D83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33D7D"/>
    <w:rsid w:val="00A5183D"/>
    <w:rsid w:val="00AD2EA7"/>
    <w:rsid w:val="00AE7DDE"/>
    <w:rsid w:val="00B12336"/>
    <w:rsid w:val="00B81632"/>
    <w:rsid w:val="00BC1A62"/>
    <w:rsid w:val="00BD078E"/>
    <w:rsid w:val="00BD3CCF"/>
    <w:rsid w:val="00BF4D7C"/>
    <w:rsid w:val="00BF7642"/>
    <w:rsid w:val="00C110FE"/>
    <w:rsid w:val="00C24F66"/>
    <w:rsid w:val="00C27B07"/>
    <w:rsid w:val="00C41FC5"/>
    <w:rsid w:val="00C83346"/>
    <w:rsid w:val="00C84CD4"/>
    <w:rsid w:val="00C90E39"/>
    <w:rsid w:val="00CA08F3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C62F9"/>
    <w:rsid w:val="00EE4FCE"/>
    <w:rsid w:val="00F122D1"/>
    <w:rsid w:val="00F161C4"/>
    <w:rsid w:val="00F25A4E"/>
    <w:rsid w:val="00F35DF9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B456200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A08F3"/>
    <w:pPr>
      <w:spacing w:line="240" w:lineRule="auto"/>
    </w:pPr>
    <w:rPr>
      <w:rFonts w:cs="Mangal"/>
      <w:sz w:val="20"/>
      <w:szCs w:val="18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A08F3"/>
    <w:rPr>
      <w:rFonts w:eastAsia="SimSun" w:cs="Mangal"/>
      <w:kern w:val="1"/>
      <w:szCs w:val="18"/>
      <w:lang w:eastAsia="zh-CN" w:bidi="hi-IN"/>
    </w:rPr>
  </w:style>
  <w:style w:type="character" w:styleId="Allmrkuseviide">
    <w:name w:val="footnote reference"/>
    <w:basedOn w:val="Liguvaikefont"/>
    <w:uiPriority w:val="99"/>
    <w:semiHidden/>
    <w:unhideWhenUsed/>
    <w:rsid w:val="00CA08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Props1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E9BA0-E4EB-45A2-B33D-D87998BF50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362CFC-7C28-4864-86B0-DA55C3A7A387}">
  <ds:schemaRefs>
    <ds:schemaRef ds:uri="http://schemas.microsoft.com/office/2006/metadata/properties"/>
    <ds:schemaRef ds:uri="http://schemas.microsoft.com/office/infopath/2007/PartnerControls"/>
    <ds:schemaRef ds:uri="d0759c17-f71d-426f-a000-2a7c696f56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</Template>
  <TotalTime>30</TotalTime>
  <Pages>1</Pages>
  <Words>171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Mare Timian</cp:lastModifiedBy>
  <cp:revision>16</cp:revision>
  <cp:lastPrinted>2014-04-02T13:57:00Z</cp:lastPrinted>
  <dcterms:created xsi:type="dcterms:W3CDTF">2021-06-11T09:17:00Z</dcterms:created>
  <dcterms:modified xsi:type="dcterms:W3CDTF">2022-10-25T20:44:00Z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