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71E53" w14:textId="5FAF9683" w:rsidR="00BC1507" w:rsidRPr="007E1D19" w:rsidRDefault="00BC1507">
      <w:pPr>
        <w:pStyle w:val="Pealkiri"/>
      </w:pPr>
      <w:r w:rsidRPr="007E1D19">
        <w:t>TÖÖVÕTU</w:t>
      </w:r>
      <w:r w:rsidR="005A1CA9" w:rsidRPr="007E1D19">
        <w:t>LEPING</w:t>
      </w:r>
      <w:r w:rsidR="0067560E">
        <w:t xml:space="preserve"> </w:t>
      </w:r>
      <w:r w:rsidR="0067560E" w:rsidRPr="0067560E">
        <w:t xml:space="preserve">nr </w:t>
      </w:r>
      <w:r w:rsidR="00FD01FF">
        <w:t>1-18/</w:t>
      </w:r>
      <w:r w:rsidR="001A2521">
        <w:t>2023/177</w:t>
      </w:r>
    </w:p>
    <w:p w14:paraId="6EE31DC8" w14:textId="77777777" w:rsidR="00C70CB6" w:rsidRPr="008C4BE6" w:rsidRDefault="00C70CB6">
      <w:pPr>
        <w:jc w:val="both"/>
        <w:rPr>
          <w:spacing w:val="0"/>
        </w:rPr>
      </w:pPr>
    </w:p>
    <w:p w14:paraId="384F3DF3" w14:textId="41BC3E12" w:rsidR="007E1D19" w:rsidRDefault="0002325F" w:rsidP="007E1D19">
      <w:pPr>
        <w:pStyle w:val="Normaallaadveeb"/>
        <w:jc w:val="right"/>
        <w:rPr>
          <w:lang w:val="et-EE"/>
        </w:rPr>
      </w:pPr>
      <w:r w:rsidRPr="004C0095">
        <w:rPr>
          <w:rFonts w:eastAsia="Calibri"/>
          <w:szCs w:val="22"/>
          <w:lang w:val="fi-FI"/>
        </w:rPr>
        <w:t xml:space="preserve"> </w:t>
      </w:r>
      <w:r w:rsidR="00F2571C">
        <w:rPr>
          <w:rFonts w:eastAsia="Calibri"/>
          <w:szCs w:val="22"/>
          <w:lang w:val="fi-FI"/>
        </w:rPr>
        <w:t>23.10.2023</w:t>
      </w:r>
    </w:p>
    <w:p w14:paraId="53085A29" w14:textId="77777777" w:rsidR="00C70CB6" w:rsidRPr="007E1D19" w:rsidRDefault="00C70CB6" w:rsidP="007E1D19">
      <w:pPr>
        <w:jc w:val="right"/>
        <w:rPr>
          <w:spacing w:val="0"/>
          <w:sz w:val="22"/>
          <w:szCs w:val="22"/>
        </w:rPr>
      </w:pPr>
    </w:p>
    <w:p w14:paraId="0277AA4B" w14:textId="04ED9913"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6DFCFE2FA0D44F7C9D1C87F1CB14AD9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02325F">
            <w:rPr>
              <w:spacing w:val="0"/>
            </w:rPr>
            <w:t>juhatuse esimehe</w:t>
          </w:r>
        </w:sdtContent>
      </w:sdt>
      <w:r w:rsidR="007E1D19" w:rsidRPr="007E1D19">
        <w:rPr>
          <w:spacing w:val="0"/>
        </w:rPr>
        <w:t xml:space="preserve">, </w:t>
      </w:r>
      <w:sdt>
        <w:sdtPr>
          <w:rPr>
            <w:spacing w:val="0"/>
          </w:rPr>
          <w:alias w:val="Vali kuupäev"/>
          <w:tag w:val="Vali kuupäev"/>
          <w:id w:val="-171967024"/>
          <w:placeholder>
            <w:docPart w:val="0827657CA1C14C188DBE77CF340B4A0A"/>
          </w:placeholder>
          <w:date w:fullDate="2022-04-28T00:00:00Z">
            <w:dateFormat w:val="d.MM.yyyy"/>
            <w:lid w:val="et-EE"/>
            <w:storeMappedDataAs w:val="dateTime"/>
            <w:calendar w:val="gregorian"/>
          </w:date>
        </w:sdtPr>
        <w:sdtContent>
          <w:r w:rsidR="0002325F">
            <w:rPr>
              <w:spacing w:val="0"/>
            </w:rPr>
            <w:t>28.04.2022</w:t>
          </w:r>
        </w:sdtContent>
      </w:sdt>
      <w:r w:rsidR="0002325F" w:rsidRPr="00487EC6">
        <w:rPr>
          <w:spacing w:val="0"/>
        </w:rPr>
        <w:t xml:space="preserve"> </w:t>
      </w:r>
      <w:sdt>
        <w:sdtPr>
          <w:rPr>
            <w:spacing w:val="0"/>
          </w:rPr>
          <w:id w:val="-775716232"/>
          <w:placeholder>
            <w:docPart w:val="CEF2B44305E84BB6BEB4B09803F1DA86"/>
          </w:placeholder>
          <w:comboBox>
            <w:listItem w:displayText="otsuse" w:value="otsuse"/>
            <w:listItem w:displayText="käskkirja" w:value="käskkirja"/>
            <w:listItem w:displayText="volikirja" w:value="volikirja"/>
            <w:listItem w:displayText="määruse" w:value="määruse"/>
          </w:comboBox>
        </w:sdtPr>
        <w:sdtContent>
          <w:r w:rsidR="0002325F">
            <w:rPr>
              <w:spacing w:val="0"/>
            </w:rPr>
            <w:t>käskkirja</w:t>
          </w:r>
        </w:sdtContent>
      </w:sdt>
      <w:r w:rsidR="0002325F" w:rsidRPr="00487EC6">
        <w:rPr>
          <w:spacing w:val="0"/>
        </w:rPr>
        <w:t xml:space="preserve"> nr </w:t>
      </w:r>
      <w:r w:rsidR="0002325F">
        <w:rPr>
          <w:spacing w:val="0"/>
        </w:rPr>
        <w:t xml:space="preserve">1-5/42 </w:t>
      </w:r>
      <w:r w:rsidR="0002325F" w:rsidRPr="00487EC6">
        <w:rPr>
          <w:spacing w:val="0"/>
        </w:rPr>
        <w:t xml:space="preserve">alusel </w:t>
      </w:r>
      <w:r w:rsidR="001A2521">
        <w:rPr>
          <w:bCs/>
          <w:spacing w:val="0"/>
        </w:rPr>
        <w:t>külastusala</w:t>
      </w:r>
      <w:r w:rsidR="0002325F">
        <w:rPr>
          <w:bCs/>
          <w:spacing w:val="0"/>
        </w:rPr>
        <w:t xml:space="preserve"> juht </w:t>
      </w:r>
      <w:r w:rsidR="0002325F" w:rsidRPr="00487EC6">
        <w:rPr>
          <w:rFonts w:eastAsia="Calibri"/>
        </w:rPr>
        <w:t xml:space="preserve"> </w:t>
      </w:r>
      <w:r w:rsidR="001A2521">
        <w:rPr>
          <w:bCs/>
          <w:spacing w:val="0"/>
        </w:rPr>
        <w:t>Marju Pajumets</w:t>
      </w:r>
      <w:r w:rsidR="0002325F" w:rsidRPr="00B623E9">
        <w:rPr>
          <w:spacing w:val="0"/>
        </w:rPr>
        <w:t xml:space="preserve"> </w:t>
      </w:r>
      <w:r w:rsidR="007E1D19" w:rsidRPr="007E1D19">
        <w:rPr>
          <w:spacing w:val="0"/>
        </w:rPr>
        <w:t>ühelt poolt,</w:t>
      </w:r>
    </w:p>
    <w:p w14:paraId="43CCB917" w14:textId="77777777" w:rsidR="00ED00A7" w:rsidRDefault="00ED00A7">
      <w:pPr>
        <w:jc w:val="both"/>
        <w:rPr>
          <w:spacing w:val="0"/>
        </w:rPr>
      </w:pPr>
    </w:p>
    <w:p w14:paraId="1FE589E4" w14:textId="6A1F387E" w:rsidR="00C70CB6" w:rsidRPr="00343EA3" w:rsidRDefault="007E1D19">
      <w:pPr>
        <w:jc w:val="both"/>
        <w:rPr>
          <w:iCs/>
          <w:spacing w:val="0"/>
        </w:rPr>
      </w:pPr>
      <w:r>
        <w:rPr>
          <w:spacing w:val="0"/>
        </w:rPr>
        <w:t xml:space="preserve">ja </w:t>
      </w:r>
      <w:r w:rsidR="0002325F">
        <w:rPr>
          <w:spacing w:val="0"/>
        </w:rPr>
        <w:t xml:space="preserve">Lihula Maaparandus AS, </w:t>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A3750FE91A27478E8D99FD9B101EC356"/>
          </w:placeholder>
          <w:comboBox>
            <w:listItem w:displayText="põhikirja" w:value="põhikirja"/>
            <w:listItem w:displayText="volikirja" w:value="volikirja"/>
          </w:comboBox>
        </w:sdtPr>
        <w:sdtContent>
          <w:r w:rsidR="00F2571C">
            <w:rPr>
              <w:spacing w:val="0"/>
            </w:rPr>
            <w:t>põhikirja</w:t>
          </w:r>
        </w:sdtContent>
      </w:sdt>
      <w:r w:rsidRPr="005A1CA9">
        <w:rPr>
          <w:iCs/>
          <w:spacing w:val="0"/>
        </w:rPr>
        <w:t xml:space="preserve"> alusel </w:t>
      </w:r>
      <w:r w:rsidR="00F2571C">
        <w:rPr>
          <w:spacing w:val="0"/>
        </w:rPr>
        <w:t>juhatuse esimees</w:t>
      </w:r>
      <w:r w:rsidR="00380D5F">
        <w:rPr>
          <w:rFonts w:eastAsia="Calibri"/>
        </w:rPr>
        <w:t xml:space="preserve"> </w:t>
      </w:r>
      <w:r w:rsidR="00BF53DA">
        <w:rPr>
          <w:spacing w:val="0"/>
        </w:rPr>
        <w:t xml:space="preserve">Mart </w:t>
      </w:r>
      <w:proofErr w:type="spellStart"/>
      <w:r w:rsidR="00BF53DA">
        <w:rPr>
          <w:spacing w:val="0"/>
        </w:rPr>
        <w:t>Paabo</w:t>
      </w:r>
      <w:proofErr w:type="spellEnd"/>
      <w:r w:rsidR="00BF53DA">
        <w:rPr>
          <w:spacing w:val="0"/>
        </w:rPr>
        <w:t xml:space="preserve"> </w:t>
      </w:r>
      <w:r w:rsidRPr="00343EA3">
        <w:rPr>
          <w:iCs/>
          <w:spacing w:val="0"/>
        </w:rPr>
        <w:t>teiselt poolt,</w:t>
      </w:r>
    </w:p>
    <w:p w14:paraId="43E7B4D6" w14:textId="77777777" w:rsidR="007E1D19" w:rsidRDefault="007E1D19">
      <w:pPr>
        <w:jc w:val="both"/>
        <w:rPr>
          <w:rFonts w:eastAsia="Calibri"/>
        </w:rPr>
      </w:pPr>
    </w:p>
    <w:p w14:paraId="2B115ABF" w14:textId="272FEB24" w:rsidR="007E1D19" w:rsidRPr="007E1D19" w:rsidRDefault="007E1D19">
      <w:pPr>
        <w:jc w:val="both"/>
        <w:rPr>
          <w:rFonts w:eastAsia="Calibri"/>
        </w:rPr>
      </w:pPr>
    </w:p>
    <w:p w14:paraId="53D32588" w14:textId="77777777" w:rsidR="007E1D19" w:rsidRPr="008C4BE6" w:rsidRDefault="007E1D19">
      <w:pPr>
        <w:jc w:val="both"/>
        <w:rPr>
          <w:spacing w:val="0"/>
        </w:rPr>
      </w:pPr>
    </w:p>
    <w:p w14:paraId="6653AB92"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32E9DFB9" w14:textId="77777777" w:rsidR="00C70CB6" w:rsidRPr="008C4BE6" w:rsidRDefault="00C70CB6">
      <w:pPr>
        <w:jc w:val="both"/>
        <w:rPr>
          <w:spacing w:val="0"/>
        </w:rPr>
      </w:pPr>
    </w:p>
    <w:p w14:paraId="51389452" w14:textId="0A6187C7" w:rsidR="00F05163" w:rsidRPr="00BE19F7" w:rsidRDefault="00F05163" w:rsidP="00F05163">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r w:rsidR="001F750D">
        <w:rPr>
          <w:spacing w:val="0"/>
        </w:rPr>
        <w:t>väikeostu hinnapäringu 1</w:t>
      </w:r>
      <w:r w:rsidRPr="00BE19F7">
        <w:rPr>
          <w:spacing w:val="0"/>
        </w:rPr>
        <w:t>-47/</w:t>
      </w:r>
      <w:r w:rsidR="0002325F" w:rsidRPr="0002325F">
        <w:rPr>
          <w:spacing w:val="0"/>
        </w:rPr>
        <w:t>2931</w:t>
      </w:r>
      <w:r w:rsidRPr="00BE19F7">
        <w:rPr>
          <w:spacing w:val="0"/>
        </w:rPr>
        <w:t xml:space="preserve"> „</w:t>
      </w:r>
      <w:proofErr w:type="spellStart"/>
      <w:r w:rsidR="0002325F">
        <w:rPr>
          <w:spacing w:val="0"/>
        </w:rPr>
        <w:t>Keemu</w:t>
      </w:r>
      <w:proofErr w:type="spellEnd"/>
      <w:r w:rsidR="0002325F">
        <w:rPr>
          <w:spacing w:val="0"/>
        </w:rPr>
        <w:t xml:space="preserve"> vaatetorni remonttööd</w:t>
      </w:r>
      <w:r w:rsidRPr="00BE19F7">
        <w:rPr>
          <w:spacing w:val="0"/>
        </w:rPr>
        <w:t>“ tulemusena alljärgnevas:</w:t>
      </w:r>
    </w:p>
    <w:p w14:paraId="029EFF03" w14:textId="77777777" w:rsidR="00BC1507" w:rsidRPr="00343EA3" w:rsidRDefault="00BC1507">
      <w:pPr>
        <w:jc w:val="both"/>
        <w:rPr>
          <w:b/>
          <w:spacing w:val="0"/>
        </w:rPr>
      </w:pPr>
    </w:p>
    <w:p w14:paraId="28A9B4D0"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118A552D" w14:textId="6C47B4A1"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 xml:space="preserve">ellijale </w:t>
      </w:r>
      <w:proofErr w:type="spellStart"/>
      <w:r w:rsidR="00081054">
        <w:rPr>
          <w:spacing w:val="0"/>
        </w:rPr>
        <w:t>Keemu</w:t>
      </w:r>
      <w:proofErr w:type="spellEnd"/>
      <w:r w:rsidR="00081054">
        <w:rPr>
          <w:spacing w:val="0"/>
        </w:rPr>
        <w:t xml:space="preserve"> vaatetorni remonttööd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02F26004" w14:textId="69389568" w:rsidR="00BC1507" w:rsidRPr="001E5BB6" w:rsidRDefault="00BC1507" w:rsidP="00F37FB6">
      <w:pPr>
        <w:pStyle w:val="Pealkiri21"/>
        <w:rPr>
          <w:spacing w:val="0"/>
        </w:rPr>
      </w:pPr>
      <w:r w:rsidRPr="001E5BB6">
        <w:rPr>
          <w:spacing w:val="0"/>
        </w:rPr>
        <w:t>Töö peab v</w:t>
      </w:r>
      <w:r w:rsidR="007E1D19" w:rsidRPr="001E5BB6">
        <w:rPr>
          <w:spacing w:val="0"/>
        </w:rPr>
        <w:t>astama järgmistele tingimustele</w:t>
      </w:r>
      <w:r w:rsidR="00E63D30">
        <w:rPr>
          <w:spacing w:val="0"/>
        </w:rPr>
        <w:t>:</w:t>
      </w:r>
      <w:r w:rsidRPr="001E5BB6">
        <w:rPr>
          <w:spacing w:val="0"/>
        </w:rPr>
        <w:t xml:space="preserve"> </w:t>
      </w:r>
      <w:r w:rsidR="00081054">
        <w:rPr>
          <w:spacing w:val="0"/>
        </w:rPr>
        <w:t>Tööde teostamise aluseks on väikeostu hinnapäring ning töövõtja hinnapakkumus</w:t>
      </w:r>
    </w:p>
    <w:p w14:paraId="275A2391" w14:textId="57CB745B" w:rsidR="00BC1507" w:rsidRPr="00343EA3" w:rsidRDefault="00081054" w:rsidP="00F37FB6">
      <w:pPr>
        <w:pStyle w:val="Pealkiri21"/>
        <w:jc w:val="both"/>
        <w:rPr>
          <w:spacing w:val="0"/>
        </w:rPr>
      </w:pPr>
      <w:r>
        <w:rPr>
          <w:spacing w:val="0"/>
        </w:rPr>
        <w:t>Tellija</w:t>
      </w:r>
      <w:r w:rsidR="00F93ACC" w:rsidRPr="00343EA3">
        <w:rPr>
          <w:spacing w:val="0"/>
        </w:rPr>
        <w:t xml:space="preserve"> annab töövõtjale t</w:t>
      </w:r>
      <w:r w:rsidR="00BC1507" w:rsidRPr="00343EA3">
        <w:rPr>
          <w:spacing w:val="0"/>
        </w:rPr>
        <w:t>öö teostamisek</w:t>
      </w:r>
      <w:r w:rsidR="00F93ACC" w:rsidRPr="00343EA3">
        <w:rPr>
          <w:spacing w:val="0"/>
        </w:rPr>
        <w:t>s järgmist informatsiooni ja ma</w:t>
      </w:r>
      <w:r w:rsidR="00BC1507" w:rsidRPr="00343EA3">
        <w:rPr>
          <w:spacing w:val="0"/>
        </w:rPr>
        <w:t xml:space="preserve">terjalid: </w:t>
      </w:r>
      <w:r>
        <w:rPr>
          <w:spacing w:val="0"/>
        </w:rPr>
        <w:t>objekti asukoht.</w:t>
      </w:r>
    </w:p>
    <w:p w14:paraId="4813284D"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25635B34" w14:textId="77777777" w:rsidR="00BC1507" w:rsidRPr="00380D5F" w:rsidRDefault="00BC1507" w:rsidP="00F37FB6">
      <w:pPr>
        <w:jc w:val="both"/>
        <w:rPr>
          <w:spacing w:val="0"/>
        </w:rPr>
      </w:pPr>
    </w:p>
    <w:p w14:paraId="6FAE924F"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172FD84A" w14:textId="36DD66C3"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üle hiljemalt </w:t>
      </w:r>
      <w:sdt>
        <w:sdtPr>
          <w:rPr>
            <w:spacing w:val="0"/>
          </w:rPr>
          <w:id w:val="-1925716707"/>
          <w:placeholder>
            <w:docPart w:val="F88840289C4D43E5BC81E9D3E08E0013"/>
          </w:placeholder>
          <w:date w:fullDate="2023-11-30T00:00:00Z">
            <w:dateFormat w:val="d.MM.yyyy"/>
            <w:lid w:val="et-EE"/>
            <w:storeMappedDataAs w:val="dateTime"/>
            <w:calendar w:val="gregorian"/>
          </w:date>
        </w:sdtPr>
        <w:sdtContent>
          <w:r w:rsidR="00AA6A8F">
            <w:rPr>
              <w:spacing w:val="0"/>
            </w:rPr>
            <w:t>30.11.2023</w:t>
          </w:r>
        </w:sdtContent>
      </w:sdt>
    </w:p>
    <w:p w14:paraId="21893E77"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292E1BD2"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68EE10CB"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10071CDB"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7BEAC09E"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77EC5D0A"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41BA3B59" w14:textId="3444F846" w:rsidR="00BC1507" w:rsidRPr="00343EA3" w:rsidRDefault="00FB6CBB" w:rsidP="00F37FB6">
      <w:pPr>
        <w:pStyle w:val="Pealkiri21"/>
        <w:jc w:val="both"/>
        <w:rPr>
          <w:spacing w:val="0"/>
        </w:rPr>
      </w:pPr>
      <w:r w:rsidRPr="00343EA3">
        <w:rPr>
          <w:spacing w:val="0"/>
        </w:rPr>
        <w:t xml:space="preserve">Töövõtja annab </w:t>
      </w:r>
      <w:r w:rsidR="00F93ACC" w:rsidRPr="00343EA3">
        <w:rPr>
          <w:spacing w:val="0"/>
        </w:rPr>
        <w:t>t</w:t>
      </w:r>
      <w:r w:rsidR="00BC1507" w:rsidRPr="00343EA3">
        <w:rPr>
          <w:spacing w:val="0"/>
        </w:rPr>
        <w:t xml:space="preserve">ööle garantiitähtajaga </w:t>
      </w:r>
      <w:r w:rsidR="00AA6A8F">
        <w:rPr>
          <w:spacing w:val="0"/>
        </w:rPr>
        <w:t>2</w:t>
      </w:r>
      <w:r w:rsidR="00F93ACC" w:rsidRPr="00343EA3">
        <w:rPr>
          <w:spacing w:val="0"/>
        </w:rPr>
        <w:t xml:space="preserve"> aastat arvates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2083A2C5" w14:textId="77777777" w:rsidR="004F007F" w:rsidRPr="00380D5F" w:rsidRDefault="004F007F" w:rsidP="00F37FB6">
      <w:pPr>
        <w:jc w:val="both"/>
        <w:rPr>
          <w:spacing w:val="0"/>
        </w:rPr>
      </w:pPr>
    </w:p>
    <w:p w14:paraId="75082672"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54B7DD2C" w14:textId="43F89D0E" w:rsidR="00BC1507" w:rsidRPr="00380D5F"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FD01FF">
        <w:rPr>
          <w:spacing w:val="0"/>
        </w:rPr>
        <w:t xml:space="preserve">4940 </w:t>
      </w:r>
      <w:r w:rsidR="00FB6CBB" w:rsidRPr="00343EA3">
        <w:rPr>
          <w:spacing w:val="0"/>
        </w:rPr>
        <w:t>(</w:t>
      </w:r>
      <w:r w:rsidR="00FD01FF">
        <w:rPr>
          <w:spacing w:val="0"/>
        </w:rPr>
        <w:t xml:space="preserve">neli tuhat üheksasada nelikümmend) </w:t>
      </w:r>
      <w:r w:rsidR="004F007F" w:rsidRPr="00380D5F">
        <w:rPr>
          <w:spacing w:val="0"/>
        </w:rPr>
        <w:t>eurot, millele lisandub käibemaks.</w:t>
      </w:r>
      <w:r w:rsidR="006D0AD9" w:rsidRPr="00380D5F">
        <w:rPr>
          <w:spacing w:val="0"/>
        </w:rPr>
        <w:t xml:space="preserve"> </w:t>
      </w:r>
    </w:p>
    <w:p w14:paraId="2CACC145"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w:t>
      </w:r>
      <w:proofErr w:type="spellStart"/>
      <w:r w:rsidR="008639BE" w:rsidRPr="008639BE">
        <w:rPr>
          <w:spacing w:val="0"/>
        </w:rPr>
        <w:t>arveldaja</w:t>
      </w:r>
      <w:proofErr w:type="spellEnd"/>
      <w:r w:rsidR="008639BE" w:rsidRPr="008639BE">
        <w:rPr>
          <w:spacing w:val="0"/>
        </w:rPr>
        <w:t>, mis asub ettevõtjaportaalis https://www.rik.ee/et/e-arveldaja.</w:t>
      </w:r>
    </w:p>
    <w:p w14:paraId="7A7F3733"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7D759623" w14:textId="77777777" w:rsidR="00A3137D" w:rsidRPr="00343EA3" w:rsidRDefault="00A3137D" w:rsidP="00F37FB6">
      <w:pPr>
        <w:jc w:val="both"/>
        <w:rPr>
          <w:spacing w:val="0"/>
        </w:rPr>
      </w:pPr>
    </w:p>
    <w:p w14:paraId="230DAB3C" w14:textId="77777777" w:rsidR="00BC1507" w:rsidRPr="00343EA3" w:rsidRDefault="00BC1507" w:rsidP="00F37FB6">
      <w:pPr>
        <w:pStyle w:val="Pealkiri11"/>
        <w:jc w:val="both"/>
        <w:rPr>
          <w:b/>
          <w:spacing w:val="0"/>
        </w:rPr>
      </w:pPr>
      <w:r w:rsidRPr="00343EA3">
        <w:rPr>
          <w:b/>
          <w:spacing w:val="0"/>
        </w:rPr>
        <w:t>Poolte vastutus</w:t>
      </w:r>
    </w:p>
    <w:p w14:paraId="5E6EF3A3"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6185A20F"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5EA6FE3A"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4773DCA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42E59803"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7D0589A5" w14:textId="77777777" w:rsidR="00185D39" w:rsidRPr="00343EA3" w:rsidRDefault="00185D39" w:rsidP="00F37FB6">
      <w:pPr>
        <w:jc w:val="both"/>
        <w:rPr>
          <w:b/>
          <w:spacing w:val="0"/>
        </w:rPr>
      </w:pPr>
    </w:p>
    <w:p w14:paraId="587E87FC"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0933B0EE" w14:textId="7C88E0B8" w:rsidR="004F007F" w:rsidRPr="00343EA3" w:rsidRDefault="00185D39" w:rsidP="00F37FB6">
      <w:pPr>
        <w:pStyle w:val="Pealkiri21"/>
        <w:jc w:val="both"/>
        <w:rPr>
          <w:spacing w:val="0"/>
        </w:rPr>
      </w:pPr>
      <w:r w:rsidRPr="00343EA3">
        <w:rPr>
          <w:spacing w:val="0"/>
        </w:rPr>
        <w:t xml:space="preserve">Tellija esindaja on RMK </w:t>
      </w:r>
      <w:r w:rsidR="00FD01FF">
        <w:rPr>
          <w:spacing w:val="0"/>
        </w:rPr>
        <w:t xml:space="preserve">külastusala juht Marju Pajumets </w:t>
      </w:r>
      <w:r w:rsidR="004F007F" w:rsidRPr="00343EA3">
        <w:rPr>
          <w:spacing w:val="0"/>
        </w:rPr>
        <w:t xml:space="preserve">tel </w:t>
      </w:r>
      <w:r w:rsidR="00FD01FF">
        <w:rPr>
          <w:spacing w:val="0"/>
        </w:rPr>
        <w:t xml:space="preserve">+372 522 0259 </w:t>
      </w:r>
      <w:r w:rsidR="004F007F" w:rsidRPr="00343EA3">
        <w:rPr>
          <w:spacing w:val="0"/>
        </w:rPr>
        <w:t xml:space="preserve">e-post </w:t>
      </w:r>
      <w:hyperlink r:id="rId7" w:history="1">
        <w:r w:rsidR="00FD01FF" w:rsidRPr="00366A17">
          <w:rPr>
            <w:rStyle w:val="Hperlink"/>
            <w:spacing w:val="0"/>
          </w:rPr>
          <w:t>marju.pajumets@rmk.ee</w:t>
        </w:r>
      </w:hyperlink>
      <w:r w:rsidR="00FD01FF">
        <w:rPr>
          <w:spacing w:val="0"/>
        </w:rPr>
        <w:t xml:space="preserve"> </w:t>
      </w:r>
    </w:p>
    <w:p w14:paraId="1F1760E5" w14:textId="2F4A05D3" w:rsidR="004F007F" w:rsidRPr="00343EA3" w:rsidRDefault="004F007F" w:rsidP="00F37FB6">
      <w:pPr>
        <w:pStyle w:val="Pealkiri21"/>
        <w:jc w:val="both"/>
        <w:rPr>
          <w:spacing w:val="0"/>
        </w:rPr>
      </w:pPr>
      <w:r w:rsidRPr="00343EA3">
        <w:rPr>
          <w:spacing w:val="0"/>
        </w:rPr>
        <w:t xml:space="preserve">Töövõtja esindaja on </w:t>
      </w:r>
      <w:r w:rsidR="00BF53DA">
        <w:rPr>
          <w:spacing w:val="0"/>
        </w:rPr>
        <w:t xml:space="preserve">juhatuse esimees Mart </w:t>
      </w:r>
      <w:proofErr w:type="spellStart"/>
      <w:r w:rsidR="00BF53DA">
        <w:rPr>
          <w:spacing w:val="0"/>
        </w:rPr>
        <w:t>Paabo</w:t>
      </w:r>
      <w:proofErr w:type="spellEnd"/>
      <w:r w:rsidR="00BF53DA">
        <w:rPr>
          <w:spacing w:val="0"/>
        </w:rPr>
        <w:t xml:space="preserve"> </w:t>
      </w:r>
      <w:r w:rsidRPr="00343EA3">
        <w:rPr>
          <w:spacing w:val="0"/>
        </w:rPr>
        <w:t xml:space="preserve">tel </w:t>
      </w:r>
      <w:r w:rsidR="00BF53DA">
        <w:rPr>
          <w:spacing w:val="0"/>
        </w:rPr>
        <w:t>5143271</w:t>
      </w:r>
      <w:r w:rsidRPr="00343EA3">
        <w:rPr>
          <w:spacing w:val="0"/>
        </w:rPr>
        <w:t xml:space="preserve">e-post </w:t>
      </w:r>
      <w:r w:rsidR="00BF53DA">
        <w:rPr>
          <w:spacing w:val="0"/>
        </w:rPr>
        <w:t>maaparandus.lihula@gmail.com</w:t>
      </w:r>
    </w:p>
    <w:p w14:paraId="5EED0123" w14:textId="77777777" w:rsidR="00BC1507" w:rsidRPr="00380D5F" w:rsidRDefault="00BC1507" w:rsidP="00F37FB6">
      <w:pPr>
        <w:jc w:val="both"/>
        <w:rPr>
          <w:spacing w:val="0"/>
        </w:rPr>
      </w:pPr>
    </w:p>
    <w:p w14:paraId="455194A6" w14:textId="77777777" w:rsidR="00BC1507" w:rsidRPr="00343EA3" w:rsidRDefault="00BC1507" w:rsidP="00F37FB6">
      <w:pPr>
        <w:pStyle w:val="Pealkiri11"/>
        <w:jc w:val="both"/>
        <w:rPr>
          <w:b/>
          <w:spacing w:val="0"/>
        </w:rPr>
      </w:pPr>
      <w:r w:rsidRPr="00343EA3">
        <w:rPr>
          <w:b/>
          <w:spacing w:val="0"/>
        </w:rPr>
        <w:t>Teadete edastamine</w:t>
      </w:r>
    </w:p>
    <w:p w14:paraId="65C08496"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25AB57FE" w14:textId="77777777" w:rsidR="00FB6CBB" w:rsidRPr="00343EA3" w:rsidRDefault="00FB6CBB" w:rsidP="00F37FB6">
      <w:pPr>
        <w:pStyle w:val="Pealkiri21"/>
        <w:jc w:val="both"/>
        <w:rPr>
          <w:spacing w:val="0"/>
        </w:rPr>
      </w:pPr>
      <w:r w:rsidRPr="00343EA3">
        <w:rPr>
          <w:spacing w:val="0"/>
        </w:rPr>
        <w:t xml:space="preserve">E-kirja teel edastatud teated peetakse </w:t>
      </w:r>
      <w:proofErr w:type="spellStart"/>
      <w:r w:rsidRPr="00343EA3">
        <w:rPr>
          <w:spacing w:val="0"/>
        </w:rPr>
        <w:t>kättesaaduks</w:t>
      </w:r>
      <w:proofErr w:type="spellEnd"/>
      <w:r w:rsidRPr="00343EA3">
        <w:rPr>
          <w:spacing w:val="0"/>
        </w:rPr>
        <w:t xml:space="preserve"> alates teate edastamisele järgnevast tööpäevast.</w:t>
      </w:r>
    </w:p>
    <w:p w14:paraId="395B7B86" w14:textId="77777777" w:rsidR="008639BE" w:rsidRPr="00854E82" w:rsidRDefault="00FB6CBB" w:rsidP="00854E82">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59E8BC4" w14:textId="77777777" w:rsidR="00185D39" w:rsidRPr="00380D5F" w:rsidRDefault="00185D39" w:rsidP="00F37FB6">
      <w:pPr>
        <w:jc w:val="both"/>
        <w:rPr>
          <w:spacing w:val="0"/>
        </w:rPr>
      </w:pPr>
    </w:p>
    <w:p w14:paraId="2E6487A4"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61B46336" w14:textId="5EAAF72D" w:rsidR="005411DF" w:rsidRPr="005411DF" w:rsidRDefault="005411DF" w:rsidP="005411DF">
      <w:pPr>
        <w:pStyle w:val="Pealkiri21"/>
        <w:rPr>
          <w:spacing w:val="0"/>
        </w:rPr>
      </w:pPr>
      <w:r>
        <w:t xml:space="preserve">Leping kehtib alates </w:t>
      </w:r>
      <w:sdt>
        <w:sdtPr>
          <w:id w:val="-1408993187"/>
          <w:placeholder>
            <w:docPart w:val="B1F3624C82D941AF9C284DE66CDA3F27"/>
          </w:placeholder>
          <w:date w:fullDate="2023-10-24T00:00:00Z">
            <w:dateFormat w:val="d.MM.yyyy"/>
            <w:lid w:val="et-EE"/>
            <w:storeMappedDataAs w:val="dateTime"/>
            <w:calendar w:val="gregorian"/>
          </w:date>
        </w:sdtPr>
        <w:sdtContent>
          <w:r w:rsidR="00FD01FF">
            <w:t>24.10.2023</w:t>
          </w:r>
        </w:sdtContent>
      </w:sdt>
      <w:r>
        <w:t xml:space="preserve"> kuni </w:t>
      </w:r>
      <w:sdt>
        <w:sdtPr>
          <w:id w:val="1700428363"/>
          <w:placeholder>
            <w:docPart w:val="36E943718C674ACA874DD18318726DAB"/>
          </w:placeholder>
          <w:date w:fullDate="2023-11-30T00:00:00Z">
            <w:dateFormat w:val="d.MM.yyyy"/>
            <w:lid w:val="et-EE"/>
            <w:storeMappedDataAs w:val="dateTime"/>
            <w:calendar w:val="gregorian"/>
          </w:date>
        </w:sdtPr>
        <w:sdtContent>
          <w:r w:rsidR="00FD01FF">
            <w:t>30.11.2023</w:t>
          </w:r>
        </w:sdtContent>
      </w:sdt>
      <w:r>
        <w:t xml:space="preserve"> ja/või </w:t>
      </w:r>
      <w:r w:rsidR="00854E82">
        <w:t xml:space="preserve">kuni </w:t>
      </w:r>
      <w:r>
        <w:t>kõikide lepinguliste kohustuste täitmiseni mõlema poole poolt.</w:t>
      </w:r>
    </w:p>
    <w:p w14:paraId="604EF724"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w:t>
      </w:r>
      <w:r w:rsidRPr="00343EA3">
        <w:rPr>
          <w:spacing w:val="0"/>
        </w:rPr>
        <w:lastRenderedPageBreak/>
        <w:t xml:space="preserve">tekitatud kahju, kuid mitte rohkem, kui 10 (kümme) protsenti lepingus ettenähtud töövõtjale makstavast tasust. </w:t>
      </w:r>
    </w:p>
    <w:p w14:paraId="506C08D4"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5B9B844E"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782F95A0" w14:textId="77777777" w:rsidR="00185D39" w:rsidRPr="00380D5F" w:rsidRDefault="00185D39" w:rsidP="00F37FB6">
      <w:pPr>
        <w:jc w:val="both"/>
        <w:rPr>
          <w:spacing w:val="0"/>
        </w:rPr>
      </w:pPr>
    </w:p>
    <w:p w14:paraId="548C0D8A" w14:textId="77777777" w:rsidR="00BC1507" w:rsidRPr="00343EA3" w:rsidRDefault="00BC1507" w:rsidP="00F37FB6">
      <w:pPr>
        <w:pStyle w:val="Pealkiri11"/>
        <w:jc w:val="both"/>
        <w:rPr>
          <w:b/>
          <w:spacing w:val="0"/>
        </w:rPr>
      </w:pPr>
      <w:r w:rsidRPr="00343EA3">
        <w:rPr>
          <w:b/>
          <w:spacing w:val="0"/>
        </w:rPr>
        <w:t>Lõppsätted</w:t>
      </w:r>
    </w:p>
    <w:p w14:paraId="1BF04F10" w14:textId="77777777" w:rsidR="00F5332E"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oolte poolt kirjalikult määratud tähtajal.</w:t>
      </w:r>
    </w:p>
    <w:p w14:paraId="6D15C9D0" w14:textId="77777777" w:rsidR="00F5332E" w:rsidRPr="00F5332E" w:rsidRDefault="00F5332E" w:rsidP="00F5332E">
      <w:pPr>
        <w:pStyle w:val="Pealkiri21"/>
        <w:ind w:left="578" w:hanging="578"/>
        <w:jc w:val="both"/>
        <w:rPr>
          <w:spacing w:val="0"/>
        </w:rPr>
      </w:pPr>
      <w:r w:rsidRPr="00F5332E">
        <w:rPr>
          <w:spacing w:val="0"/>
        </w:rPr>
        <w:t>Pooled kohustuvad lepingu kehtivuse ajal hoidma konfidentsiaalsena kõik seoses lepingu täitmisega teatavaks saanud andmed ja isikuandmed.</w:t>
      </w:r>
    </w:p>
    <w:p w14:paraId="39E6EEA9"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6B5E924C" w14:textId="3AACCC67" w:rsidR="00827963" w:rsidRPr="00343EA3" w:rsidRDefault="00000000" w:rsidP="00F37FB6">
      <w:pPr>
        <w:pStyle w:val="Pealkiri21"/>
        <w:ind w:left="578" w:hanging="578"/>
        <w:jc w:val="both"/>
        <w:rPr>
          <w:spacing w:val="0"/>
        </w:rPr>
      </w:pPr>
      <w:sdt>
        <w:sdtPr>
          <w:rPr>
            <w:spacing w:val="0"/>
          </w:rPr>
          <w:id w:val="-189151537"/>
          <w:placeholder>
            <w:docPart w:val="A98270C01CBD472E8E394A910CFECD3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D01FF">
            <w:rPr>
              <w:spacing w:val="0"/>
            </w:rPr>
            <w:t>Leping on allkirjastatud digitaalselt.</w:t>
          </w:r>
        </w:sdtContent>
      </w:sdt>
    </w:p>
    <w:p w14:paraId="261F63B3" w14:textId="77777777" w:rsidR="0063054E" w:rsidRPr="00343EA3" w:rsidRDefault="0063054E">
      <w:pPr>
        <w:spacing w:line="240" w:lineRule="exact"/>
        <w:jc w:val="both"/>
        <w:rPr>
          <w:spacing w:val="0"/>
        </w:rPr>
      </w:pPr>
    </w:p>
    <w:p w14:paraId="1D4087B2" w14:textId="77777777" w:rsidR="00185D39" w:rsidRDefault="00185D39">
      <w:pPr>
        <w:spacing w:line="240" w:lineRule="exact"/>
        <w:jc w:val="both"/>
        <w:rPr>
          <w:b/>
          <w:spacing w:val="0"/>
        </w:rPr>
      </w:pPr>
    </w:p>
    <w:p w14:paraId="4FA27DF2" w14:textId="77777777" w:rsidR="00BC1507" w:rsidRPr="008C4BE6" w:rsidRDefault="00FB6CBB">
      <w:pPr>
        <w:spacing w:line="240" w:lineRule="exact"/>
        <w:jc w:val="both"/>
        <w:rPr>
          <w:b/>
          <w:spacing w:val="0"/>
        </w:rPr>
      </w:pPr>
      <w:r>
        <w:rPr>
          <w:b/>
          <w:spacing w:val="0"/>
        </w:rPr>
        <w:t>Poolte andmed ja allkirjad</w:t>
      </w:r>
    </w:p>
    <w:p w14:paraId="27C6954A"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533C6CB5" w14:textId="77777777" w:rsidTr="00787786">
        <w:tc>
          <w:tcPr>
            <w:tcW w:w="4502" w:type="dxa"/>
          </w:tcPr>
          <w:p w14:paraId="085A12B3" w14:textId="77777777" w:rsidR="00787786" w:rsidRPr="00787786" w:rsidRDefault="00787786">
            <w:pPr>
              <w:pStyle w:val="Pealkiri2"/>
              <w:rPr>
                <w:i w:val="0"/>
              </w:rPr>
            </w:pPr>
            <w:r w:rsidRPr="00787786">
              <w:rPr>
                <w:b/>
                <w:i w:val="0"/>
              </w:rPr>
              <w:t>Tellija</w:t>
            </w:r>
          </w:p>
        </w:tc>
        <w:tc>
          <w:tcPr>
            <w:tcW w:w="4502" w:type="dxa"/>
          </w:tcPr>
          <w:p w14:paraId="028C1634" w14:textId="77777777" w:rsidR="00787786" w:rsidRPr="00787786" w:rsidRDefault="00787786">
            <w:pPr>
              <w:pStyle w:val="Pealkiri2"/>
              <w:rPr>
                <w:b/>
                <w:i w:val="0"/>
              </w:rPr>
            </w:pPr>
            <w:r w:rsidRPr="00787786">
              <w:rPr>
                <w:b/>
                <w:i w:val="0"/>
              </w:rPr>
              <w:t>Töövõtja</w:t>
            </w:r>
          </w:p>
        </w:tc>
      </w:tr>
      <w:tr w:rsidR="00787786" w14:paraId="7324175A" w14:textId="77777777" w:rsidTr="00787786">
        <w:tc>
          <w:tcPr>
            <w:tcW w:w="4502" w:type="dxa"/>
          </w:tcPr>
          <w:p w14:paraId="50232EDA" w14:textId="77777777" w:rsidR="00787786" w:rsidRPr="00787786" w:rsidRDefault="00787786">
            <w:pPr>
              <w:pStyle w:val="Pealkiri2"/>
              <w:rPr>
                <w:b/>
                <w:i w:val="0"/>
              </w:rPr>
            </w:pPr>
          </w:p>
        </w:tc>
        <w:tc>
          <w:tcPr>
            <w:tcW w:w="4502" w:type="dxa"/>
          </w:tcPr>
          <w:p w14:paraId="70C93C88" w14:textId="77777777" w:rsidR="00787786" w:rsidRPr="00787786" w:rsidRDefault="00787786">
            <w:pPr>
              <w:pStyle w:val="Pealkiri2"/>
              <w:rPr>
                <w:b/>
                <w:i w:val="0"/>
              </w:rPr>
            </w:pPr>
          </w:p>
        </w:tc>
      </w:tr>
      <w:tr w:rsidR="00787786" w14:paraId="4A1EA714" w14:textId="77777777" w:rsidTr="00787786">
        <w:tc>
          <w:tcPr>
            <w:tcW w:w="4502" w:type="dxa"/>
          </w:tcPr>
          <w:p w14:paraId="4AA0D1E7"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16A16EA6" w14:textId="56F8B04B" w:rsidR="00787786" w:rsidRPr="00787786" w:rsidRDefault="00BF53DA">
            <w:pPr>
              <w:pStyle w:val="Pealkiri2"/>
              <w:rPr>
                <w:i w:val="0"/>
              </w:rPr>
            </w:pPr>
            <w:r>
              <w:rPr>
                <w:i w:val="0"/>
              </w:rPr>
              <w:t>As Lihula Maaparandus</w:t>
            </w:r>
          </w:p>
        </w:tc>
      </w:tr>
      <w:tr w:rsidR="00787786" w14:paraId="1DD0ABCA" w14:textId="77777777" w:rsidTr="00787786">
        <w:tc>
          <w:tcPr>
            <w:tcW w:w="4502" w:type="dxa"/>
          </w:tcPr>
          <w:p w14:paraId="14FC7CC4"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354B1E28" w14:textId="2CBE0E97" w:rsidR="00787786" w:rsidRPr="00787786" w:rsidRDefault="00787786">
            <w:pPr>
              <w:pStyle w:val="Pealkiri2"/>
              <w:rPr>
                <w:i w:val="0"/>
              </w:rPr>
            </w:pPr>
            <w:r w:rsidRPr="00787786">
              <w:rPr>
                <w:i w:val="0"/>
              </w:rPr>
              <w:t xml:space="preserve">Registrikood </w:t>
            </w:r>
            <w:r w:rsidR="00BF53DA">
              <w:rPr>
                <w:i w:val="0"/>
              </w:rPr>
              <w:t>10057610</w:t>
            </w:r>
          </w:p>
        </w:tc>
      </w:tr>
      <w:tr w:rsidR="00787786" w14:paraId="2A5A792C" w14:textId="77777777" w:rsidTr="00787786">
        <w:tc>
          <w:tcPr>
            <w:tcW w:w="4502" w:type="dxa"/>
          </w:tcPr>
          <w:p w14:paraId="695B3441" w14:textId="77777777" w:rsidR="00972864" w:rsidRPr="00972864" w:rsidRDefault="00E825A6" w:rsidP="008A5B84">
            <w:pPr>
              <w:pStyle w:val="Pealkiri2"/>
              <w:rPr>
                <w:i w:val="0"/>
              </w:rPr>
            </w:pPr>
            <w:r>
              <w:rPr>
                <w:i w:val="0"/>
              </w:rPr>
              <w:t xml:space="preserve">Mõisa/3, </w:t>
            </w:r>
            <w:proofErr w:type="spellStart"/>
            <w:r w:rsidR="00972864">
              <w:rPr>
                <w:i w:val="0"/>
              </w:rPr>
              <w:t>Sagadi</w:t>
            </w:r>
            <w:proofErr w:type="spellEnd"/>
            <w:r w:rsidR="00972864">
              <w:rPr>
                <w:i w:val="0"/>
              </w:rPr>
              <w:t xml:space="preserve"> küla, </w:t>
            </w:r>
            <w:r w:rsidR="008A5B84">
              <w:rPr>
                <w:i w:val="0"/>
              </w:rPr>
              <w:t xml:space="preserve">Haljala </w:t>
            </w:r>
            <w:r w:rsidR="00972864">
              <w:rPr>
                <w:i w:val="0"/>
              </w:rPr>
              <w:t>vald</w:t>
            </w:r>
          </w:p>
        </w:tc>
        <w:tc>
          <w:tcPr>
            <w:tcW w:w="4502" w:type="dxa"/>
          </w:tcPr>
          <w:p w14:paraId="6AF09394" w14:textId="3324FC43" w:rsidR="00787786" w:rsidRPr="00787786" w:rsidRDefault="00BF53DA">
            <w:pPr>
              <w:pStyle w:val="Pealkiri2"/>
              <w:rPr>
                <w:i w:val="0"/>
              </w:rPr>
            </w:pPr>
            <w:r>
              <w:rPr>
                <w:i w:val="0"/>
              </w:rPr>
              <w:t>Tallinna mnt.62a Lihula 90303</w:t>
            </w:r>
          </w:p>
        </w:tc>
      </w:tr>
      <w:tr w:rsidR="00787786" w14:paraId="0F23A95F" w14:textId="77777777" w:rsidTr="00787786">
        <w:tc>
          <w:tcPr>
            <w:tcW w:w="4502" w:type="dxa"/>
          </w:tcPr>
          <w:p w14:paraId="6BE74FBE" w14:textId="77777777" w:rsidR="00972864" w:rsidRPr="00972864" w:rsidRDefault="008A5B84" w:rsidP="00972864">
            <w:pPr>
              <w:pStyle w:val="Pealkiri2"/>
              <w:rPr>
                <w:i w:val="0"/>
              </w:rPr>
            </w:pPr>
            <w:r>
              <w:rPr>
                <w:i w:val="0"/>
              </w:rPr>
              <w:t xml:space="preserve">45403 </w:t>
            </w:r>
            <w:r w:rsidR="00972864">
              <w:rPr>
                <w:i w:val="0"/>
              </w:rPr>
              <w:t>Lääne-Viru maakond</w:t>
            </w:r>
          </w:p>
        </w:tc>
        <w:tc>
          <w:tcPr>
            <w:tcW w:w="4502" w:type="dxa"/>
          </w:tcPr>
          <w:p w14:paraId="23EB2629" w14:textId="627410F2" w:rsidR="00787786" w:rsidRPr="00787786" w:rsidRDefault="00787786">
            <w:pPr>
              <w:pStyle w:val="Pealkiri2"/>
              <w:rPr>
                <w:i w:val="0"/>
              </w:rPr>
            </w:pPr>
            <w:r w:rsidRPr="00787786">
              <w:rPr>
                <w:i w:val="0"/>
              </w:rPr>
              <w:t xml:space="preserve">Tel </w:t>
            </w:r>
            <w:r w:rsidR="00BF53DA">
              <w:rPr>
                <w:i w:val="0"/>
              </w:rPr>
              <w:t>5143271</w:t>
            </w:r>
          </w:p>
        </w:tc>
      </w:tr>
      <w:tr w:rsidR="00787786" w14:paraId="14133B92" w14:textId="77777777" w:rsidTr="00787786">
        <w:tc>
          <w:tcPr>
            <w:tcW w:w="4502" w:type="dxa"/>
          </w:tcPr>
          <w:p w14:paraId="66255702" w14:textId="77777777" w:rsidR="00787786" w:rsidRPr="00787786" w:rsidRDefault="00972864" w:rsidP="00972864">
            <w:pPr>
              <w:pStyle w:val="Pealkiri2"/>
              <w:rPr>
                <w:i w:val="0"/>
              </w:rPr>
            </w:pPr>
            <w:r>
              <w:rPr>
                <w:i w:val="0"/>
              </w:rPr>
              <w:t>Tel 676 7500</w:t>
            </w:r>
          </w:p>
        </w:tc>
        <w:tc>
          <w:tcPr>
            <w:tcW w:w="4502" w:type="dxa"/>
          </w:tcPr>
          <w:p w14:paraId="4187DC17" w14:textId="3D13C702" w:rsidR="00787786" w:rsidRPr="00787786" w:rsidRDefault="00787786">
            <w:pPr>
              <w:pStyle w:val="Pealkiri2"/>
              <w:rPr>
                <w:i w:val="0"/>
              </w:rPr>
            </w:pPr>
            <w:r w:rsidRPr="00787786">
              <w:rPr>
                <w:i w:val="0"/>
              </w:rPr>
              <w:t xml:space="preserve">E-post </w:t>
            </w:r>
            <w:r w:rsidR="00BF53DA">
              <w:rPr>
                <w:i w:val="0"/>
              </w:rPr>
              <w:t>maaparandus.lihula@gmail.com</w:t>
            </w:r>
          </w:p>
        </w:tc>
      </w:tr>
      <w:tr w:rsidR="00787786" w14:paraId="7C147DB3" w14:textId="77777777" w:rsidTr="00787786">
        <w:tc>
          <w:tcPr>
            <w:tcW w:w="4502" w:type="dxa"/>
          </w:tcPr>
          <w:p w14:paraId="40E10204" w14:textId="77777777" w:rsidR="00787786" w:rsidRPr="00787786" w:rsidRDefault="00972864">
            <w:pPr>
              <w:pStyle w:val="Pealkiri2"/>
              <w:rPr>
                <w:i w:val="0"/>
              </w:rPr>
            </w:pPr>
            <w:r>
              <w:rPr>
                <w:i w:val="0"/>
              </w:rPr>
              <w:t>E-post rmk@rmk.ee</w:t>
            </w:r>
          </w:p>
        </w:tc>
        <w:tc>
          <w:tcPr>
            <w:tcW w:w="4502" w:type="dxa"/>
          </w:tcPr>
          <w:p w14:paraId="13173337" w14:textId="77777777" w:rsidR="00787786" w:rsidRPr="00787786" w:rsidRDefault="00787786">
            <w:pPr>
              <w:pStyle w:val="Pealkiri2"/>
              <w:rPr>
                <w:i w:val="0"/>
              </w:rPr>
            </w:pPr>
          </w:p>
        </w:tc>
      </w:tr>
      <w:tr w:rsidR="00787786" w14:paraId="6BFBEC14" w14:textId="77777777" w:rsidTr="00787786">
        <w:trPr>
          <w:trHeight w:val="70"/>
        </w:trPr>
        <w:tc>
          <w:tcPr>
            <w:tcW w:w="4502" w:type="dxa"/>
          </w:tcPr>
          <w:p w14:paraId="39272920" w14:textId="77777777" w:rsidR="00787786" w:rsidRPr="00787786" w:rsidRDefault="00787786">
            <w:pPr>
              <w:pStyle w:val="Pealkiri2"/>
              <w:rPr>
                <w:i w:val="0"/>
              </w:rPr>
            </w:pPr>
          </w:p>
        </w:tc>
        <w:tc>
          <w:tcPr>
            <w:tcW w:w="4502" w:type="dxa"/>
          </w:tcPr>
          <w:p w14:paraId="2E617616" w14:textId="77777777" w:rsidR="00787786" w:rsidRPr="00787786" w:rsidRDefault="00787786">
            <w:pPr>
              <w:pStyle w:val="Pealkiri2"/>
              <w:rPr>
                <w:i w:val="0"/>
              </w:rPr>
            </w:pPr>
          </w:p>
        </w:tc>
      </w:tr>
      <w:tr w:rsidR="00787786" w14:paraId="642A465A" w14:textId="77777777" w:rsidTr="00787786">
        <w:trPr>
          <w:trHeight w:val="70"/>
        </w:trPr>
        <w:tc>
          <w:tcPr>
            <w:tcW w:w="4502" w:type="dxa"/>
          </w:tcPr>
          <w:p w14:paraId="3A9C9D0C" w14:textId="3C59F0B7" w:rsidR="00787786" w:rsidRPr="00787786" w:rsidRDefault="00000000">
            <w:pPr>
              <w:pStyle w:val="Pealkiri2"/>
              <w:rPr>
                <w:i w:val="0"/>
              </w:rPr>
            </w:pPr>
            <w:sdt>
              <w:sdtPr>
                <w:rPr>
                  <w:i w:val="0"/>
                </w:rPr>
                <w:id w:val="698586215"/>
                <w:placeholder>
                  <w:docPart w:val="94312FE5E2CE4992BB0D145489D13ADC"/>
                </w:placeholder>
                <w:comboBox>
                  <w:listItem w:displayText=" " w:value=" "/>
                  <w:listItem w:displayText="(allkirjastatud digitaalselt)" w:value="(allkirjastatud digitaalselt)"/>
                </w:comboBox>
              </w:sdtPr>
              <w:sdtContent>
                <w:r w:rsidR="00FD01FF">
                  <w:rPr>
                    <w:i w:val="0"/>
                  </w:rPr>
                  <w:t>(allkirjastatud digitaalselt)</w:t>
                </w:r>
              </w:sdtContent>
            </w:sdt>
          </w:p>
        </w:tc>
        <w:tc>
          <w:tcPr>
            <w:tcW w:w="4502" w:type="dxa"/>
          </w:tcPr>
          <w:p w14:paraId="2541B0D9" w14:textId="1331D871" w:rsidR="00787786" w:rsidRPr="00787786" w:rsidRDefault="00000000">
            <w:pPr>
              <w:pStyle w:val="Pealkiri2"/>
              <w:rPr>
                <w:i w:val="0"/>
              </w:rPr>
            </w:pPr>
            <w:sdt>
              <w:sdtPr>
                <w:rPr>
                  <w:i w:val="0"/>
                </w:rPr>
                <w:id w:val="-1101025460"/>
                <w:placeholder>
                  <w:docPart w:val="A64FB1A0622B4C1098D4DA20415F0ABC"/>
                </w:placeholder>
                <w:comboBox>
                  <w:listItem w:displayText=" " w:value=" "/>
                  <w:listItem w:displayText="(allkirjastatud digitaalselt)" w:value="(allkirjastatud digitaalselt)"/>
                </w:comboBox>
              </w:sdtPr>
              <w:sdtContent>
                <w:r w:rsidR="00FD01FF">
                  <w:rPr>
                    <w:i w:val="0"/>
                  </w:rPr>
                  <w:t>(allkirjastatud digitaalselt)</w:t>
                </w:r>
              </w:sdtContent>
            </w:sdt>
          </w:p>
        </w:tc>
      </w:tr>
      <w:tr w:rsidR="00787786" w14:paraId="52245E74" w14:textId="77777777" w:rsidTr="00787786">
        <w:trPr>
          <w:trHeight w:val="70"/>
        </w:trPr>
        <w:tc>
          <w:tcPr>
            <w:tcW w:w="4502" w:type="dxa"/>
          </w:tcPr>
          <w:p w14:paraId="44D9DC83" w14:textId="77777777" w:rsidR="00787786" w:rsidRPr="00787786" w:rsidRDefault="00787786">
            <w:pPr>
              <w:pStyle w:val="Pealkiri2"/>
              <w:rPr>
                <w:i w:val="0"/>
              </w:rPr>
            </w:pPr>
          </w:p>
        </w:tc>
        <w:tc>
          <w:tcPr>
            <w:tcW w:w="4502" w:type="dxa"/>
          </w:tcPr>
          <w:p w14:paraId="74ED640E" w14:textId="77777777" w:rsidR="00787786" w:rsidRPr="00787786" w:rsidRDefault="00787786">
            <w:pPr>
              <w:pStyle w:val="Pealkiri2"/>
              <w:rPr>
                <w:i w:val="0"/>
              </w:rPr>
            </w:pPr>
          </w:p>
        </w:tc>
      </w:tr>
      <w:tr w:rsidR="00787786" w14:paraId="53838FCA" w14:textId="77777777" w:rsidTr="00787786">
        <w:trPr>
          <w:trHeight w:val="70"/>
        </w:trPr>
        <w:tc>
          <w:tcPr>
            <w:tcW w:w="4502" w:type="dxa"/>
          </w:tcPr>
          <w:p w14:paraId="58485B3C" w14:textId="77777777" w:rsidR="00787786" w:rsidRPr="00787786" w:rsidRDefault="00787786">
            <w:pPr>
              <w:pStyle w:val="Pealkiri2"/>
              <w:rPr>
                <w:i w:val="0"/>
              </w:rPr>
            </w:pPr>
          </w:p>
        </w:tc>
        <w:tc>
          <w:tcPr>
            <w:tcW w:w="4502" w:type="dxa"/>
          </w:tcPr>
          <w:p w14:paraId="6AE0F77E" w14:textId="77777777" w:rsidR="00787786" w:rsidRPr="00787786" w:rsidRDefault="00787786">
            <w:pPr>
              <w:pStyle w:val="Pealkiri2"/>
              <w:rPr>
                <w:i w:val="0"/>
              </w:rPr>
            </w:pPr>
          </w:p>
        </w:tc>
      </w:tr>
      <w:tr w:rsidR="00787786" w14:paraId="0E3FE2D7" w14:textId="77777777" w:rsidTr="00787786">
        <w:trPr>
          <w:trHeight w:val="70"/>
        </w:trPr>
        <w:tc>
          <w:tcPr>
            <w:tcW w:w="4502" w:type="dxa"/>
          </w:tcPr>
          <w:p w14:paraId="79300B53" w14:textId="29028B2A" w:rsidR="00787786" w:rsidRPr="00787786" w:rsidRDefault="001A2521">
            <w:pPr>
              <w:pStyle w:val="Pealkiri2"/>
              <w:rPr>
                <w:i w:val="0"/>
              </w:rPr>
            </w:pPr>
            <w:r>
              <w:rPr>
                <w:i w:val="0"/>
              </w:rPr>
              <w:t>Marju Pajumets</w:t>
            </w:r>
          </w:p>
        </w:tc>
        <w:tc>
          <w:tcPr>
            <w:tcW w:w="4502" w:type="dxa"/>
          </w:tcPr>
          <w:p w14:paraId="432F7247" w14:textId="784DF9C6" w:rsidR="00787786" w:rsidRPr="00787786" w:rsidRDefault="00BF53DA">
            <w:pPr>
              <w:pStyle w:val="Pealkiri2"/>
              <w:rPr>
                <w:i w:val="0"/>
              </w:rPr>
            </w:pPr>
            <w:r>
              <w:rPr>
                <w:i w:val="0"/>
              </w:rPr>
              <w:t xml:space="preserve">Mart </w:t>
            </w:r>
            <w:proofErr w:type="spellStart"/>
            <w:r>
              <w:rPr>
                <w:i w:val="0"/>
              </w:rPr>
              <w:t>Paabo</w:t>
            </w:r>
            <w:proofErr w:type="spellEnd"/>
          </w:p>
        </w:tc>
      </w:tr>
    </w:tbl>
    <w:p w14:paraId="43EE0BCD" w14:textId="77777777" w:rsidR="00BC1507" w:rsidRPr="008C4BE6" w:rsidRDefault="00BC1507">
      <w:pPr>
        <w:pStyle w:val="Pealkiri2"/>
      </w:pPr>
    </w:p>
    <w:sectPr w:rsidR="00BC1507" w:rsidRPr="008C4BE6" w:rsidSect="00AE1EC3">
      <w:headerReference w:type="even" r:id="rId8"/>
      <w:headerReference w:type="default" r:id="rId9"/>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5F34D" w14:textId="77777777" w:rsidR="00447859" w:rsidRDefault="00447859">
      <w:r>
        <w:separator/>
      </w:r>
    </w:p>
  </w:endnote>
  <w:endnote w:type="continuationSeparator" w:id="0">
    <w:p w14:paraId="7E833143" w14:textId="77777777" w:rsidR="00447859" w:rsidRDefault="00447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7A170" w14:textId="77777777" w:rsidR="00447859" w:rsidRDefault="00447859">
      <w:r>
        <w:separator/>
      </w:r>
    </w:p>
  </w:footnote>
  <w:footnote w:type="continuationSeparator" w:id="0">
    <w:p w14:paraId="699E39FC" w14:textId="77777777" w:rsidR="00447859" w:rsidRDefault="00447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326F"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9ACC124"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CE5C" w14:textId="2630ED56"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1F750D">
      <w:rPr>
        <w:rStyle w:val="Lehekljenumber"/>
        <w:noProof/>
      </w:rPr>
      <w:t>3</w:t>
    </w:r>
    <w:r>
      <w:rPr>
        <w:rStyle w:val="Lehekljenumber"/>
      </w:rPr>
      <w:fldChar w:fldCharType="end"/>
    </w:r>
  </w:p>
  <w:p w14:paraId="06927D50"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49D41547"/>
    <w:multiLevelType w:val="multilevel"/>
    <w:tmpl w:val="77BAB132"/>
    <w:lvl w:ilvl="0">
      <w:start w:val="1"/>
      <w:numFmt w:val="decimal"/>
      <w:lvlText w:val="%1."/>
      <w:lvlJc w:val="left"/>
      <w:pPr>
        <w:ind w:left="432" w:hanging="432"/>
      </w:pPr>
    </w:lvl>
    <w:lvl w:ilvl="1">
      <w:start w:val="1"/>
      <w:numFmt w:val="decimal"/>
      <w:lvlText w:val="%1.%2."/>
      <w:lvlJc w:val="left"/>
      <w:pPr>
        <w:ind w:left="576" w:hanging="576"/>
      </w:pPr>
      <w:rPr>
        <w:b w:val="0"/>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935820732">
    <w:abstractNumId w:val="0"/>
  </w:num>
  <w:num w:numId="2" w16cid:durableId="1688483868">
    <w:abstractNumId w:val="0"/>
  </w:num>
  <w:num w:numId="3" w16cid:durableId="10527780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0866008">
    <w:abstractNumId w:val="2"/>
  </w:num>
  <w:num w:numId="5" w16cid:durableId="1077168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FD"/>
    <w:rsid w:val="000121D0"/>
    <w:rsid w:val="00021C80"/>
    <w:rsid w:val="0002325F"/>
    <w:rsid w:val="00025B15"/>
    <w:rsid w:val="000414C4"/>
    <w:rsid w:val="000577C6"/>
    <w:rsid w:val="00081054"/>
    <w:rsid w:val="000A2CE1"/>
    <w:rsid w:val="000F1381"/>
    <w:rsid w:val="001031C6"/>
    <w:rsid w:val="00134F26"/>
    <w:rsid w:val="001472CB"/>
    <w:rsid w:val="00155EBB"/>
    <w:rsid w:val="00156D0F"/>
    <w:rsid w:val="001613F5"/>
    <w:rsid w:val="001840F4"/>
    <w:rsid w:val="00185D39"/>
    <w:rsid w:val="001A2521"/>
    <w:rsid w:val="001E5BB6"/>
    <w:rsid w:val="001F750D"/>
    <w:rsid w:val="002366E4"/>
    <w:rsid w:val="00236EB4"/>
    <w:rsid w:val="00264F32"/>
    <w:rsid w:val="00270B88"/>
    <w:rsid w:val="002A0E15"/>
    <w:rsid w:val="002A56A7"/>
    <w:rsid w:val="002C3146"/>
    <w:rsid w:val="002E6556"/>
    <w:rsid w:val="002F18C0"/>
    <w:rsid w:val="0030026D"/>
    <w:rsid w:val="003219D8"/>
    <w:rsid w:val="00321F73"/>
    <w:rsid w:val="00343EA3"/>
    <w:rsid w:val="00350444"/>
    <w:rsid w:val="00352976"/>
    <w:rsid w:val="003624BA"/>
    <w:rsid w:val="00366C6F"/>
    <w:rsid w:val="00380D5F"/>
    <w:rsid w:val="003964DF"/>
    <w:rsid w:val="003D4FB2"/>
    <w:rsid w:val="003E27DC"/>
    <w:rsid w:val="004232FA"/>
    <w:rsid w:val="00447859"/>
    <w:rsid w:val="004911AE"/>
    <w:rsid w:val="00492629"/>
    <w:rsid w:val="004A5F5E"/>
    <w:rsid w:val="004C0095"/>
    <w:rsid w:val="004D4591"/>
    <w:rsid w:val="004D5B69"/>
    <w:rsid w:val="004F007F"/>
    <w:rsid w:val="00510955"/>
    <w:rsid w:val="0051635F"/>
    <w:rsid w:val="005411DF"/>
    <w:rsid w:val="00557C70"/>
    <w:rsid w:val="005877B0"/>
    <w:rsid w:val="005A1CA9"/>
    <w:rsid w:val="005A68F2"/>
    <w:rsid w:val="005D347E"/>
    <w:rsid w:val="005D5031"/>
    <w:rsid w:val="005D6F05"/>
    <w:rsid w:val="00604E73"/>
    <w:rsid w:val="00607CC4"/>
    <w:rsid w:val="0061080A"/>
    <w:rsid w:val="0063054E"/>
    <w:rsid w:val="00640392"/>
    <w:rsid w:val="00641F20"/>
    <w:rsid w:val="00643277"/>
    <w:rsid w:val="00664C77"/>
    <w:rsid w:val="0067560E"/>
    <w:rsid w:val="0069308E"/>
    <w:rsid w:val="006A1418"/>
    <w:rsid w:val="006D0AD9"/>
    <w:rsid w:val="006E16CC"/>
    <w:rsid w:val="00761511"/>
    <w:rsid w:val="00787786"/>
    <w:rsid w:val="007B718A"/>
    <w:rsid w:val="007E1D19"/>
    <w:rsid w:val="007F0A8F"/>
    <w:rsid w:val="007F5B71"/>
    <w:rsid w:val="008166C8"/>
    <w:rsid w:val="00827963"/>
    <w:rsid w:val="00841550"/>
    <w:rsid w:val="00854E82"/>
    <w:rsid w:val="00855043"/>
    <w:rsid w:val="008639BE"/>
    <w:rsid w:val="008A2C3F"/>
    <w:rsid w:val="008A5B84"/>
    <w:rsid w:val="008B60E3"/>
    <w:rsid w:val="008C4BE6"/>
    <w:rsid w:val="008E682E"/>
    <w:rsid w:val="009008B3"/>
    <w:rsid w:val="0093032C"/>
    <w:rsid w:val="00960E34"/>
    <w:rsid w:val="009626FD"/>
    <w:rsid w:val="00963739"/>
    <w:rsid w:val="00972864"/>
    <w:rsid w:val="009870EF"/>
    <w:rsid w:val="009A4AB3"/>
    <w:rsid w:val="009B0614"/>
    <w:rsid w:val="009D3D72"/>
    <w:rsid w:val="00A00A1C"/>
    <w:rsid w:val="00A050F6"/>
    <w:rsid w:val="00A1013C"/>
    <w:rsid w:val="00A21947"/>
    <w:rsid w:val="00A3137D"/>
    <w:rsid w:val="00A3152D"/>
    <w:rsid w:val="00A5592E"/>
    <w:rsid w:val="00A728B9"/>
    <w:rsid w:val="00AA0F3C"/>
    <w:rsid w:val="00AA6A8F"/>
    <w:rsid w:val="00AD598A"/>
    <w:rsid w:val="00AE1EC3"/>
    <w:rsid w:val="00B2044A"/>
    <w:rsid w:val="00B2274C"/>
    <w:rsid w:val="00B34C4D"/>
    <w:rsid w:val="00BC1507"/>
    <w:rsid w:val="00BE19F7"/>
    <w:rsid w:val="00BF53DA"/>
    <w:rsid w:val="00C1452C"/>
    <w:rsid w:val="00C20B65"/>
    <w:rsid w:val="00C70CB6"/>
    <w:rsid w:val="00CA1AC3"/>
    <w:rsid w:val="00CA314C"/>
    <w:rsid w:val="00CA6104"/>
    <w:rsid w:val="00CC12C2"/>
    <w:rsid w:val="00CD3E9F"/>
    <w:rsid w:val="00D05C7D"/>
    <w:rsid w:val="00D12426"/>
    <w:rsid w:val="00D51573"/>
    <w:rsid w:val="00D57FA4"/>
    <w:rsid w:val="00D76FB7"/>
    <w:rsid w:val="00D83896"/>
    <w:rsid w:val="00E55F0A"/>
    <w:rsid w:val="00E63D30"/>
    <w:rsid w:val="00E825A6"/>
    <w:rsid w:val="00EC1F8C"/>
    <w:rsid w:val="00ED00A7"/>
    <w:rsid w:val="00EF5323"/>
    <w:rsid w:val="00F05163"/>
    <w:rsid w:val="00F14F70"/>
    <w:rsid w:val="00F16A4A"/>
    <w:rsid w:val="00F21028"/>
    <w:rsid w:val="00F2571C"/>
    <w:rsid w:val="00F37FB6"/>
    <w:rsid w:val="00F5332E"/>
    <w:rsid w:val="00F93ACC"/>
    <w:rsid w:val="00FB6CBB"/>
    <w:rsid w:val="00FD01FF"/>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0B152"/>
  <w15:docId w15:val="{AF8FC798-06A2-44AE-81D2-03F2610B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unhideWhenUsed/>
    <w:rsid w:val="007E1D19"/>
    <w:rPr>
      <w:sz w:val="16"/>
      <w:szCs w:val="16"/>
    </w:rPr>
  </w:style>
  <w:style w:type="paragraph" w:styleId="Kommentaaritekst">
    <w:name w:val="annotation text"/>
    <w:basedOn w:val="Normaallaad"/>
    <w:link w:val="KommentaaritekstMrk"/>
    <w:uiPriority w:val="99"/>
    <w:unhideWhenUsed/>
    <w:rsid w:val="007E1D19"/>
    <w:rPr>
      <w:sz w:val="20"/>
      <w:szCs w:val="20"/>
    </w:rPr>
  </w:style>
  <w:style w:type="character" w:customStyle="1" w:styleId="KommentaaritekstMrk">
    <w:name w:val="Kommentaari tekst Märk"/>
    <w:basedOn w:val="Liguvaikefont"/>
    <w:link w:val="Kommentaaritekst"/>
    <w:uiPriority w:val="99"/>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link w:val="Pealkiri2Char"/>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ealkiri2Char">
    <w:name w:val="Pealkiri 2 Char"/>
    <w:link w:val="Pealkiri21"/>
    <w:locked/>
    <w:rsid w:val="005411DF"/>
    <w:rPr>
      <w:spacing w:val="-20"/>
      <w:sz w:val="24"/>
      <w:szCs w:val="24"/>
      <w:lang w:eastAsia="en-US"/>
    </w:rPr>
  </w:style>
  <w:style w:type="character" w:styleId="Hperlink">
    <w:name w:val="Hyperlink"/>
    <w:basedOn w:val="Liguvaikefont"/>
    <w:unhideWhenUsed/>
    <w:rsid w:val="00F533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16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rju.pajumets@rmk.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jua\Downloads\t&#246;&#246;v&#245;tuleping%20(jur%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FCFE2FA0D44F7C9D1C87F1CB14AD9D"/>
        <w:category>
          <w:name w:val="Üldine"/>
          <w:gallery w:val="placeholder"/>
        </w:category>
        <w:types>
          <w:type w:val="bbPlcHdr"/>
        </w:types>
        <w:behaviors>
          <w:behavior w:val="content"/>
        </w:behaviors>
        <w:guid w:val="{CD3C75BD-AF3A-49F4-8947-DFFC2C22EE29}"/>
      </w:docPartPr>
      <w:docPartBody>
        <w:p w:rsidR="00D6349B" w:rsidRDefault="00D6349B">
          <w:pPr>
            <w:pStyle w:val="6DFCFE2FA0D44F7C9D1C87F1CB14AD9D"/>
          </w:pPr>
          <w:r w:rsidRPr="00BE118B">
            <w:rPr>
              <w:rStyle w:val="Kohatitetekst"/>
            </w:rPr>
            <w:t>Choose an item.</w:t>
          </w:r>
        </w:p>
      </w:docPartBody>
    </w:docPart>
    <w:docPart>
      <w:docPartPr>
        <w:name w:val="A3750FE91A27478E8D99FD9B101EC356"/>
        <w:category>
          <w:name w:val="Üldine"/>
          <w:gallery w:val="placeholder"/>
        </w:category>
        <w:types>
          <w:type w:val="bbPlcHdr"/>
        </w:types>
        <w:behaviors>
          <w:behavior w:val="content"/>
        </w:behaviors>
        <w:guid w:val="{29917079-4B2F-4D76-AE21-D1BBEC9B9ED7}"/>
      </w:docPartPr>
      <w:docPartBody>
        <w:p w:rsidR="00D6349B" w:rsidRDefault="00D6349B">
          <w:pPr>
            <w:pStyle w:val="A3750FE91A27478E8D99FD9B101EC356"/>
          </w:pPr>
          <w:r w:rsidRPr="00BE118B">
            <w:rPr>
              <w:rStyle w:val="Kohatitetekst"/>
            </w:rPr>
            <w:t>Choose an item.</w:t>
          </w:r>
        </w:p>
      </w:docPartBody>
    </w:docPart>
    <w:docPart>
      <w:docPartPr>
        <w:name w:val="F88840289C4D43E5BC81E9D3E08E0013"/>
        <w:category>
          <w:name w:val="Üldine"/>
          <w:gallery w:val="placeholder"/>
        </w:category>
        <w:types>
          <w:type w:val="bbPlcHdr"/>
        </w:types>
        <w:behaviors>
          <w:behavior w:val="content"/>
        </w:behaviors>
        <w:guid w:val="{BBA6050E-D7DD-4F3A-A71C-4F5C55979B40}"/>
      </w:docPartPr>
      <w:docPartBody>
        <w:p w:rsidR="00D6349B" w:rsidRDefault="00D6349B">
          <w:pPr>
            <w:pStyle w:val="F88840289C4D43E5BC81E9D3E08E0013"/>
          </w:pPr>
          <w:r w:rsidRPr="00BE118B">
            <w:rPr>
              <w:rStyle w:val="Kohatitetekst"/>
            </w:rPr>
            <w:t>Click here to enter a date.</w:t>
          </w:r>
        </w:p>
      </w:docPartBody>
    </w:docPart>
    <w:docPart>
      <w:docPartPr>
        <w:name w:val="B1F3624C82D941AF9C284DE66CDA3F27"/>
        <w:category>
          <w:name w:val="Üldine"/>
          <w:gallery w:val="placeholder"/>
        </w:category>
        <w:types>
          <w:type w:val="bbPlcHdr"/>
        </w:types>
        <w:behaviors>
          <w:behavior w:val="content"/>
        </w:behaviors>
        <w:guid w:val="{4E4345A8-DA07-4109-BED1-88EF3B9294E9}"/>
      </w:docPartPr>
      <w:docPartBody>
        <w:p w:rsidR="00D6349B" w:rsidRDefault="00D6349B">
          <w:pPr>
            <w:pStyle w:val="B1F3624C82D941AF9C284DE66CDA3F27"/>
          </w:pPr>
          <w:r>
            <w:rPr>
              <w:rStyle w:val="Kohatitetekst"/>
            </w:rPr>
            <w:t>Click here to enter a date.</w:t>
          </w:r>
        </w:p>
      </w:docPartBody>
    </w:docPart>
    <w:docPart>
      <w:docPartPr>
        <w:name w:val="36E943718C674ACA874DD18318726DAB"/>
        <w:category>
          <w:name w:val="Üldine"/>
          <w:gallery w:val="placeholder"/>
        </w:category>
        <w:types>
          <w:type w:val="bbPlcHdr"/>
        </w:types>
        <w:behaviors>
          <w:behavior w:val="content"/>
        </w:behaviors>
        <w:guid w:val="{24869F14-4545-40C2-85C7-FEABB27129CB}"/>
      </w:docPartPr>
      <w:docPartBody>
        <w:p w:rsidR="00D6349B" w:rsidRDefault="00D6349B">
          <w:pPr>
            <w:pStyle w:val="36E943718C674ACA874DD18318726DAB"/>
          </w:pPr>
          <w:r>
            <w:rPr>
              <w:rStyle w:val="Kohatitetekst"/>
            </w:rPr>
            <w:t>Click here to enter a date.</w:t>
          </w:r>
        </w:p>
      </w:docPartBody>
    </w:docPart>
    <w:docPart>
      <w:docPartPr>
        <w:name w:val="A98270C01CBD472E8E394A910CFECD3C"/>
        <w:category>
          <w:name w:val="Üldine"/>
          <w:gallery w:val="placeholder"/>
        </w:category>
        <w:types>
          <w:type w:val="bbPlcHdr"/>
        </w:types>
        <w:behaviors>
          <w:behavior w:val="content"/>
        </w:behaviors>
        <w:guid w:val="{A0406A2A-F2BF-4309-AF78-D6304F5F5769}"/>
      </w:docPartPr>
      <w:docPartBody>
        <w:p w:rsidR="00D6349B" w:rsidRDefault="00D6349B">
          <w:pPr>
            <w:pStyle w:val="A98270C01CBD472E8E394A910CFECD3C"/>
          </w:pPr>
          <w:r>
            <w:rPr>
              <w:rStyle w:val="Kohatitetekst"/>
            </w:rPr>
            <w:t>Choose an item.</w:t>
          </w:r>
        </w:p>
      </w:docPartBody>
    </w:docPart>
    <w:docPart>
      <w:docPartPr>
        <w:name w:val="94312FE5E2CE4992BB0D145489D13ADC"/>
        <w:category>
          <w:name w:val="Üldine"/>
          <w:gallery w:val="placeholder"/>
        </w:category>
        <w:types>
          <w:type w:val="bbPlcHdr"/>
        </w:types>
        <w:behaviors>
          <w:behavior w:val="content"/>
        </w:behaviors>
        <w:guid w:val="{0EBBE548-02BB-48F8-80F4-EE84254B3F9D}"/>
      </w:docPartPr>
      <w:docPartBody>
        <w:p w:rsidR="00D6349B" w:rsidRDefault="00D6349B">
          <w:pPr>
            <w:pStyle w:val="94312FE5E2CE4992BB0D145489D13ADC"/>
          </w:pPr>
          <w:r w:rsidRPr="00BE118B">
            <w:rPr>
              <w:rStyle w:val="Kohatitetekst"/>
            </w:rPr>
            <w:t>Choose an item.</w:t>
          </w:r>
        </w:p>
      </w:docPartBody>
    </w:docPart>
    <w:docPart>
      <w:docPartPr>
        <w:name w:val="A64FB1A0622B4C1098D4DA20415F0ABC"/>
        <w:category>
          <w:name w:val="Üldine"/>
          <w:gallery w:val="placeholder"/>
        </w:category>
        <w:types>
          <w:type w:val="bbPlcHdr"/>
        </w:types>
        <w:behaviors>
          <w:behavior w:val="content"/>
        </w:behaviors>
        <w:guid w:val="{D36154B7-7AB2-4C4C-8015-0FBD635E653C}"/>
      </w:docPartPr>
      <w:docPartBody>
        <w:p w:rsidR="00D6349B" w:rsidRDefault="00D6349B">
          <w:pPr>
            <w:pStyle w:val="A64FB1A0622B4C1098D4DA20415F0ABC"/>
          </w:pPr>
          <w:r w:rsidRPr="00BE118B">
            <w:rPr>
              <w:rStyle w:val="Kohatitetekst"/>
            </w:rPr>
            <w:t>Choose an item.</w:t>
          </w:r>
        </w:p>
      </w:docPartBody>
    </w:docPart>
    <w:docPart>
      <w:docPartPr>
        <w:name w:val="0827657CA1C14C188DBE77CF340B4A0A"/>
        <w:category>
          <w:name w:val="Üldine"/>
          <w:gallery w:val="placeholder"/>
        </w:category>
        <w:types>
          <w:type w:val="bbPlcHdr"/>
        </w:types>
        <w:behaviors>
          <w:behavior w:val="content"/>
        </w:behaviors>
        <w:guid w:val="{D789617B-5305-4BD6-AD3A-1C659A04AF1D}"/>
      </w:docPartPr>
      <w:docPartBody>
        <w:p w:rsidR="006B56BA" w:rsidRDefault="00D6349B" w:rsidP="00D6349B">
          <w:pPr>
            <w:pStyle w:val="0827657CA1C14C188DBE77CF340B4A0A"/>
          </w:pPr>
          <w:r w:rsidRPr="00BE118B">
            <w:rPr>
              <w:rStyle w:val="Kohatitetekst"/>
            </w:rPr>
            <w:t>Click here to enter a date.</w:t>
          </w:r>
        </w:p>
      </w:docPartBody>
    </w:docPart>
    <w:docPart>
      <w:docPartPr>
        <w:name w:val="CEF2B44305E84BB6BEB4B09803F1DA86"/>
        <w:category>
          <w:name w:val="Üldine"/>
          <w:gallery w:val="placeholder"/>
        </w:category>
        <w:types>
          <w:type w:val="bbPlcHdr"/>
        </w:types>
        <w:behaviors>
          <w:behavior w:val="content"/>
        </w:behaviors>
        <w:guid w:val="{DE2DA4E0-9443-4C2C-A0D0-B8A4BBFD4D7B}"/>
      </w:docPartPr>
      <w:docPartBody>
        <w:p w:rsidR="006B56BA" w:rsidRDefault="00D6349B" w:rsidP="00D6349B">
          <w:pPr>
            <w:pStyle w:val="CEF2B44305E84BB6BEB4B09803F1DA8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49B"/>
    <w:rsid w:val="00051F63"/>
    <w:rsid w:val="006B56BA"/>
    <w:rsid w:val="00D634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6349B"/>
    <w:rPr>
      <w:color w:val="808080"/>
    </w:rPr>
  </w:style>
  <w:style w:type="paragraph" w:customStyle="1" w:styleId="6DFCFE2FA0D44F7C9D1C87F1CB14AD9D">
    <w:name w:val="6DFCFE2FA0D44F7C9D1C87F1CB14AD9D"/>
  </w:style>
  <w:style w:type="paragraph" w:customStyle="1" w:styleId="A3750FE91A27478E8D99FD9B101EC356">
    <w:name w:val="A3750FE91A27478E8D99FD9B101EC356"/>
  </w:style>
  <w:style w:type="paragraph" w:customStyle="1" w:styleId="F88840289C4D43E5BC81E9D3E08E0013">
    <w:name w:val="F88840289C4D43E5BC81E9D3E08E0013"/>
  </w:style>
  <w:style w:type="paragraph" w:customStyle="1" w:styleId="B1F3624C82D941AF9C284DE66CDA3F27">
    <w:name w:val="B1F3624C82D941AF9C284DE66CDA3F27"/>
  </w:style>
  <w:style w:type="paragraph" w:customStyle="1" w:styleId="36E943718C674ACA874DD18318726DAB">
    <w:name w:val="36E943718C674ACA874DD18318726DAB"/>
  </w:style>
  <w:style w:type="paragraph" w:customStyle="1" w:styleId="A98270C01CBD472E8E394A910CFECD3C">
    <w:name w:val="A98270C01CBD472E8E394A910CFECD3C"/>
  </w:style>
  <w:style w:type="paragraph" w:customStyle="1" w:styleId="94312FE5E2CE4992BB0D145489D13ADC">
    <w:name w:val="94312FE5E2CE4992BB0D145489D13ADC"/>
  </w:style>
  <w:style w:type="paragraph" w:customStyle="1" w:styleId="A64FB1A0622B4C1098D4DA20415F0ABC">
    <w:name w:val="A64FB1A0622B4C1098D4DA20415F0ABC"/>
  </w:style>
  <w:style w:type="paragraph" w:customStyle="1" w:styleId="0827657CA1C14C188DBE77CF340B4A0A">
    <w:name w:val="0827657CA1C14C188DBE77CF340B4A0A"/>
    <w:rsid w:val="00D6349B"/>
  </w:style>
  <w:style w:type="paragraph" w:customStyle="1" w:styleId="CEF2B44305E84BB6BEB4B09803F1DA86">
    <w:name w:val="CEF2B44305E84BB6BEB4B09803F1DA86"/>
    <w:rsid w:val="00D63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töövõtuleping (jur isiku või fiega) (v.a metsamajanduslike tööde tegemiseks)</Template>
  <TotalTime>126</TotalTime>
  <Pages>3</Pages>
  <Words>1090</Words>
  <Characters>6325</Characters>
  <Application>Microsoft Office Word</Application>
  <DocSecurity>0</DocSecurity>
  <Lines>52</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Marju Pajumets</dc:creator>
  <cp:lastModifiedBy>Lihula Maaparandus</cp:lastModifiedBy>
  <cp:revision>2</cp:revision>
  <cp:lastPrinted>2010-12-13T09:14:00Z</cp:lastPrinted>
  <dcterms:created xsi:type="dcterms:W3CDTF">2023-10-23T11:12:00Z</dcterms:created>
  <dcterms:modified xsi:type="dcterms:W3CDTF">2023-10-23T11:12:00Z</dcterms:modified>
</cp:coreProperties>
</file>