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83482" w14:textId="77777777" w:rsidR="00E85637" w:rsidRDefault="00E85637">
      <w:pPr>
        <w:rPr>
          <w:spacing w:val="0"/>
          <w:position w:val="0"/>
          <w:sz w:val="20"/>
        </w:rPr>
      </w:pPr>
    </w:p>
    <w:p w14:paraId="04B34535" w14:textId="77777777" w:rsidR="00E85637" w:rsidRDefault="00776536">
      <w:pPr>
        <w:framePr w:w="9639" w:h="851" w:wrap="around" w:vAnchor="page" w:hAnchor="page" w:x="1702" w:y="625"/>
        <w:rPr>
          <w:spacing w:val="0"/>
          <w:position w:val="0"/>
        </w:rPr>
      </w:pPr>
      <w:r w:rsidRPr="00AB184C">
        <w:rPr>
          <w:noProof/>
          <w:spacing w:val="0"/>
          <w:position w:val="0"/>
          <w:lang w:eastAsia="et-EE"/>
        </w:rPr>
        <w:drawing>
          <wp:inline distT="0" distB="0" distL="0" distR="0" wp14:anchorId="1C9C7DA6" wp14:editId="3A8D0FE3">
            <wp:extent cx="6046530" cy="6413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MK_peakontor_ee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653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2BDE5" w14:textId="066A85ED" w:rsidR="001673D3" w:rsidRDefault="00E6209D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Rando </w:t>
      </w:r>
      <w:proofErr w:type="spellStart"/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Omler</w:t>
      </w:r>
      <w:proofErr w:type="spellEnd"/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F82434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CF5B94"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Meie </w:t>
      </w:r>
      <w:r w:rsidR="00CF5B94" w:rsidRPr="00613AA0">
        <w:rPr>
          <w:rFonts w:ascii="Times-Roman" w:hAnsi="Times-Roman" w:cs="Times-Roman"/>
          <w:spacing w:val="0"/>
          <w:position w:val="0"/>
          <w:szCs w:val="24"/>
          <w:lang w:eastAsia="et-EE"/>
        </w:rPr>
        <w:t>digita</w:t>
      </w:r>
      <w:r w:rsidR="00CF5B94"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alallkirja kuupäev  nr </w:t>
      </w:r>
      <w:r w:rsidR="00FF148C" w:rsidRPr="00FF148C">
        <w:rPr>
          <w:rFonts w:ascii="Times-Roman" w:hAnsi="Times-Roman" w:cs="Times-Roman"/>
          <w:spacing w:val="0"/>
          <w:position w:val="0"/>
          <w:szCs w:val="24"/>
          <w:lang w:eastAsia="et-EE"/>
        </w:rPr>
        <w:t>3-2.1/2025/2569</w:t>
      </w:r>
    </w:p>
    <w:p w14:paraId="08EBEA83" w14:textId="77777777" w:rsidR="00F85C85" w:rsidRDefault="00610B44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Keskkonnaameti </w:t>
      </w:r>
      <w:r w:rsidR="00AF260E">
        <w:rPr>
          <w:rFonts w:ascii="Times-Roman" w:hAnsi="Times-Roman" w:cs="Times-Roman"/>
          <w:spacing w:val="0"/>
          <w:position w:val="0"/>
          <w:szCs w:val="24"/>
          <w:lang w:eastAsia="et-EE"/>
        </w:rPr>
        <w:t>Metsaosakond</w:t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ab/>
      </w:r>
    </w:p>
    <w:p w14:paraId="5D9061DB" w14:textId="3C234015" w:rsidR="001673D3" w:rsidRDefault="00F82434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p</w:t>
      </w:r>
      <w:r w:rsidR="004D1563">
        <w:rPr>
          <w:rFonts w:ascii="Times-Roman" w:hAnsi="Times-Roman" w:cs="Times-Roman"/>
          <w:spacing w:val="0"/>
          <w:position w:val="0"/>
          <w:szCs w:val="24"/>
          <w:lang w:eastAsia="et-EE"/>
        </w:rPr>
        <w:t>ea</w:t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>spetsialist</w:t>
      </w:r>
    </w:p>
    <w:p w14:paraId="5C3EFEC0" w14:textId="5271AF43" w:rsidR="00F82434" w:rsidRDefault="00F82434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 w:rsidRPr="00F82434">
        <w:rPr>
          <w:rFonts w:ascii="Times-Roman" w:hAnsi="Times-Roman" w:cs="Times-Roman"/>
          <w:spacing w:val="0"/>
          <w:position w:val="0"/>
          <w:szCs w:val="24"/>
          <w:lang w:eastAsia="et-EE"/>
        </w:rPr>
        <w:t>rando.omler@keskkonnaamet.ee</w:t>
      </w:r>
    </w:p>
    <w:p w14:paraId="2EBB067A" w14:textId="77777777" w:rsidR="00C43C66" w:rsidRDefault="00C43C66" w:rsidP="001673D3">
      <w:pPr>
        <w:autoSpaceDE w:val="0"/>
        <w:autoSpaceDN w:val="0"/>
        <w:adjustRightInd w:val="0"/>
        <w:ind w:left="612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57F45421" w14:textId="77777777" w:rsidR="00C43C66" w:rsidRDefault="00C43C66" w:rsidP="001673D3">
      <w:pPr>
        <w:autoSpaceDE w:val="0"/>
        <w:autoSpaceDN w:val="0"/>
        <w:adjustRightInd w:val="0"/>
        <w:rPr>
          <w:rFonts w:ascii="Times-Bold" w:hAnsi="Times-Bold" w:cs="Times-Bold"/>
          <w:b/>
          <w:bCs/>
          <w:spacing w:val="0"/>
          <w:position w:val="0"/>
          <w:szCs w:val="24"/>
          <w:lang w:eastAsia="et-EE"/>
        </w:rPr>
      </w:pPr>
    </w:p>
    <w:p w14:paraId="534C5FB6" w14:textId="77777777" w:rsidR="00C43C66" w:rsidRDefault="00C43C66" w:rsidP="001673D3">
      <w:pPr>
        <w:autoSpaceDE w:val="0"/>
        <w:autoSpaceDN w:val="0"/>
        <w:adjustRightInd w:val="0"/>
        <w:rPr>
          <w:rFonts w:ascii="Times-Bold" w:hAnsi="Times-Bold" w:cs="Times-Bold"/>
          <w:b/>
          <w:bCs/>
          <w:spacing w:val="0"/>
          <w:position w:val="0"/>
          <w:szCs w:val="24"/>
          <w:lang w:eastAsia="et-EE"/>
        </w:rPr>
      </w:pPr>
    </w:p>
    <w:p w14:paraId="3400AE45" w14:textId="77777777" w:rsidR="00C43C66" w:rsidRDefault="00C43C66" w:rsidP="001673D3">
      <w:pPr>
        <w:autoSpaceDE w:val="0"/>
        <w:autoSpaceDN w:val="0"/>
        <w:adjustRightInd w:val="0"/>
        <w:rPr>
          <w:rFonts w:ascii="Times-Bold" w:hAnsi="Times-Bold" w:cs="Times-Bold"/>
          <w:b/>
          <w:bCs/>
          <w:spacing w:val="0"/>
          <w:position w:val="0"/>
          <w:szCs w:val="24"/>
          <w:lang w:eastAsia="et-EE"/>
        </w:rPr>
      </w:pPr>
    </w:p>
    <w:p w14:paraId="192A6F26" w14:textId="77777777" w:rsidR="00C43C66" w:rsidRDefault="00C43C66" w:rsidP="001673D3">
      <w:pPr>
        <w:autoSpaceDE w:val="0"/>
        <w:autoSpaceDN w:val="0"/>
        <w:adjustRightInd w:val="0"/>
        <w:rPr>
          <w:rFonts w:ascii="Times-Bold" w:hAnsi="Times-Bold" w:cs="Times-Bold"/>
          <w:b/>
          <w:bCs/>
          <w:spacing w:val="0"/>
          <w:position w:val="0"/>
          <w:szCs w:val="24"/>
          <w:lang w:eastAsia="et-EE"/>
        </w:rPr>
      </w:pPr>
    </w:p>
    <w:p w14:paraId="0BF6D5BB" w14:textId="77777777" w:rsidR="001673D3" w:rsidRDefault="008D507D" w:rsidP="001673D3">
      <w:pPr>
        <w:autoSpaceDE w:val="0"/>
        <w:autoSpaceDN w:val="0"/>
        <w:adjustRightInd w:val="0"/>
        <w:rPr>
          <w:rFonts w:ascii="Times-Bold" w:hAnsi="Times-Bold" w:cs="Times-Bold"/>
          <w:b/>
          <w:bCs/>
          <w:spacing w:val="0"/>
          <w:position w:val="0"/>
          <w:szCs w:val="24"/>
          <w:lang w:eastAsia="et-EE"/>
        </w:rPr>
      </w:pPr>
      <w:r w:rsidRPr="008D507D">
        <w:rPr>
          <w:rFonts w:ascii="Times-Bold" w:hAnsi="Times-Bold" w:cs="Times-Bold"/>
          <w:b/>
          <w:bCs/>
          <w:spacing w:val="0"/>
          <w:position w:val="0"/>
          <w:szCs w:val="24"/>
          <w:lang w:eastAsia="et-EE"/>
        </w:rPr>
        <w:t>Taotlus metsauuenduse uuenemistähtaja pikendamiseks</w:t>
      </w:r>
    </w:p>
    <w:p w14:paraId="17722101" w14:textId="77777777" w:rsidR="00C43C66" w:rsidRDefault="00C43C66" w:rsidP="001673D3">
      <w:pPr>
        <w:autoSpaceDE w:val="0"/>
        <w:autoSpaceDN w:val="0"/>
        <w:adjustRightInd w:val="0"/>
        <w:rPr>
          <w:rFonts w:ascii="Times-Bold" w:hAnsi="Times-Bold" w:cs="Times-Bold"/>
          <w:b/>
          <w:bCs/>
          <w:spacing w:val="0"/>
          <w:position w:val="0"/>
          <w:szCs w:val="24"/>
          <w:lang w:eastAsia="et-EE"/>
        </w:rPr>
      </w:pPr>
    </w:p>
    <w:p w14:paraId="1068F470" w14:textId="77777777" w:rsidR="00C43C66" w:rsidRDefault="00C43C66" w:rsidP="001673D3">
      <w:pPr>
        <w:autoSpaceDE w:val="0"/>
        <w:autoSpaceDN w:val="0"/>
        <w:adjustRightInd w:val="0"/>
        <w:rPr>
          <w:rFonts w:ascii="Times-Bold" w:hAnsi="Times-Bold" w:cs="Times-Bold"/>
          <w:b/>
          <w:bCs/>
          <w:spacing w:val="0"/>
          <w:position w:val="0"/>
          <w:szCs w:val="24"/>
          <w:lang w:eastAsia="et-EE"/>
        </w:rPr>
      </w:pPr>
    </w:p>
    <w:p w14:paraId="257634B2" w14:textId="3FB05FFF" w:rsidR="00C43C66" w:rsidRDefault="008D507D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Esitame kirja lisana taotluse</w:t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d </w:t>
      </w: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 uu</w:t>
      </w:r>
      <w:r w:rsidR="00F85C85"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enemistähtaja pikendamiseks </w:t>
      </w:r>
      <w:r w:rsidR="00EA7A34">
        <w:rPr>
          <w:rFonts w:ascii="Times-Roman" w:hAnsi="Times-Roman" w:cs="Times-Roman"/>
          <w:spacing w:val="0"/>
          <w:position w:val="0"/>
          <w:szCs w:val="24"/>
          <w:lang w:eastAsia="et-EE"/>
        </w:rPr>
        <w:t>tähtaegselt</w:t>
      </w: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 uuenemata </w:t>
      </w:r>
      <w:r w:rsidR="00AF260E">
        <w:rPr>
          <w:rFonts w:ascii="Times-Roman" w:hAnsi="Times-Roman" w:cs="Times-Roman"/>
          <w:spacing w:val="0"/>
          <w:position w:val="0"/>
          <w:szCs w:val="24"/>
          <w:lang w:eastAsia="et-EE"/>
        </w:rPr>
        <w:t>201</w:t>
      </w:r>
      <w:r w:rsidR="00F95B48">
        <w:rPr>
          <w:rFonts w:ascii="Times-Roman" w:hAnsi="Times-Roman" w:cs="Times-Roman"/>
          <w:spacing w:val="0"/>
          <w:position w:val="0"/>
          <w:szCs w:val="24"/>
          <w:lang w:eastAsia="et-EE"/>
        </w:rPr>
        <w:t>9</w:t>
      </w:r>
      <w:r w:rsidR="00E879F7">
        <w:rPr>
          <w:rFonts w:ascii="Times-Roman" w:hAnsi="Times-Roman" w:cs="Times-Roman"/>
          <w:spacing w:val="0"/>
          <w:position w:val="0"/>
          <w:szCs w:val="24"/>
          <w:lang w:eastAsia="et-EE"/>
        </w:rPr>
        <w:t>, 2016, ja 2019.a</w:t>
      </w:r>
      <w:r w:rsidR="00CF3544"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 </w:t>
      </w:r>
      <w:r w:rsidR="00AF260E">
        <w:rPr>
          <w:rFonts w:ascii="Times-Roman" w:hAnsi="Times-Roman" w:cs="Times-Roman"/>
          <w:spacing w:val="0"/>
          <w:position w:val="0"/>
          <w:szCs w:val="24"/>
          <w:lang w:eastAsia="et-EE"/>
        </w:rPr>
        <w:t>raiesmikele</w:t>
      </w: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.</w:t>
      </w:r>
    </w:p>
    <w:p w14:paraId="42D0597F" w14:textId="77777777" w:rsidR="00C43C66" w:rsidRDefault="00C43C66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4E0625E4" w14:textId="77777777" w:rsidR="00C43C66" w:rsidRDefault="00C43C66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5CE883FA" w14:textId="77777777" w:rsidR="008D507D" w:rsidRDefault="008D507D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5F1BFA17" w14:textId="77777777" w:rsidR="00C43C66" w:rsidRDefault="00C43C66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4F563040" w14:textId="77777777" w:rsidR="001673D3" w:rsidRDefault="001673D3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Lugupidamisega,</w:t>
      </w:r>
    </w:p>
    <w:p w14:paraId="3885F6AB" w14:textId="77777777" w:rsidR="001673D3" w:rsidRDefault="001673D3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0654DBC9" w14:textId="49A2E22E" w:rsidR="00F85C85" w:rsidRDefault="00F95B48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Janek Tarto</w:t>
      </w:r>
    </w:p>
    <w:p w14:paraId="00806373" w14:textId="77777777" w:rsidR="00C43C66" w:rsidRDefault="00C43C66" w:rsidP="001673D3">
      <w:pPr>
        <w:autoSpaceDE w:val="0"/>
        <w:autoSpaceDN w:val="0"/>
        <w:adjustRightInd w:val="0"/>
        <w:rPr>
          <w:rFonts w:ascii="Times-Italic" w:hAnsi="Times-Italic" w:cs="Times-Italic"/>
          <w:i/>
          <w:iCs/>
          <w:spacing w:val="0"/>
          <w:position w:val="0"/>
          <w:szCs w:val="24"/>
          <w:lang w:eastAsia="et-EE"/>
        </w:rPr>
      </w:pPr>
    </w:p>
    <w:p w14:paraId="5873D372" w14:textId="77777777" w:rsidR="001673D3" w:rsidRDefault="001673D3" w:rsidP="001673D3">
      <w:pPr>
        <w:autoSpaceDE w:val="0"/>
        <w:autoSpaceDN w:val="0"/>
        <w:adjustRightInd w:val="0"/>
        <w:rPr>
          <w:rFonts w:ascii="Times-Italic" w:hAnsi="Times-Italic" w:cs="Times-Italic"/>
          <w:i/>
          <w:iCs/>
          <w:spacing w:val="0"/>
          <w:position w:val="0"/>
          <w:szCs w:val="24"/>
          <w:lang w:eastAsia="et-EE"/>
        </w:rPr>
      </w:pPr>
      <w:r>
        <w:rPr>
          <w:rFonts w:ascii="Times-Italic" w:hAnsi="Times-Italic" w:cs="Times-Italic"/>
          <w:i/>
          <w:iCs/>
          <w:spacing w:val="0"/>
          <w:position w:val="0"/>
          <w:szCs w:val="24"/>
          <w:lang w:eastAsia="et-EE"/>
        </w:rPr>
        <w:t>/allkirjastatud digitaalselt/</w:t>
      </w:r>
    </w:p>
    <w:p w14:paraId="6E839DBF" w14:textId="77777777" w:rsidR="00C43C66" w:rsidRDefault="00C43C66" w:rsidP="001673D3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4A478BD1" w14:textId="77777777" w:rsidR="00CF5B94" w:rsidRDefault="00CF5B94" w:rsidP="00CF5B94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RMK metsakasvatustalituse</w:t>
      </w:r>
    </w:p>
    <w:p w14:paraId="35CBAC44" w14:textId="59FCC1D1" w:rsidR="00CF5B94" w:rsidRDefault="00F95B48" w:rsidP="00CF5B94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Kirde</w:t>
      </w:r>
      <w:r w:rsidR="00CF5B94">
        <w:rPr>
          <w:rFonts w:ascii="Times-Roman" w:hAnsi="Times-Roman" w:cs="Times-Roman"/>
          <w:spacing w:val="0"/>
          <w:position w:val="0"/>
          <w:szCs w:val="24"/>
          <w:lang w:eastAsia="et-EE"/>
        </w:rPr>
        <w:t xml:space="preserve"> piirkonna metsakasvatusjuht</w:t>
      </w:r>
    </w:p>
    <w:p w14:paraId="619C7049" w14:textId="77777777" w:rsidR="00B755A6" w:rsidRDefault="00B755A6" w:rsidP="00CF5B94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498C9A94" w14:textId="77777777" w:rsidR="00B755A6" w:rsidRDefault="00B755A6" w:rsidP="00CF5B94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3212F57C" w14:textId="77777777" w:rsidR="00B755A6" w:rsidRDefault="00B755A6" w:rsidP="00CF5B94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</w:p>
    <w:p w14:paraId="1C606819" w14:textId="6C5CF225" w:rsidR="00B755A6" w:rsidRDefault="00F95B48" w:rsidP="00B755A6">
      <w:r>
        <w:t>5077103</w:t>
      </w:r>
    </w:p>
    <w:p w14:paraId="39863696" w14:textId="4FBD8798" w:rsidR="00B755A6" w:rsidRPr="00F85C85" w:rsidRDefault="00F95B48" w:rsidP="00B755A6">
      <w:pPr>
        <w:autoSpaceDE w:val="0"/>
        <w:autoSpaceDN w:val="0"/>
        <w:adjustRightInd w:val="0"/>
        <w:rPr>
          <w:rFonts w:ascii="Times-Roman" w:hAnsi="Times-Roman" w:cs="Times-Roman"/>
          <w:spacing w:val="0"/>
          <w:position w:val="0"/>
          <w:szCs w:val="24"/>
          <w:lang w:eastAsia="et-EE"/>
        </w:rPr>
      </w:pPr>
      <w:r>
        <w:t>janek.tarto@rmk.ee</w:t>
      </w:r>
      <w:r w:rsidR="00B755A6"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0" w:name="Text29"/>
      <w:r w:rsidR="00B755A6">
        <w:instrText xml:space="preserve"> FORMTEXT </w:instrText>
      </w:r>
      <w:r w:rsidR="00B755A6">
        <w:fldChar w:fldCharType="separate"/>
      </w:r>
      <w:r w:rsidR="00B755A6">
        <w:fldChar w:fldCharType="end"/>
      </w:r>
      <w:bookmarkEnd w:id="0"/>
    </w:p>
    <w:p w14:paraId="6CE8F879" w14:textId="77777777" w:rsidR="008D507D" w:rsidRPr="00C43C66" w:rsidRDefault="008D507D" w:rsidP="008D507D">
      <w:pPr>
        <w:rPr>
          <w:b/>
        </w:rPr>
      </w:pPr>
    </w:p>
    <w:p w14:paraId="40912DF2" w14:textId="77777777" w:rsidR="00F37CE5" w:rsidRPr="00C43C66" w:rsidRDefault="00F37CE5" w:rsidP="00C43C66">
      <w:pPr>
        <w:rPr>
          <w:b/>
        </w:rPr>
      </w:pPr>
    </w:p>
    <w:sectPr w:rsidR="00F37CE5" w:rsidRPr="00C43C66" w:rsidSect="001673D3">
      <w:footerReference w:type="default" r:id="rId8"/>
      <w:headerReference w:type="first" r:id="rId9"/>
      <w:footerReference w:type="first" r:id="rId10"/>
      <w:pgSz w:w="11906" w:h="16838" w:code="9"/>
      <w:pgMar w:top="3062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1D74E" w14:textId="77777777" w:rsidR="00B95D2F" w:rsidRDefault="00B95D2F">
      <w:r>
        <w:separator/>
      </w:r>
    </w:p>
  </w:endnote>
  <w:endnote w:type="continuationSeparator" w:id="0">
    <w:p w14:paraId="755BC461" w14:textId="77777777" w:rsidR="00B95D2F" w:rsidRDefault="00B95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17FC4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D9DD6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1B862" w14:textId="77777777" w:rsidR="00B95D2F" w:rsidRDefault="00B95D2F">
      <w:r>
        <w:separator/>
      </w:r>
    </w:p>
  </w:footnote>
  <w:footnote w:type="continuationSeparator" w:id="0">
    <w:p w14:paraId="235BDE93" w14:textId="77777777" w:rsidR="00B95D2F" w:rsidRDefault="00B95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BCE12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FD0F67"/>
    <w:multiLevelType w:val="hybridMultilevel"/>
    <w:tmpl w:val="877663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E8C326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295641841">
    <w:abstractNumId w:val="0"/>
  </w:num>
  <w:num w:numId="2" w16cid:durableId="611742148">
    <w:abstractNumId w:val="2"/>
  </w:num>
  <w:num w:numId="3" w16cid:durableId="38209576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70"/>
    <w:rsid w:val="000006D1"/>
    <w:rsid w:val="0006236E"/>
    <w:rsid w:val="00072910"/>
    <w:rsid w:val="000A6B80"/>
    <w:rsid w:val="000B741B"/>
    <w:rsid w:val="000C404D"/>
    <w:rsid w:val="000D31BC"/>
    <w:rsid w:val="00124F90"/>
    <w:rsid w:val="00135290"/>
    <w:rsid w:val="00152349"/>
    <w:rsid w:val="0015432F"/>
    <w:rsid w:val="001673D3"/>
    <w:rsid w:val="00191251"/>
    <w:rsid w:val="001C6FED"/>
    <w:rsid w:val="001D7EF9"/>
    <w:rsid w:val="001E574A"/>
    <w:rsid w:val="001F2E75"/>
    <w:rsid w:val="001F495C"/>
    <w:rsid w:val="00201583"/>
    <w:rsid w:val="002067FE"/>
    <w:rsid w:val="00214733"/>
    <w:rsid w:val="002760BA"/>
    <w:rsid w:val="00293C99"/>
    <w:rsid w:val="003051B0"/>
    <w:rsid w:val="003143D0"/>
    <w:rsid w:val="00356C40"/>
    <w:rsid w:val="003659A5"/>
    <w:rsid w:val="003955C2"/>
    <w:rsid w:val="004325B2"/>
    <w:rsid w:val="00452B57"/>
    <w:rsid w:val="00494BCF"/>
    <w:rsid w:val="004A167F"/>
    <w:rsid w:val="004D1563"/>
    <w:rsid w:val="005378D4"/>
    <w:rsid w:val="005532DC"/>
    <w:rsid w:val="005713B3"/>
    <w:rsid w:val="00574CC0"/>
    <w:rsid w:val="00591480"/>
    <w:rsid w:val="005A2CC9"/>
    <w:rsid w:val="005F5326"/>
    <w:rsid w:val="00610B44"/>
    <w:rsid w:val="00613276"/>
    <w:rsid w:val="006328E8"/>
    <w:rsid w:val="00681BA3"/>
    <w:rsid w:val="00704BBF"/>
    <w:rsid w:val="00707F25"/>
    <w:rsid w:val="00733B8B"/>
    <w:rsid w:val="00755845"/>
    <w:rsid w:val="00776536"/>
    <w:rsid w:val="007A5C38"/>
    <w:rsid w:val="007C743E"/>
    <w:rsid w:val="007D03F3"/>
    <w:rsid w:val="007E0D20"/>
    <w:rsid w:val="007F482F"/>
    <w:rsid w:val="00812B86"/>
    <w:rsid w:val="0081429B"/>
    <w:rsid w:val="008332A6"/>
    <w:rsid w:val="00835201"/>
    <w:rsid w:val="00850393"/>
    <w:rsid w:val="00854980"/>
    <w:rsid w:val="00874EA2"/>
    <w:rsid w:val="008A1A2C"/>
    <w:rsid w:val="008A233B"/>
    <w:rsid w:val="008A3657"/>
    <w:rsid w:val="008B1038"/>
    <w:rsid w:val="008C2105"/>
    <w:rsid w:val="008D507D"/>
    <w:rsid w:val="00903387"/>
    <w:rsid w:val="00920061"/>
    <w:rsid w:val="00934DFC"/>
    <w:rsid w:val="009A22EB"/>
    <w:rsid w:val="009B568F"/>
    <w:rsid w:val="009E2046"/>
    <w:rsid w:val="009F2D6B"/>
    <w:rsid w:val="00A3314A"/>
    <w:rsid w:val="00A412E6"/>
    <w:rsid w:val="00A5620C"/>
    <w:rsid w:val="00A673ED"/>
    <w:rsid w:val="00A749E3"/>
    <w:rsid w:val="00A9445B"/>
    <w:rsid w:val="00AA6DA9"/>
    <w:rsid w:val="00AB1C8B"/>
    <w:rsid w:val="00AF260E"/>
    <w:rsid w:val="00B05430"/>
    <w:rsid w:val="00B06ABC"/>
    <w:rsid w:val="00B107EA"/>
    <w:rsid w:val="00B16892"/>
    <w:rsid w:val="00B53431"/>
    <w:rsid w:val="00B755A6"/>
    <w:rsid w:val="00B7608B"/>
    <w:rsid w:val="00B85162"/>
    <w:rsid w:val="00B910AA"/>
    <w:rsid w:val="00B92860"/>
    <w:rsid w:val="00B95D2F"/>
    <w:rsid w:val="00BC7F29"/>
    <w:rsid w:val="00BD03F1"/>
    <w:rsid w:val="00BE0894"/>
    <w:rsid w:val="00BE7092"/>
    <w:rsid w:val="00C233F4"/>
    <w:rsid w:val="00C24A8C"/>
    <w:rsid w:val="00C32B5E"/>
    <w:rsid w:val="00C43C66"/>
    <w:rsid w:val="00C52479"/>
    <w:rsid w:val="00C5594A"/>
    <w:rsid w:val="00C67247"/>
    <w:rsid w:val="00C75D5A"/>
    <w:rsid w:val="00C8127B"/>
    <w:rsid w:val="00C96A00"/>
    <w:rsid w:val="00CE6A7A"/>
    <w:rsid w:val="00CF3544"/>
    <w:rsid w:val="00CF5B94"/>
    <w:rsid w:val="00D24A33"/>
    <w:rsid w:val="00D636BC"/>
    <w:rsid w:val="00D90B9A"/>
    <w:rsid w:val="00DA3F3C"/>
    <w:rsid w:val="00DC359A"/>
    <w:rsid w:val="00E36485"/>
    <w:rsid w:val="00E37F0F"/>
    <w:rsid w:val="00E457F8"/>
    <w:rsid w:val="00E566BC"/>
    <w:rsid w:val="00E6209D"/>
    <w:rsid w:val="00E83324"/>
    <w:rsid w:val="00E85637"/>
    <w:rsid w:val="00E879F7"/>
    <w:rsid w:val="00E95B70"/>
    <w:rsid w:val="00EA7A34"/>
    <w:rsid w:val="00EC5BAE"/>
    <w:rsid w:val="00EE1684"/>
    <w:rsid w:val="00EF2153"/>
    <w:rsid w:val="00EF665B"/>
    <w:rsid w:val="00F04FCF"/>
    <w:rsid w:val="00F37CE5"/>
    <w:rsid w:val="00F42229"/>
    <w:rsid w:val="00F67F07"/>
    <w:rsid w:val="00F82434"/>
    <w:rsid w:val="00F830C4"/>
    <w:rsid w:val="00F85C85"/>
    <w:rsid w:val="00F8730C"/>
    <w:rsid w:val="00F9090E"/>
    <w:rsid w:val="00F95B48"/>
    <w:rsid w:val="00FE3D79"/>
    <w:rsid w:val="00FF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2D3C43"/>
  <w15:docId w15:val="{849C7B02-7E99-4DCF-A453-736B33149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BE70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2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yrik\Downloads\laanemaa%20mk%20ak%20ki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laanemaa mk ak kiri</Template>
  <TotalTime>1</TotalTime>
  <Pages>1</Pages>
  <Words>40</Words>
  <Characters>455</Characters>
  <Application>Microsoft Office Word</Application>
  <DocSecurity>4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494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2000(TM) file templates</dc:subject>
  <dc:creator>Kasutaja</dc:creator>
  <dc:description>Ver 4.0, 05.2013</dc:description>
  <cp:lastModifiedBy>Janek Tarto</cp:lastModifiedBy>
  <cp:revision>2</cp:revision>
  <cp:lastPrinted>2014-04-01T12:05:00Z</cp:lastPrinted>
  <dcterms:created xsi:type="dcterms:W3CDTF">2025-04-08T12:19:00Z</dcterms:created>
  <dcterms:modified xsi:type="dcterms:W3CDTF">2025-04-08T12:19:00Z</dcterms:modified>
</cp:coreProperties>
</file>