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6503A" w14:textId="77777777" w:rsidR="00370512" w:rsidRDefault="00370512">
      <w:pPr>
        <w:rPr>
          <w:rFonts w:asciiTheme="majorHAnsi" w:hAnsiTheme="majorHAnsi" w:cstheme="majorHAnsi"/>
          <w:sz w:val="22"/>
          <w:szCs w:val="22"/>
        </w:rPr>
      </w:pPr>
    </w:p>
    <w:p w14:paraId="208937CE" w14:textId="2691FD05" w:rsidR="00423E50" w:rsidRDefault="00423E50" w:rsidP="00423E50">
      <w:pPr>
        <w:autoSpaceDE w:val="0"/>
        <w:autoSpaceDN w:val="0"/>
        <w:adjustRightInd w:val="0"/>
        <w:rPr>
          <w:rFonts w:eastAsiaTheme="minorHAnsi" w:cs="Times New Roman"/>
          <w:color w:val="000000"/>
          <w:sz w:val="22"/>
          <w:szCs w:val="22"/>
          <w:lang w:val="et-EE" w:eastAsia="en-US"/>
        </w:rPr>
      </w:pPr>
    </w:p>
    <w:p w14:paraId="49A480C8" w14:textId="46ED5BF0" w:rsidR="00423E50" w:rsidRDefault="00423E50" w:rsidP="00423E50">
      <w:pPr>
        <w:autoSpaceDE w:val="0"/>
        <w:autoSpaceDN w:val="0"/>
        <w:adjustRightInd w:val="0"/>
        <w:rPr>
          <w:rFonts w:eastAsiaTheme="minorHAnsi" w:cs="Times New Roman"/>
          <w:color w:val="000000"/>
          <w:sz w:val="22"/>
          <w:szCs w:val="22"/>
          <w:lang w:val="et-EE" w:eastAsia="en-US"/>
        </w:rPr>
      </w:pPr>
    </w:p>
    <w:p w14:paraId="1AECD384" w14:textId="0A7B33D1" w:rsidR="00423E50" w:rsidRDefault="00423E50" w:rsidP="00423E50">
      <w:pPr>
        <w:autoSpaceDE w:val="0"/>
        <w:autoSpaceDN w:val="0"/>
        <w:adjustRightInd w:val="0"/>
        <w:rPr>
          <w:rFonts w:eastAsiaTheme="minorHAnsi" w:cs="Times New Roman"/>
          <w:color w:val="000000"/>
          <w:sz w:val="22"/>
          <w:szCs w:val="22"/>
          <w:lang w:val="et-EE" w:eastAsia="en-US"/>
        </w:rPr>
      </w:pPr>
    </w:p>
    <w:p w14:paraId="337F89A1" w14:textId="77777777" w:rsidR="00423E50" w:rsidRPr="00D93324" w:rsidRDefault="00423E50" w:rsidP="00423E50">
      <w:pPr>
        <w:autoSpaceDE w:val="0"/>
        <w:autoSpaceDN w:val="0"/>
        <w:adjustRightInd w:val="0"/>
        <w:rPr>
          <w:rFonts w:eastAsiaTheme="minorHAnsi" w:cs="Times New Roman"/>
          <w:color w:val="000000"/>
          <w:sz w:val="22"/>
          <w:szCs w:val="22"/>
          <w:lang w:val="et-EE" w:eastAsia="en-US"/>
        </w:rPr>
      </w:pPr>
    </w:p>
    <w:p w14:paraId="4B2E90C2" w14:textId="77777777" w:rsidR="00423E50" w:rsidRPr="00ED3A3D" w:rsidRDefault="00423E50" w:rsidP="00423E50">
      <w:pPr>
        <w:autoSpaceDE w:val="0"/>
        <w:autoSpaceDN w:val="0"/>
        <w:adjustRightInd w:val="0"/>
        <w:rPr>
          <w:rFonts w:cs="Times New Roman"/>
          <w:lang w:val="et-EE"/>
        </w:rPr>
      </w:pPr>
      <w:r w:rsidRPr="00ED3A3D">
        <w:rPr>
          <w:rFonts w:cs="Times New Roman"/>
          <w:lang w:val="et-EE"/>
        </w:rPr>
        <w:t xml:space="preserve">Kodanikuühiskonna ja kohanemispoliitika osakond </w:t>
      </w:r>
    </w:p>
    <w:p w14:paraId="547441C9" w14:textId="77777777" w:rsidR="00423E50" w:rsidRPr="00ED3A3D" w:rsidRDefault="00423E50" w:rsidP="00423E50">
      <w:pPr>
        <w:autoSpaceDE w:val="0"/>
        <w:autoSpaceDN w:val="0"/>
        <w:adjustRightInd w:val="0"/>
        <w:rPr>
          <w:rFonts w:eastAsiaTheme="minorHAnsi" w:cs="Times New Roman"/>
          <w:color w:val="000000"/>
          <w:lang w:val="et-EE" w:eastAsia="en-US"/>
        </w:rPr>
      </w:pPr>
      <w:r w:rsidRPr="00ED3A3D">
        <w:rPr>
          <w:rFonts w:eastAsiaTheme="minorHAnsi" w:cs="Times New Roman"/>
          <w:color w:val="000000"/>
          <w:lang w:val="et-EE" w:eastAsia="en-US"/>
        </w:rPr>
        <w:t>Siseministeerium</w:t>
      </w:r>
    </w:p>
    <w:p w14:paraId="0B0C97A9" w14:textId="41D1B0BE" w:rsidR="00423E50" w:rsidRPr="00ED3A3D" w:rsidRDefault="000B37FB" w:rsidP="000B37FB">
      <w:pPr>
        <w:autoSpaceDE w:val="0"/>
        <w:autoSpaceDN w:val="0"/>
        <w:adjustRightInd w:val="0"/>
        <w:rPr>
          <w:rFonts w:eastAsiaTheme="minorHAnsi" w:cs="Times New Roman"/>
          <w:color w:val="000000"/>
          <w:lang w:val="et-EE" w:eastAsia="en-US"/>
        </w:rPr>
      </w:pPr>
      <w:hyperlink r:id="rId7" w:history="1">
        <w:r w:rsidRPr="00402EAF">
          <w:rPr>
            <w:rStyle w:val="Hyperlink"/>
            <w:rFonts w:eastAsiaTheme="minorHAnsi" w:cs="Times New Roman"/>
            <w:lang w:val="et-EE" w:eastAsia="en-US"/>
          </w:rPr>
          <w:t>info@siseministeerium.ee</w:t>
        </w:r>
      </w:hyperlink>
      <w:r w:rsidR="00423E50" w:rsidRPr="00ED3A3D">
        <w:rPr>
          <w:rFonts w:eastAsiaTheme="minorHAnsi" w:cs="Times New Roman"/>
          <w:color w:val="000000"/>
          <w:lang w:val="et-EE" w:eastAsia="en-US"/>
        </w:rPr>
        <w:tab/>
      </w:r>
      <w:r w:rsidR="00423E50" w:rsidRPr="00ED3A3D">
        <w:rPr>
          <w:rFonts w:eastAsiaTheme="minorHAnsi" w:cs="Times New Roman"/>
          <w:color w:val="000000"/>
          <w:lang w:val="et-EE" w:eastAsia="en-US"/>
        </w:rPr>
        <w:tab/>
      </w:r>
      <w:r w:rsidR="00423E50" w:rsidRPr="00ED3A3D">
        <w:rPr>
          <w:rFonts w:eastAsiaTheme="minorHAnsi" w:cs="Times New Roman"/>
          <w:color w:val="000000"/>
          <w:lang w:val="et-EE" w:eastAsia="en-US"/>
        </w:rPr>
        <w:tab/>
      </w:r>
      <w:r w:rsidR="00423E50" w:rsidRPr="00ED3A3D">
        <w:rPr>
          <w:rFonts w:eastAsiaTheme="minorHAnsi" w:cs="Times New Roman"/>
          <w:color w:val="000000"/>
          <w:lang w:val="et-EE" w:eastAsia="en-US"/>
        </w:rPr>
        <w:tab/>
      </w:r>
      <w:r w:rsidR="00423E50" w:rsidRPr="00ED3A3D">
        <w:rPr>
          <w:rFonts w:eastAsiaTheme="minorHAnsi" w:cs="Times New Roman"/>
          <w:color w:val="000000"/>
          <w:lang w:val="et-EE" w:eastAsia="en-US"/>
        </w:rPr>
        <w:tab/>
      </w:r>
      <w:r>
        <w:rPr>
          <w:rFonts w:eastAsiaTheme="minorHAnsi" w:cs="Times New Roman"/>
          <w:color w:val="000000"/>
          <w:lang w:val="et-EE" w:eastAsia="en-US"/>
        </w:rPr>
        <w:tab/>
      </w:r>
      <w:r>
        <w:rPr>
          <w:rFonts w:eastAsiaTheme="minorHAnsi" w:cs="Times New Roman"/>
          <w:color w:val="000000"/>
          <w:lang w:val="et-EE" w:eastAsia="en-US"/>
        </w:rPr>
        <w:tab/>
      </w:r>
      <w:r w:rsidR="00731F40" w:rsidRPr="000B37FB">
        <w:rPr>
          <w:rFonts w:eastAsiaTheme="minorHAnsi" w:cs="Times New Roman"/>
          <w:color w:val="000000"/>
          <w:lang w:val="et-EE" w:eastAsia="en-US"/>
        </w:rPr>
        <w:t>31.03.2023</w:t>
      </w:r>
      <w:r w:rsidR="00423E50" w:rsidRPr="000B37FB">
        <w:rPr>
          <w:rFonts w:eastAsiaTheme="minorHAnsi" w:cs="Times New Roman"/>
          <w:color w:val="000000"/>
          <w:lang w:val="et-EE" w:eastAsia="en-US"/>
        </w:rPr>
        <w:t xml:space="preserve"> nr </w:t>
      </w:r>
      <w:r w:rsidRPr="000B37FB">
        <w:rPr>
          <w:rFonts w:eastAsiaTheme="minorHAnsi" w:cs="Times New Roman"/>
          <w:color w:val="000000"/>
          <w:lang w:val="et-EE" w:eastAsia="en-US"/>
        </w:rPr>
        <w:t>011</w:t>
      </w:r>
    </w:p>
    <w:p w14:paraId="7D22E77D" w14:textId="77777777" w:rsidR="00423E50" w:rsidRPr="00ED3A3D" w:rsidRDefault="00423E50" w:rsidP="00423E50">
      <w:pPr>
        <w:autoSpaceDE w:val="0"/>
        <w:autoSpaceDN w:val="0"/>
        <w:adjustRightInd w:val="0"/>
        <w:rPr>
          <w:rFonts w:eastAsiaTheme="minorHAnsi" w:cs="Times New Roman"/>
          <w:color w:val="000000"/>
          <w:lang w:val="et-EE" w:eastAsia="en-US"/>
        </w:rPr>
      </w:pPr>
    </w:p>
    <w:p w14:paraId="3F178FFC" w14:textId="77777777" w:rsidR="00423E50" w:rsidRPr="00ED3A3D" w:rsidRDefault="00423E50" w:rsidP="00423E50">
      <w:pPr>
        <w:autoSpaceDE w:val="0"/>
        <w:autoSpaceDN w:val="0"/>
        <w:adjustRightInd w:val="0"/>
        <w:rPr>
          <w:rFonts w:eastAsiaTheme="minorHAnsi" w:cs="Times New Roman"/>
          <w:color w:val="000000"/>
          <w:lang w:val="et-EE" w:eastAsia="en-US"/>
        </w:rPr>
      </w:pPr>
    </w:p>
    <w:p w14:paraId="05FB8DD8" w14:textId="77777777" w:rsidR="00423E50" w:rsidRPr="00ED3A3D" w:rsidRDefault="00423E50" w:rsidP="00423E50">
      <w:pPr>
        <w:autoSpaceDE w:val="0"/>
        <w:autoSpaceDN w:val="0"/>
        <w:adjustRightInd w:val="0"/>
        <w:jc w:val="center"/>
        <w:rPr>
          <w:rFonts w:eastAsiaTheme="minorHAnsi" w:cs="Times New Roman"/>
          <w:color w:val="000000"/>
          <w:lang w:val="et-EE" w:eastAsia="en-US"/>
        </w:rPr>
      </w:pPr>
    </w:p>
    <w:p w14:paraId="1E7D3C09" w14:textId="77777777" w:rsidR="00423E50" w:rsidRPr="00ED3A3D" w:rsidRDefault="00423E50" w:rsidP="00423E50">
      <w:pPr>
        <w:autoSpaceDE w:val="0"/>
        <w:autoSpaceDN w:val="0"/>
        <w:adjustRightInd w:val="0"/>
        <w:jc w:val="both"/>
        <w:rPr>
          <w:rFonts w:eastAsiaTheme="minorHAnsi" w:cs="Times New Roman"/>
          <w:b/>
          <w:bCs/>
          <w:color w:val="000000"/>
          <w:lang w:val="et-EE" w:eastAsia="en-US"/>
        </w:rPr>
      </w:pPr>
    </w:p>
    <w:p w14:paraId="4574F152" w14:textId="77777777" w:rsidR="00423E50" w:rsidRPr="00ED3A3D" w:rsidRDefault="00423E50" w:rsidP="00423E50">
      <w:pPr>
        <w:autoSpaceDE w:val="0"/>
        <w:autoSpaceDN w:val="0"/>
        <w:adjustRightInd w:val="0"/>
        <w:jc w:val="both"/>
        <w:rPr>
          <w:rFonts w:eastAsiaTheme="minorHAnsi" w:cs="Times New Roman"/>
          <w:b/>
          <w:bCs/>
          <w:color w:val="000000"/>
          <w:lang w:val="et-EE" w:eastAsia="en-US"/>
        </w:rPr>
      </w:pPr>
      <w:r w:rsidRPr="00ED3A3D">
        <w:rPr>
          <w:rFonts w:eastAsiaTheme="minorHAnsi" w:cs="Times New Roman"/>
          <w:b/>
          <w:bCs/>
          <w:color w:val="000000"/>
          <w:lang w:val="et-EE" w:eastAsia="en-US"/>
        </w:rPr>
        <w:t>TAOTLUS</w:t>
      </w:r>
    </w:p>
    <w:p w14:paraId="325ABEA4" w14:textId="77777777" w:rsidR="00423E50" w:rsidRPr="00ED3A3D" w:rsidRDefault="00423E50" w:rsidP="00423E50">
      <w:pPr>
        <w:autoSpaceDE w:val="0"/>
        <w:autoSpaceDN w:val="0"/>
        <w:adjustRightInd w:val="0"/>
        <w:jc w:val="both"/>
        <w:rPr>
          <w:rFonts w:eastAsiaTheme="minorHAnsi" w:cs="Times New Roman"/>
          <w:color w:val="000000"/>
          <w:lang w:val="et-EE" w:eastAsia="en-US"/>
        </w:rPr>
      </w:pPr>
    </w:p>
    <w:p w14:paraId="5E5069FA" w14:textId="77777777" w:rsidR="00423E50" w:rsidRPr="00ED3A3D" w:rsidRDefault="00423E50" w:rsidP="00423E50">
      <w:pPr>
        <w:autoSpaceDE w:val="0"/>
        <w:autoSpaceDN w:val="0"/>
        <w:adjustRightInd w:val="0"/>
        <w:jc w:val="both"/>
        <w:rPr>
          <w:rFonts w:eastAsiaTheme="minorHAnsi" w:cs="Times New Roman"/>
          <w:color w:val="000000"/>
          <w:lang w:val="et-EE" w:eastAsia="en-US"/>
        </w:rPr>
      </w:pPr>
    </w:p>
    <w:p w14:paraId="4DFE71D6" w14:textId="1F09D1D7" w:rsidR="00423E50" w:rsidRPr="00ED3A3D" w:rsidRDefault="00423E50" w:rsidP="00423E50">
      <w:pPr>
        <w:spacing w:after="120"/>
        <w:jc w:val="both"/>
        <w:rPr>
          <w:rFonts w:eastAsiaTheme="minorHAnsi" w:cs="Times New Roman"/>
          <w:lang w:val="et-EE" w:eastAsia="en-US"/>
        </w:rPr>
      </w:pPr>
      <w:r w:rsidRPr="00ED3A3D">
        <w:rPr>
          <w:rFonts w:eastAsiaTheme="minorHAnsi" w:cs="Times New Roman"/>
          <w:lang w:val="et-EE" w:eastAsia="en-US"/>
        </w:rPr>
        <w:t>Käesolevaga esitan taotluse riigieelarvelise toetuse väljamaksmiseks lähtudes 202</w:t>
      </w:r>
      <w:r w:rsidR="000C20A6">
        <w:rPr>
          <w:rFonts w:eastAsiaTheme="minorHAnsi" w:cs="Times New Roman"/>
          <w:lang w:val="et-EE" w:eastAsia="en-US"/>
        </w:rPr>
        <w:t>3</w:t>
      </w:r>
      <w:r w:rsidRPr="00ED3A3D">
        <w:rPr>
          <w:rFonts w:eastAsiaTheme="minorHAnsi" w:cs="Times New Roman"/>
          <w:lang w:val="et-EE" w:eastAsia="en-US"/>
        </w:rPr>
        <w:t>. aasta riigieelarve seadusest ja halduslepinguga nr 7-3/829-1 SA Kodanikuühiskonna Sihtkapital (KÜSK) antud ülesannete täitmiseks ning lisatud KÜSK 202</w:t>
      </w:r>
      <w:r w:rsidR="000C20A6">
        <w:rPr>
          <w:rFonts w:eastAsiaTheme="minorHAnsi" w:cs="Times New Roman"/>
          <w:lang w:val="et-EE" w:eastAsia="en-US"/>
        </w:rPr>
        <w:t>3</w:t>
      </w:r>
      <w:r w:rsidRPr="00ED3A3D">
        <w:rPr>
          <w:rFonts w:eastAsiaTheme="minorHAnsi" w:cs="Times New Roman"/>
          <w:lang w:val="et-EE" w:eastAsia="en-US"/>
        </w:rPr>
        <w:t xml:space="preserve">. </w:t>
      </w:r>
      <w:r w:rsidRPr="000B37FB">
        <w:rPr>
          <w:rFonts w:eastAsiaTheme="minorHAnsi" w:cs="Times New Roman"/>
          <w:lang w:val="et-EE" w:eastAsia="en-US"/>
        </w:rPr>
        <w:t xml:space="preserve">aasta tegevuskavast ja </w:t>
      </w:r>
      <w:r w:rsidR="006457DC" w:rsidRPr="000B37FB">
        <w:rPr>
          <w:rFonts w:eastAsiaTheme="minorHAnsi" w:cs="Times New Roman"/>
          <w:lang w:val="et-EE" w:eastAsia="en-US"/>
        </w:rPr>
        <w:t>eelarvest</w:t>
      </w:r>
      <w:r w:rsidRPr="000B37FB">
        <w:rPr>
          <w:rFonts w:eastAsiaTheme="minorHAnsi" w:cs="Times New Roman"/>
          <w:lang w:val="et-EE" w:eastAsia="en-US"/>
        </w:rPr>
        <w:t>,</w:t>
      </w:r>
      <w:r w:rsidRPr="00ED3A3D">
        <w:rPr>
          <w:rFonts w:eastAsiaTheme="minorHAnsi" w:cs="Times New Roman"/>
          <w:lang w:val="et-EE" w:eastAsia="en-US"/>
        </w:rPr>
        <w:t xml:space="preserve"> mille KÜSK nõukogu kinnitas </w:t>
      </w:r>
      <w:r w:rsidR="000C20A6">
        <w:rPr>
          <w:rFonts w:eastAsiaTheme="minorHAnsi" w:cs="Times New Roman"/>
          <w:lang w:val="et-EE" w:eastAsia="en-US"/>
        </w:rPr>
        <w:t>30. märtsi 2023.</w:t>
      </w:r>
      <w:r w:rsidRPr="00ED3A3D">
        <w:rPr>
          <w:rFonts w:eastAsiaTheme="minorHAnsi" w:cs="Times New Roman"/>
          <w:lang w:val="et-EE" w:eastAsia="en-US"/>
        </w:rPr>
        <w:t xml:space="preserve"> aasta koosolekul.</w:t>
      </w:r>
    </w:p>
    <w:p w14:paraId="35620CAA" w14:textId="77777777" w:rsidR="00423E50" w:rsidRPr="00ED3A3D" w:rsidRDefault="00423E50" w:rsidP="00423E50">
      <w:pPr>
        <w:spacing w:after="120"/>
        <w:jc w:val="both"/>
        <w:rPr>
          <w:rFonts w:eastAsiaTheme="minorHAnsi" w:cs="Times New Roman"/>
          <w:lang w:val="et-EE" w:eastAsia="en-US"/>
        </w:rPr>
      </w:pPr>
      <w:r w:rsidRPr="00ED3A3D">
        <w:rPr>
          <w:rFonts w:eastAsiaTheme="minorHAnsi" w:cs="Times New Roman"/>
          <w:lang w:val="et-EE" w:eastAsia="en-US"/>
        </w:rPr>
        <w:t>Samuti palun käskkirja ettevalmistamisel lähtuda järgmisest põhimõttest:</w:t>
      </w:r>
    </w:p>
    <w:p w14:paraId="0D8C9B25" w14:textId="049303BB" w:rsidR="00423E50" w:rsidRPr="00ED3A3D" w:rsidRDefault="00423E50" w:rsidP="00423E50">
      <w:pPr>
        <w:autoSpaceDE w:val="0"/>
        <w:autoSpaceDN w:val="0"/>
        <w:adjustRightInd w:val="0"/>
        <w:spacing w:line="240" w:lineRule="atLeast"/>
        <w:ind w:left="426" w:hanging="426"/>
        <w:rPr>
          <w:rFonts w:cs="Times New Roman"/>
          <w:bCs/>
          <w:lang w:val="et-EE"/>
        </w:rPr>
      </w:pPr>
      <w:r w:rsidRPr="00ED3A3D">
        <w:rPr>
          <w:rFonts w:cs="Times New Roman"/>
          <w:bCs/>
          <w:lang w:val="et-EE"/>
        </w:rPr>
        <w:t>1. Käskkirjaga 202</w:t>
      </w:r>
      <w:r w:rsidR="000C20A6">
        <w:rPr>
          <w:rFonts w:cs="Times New Roman"/>
          <w:bCs/>
          <w:lang w:val="et-EE"/>
        </w:rPr>
        <w:t>3</w:t>
      </w:r>
      <w:r w:rsidRPr="00ED3A3D">
        <w:rPr>
          <w:rFonts w:cs="Times New Roman"/>
          <w:bCs/>
          <w:lang w:val="et-EE"/>
        </w:rPr>
        <w:t xml:space="preserve">. aastal eraldatud toetus, mis vabaneb sõltumata põhjustest või jääb kasutamata (st </w:t>
      </w:r>
      <w:r w:rsidRPr="00ED3A3D">
        <w:rPr>
          <w:rFonts w:cs="Times New Roman"/>
          <w:lang w:val="et-EE" w:eastAsia="et-EE"/>
        </w:rPr>
        <w:t xml:space="preserve">lepinguliste kohustustega katmata tulevasteks väljamakseteks), </w:t>
      </w:r>
      <w:r w:rsidRPr="00ED3A3D">
        <w:rPr>
          <w:rFonts w:cs="Times New Roman"/>
          <w:bCs/>
          <w:lang w:val="et-EE"/>
        </w:rPr>
        <w:t xml:space="preserve">edasine kasutusotstarve määratakse täiendava käskkirjaga või järgmisel aastal antava käskkirjaga. </w:t>
      </w:r>
      <w:r w:rsidRPr="00ED3A3D">
        <w:rPr>
          <w:rFonts w:cs="Times New Roman"/>
          <w:bCs/>
          <w:kern w:val="36"/>
          <w:lang w:val="et-EE" w:eastAsia="et-EE"/>
        </w:rPr>
        <w:t xml:space="preserve"> </w:t>
      </w:r>
    </w:p>
    <w:p w14:paraId="6628958F" w14:textId="77777777" w:rsidR="00423E50" w:rsidRPr="00ED3A3D" w:rsidRDefault="00423E50" w:rsidP="00423E50">
      <w:pPr>
        <w:spacing w:after="120"/>
        <w:jc w:val="both"/>
        <w:rPr>
          <w:rFonts w:eastAsiaTheme="minorHAnsi" w:cs="Times New Roman"/>
          <w:lang w:val="et-EE" w:eastAsia="en-US"/>
        </w:rPr>
      </w:pPr>
    </w:p>
    <w:p w14:paraId="3DFE74DA" w14:textId="77777777" w:rsidR="00423E50" w:rsidRPr="00ED3A3D" w:rsidRDefault="00423E50" w:rsidP="00423E50">
      <w:pPr>
        <w:rPr>
          <w:rFonts w:cs="Times New Roman"/>
          <w:lang w:val="et-EE"/>
        </w:rPr>
      </w:pPr>
    </w:p>
    <w:p w14:paraId="65D5AA3B" w14:textId="77777777" w:rsidR="00423E50" w:rsidRPr="00ED3A3D" w:rsidRDefault="00423E50" w:rsidP="00423E50">
      <w:pPr>
        <w:rPr>
          <w:rFonts w:cs="Times New Roman"/>
          <w:lang w:val="et-EE"/>
        </w:rPr>
      </w:pPr>
      <w:r w:rsidRPr="00ED3A3D">
        <w:rPr>
          <w:rFonts w:cs="Times New Roman"/>
          <w:lang w:val="et-EE"/>
        </w:rPr>
        <w:t>Lugupidamisega</w:t>
      </w:r>
    </w:p>
    <w:p w14:paraId="50F08DDF" w14:textId="77777777" w:rsidR="00423E50" w:rsidRPr="00ED3A3D" w:rsidRDefault="00423E50" w:rsidP="00423E50">
      <w:pPr>
        <w:rPr>
          <w:rFonts w:cs="Times New Roman"/>
          <w:lang w:val="et-EE"/>
        </w:rPr>
      </w:pPr>
    </w:p>
    <w:p w14:paraId="377F8831" w14:textId="77777777" w:rsidR="00423E50" w:rsidRPr="00ED3A3D" w:rsidRDefault="00423E50" w:rsidP="00423E50">
      <w:pPr>
        <w:rPr>
          <w:rFonts w:cs="Times New Roman"/>
          <w:lang w:val="et-EE"/>
        </w:rPr>
      </w:pPr>
    </w:p>
    <w:p w14:paraId="32989405" w14:textId="77777777" w:rsidR="00423E50" w:rsidRPr="00ED3A3D" w:rsidRDefault="00423E50" w:rsidP="00423E50">
      <w:pPr>
        <w:rPr>
          <w:rFonts w:cs="Times New Roman"/>
          <w:lang w:val="et-EE"/>
        </w:rPr>
      </w:pPr>
      <w:r w:rsidRPr="00ED3A3D">
        <w:rPr>
          <w:rFonts w:cs="Times New Roman"/>
          <w:lang w:val="et-EE"/>
        </w:rPr>
        <w:t xml:space="preserve">(allkirjastatud digitaalselt) </w:t>
      </w:r>
    </w:p>
    <w:p w14:paraId="227363F4" w14:textId="77777777" w:rsidR="00423E50" w:rsidRPr="00ED3A3D" w:rsidRDefault="00423E50" w:rsidP="00423E50">
      <w:pPr>
        <w:rPr>
          <w:rFonts w:cs="Times New Roman"/>
          <w:lang w:val="et-EE"/>
        </w:rPr>
      </w:pPr>
    </w:p>
    <w:p w14:paraId="3FCE3CD7" w14:textId="77777777" w:rsidR="00423E50" w:rsidRPr="00ED3A3D" w:rsidRDefault="00423E50" w:rsidP="00423E50">
      <w:pPr>
        <w:rPr>
          <w:rFonts w:cs="Times New Roman"/>
          <w:lang w:val="et-EE"/>
        </w:rPr>
      </w:pPr>
    </w:p>
    <w:p w14:paraId="6600DC98" w14:textId="77777777" w:rsidR="00423E50" w:rsidRPr="00ED3A3D" w:rsidRDefault="00423E50" w:rsidP="00423E50">
      <w:pPr>
        <w:rPr>
          <w:rFonts w:cs="Times New Roman"/>
          <w:lang w:val="et-EE"/>
        </w:rPr>
      </w:pPr>
    </w:p>
    <w:p w14:paraId="4A1BA0EA" w14:textId="77777777" w:rsidR="00423E50" w:rsidRPr="00ED3A3D" w:rsidRDefault="00423E50" w:rsidP="00423E50">
      <w:pPr>
        <w:rPr>
          <w:rFonts w:cs="Times New Roman"/>
          <w:lang w:val="et-EE"/>
        </w:rPr>
      </w:pPr>
      <w:r w:rsidRPr="00ED3A3D">
        <w:rPr>
          <w:rFonts w:cs="Times New Roman"/>
          <w:lang w:val="et-EE"/>
        </w:rPr>
        <w:t>Anneli Roosalu</w:t>
      </w:r>
    </w:p>
    <w:p w14:paraId="20F907DA" w14:textId="77777777" w:rsidR="00423E50" w:rsidRPr="00ED3A3D" w:rsidRDefault="00423E50" w:rsidP="00423E50">
      <w:pPr>
        <w:rPr>
          <w:rFonts w:cs="Times New Roman"/>
          <w:lang w:val="et-EE"/>
        </w:rPr>
      </w:pPr>
      <w:r w:rsidRPr="00ED3A3D">
        <w:rPr>
          <w:rFonts w:cs="Times New Roman"/>
          <w:lang w:val="et-EE"/>
        </w:rPr>
        <w:t>Juhataja</w:t>
      </w:r>
    </w:p>
    <w:p w14:paraId="0CAEFDAE" w14:textId="77777777" w:rsidR="00423E50" w:rsidRPr="00ED3A3D" w:rsidRDefault="00423E50" w:rsidP="00423E50">
      <w:pPr>
        <w:rPr>
          <w:rFonts w:cs="Times New Roman"/>
          <w:lang w:val="et-EE"/>
        </w:rPr>
      </w:pPr>
    </w:p>
    <w:p w14:paraId="3046BAA1" w14:textId="77777777" w:rsidR="00423E50" w:rsidRPr="00ED3A3D" w:rsidRDefault="00423E50" w:rsidP="00423E50">
      <w:pPr>
        <w:rPr>
          <w:rFonts w:cs="Times New Roman"/>
          <w:lang w:val="et-EE"/>
        </w:rPr>
      </w:pPr>
    </w:p>
    <w:p w14:paraId="247271BB" w14:textId="0AC5DC98" w:rsidR="00423E50" w:rsidRPr="00ED3A3D" w:rsidRDefault="00423E50" w:rsidP="00423E50">
      <w:pPr>
        <w:spacing w:after="120"/>
        <w:jc w:val="both"/>
        <w:rPr>
          <w:rFonts w:eastAsiaTheme="minorHAnsi" w:cs="Times New Roman"/>
          <w:lang w:val="et-EE" w:eastAsia="en-US"/>
        </w:rPr>
      </w:pPr>
      <w:r w:rsidRPr="00ED3A3D">
        <w:rPr>
          <w:rFonts w:eastAsiaTheme="minorHAnsi" w:cs="Times New Roman"/>
          <w:lang w:val="et-EE" w:eastAsia="en-US"/>
        </w:rPr>
        <w:t>Lisa</w:t>
      </w:r>
      <w:r w:rsidR="006457DC">
        <w:rPr>
          <w:rFonts w:eastAsiaTheme="minorHAnsi" w:cs="Times New Roman"/>
          <w:lang w:val="et-EE" w:eastAsia="en-US"/>
        </w:rPr>
        <w:t>d</w:t>
      </w:r>
      <w:r w:rsidRPr="00ED3A3D">
        <w:rPr>
          <w:rFonts w:eastAsiaTheme="minorHAnsi" w:cs="Times New Roman"/>
          <w:lang w:val="et-EE" w:eastAsia="en-US"/>
        </w:rPr>
        <w:t xml:space="preserve">: </w:t>
      </w:r>
    </w:p>
    <w:p w14:paraId="5581D219" w14:textId="0C57A28E" w:rsidR="00423E50" w:rsidRDefault="006457DC" w:rsidP="00423E50">
      <w:pPr>
        <w:spacing w:after="120"/>
        <w:jc w:val="both"/>
        <w:rPr>
          <w:rFonts w:eastAsiaTheme="minorHAnsi" w:cs="Times New Roman"/>
          <w:lang w:val="et-EE" w:eastAsia="en-US"/>
        </w:rPr>
      </w:pPr>
      <w:r>
        <w:rPr>
          <w:rFonts w:eastAsiaTheme="minorHAnsi" w:cs="Times New Roman"/>
          <w:lang w:val="et-EE" w:eastAsia="en-US"/>
        </w:rPr>
        <w:t xml:space="preserve">Lisa 1.  </w:t>
      </w:r>
      <w:r w:rsidR="00423E50" w:rsidRPr="00ED3A3D">
        <w:rPr>
          <w:rFonts w:eastAsiaTheme="minorHAnsi" w:cs="Times New Roman"/>
          <w:lang w:val="et-EE" w:eastAsia="en-US"/>
        </w:rPr>
        <w:t>KÜSK 202</w:t>
      </w:r>
      <w:r>
        <w:rPr>
          <w:rFonts w:eastAsiaTheme="minorHAnsi" w:cs="Times New Roman"/>
          <w:lang w:val="et-EE" w:eastAsia="en-US"/>
        </w:rPr>
        <w:t>3</w:t>
      </w:r>
      <w:r w:rsidR="00423E50" w:rsidRPr="00ED3A3D">
        <w:rPr>
          <w:rFonts w:eastAsiaTheme="minorHAnsi" w:cs="Times New Roman"/>
          <w:lang w:val="et-EE" w:eastAsia="en-US"/>
        </w:rPr>
        <w:t>. aasta</w:t>
      </w:r>
      <w:r>
        <w:rPr>
          <w:rFonts w:eastAsiaTheme="minorHAnsi" w:cs="Times New Roman"/>
          <w:lang w:val="et-EE" w:eastAsia="en-US"/>
        </w:rPr>
        <w:t xml:space="preserve"> </w:t>
      </w:r>
      <w:r w:rsidR="00423E50">
        <w:rPr>
          <w:rFonts w:eastAsiaTheme="minorHAnsi" w:cs="Times New Roman"/>
          <w:lang w:val="et-EE" w:eastAsia="en-US"/>
        </w:rPr>
        <w:t>tegevuskava</w:t>
      </w:r>
      <w:r>
        <w:rPr>
          <w:rFonts w:eastAsiaTheme="minorHAnsi" w:cs="Times New Roman"/>
          <w:lang w:val="et-EE" w:eastAsia="en-US"/>
        </w:rPr>
        <w:t xml:space="preserve"> ja </w:t>
      </w:r>
      <w:r>
        <w:rPr>
          <w:rFonts w:eastAsiaTheme="minorHAnsi" w:cs="Times New Roman"/>
          <w:lang w:val="et-EE" w:eastAsia="en-US"/>
        </w:rPr>
        <w:t>eelarve</w:t>
      </w:r>
      <w:r w:rsidR="00423E50" w:rsidRPr="00ED3A3D">
        <w:rPr>
          <w:rFonts w:eastAsiaTheme="minorHAnsi" w:cs="Times New Roman"/>
          <w:lang w:val="et-EE" w:eastAsia="en-US"/>
        </w:rPr>
        <w:t>.</w:t>
      </w:r>
    </w:p>
    <w:p w14:paraId="581A0354" w14:textId="5AD7257C" w:rsidR="006457DC" w:rsidRPr="00ED3A3D" w:rsidRDefault="006457DC" w:rsidP="00423E50">
      <w:pPr>
        <w:spacing w:after="120"/>
        <w:jc w:val="both"/>
        <w:rPr>
          <w:rFonts w:eastAsiaTheme="minorHAnsi" w:cs="Times New Roman"/>
          <w:lang w:val="et-EE" w:eastAsia="en-US"/>
        </w:rPr>
      </w:pPr>
      <w:r>
        <w:rPr>
          <w:rFonts w:eastAsiaTheme="minorHAnsi" w:cs="Times New Roman"/>
          <w:lang w:val="et-EE" w:eastAsia="en-US"/>
        </w:rPr>
        <w:t>Lisa 2. KÜSK finantsplaan 2023-2025</w:t>
      </w:r>
    </w:p>
    <w:p w14:paraId="6A60A6F8" w14:textId="77777777" w:rsidR="00195527" w:rsidRPr="006457DC" w:rsidRDefault="00195527" w:rsidP="00195527">
      <w:pPr>
        <w:rPr>
          <w:rFonts w:ascii="Calibri" w:hAnsi="Calibri"/>
          <w:b/>
          <w:lang w:val="et-EE"/>
        </w:rPr>
      </w:pPr>
    </w:p>
    <w:sectPr w:rsidR="00195527" w:rsidRPr="006457DC" w:rsidSect="00A510AA">
      <w:headerReference w:type="default" r:id="rId8"/>
      <w:footerReference w:type="default" r:id="rId9"/>
      <w:pgSz w:w="11900" w:h="16840"/>
      <w:pgMar w:top="192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3BE26" w14:textId="77777777" w:rsidR="00C63B79" w:rsidRDefault="00C63B79" w:rsidP="0040241D">
      <w:r>
        <w:separator/>
      </w:r>
    </w:p>
  </w:endnote>
  <w:endnote w:type="continuationSeparator" w:id="0">
    <w:p w14:paraId="54D9E198" w14:textId="77777777" w:rsidR="00C63B79" w:rsidRDefault="00C63B79" w:rsidP="00402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?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altName w:val="Times New Roman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 CE">
    <w:altName w:val="Segoe UI"/>
    <w:charset w:val="58"/>
    <w:family w:val="auto"/>
    <w:pitch w:val="variable"/>
    <w:sig w:usb0="E1000AEF" w:usb1="5000A1FF" w:usb2="00000000" w:usb3="00000000" w:csb0="000001B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-Bold">
    <w:altName w:val="Georg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C561B" w14:textId="77777777" w:rsidR="001568C4" w:rsidRDefault="001568C4">
    <w:pPr>
      <w:pStyle w:val="Footer"/>
    </w:pPr>
    <w:r>
      <w:rPr>
        <w:noProof/>
        <w:lang w:eastAsia="et-EE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D65472B" wp14:editId="61682D29">
              <wp:simplePos x="0" y="0"/>
              <wp:positionH relativeFrom="column">
                <wp:posOffset>1571625</wp:posOffset>
              </wp:positionH>
              <wp:positionV relativeFrom="paragraph">
                <wp:posOffset>-238125</wp:posOffset>
              </wp:positionV>
              <wp:extent cx="2571750" cy="558165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7175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leGrid"/>
                            <w:tblW w:w="0" w:type="auto"/>
                            <w:tblBorders>
                              <w:left w:val="single" w:sz="8" w:space="0" w:color="FF9D00"/>
                              <w:bottom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2313"/>
                          </w:tblGrid>
                          <w:tr w:rsidR="00C32368" w:rsidRPr="00E75CDD" w14:paraId="001567FE" w14:textId="77777777" w:rsidTr="00C67328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5DE39D46" w14:textId="77777777" w:rsidR="00C32368" w:rsidRPr="00E75CDD" w:rsidRDefault="00C32368" w:rsidP="00C32368">
                                <w:pPr>
                                  <w:pStyle w:val="BasicParagraph"/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  <w:proofErr w:type="spellStart"/>
                                <w:r w:rsidRPr="00E75CDD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fr-FR"/>
                                  </w:rPr>
                                  <w:t>Vabaduse</w:t>
                                </w:r>
                                <w:proofErr w:type="spellEnd"/>
                                <w:r w:rsidRPr="00E75CDD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fr-FR"/>
                                  </w:rPr>
                                  <w:t xml:space="preserve"> plats 2, Viljandi 71020</w:t>
                                </w:r>
                              </w:p>
                            </w:tc>
                          </w:tr>
                          <w:tr w:rsidR="00C32368" w:rsidRPr="007C2659" w14:paraId="397FAECA" w14:textId="77777777" w:rsidTr="00C67328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50431B6B" w14:textId="77777777" w:rsidR="00C32368" w:rsidRPr="007C2659" w:rsidRDefault="00C32368" w:rsidP="00C32368">
                                <w:pPr>
                                  <w:pStyle w:val="BasicParagraph"/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</w:pPr>
                                <w:r w:rsidRPr="007C2659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 xml:space="preserve">Tel: +372 </w:t>
                                </w:r>
                                <w:r w:rsidRPr="00A402AB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516 5825</w:t>
                                </w:r>
                              </w:p>
                            </w:tc>
                          </w:tr>
                          <w:tr w:rsidR="00C32368" w:rsidRPr="006457DC" w14:paraId="1B657980" w14:textId="77777777" w:rsidTr="00C67328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72615778" w14:textId="77777777" w:rsidR="00C32368" w:rsidRPr="00E75CDD" w:rsidRDefault="00C32368" w:rsidP="00C32368">
                                <w:pPr>
                                  <w:rPr>
                                    <w:rFonts w:asciiTheme="majorHAnsi" w:hAnsiTheme="majorHAnsi"/>
                                    <w:color w:val="000000" w:themeColor="text1"/>
                                    <w:lang w:val="fr-FR"/>
                                  </w:rPr>
                                </w:pPr>
                                <w:r w:rsidRPr="00E75CDD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fr-FR"/>
                                  </w:rPr>
                                  <w:t>E-post: kysk@kysk.ee</w:t>
                                </w:r>
                              </w:p>
                            </w:tc>
                          </w:tr>
                        </w:tbl>
                        <w:p w14:paraId="1EF2F45A" w14:textId="77777777" w:rsidR="001568C4" w:rsidRPr="00E75CDD" w:rsidRDefault="001568C4" w:rsidP="007C2659">
                          <w:pPr>
                            <w:rPr>
                              <w:rFonts w:asciiTheme="majorHAnsi" w:hAnsiTheme="majorHAnsi"/>
                              <w:color w:val="000000"/>
                              <w:lang w:val="fr-FR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65472B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123.75pt;margin-top:-18.75pt;width:202.5pt;height:4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" filled="f" stroked="f">
              <v:textbox>
                <w:txbxContent>
                  <w:tbl>
                    <w:tblPr>
                      <w:tblStyle w:val="TableGrid"/>
                      <w:tblW w:w="0" w:type="auto"/>
                      <w:tblBorders>
                        <w:left w:val="single" w:sz="8" w:space="0" w:color="FF9D00"/>
                        <w:bottom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2313"/>
                    </w:tblGrid>
                    <w:tr w:rsidR="00C32368" w:rsidRPr="00E75CDD" w14:paraId="001567FE" w14:textId="77777777" w:rsidTr="00C67328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bottom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5DE39D46" w14:textId="77777777" w:rsidR="00C32368" w:rsidRPr="00E75CDD" w:rsidRDefault="00C32368" w:rsidP="00C32368">
                          <w:pPr>
                            <w:pStyle w:val="BasicParagraph"/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fr-FR"/>
                            </w:rPr>
                          </w:pPr>
                          <w:proofErr w:type="spellStart"/>
                          <w:r w:rsidRPr="00E75CDD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fr-FR"/>
                            </w:rPr>
                            <w:t>Vabaduse</w:t>
                          </w:r>
                          <w:proofErr w:type="spellEnd"/>
                          <w:r w:rsidRPr="00E75CDD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fr-FR"/>
                            </w:rPr>
                            <w:t xml:space="preserve"> plats 2, Viljandi 71020</w:t>
                          </w:r>
                        </w:p>
                      </w:tc>
                    </w:tr>
                    <w:tr w:rsidR="00C32368" w:rsidRPr="007C2659" w14:paraId="397FAECA" w14:textId="77777777" w:rsidTr="00C67328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bottom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50431B6B" w14:textId="77777777" w:rsidR="00C32368" w:rsidRPr="007C2659" w:rsidRDefault="00C32368" w:rsidP="00C32368">
                          <w:pPr>
                            <w:pStyle w:val="BasicParagraph"/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7C2659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  <w:t xml:space="preserve">Tel: +372 </w:t>
                          </w:r>
                          <w:r w:rsidRPr="00A402AB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  <w:t>516 5825</w:t>
                          </w:r>
                        </w:p>
                      </w:tc>
                    </w:tr>
                    <w:tr w:rsidR="00C32368" w:rsidRPr="006457DC" w14:paraId="1B657980" w14:textId="77777777" w:rsidTr="00C67328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72615778" w14:textId="77777777" w:rsidR="00C32368" w:rsidRPr="00E75CDD" w:rsidRDefault="00C32368" w:rsidP="00C32368">
                          <w:pPr>
                            <w:rPr>
                              <w:rFonts w:asciiTheme="majorHAnsi" w:hAnsiTheme="majorHAnsi"/>
                              <w:color w:val="000000" w:themeColor="text1"/>
                              <w:lang w:val="fr-FR"/>
                            </w:rPr>
                          </w:pPr>
                          <w:r w:rsidRPr="00E75CDD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fr-FR"/>
                            </w:rPr>
                            <w:t>E-post: kysk@kysk.ee</w:t>
                          </w:r>
                        </w:p>
                      </w:tc>
                    </w:tr>
                  </w:tbl>
                  <w:p w14:paraId="1EF2F45A" w14:textId="77777777" w:rsidR="001568C4" w:rsidRPr="00E75CDD" w:rsidRDefault="001568C4" w:rsidP="007C2659">
                    <w:pPr>
                      <w:rPr>
                        <w:rFonts w:asciiTheme="majorHAnsi" w:hAnsiTheme="majorHAnsi"/>
                        <w:color w:val="000000"/>
                        <w:lang w:val="fr-FR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t-EE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997780" wp14:editId="3E8A6223">
              <wp:simplePos x="0" y="0"/>
              <wp:positionH relativeFrom="column">
                <wp:posOffset>-683895</wp:posOffset>
              </wp:positionH>
              <wp:positionV relativeFrom="paragraph">
                <wp:posOffset>-81915</wp:posOffset>
              </wp:positionV>
              <wp:extent cx="2099945" cy="375920"/>
              <wp:effectExtent l="0" t="0" r="0" b="508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9945" cy="375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leGrid"/>
                            <w:tblW w:w="3004" w:type="dxa"/>
                            <w:tblInd w:w="108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3004"/>
                          </w:tblGrid>
                          <w:tr w:rsidR="001568C4" w:rsidRPr="00C03833" w14:paraId="1DC78DF8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4" w:space="0" w:color="FFFFFF" w:themeColor="background1"/>
                                  <w:left w:val="single" w:sz="8" w:space="0" w:color="FF9D00"/>
                                  <w:bottom w:val="single" w:sz="4" w:space="0" w:color="FFFFFF" w:themeColor="background1"/>
                                  <w:right w:val="single" w:sz="4" w:space="0" w:color="FFFFFF" w:themeColor="background1"/>
                                </w:tcBorders>
                              </w:tcPr>
                              <w:p w14:paraId="0D8E0E4E" w14:textId="77777777" w:rsidR="001568C4" w:rsidRPr="00724041" w:rsidRDefault="001568C4" w:rsidP="00C03833">
                                <w:pPr>
                                  <w:pStyle w:val="BasicParagraph"/>
                                  <w:rPr>
                                    <w:rFonts w:asciiTheme="majorHAnsi" w:hAnsiTheme="majorHAnsi" w:cs="Calibri-Bol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  <w:r w:rsidRPr="00724041">
                                  <w:rPr>
                                    <w:rFonts w:asciiTheme="majorHAnsi" w:hAnsiTheme="majorHAnsi" w:cs="Calibri-Bol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 xml:space="preserve">Sihtasutus Kodanikuühiskonna Sihtkapital </w:t>
                                </w:r>
                              </w:p>
                            </w:tc>
                          </w:tr>
                          <w:tr w:rsidR="001568C4" w:rsidRPr="00C03833" w14:paraId="4E8F05C6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4" w:space="0" w:color="FFFFFF" w:themeColor="background1"/>
                                  <w:left w:val="single" w:sz="8" w:space="0" w:color="FF9D00"/>
                                  <w:bottom w:val="single" w:sz="4" w:space="0" w:color="FFFFFF" w:themeColor="background1"/>
                                  <w:right w:val="single" w:sz="4" w:space="0" w:color="FFFFFF" w:themeColor="background1"/>
                                </w:tcBorders>
                              </w:tcPr>
                              <w:p w14:paraId="0B9E2F73" w14:textId="77777777" w:rsidR="001568C4" w:rsidRPr="00724041" w:rsidRDefault="001568C4" w:rsidP="00C03833">
                                <w:pPr>
                                  <w:rPr>
                                    <w:rFonts w:asciiTheme="majorHAnsi" w:hAnsiTheme="majorHAnsi"/>
                                    <w:color w:val="000000"/>
                                  </w:rPr>
                                </w:pPr>
                                <w:r w:rsidRPr="00724041">
                                  <w:rPr>
                                    <w:rFonts w:asciiTheme="majorHAnsi" w:hAnsiTheme="majorHAnsi" w:cs="Calibri"/>
                                    <w:color w:val="000000"/>
                                    <w:sz w:val="16"/>
                                    <w:szCs w:val="16"/>
                                  </w:rPr>
                                  <w:t>Reg. kood 90009654</w:t>
                                </w:r>
                              </w:p>
                            </w:tc>
                          </w:tr>
                        </w:tbl>
                        <w:p w14:paraId="5FDD6335" w14:textId="77777777" w:rsidR="001568C4" w:rsidRPr="00C03833" w:rsidRDefault="001568C4" w:rsidP="00C03833">
                          <w:pPr>
                            <w:rPr>
                              <w:rFonts w:asciiTheme="majorHAnsi" w:hAnsiTheme="majorHAns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997780" id="Text Box 4" o:spid="_x0000_s1027" type="#_x0000_t202" style="position:absolute;margin-left:-53.85pt;margin-top:-6.45pt;width:165.35pt;height:2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" filled="f" stroked="f">
              <v:textbox>
                <w:txbxContent>
                  <w:tbl>
                    <w:tblPr>
                      <w:tblStyle w:val="TableGrid"/>
                      <w:tblW w:w="3004" w:type="dxa"/>
                      <w:tblInd w:w="108" w:type="dxa"/>
                      <w:tblLook w:val="04A0" w:firstRow="1" w:lastRow="0" w:firstColumn="1" w:lastColumn="0" w:noHBand="0" w:noVBand="1"/>
                    </w:tblPr>
                    <w:tblGrid>
                      <w:gridCol w:w="3004"/>
                    </w:tblGrid>
                    <w:tr w:rsidR="001568C4" w:rsidRPr="00C03833" w14:paraId="1DC78DF8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4" w:space="0" w:color="FFFFFF" w:themeColor="background1"/>
                            <w:left w:val="single" w:sz="8" w:space="0" w:color="FF9D00"/>
                            <w:bottom w:val="single" w:sz="4" w:space="0" w:color="FFFFFF" w:themeColor="background1"/>
                            <w:right w:val="single" w:sz="4" w:space="0" w:color="FFFFFF" w:themeColor="background1"/>
                          </w:tcBorders>
                        </w:tcPr>
                        <w:p w14:paraId="0D8E0E4E" w14:textId="77777777" w:rsidR="001568C4" w:rsidRPr="00724041" w:rsidRDefault="001568C4" w:rsidP="00C03833">
                          <w:pPr>
                            <w:pStyle w:val="BasicParagraph"/>
                            <w:rPr>
                              <w:rFonts w:asciiTheme="majorHAnsi" w:hAnsiTheme="majorHAnsi" w:cs="Calibri-Bold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724041">
                            <w:rPr>
                              <w:rFonts w:asciiTheme="majorHAnsi" w:hAnsiTheme="majorHAnsi" w:cs="Calibri-Bold"/>
                              <w:b/>
                              <w:bCs/>
                              <w:sz w:val="16"/>
                              <w:szCs w:val="16"/>
                            </w:rPr>
                            <w:t xml:space="preserve">Sihtasutus Kodanikuühiskonna Sihtkapital </w:t>
                          </w:r>
                        </w:p>
                      </w:tc>
                    </w:tr>
                    <w:tr w:rsidR="001568C4" w:rsidRPr="00C03833" w14:paraId="4E8F05C6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4" w:space="0" w:color="FFFFFF" w:themeColor="background1"/>
                            <w:left w:val="single" w:sz="8" w:space="0" w:color="FF9D00"/>
                            <w:bottom w:val="single" w:sz="4" w:space="0" w:color="FFFFFF" w:themeColor="background1"/>
                            <w:right w:val="single" w:sz="4" w:space="0" w:color="FFFFFF" w:themeColor="background1"/>
                          </w:tcBorders>
                        </w:tcPr>
                        <w:p w14:paraId="0B9E2F73" w14:textId="77777777" w:rsidR="001568C4" w:rsidRPr="00724041" w:rsidRDefault="001568C4" w:rsidP="00C03833">
                          <w:pPr>
                            <w:rPr>
                              <w:rFonts w:asciiTheme="majorHAnsi" w:hAnsiTheme="majorHAnsi"/>
                              <w:color w:val="000000"/>
                            </w:rPr>
                          </w:pPr>
                          <w:r w:rsidRPr="00724041">
                            <w:rPr>
                              <w:rFonts w:asciiTheme="majorHAnsi" w:hAnsiTheme="majorHAnsi" w:cs="Calibri"/>
                              <w:color w:val="000000"/>
                              <w:sz w:val="16"/>
                              <w:szCs w:val="16"/>
                            </w:rPr>
                            <w:t>Reg. kood 90009654</w:t>
                          </w:r>
                        </w:p>
                      </w:tc>
                    </w:tr>
                  </w:tbl>
                  <w:p w14:paraId="5FDD6335" w14:textId="77777777" w:rsidR="001568C4" w:rsidRPr="00C03833" w:rsidRDefault="001568C4" w:rsidP="00C03833">
                    <w:pPr>
                      <w:rPr>
                        <w:rFonts w:asciiTheme="majorHAnsi" w:hAnsiTheme="majorHAnsi"/>
                        <w:color w:val="000000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17727" w14:textId="77777777" w:rsidR="00C63B79" w:rsidRDefault="00C63B79" w:rsidP="0040241D">
      <w:r>
        <w:separator/>
      </w:r>
    </w:p>
  </w:footnote>
  <w:footnote w:type="continuationSeparator" w:id="0">
    <w:p w14:paraId="0575D4E3" w14:textId="77777777" w:rsidR="00C63B79" w:rsidRDefault="00C63B79" w:rsidP="00402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2E8FD" w14:textId="77777777" w:rsidR="001568C4" w:rsidRDefault="00FC2F73">
    <w:pPr>
      <w:pStyle w:val="Header"/>
    </w:pPr>
    <w:r>
      <w:rPr>
        <w:noProof/>
        <w:lang w:eastAsia="et-EE" w:bidi="ar-SA"/>
      </w:rPr>
      <w:drawing>
        <wp:anchor distT="0" distB="0" distL="114300" distR="114300" simplePos="0" relativeHeight="251664384" behindDoc="1" locked="0" layoutInCell="1" allowOverlap="1" wp14:anchorId="11EB090C" wp14:editId="00C6CDAE">
          <wp:simplePos x="0" y="0"/>
          <wp:positionH relativeFrom="margin">
            <wp:align>left</wp:align>
          </wp:positionH>
          <wp:positionV relativeFrom="paragraph">
            <wp:posOffset>45085</wp:posOffset>
          </wp:positionV>
          <wp:extent cx="2673350" cy="517525"/>
          <wp:effectExtent l="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ysk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3350" cy="517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12947">
      <w:rPr>
        <w:noProof/>
        <w:lang w:eastAsia="et-EE" w:bidi="ar-SA"/>
      </w:rPr>
      <w:drawing>
        <wp:anchor distT="0" distB="0" distL="114300" distR="114300" simplePos="0" relativeHeight="251663360" behindDoc="1" locked="1" layoutInCell="1" allowOverlap="1" wp14:anchorId="65CD4827" wp14:editId="0F55E60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2088" cy="10693908"/>
          <wp:effectExtent l="0" t="0" r="762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n3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088" cy="1069390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E50"/>
    <w:rsid w:val="000B37FB"/>
    <w:rsid w:val="000C20A6"/>
    <w:rsid w:val="000C5BC0"/>
    <w:rsid w:val="000E041B"/>
    <w:rsid w:val="001568C4"/>
    <w:rsid w:val="00195527"/>
    <w:rsid w:val="00253F82"/>
    <w:rsid w:val="002C18D8"/>
    <w:rsid w:val="002C43D6"/>
    <w:rsid w:val="00322B05"/>
    <w:rsid w:val="00342427"/>
    <w:rsid w:val="00370512"/>
    <w:rsid w:val="003F22D1"/>
    <w:rsid w:val="0040241D"/>
    <w:rsid w:val="00423E50"/>
    <w:rsid w:val="00482DC7"/>
    <w:rsid w:val="00496682"/>
    <w:rsid w:val="004D3759"/>
    <w:rsid w:val="00552989"/>
    <w:rsid w:val="00556B82"/>
    <w:rsid w:val="006457DC"/>
    <w:rsid w:val="0064589A"/>
    <w:rsid w:val="006B3474"/>
    <w:rsid w:val="006B42D4"/>
    <w:rsid w:val="006F389E"/>
    <w:rsid w:val="00722E3F"/>
    <w:rsid w:val="00724041"/>
    <w:rsid w:val="00731F40"/>
    <w:rsid w:val="007C2659"/>
    <w:rsid w:val="007E58E7"/>
    <w:rsid w:val="00822132"/>
    <w:rsid w:val="00894CAD"/>
    <w:rsid w:val="0093515F"/>
    <w:rsid w:val="00980253"/>
    <w:rsid w:val="009F601A"/>
    <w:rsid w:val="00A510AA"/>
    <w:rsid w:val="00A75DF2"/>
    <w:rsid w:val="00AA002B"/>
    <w:rsid w:val="00B263A6"/>
    <w:rsid w:val="00BB4DB6"/>
    <w:rsid w:val="00BD5F9C"/>
    <w:rsid w:val="00C02106"/>
    <w:rsid w:val="00C03833"/>
    <w:rsid w:val="00C32368"/>
    <w:rsid w:val="00C610DE"/>
    <w:rsid w:val="00C63B79"/>
    <w:rsid w:val="00CC4406"/>
    <w:rsid w:val="00D96BC0"/>
    <w:rsid w:val="00E43C79"/>
    <w:rsid w:val="00E75CDD"/>
    <w:rsid w:val="00E873FB"/>
    <w:rsid w:val="00F12947"/>
    <w:rsid w:val="00F7092A"/>
    <w:rsid w:val="00F845BD"/>
    <w:rsid w:val="00FA2BA3"/>
    <w:rsid w:val="00FC2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5D0FC8"/>
  <w14:defaultImageDpi w14:val="330"/>
  <w15:docId w15:val="{D2B90071-B4FE-4A42-9EC2-6B5DD876D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3E50"/>
    <w:pPr>
      <w:widowControl w:val="0"/>
      <w:suppressAutoHyphens/>
    </w:pPr>
    <w:rPr>
      <w:rFonts w:eastAsia="SimSun" w:cs="Mangal"/>
      <w:kern w:val="1"/>
      <w:sz w:val="24"/>
      <w:szCs w:val="24"/>
      <w:lang w:val="en-GB" w:eastAsia="hi-I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2B0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29"/>
      <w:lang w:val="et-E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4242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5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2B05"/>
    <w:rPr>
      <w:rFonts w:asciiTheme="majorHAnsi" w:eastAsiaTheme="majorEastAsia" w:hAnsiTheme="majorHAnsi" w:cs="Mangal"/>
      <w:b/>
      <w:bCs/>
      <w:kern w:val="32"/>
      <w:sz w:val="32"/>
      <w:szCs w:val="29"/>
      <w:lang w:val="en-GB" w:eastAsia="hi-IN" w:bidi="hi-I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42427"/>
    <w:rPr>
      <w:rFonts w:asciiTheme="majorHAnsi" w:eastAsiaTheme="majorEastAsia" w:hAnsiTheme="majorHAnsi" w:cs="Mangal"/>
      <w:b/>
      <w:bCs/>
      <w:i/>
      <w:iCs/>
      <w:kern w:val="1"/>
      <w:sz w:val="28"/>
      <w:szCs w:val="25"/>
      <w:lang w:val="en-GB" w:eastAsia="hi-IN" w:bidi="hi-IN"/>
    </w:rPr>
  </w:style>
  <w:style w:type="paragraph" w:customStyle="1" w:styleId="Body">
    <w:name w:val="Body"/>
    <w:basedOn w:val="Normal"/>
    <w:next w:val="Normal"/>
    <w:rsid w:val="00342427"/>
    <w:pPr>
      <w:spacing w:after="120"/>
    </w:pPr>
    <w:rPr>
      <w:sz w:val="22"/>
      <w:lang w:val="et-EE"/>
    </w:rPr>
  </w:style>
  <w:style w:type="paragraph" w:customStyle="1" w:styleId="PullQuote">
    <w:name w:val="Pull Quote"/>
    <w:basedOn w:val="Normal"/>
    <w:rsid w:val="00342427"/>
    <w:pPr>
      <w:pBdr>
        <w:left w:val="single" w:sz="4" w:space="0" w:color="auto"/>
      </w:pBdr>
      <w:shd w:val="clear" w:color="auto" w:fill="FF9400"/>
      <w:spacing w:before="240" w:after="240"/>
    </w:pPr>
    <w:rPr>
      <w:rFonts w:ascii="Arial" w:hAnsi="Arial"/>
      <w:b/>
      <w:i/>
      <w:color w:val="544239"/>
      <w:sz w:val="28"/>
      <w:lang w:val="et-EE"/>
    </w:rPr>
  </w:style>
  <w:style w:type="paragraph" w:customStyle="1" w:styleId="documentinfo">
    <w:name w:val="document info"/>
    <w:basedOn w:val="Normal"/>
    <w:rsid w:val="00980253"/>
    <w:rPr>
      <w:rFonts w:ascii="Arial" w:hAnsi="Arial"/>
      <w:b/>
      <w:bCs/>
      <w:color w:val="FFFFFF" w:themeColor="background1"/>
      <w:sz w:val="22"/>
      <w:szCs w:val="22"/>
      <w:lang w:val="et-EE"/>
    </w:rPr>
  </w:style>
  <w:style w:type="paragraph" w:styleId="Header">
    <w:name w:val="header"/>
    <w:basedOn w:val="Normal"/>
    <w:link w:val="HeaderChar"/>
    <w:uiPriority w:val="99"/>
    <w:unhideWhenUsed/>
    <w:rsid w:val="0040241D"/>
    <w:pPr>
      <w:tabs>
        <w:tab w:val="center" w:pos="4153"/>
        <w:tab w:val="right" w:pos="8306"/>
      </w:tabs>
    </w:pPr>
    <w:rPr>
      <w:lang w:val="et-EE"/>
    </w:rPr>
  </w:style>
  <w:style w:type="character" w:customStyle="1" w:styleId="HeaderChar">
    <w:name w:val="Header Char"/>
    <w:basedOn w:val="DefaultParagraphFont"/>
    <w:link w:val="Header"/>
    <w:uiPriority w:val="99"/>
    <w:rsid w:val="0040241D"/>
    <w:rPr>
      <w:rFonts w:ascii="Georgia" w:hAnsi="Georgia" w:cs="Times New Roman"/>
      <w:sz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0241D"/>
    <w:pPr>
      <w:tabs>
        <w:tab w:val="center" w:pos="4153"/>
        <w:tab w:val="right" w:pos="8306"/>
      </w:tabs>
    </w:pPr>
    <w:rPr>
      <w:lang w:val="et-EE"/>
    </w:rPr>
  </w:style>
  <w:style w:type="character" w:customStyle="1" w:styleId="FooterChar">
    <w:name w:val="Footer Char"/>
    <w:basedOn w:val="DefaultParagraphFont"/>
    <w:link w:val="Footer"/>
    <w:uiPriority w:val="99"/>
    <w:rsid w:val="0040241D"/>
    <w:rPr>
      <w:rFonts w:ascii="Georgia" w:hAnsi="Georgia" w:cs="Times New Roman"/>
      <w:sz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241D"/>
    <w:rPr>
      <w:rFonts w:ascii="Lucida Grande CE" w:hAnsi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41D"/>
    <w:rPr>
      <w:rFonts w:ascii="Lucida Grande CE" w:hAnsi="Lucida Grande CE" w:cs="Times New Roman"/>
      <w:sz w:val="18"/>
      <w:szCs w:val="18"/>
      <w:lang w:val="en-US"/>
    </w:rPr>
  </w:style>
  <w:style w:type="paragraph" w:customStyle="1" w:styleId="BasicParagraph">
    <w:name w:val="[Basic Paragraph]"/>
    <w:basedOn w:val="Normal"/>
    <w:uiPriority w:val="99"/>
    <w:rsid w:val="00C03833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t-EE"/>
    </w:rPr>
  </w:style>
  <w:style w:type="table" w:styleId="TableGrid">
    <w:name w:val="Table Grid"/>
    <w:basedOn w:val="TableNormal"/>
    <w:uiPriority w:val="59"/>
    <w:rsid w:val="00C03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qFormat/>
    <w:rsid w:val="00322B05"/>
    <w:pPr>
      <w:suppressLineNumbers/>
      <w:spacing w:before="120" w:after="120"/>
    </w:pPr>
    <w:rPr>
      <w:i/>
      <w:iCs/>
      <w:lang w:val="et-EE"/>
    </w:rPr>
  </w:style>
  <w:style w:type="paragraph" w:styleId="Title">
    <w:name w:val="Title"/>
    <w:basedOn w:val="Normal"/>
    <w:next w:val="Normal"/>
    <w:link w:val="TitleChar"/>
    <w:uiPriority w:val="10"/>
    <w:qFormat/>
    <w:rsid w:val="00322B0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29"/>
      <w:lang w:val="et-EE"/>
    </w:rPr>
  </w:style>
  <w:style w:type="character" w:customStyle="1" w:styleId="TitleChar">
    <w:name w:val="Title Char"/>
    <w:basedOn w:val="DefaultParagraphFont"/>
    <w:link w:val="Title"/>
    <w:uiPriority w:val="10"/>
    <w:rsid w:val="00322B05"/>
    <w:rPr>
      <w:rFonts w:asciiTheme="majorHAnsi" w:eastAsiaTheme="majorEastAsia" w:hAnsiTheme="majorHAnsi" w:cs="Mangal"/>
      <w:b/>
      <w:bCs/>
      <w:kern w:val="28"/>
      <w:sz w:val="32"/>
      <w:szCs w:val="29"/>
      <w:lang w:val="en-GB" w:eastAsia="hi-IN" w:bidi="hi-IN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2B05"/>
    <w:pPr>
      <w:spacing w:after="60"/>
      <w:jc w:val="center"/>
      <w:outlineLvl w:val="1"/>
    </w:pPr>
    <w:rPr>
      <w:rFonts w:asciiTheme="majorHAnsi" w:eastAsiaTheme="majorEastAsia" w:hAnsiTheme="majorHAnsi"/>
      <w:szCs w:val="21"/>
      <w:lang w:val="et-EE"/>
    </w:rPr>
  </w:style>
  <w:style w:type="character" w:customStyle="1" w:styleId="SubtitleChar">
    <w:name w:val="Subtitle Char"/>
    <w:basedOn w:val="DefaultParagraphFont"/>
    <w:link w:val="Subtitle"/>
    <w:uiPriority w:val="11"/>
    <w:rsid w:val="00322B05"/>
    <w:rPr>
      <w:rFonts w:asciiTheme="majorHAnsi" w:eastAsiaTheme="majorEastAsia" w:hAnsiTheme="majorHAnsi" w:cs="Mangal"/>
      <w:kern w:val="1"/>
      <w:sz w:val="24"/>
      <w:szCs w:val="21"/>
      <w:lang w:val="en-GB" w:eastAsia="hi-IN" w:bidi="hi-IN"/>
    </w:rPr>
  </w:style>
  <w:style w:type="paragraph" w:styleId="NoSpacing">
    <w:name w:val="No Spacing"/>
    <w:uiPriority w:val="1"/>
    <w:qFormat/>
    <w:rsid w:val="00322B05"/>
    <w:pPr>
      <w:widowControl w:val="0"/>
      <w:suppressAutoHyphens/>
    </w:pPr>
    <w:rPr>
      <w:rFonts w:eastAsia="SimSun" w:cs="Mangal"/>
      <w:kern w:val="1"/>
      <w:sz w:val="24"/>
      <w:szCs w:val="21"/>
      <w:lang w:val="en-GB" w:eastAsia="hi-IN" w:bidi="hi-IN"/>
    </w:rPr>
  </w:style>
  <w:style w:type="paragraph" w:styleId="ListParagraph">
    <w:name w:val="List Paragraph"/>
    <w:basedOn w:val="Normal"/>
    <w:uiPriority w:val="34"/>
    <w:qFormat/>
    <w:rsid w:val="00322B05"/>
    <w:pPr>
      <w:ind w:left="708"/>
    </w:pPr>
    <w:rPr>
      <w:szCs w:val="21"/>
      <w:lang w:val="et-EE"/>
    </w:rPr>
  </w:style>
  <w:style w:type="character" w:styleId="Strong">
    <w:name w:val="Strong"/>
    <w:basedOn w:val="DefaultParagraphFont"/>
    <w:uiPriority w:val="22"/>
    <w:qFormat/>
    <w:rsid w:val="00E75CDD"/>
    <w:rPr>
      <w:b/>
      <w:bCs/>
    </w:rPr>
  </w:style>
  <w:style w:type="character" w:styleId="Hyperlink">
    <w:name w:val="Hyperlink"/>
    <w:basedOn w:val="DefaultParagraphFont"/>
    <w:uiPriority w:val="99"/>
    <w:unhideWhenUsed/>
    <w:rsid w:val="00423E5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37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siseministeerium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YSK3\Dropbox\17_DOKUMENTIDE%20ALUSED\Uuendatud%20dokumentide%20alused%202021\Kirjade%20alused\K&#220;SK%20kirja%20BLANKETT%20%5bUUS%5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42BF140-F4A3-4E73-B3C2-804DECB65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KÜSK kirja BLANKETT [UUS]</Template>
  <TotalTime>8</TotalTime>
  <Pages>1</Pages>
  <Words>151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</dc:creator>
  <cp:keywords/>
  <dc:description/>
  <cp:lastModifiedBy>Anneli</cp:lastModifiedBy>
  <cp:revision>6</cp:revision>
  <cp:lastPrinted>2014-08-04T11:46:00Z</cp:lastPrinted>
  <dcterms:created xsi:type="dcterms:W3CDTF">2023-03-29T13:56:00Z</dcterms:created>
  <dcterms:modified xsi:type="dcterms:W3CDTF">2023-03-31T04:48:00Z</dcterms:modified>
</cp:coreProperties>
</file>