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A446E" w14:textId="0F4D5088" w:rsidR="006105F8" w:rsidRPr="000E0689" w:rsidRDefault="00755C07" w:rsidP="00E84ADC">
      <w:pPr>
        <w:spacing w:before="120" w:after="120"/>
        <w:ind w:left="4536" w:firstLine="567"/>
        <w:rPr>
          <w:rStyle w:val="Strong"/>
          <w:rFonts w:cstheme="minorHAnsi"/>
          <w:color w:val="092F4F"/>
          <w:sz w:val="36"/>
          <w:szCs w:val="36"/>
        </w:rPr>
      </w:pPr>
      <w:r w:rsidRPr="000E0689">
        <w:rPr>
          <w:rStyle w:val="Strong"/>
          <w:rFonts w:cstheme="minorHAnsi"/>
          <w:color w:val="092F4F"/>
          <w:sz w:val="36"/>
          <w:szCs w:val="36"/>
        </w:rPr>
        <w:t>KOOSSEIS</w:t>
      </w:r>
    </w:p>
    <w:p w14:paraId="1051B80C" w14:textId="1467C11E" w:rsidR="005A0482" w:rsidRPr="000E0689" w:rsidRDefault="002362A2" w:rsidP="00E84ADC">
      <w:pPr>
        <w:spacing w:before="120" w:after="120"/>
        <w:ind w:left="3969" w:firstLine="567"/>
        <w:rPr>
          <w:rStyle w:val="Strong"/>
          <w:rFonts w:cstheme="minorHAnsi"/>
          <w:color w:val="092F4F"/>
          <w:sz w:val="36"/>
          <w:szCs w:val="36"/>
        </w:rPr>
      </w:pPr>
      <w:r w:rsidRPr="000E0689">
        <w:rPr>
          <w:rStyle w:val="Strong"/>
          <w:rFonts w:cstheme="minorHAnsi"/>
          <w:color w:val="092F4F"/>
          <w:sz w:val="36"/>
          <w:szCs w:val="36"/>
        </w:rPr>
        <w:t>(dokumentide nimekiri)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08"/>
        <w:gridCol w:w="25"/>
        <w:gridCol w:w="632"/>
        <w:gridCol w:w="5532"/>
        <w:gridCol w:w="5116"/>
        <w:gridCol w:w="1237"/>
      </w:tblGrid>
      <w:tr w:rsidR="009C28C0" w14:paraId="59F1FF57" w14:textId="50692E92" w:rsidTr="009C28C0">
        <w:trPr>
          <w:trHeight w:val="592"/>
        </w:trPr>
        <w:tc>
          <w:tcPr>
            <w:tcW w:w="514" w:type="pct"/>
            <w:gridSpan w:val="2"/>
          </w:tcPr>
          <w:p w14:paraId="14AF8CF4" w14:textId="65E1DFCA" w:rsidR="009C28C0" w:rsidRPr="000E0689" w:rsidRDefault="009C28C0" w:rsidP="0014778C">
            <w:pPr>
              <w:jc w:val="center"/>
              <w:rPr>
                <w:b/>
                <w:bCs/>
                <w:color w:val="092F4F"/>
              </w:rPr>
            </w:pPr>
            <w:r w:rsidRPr="000E0689">
              <w:rPr>
                <w:b/>
                <w:bCs/>
                <w:color w:val="092F4F"/>
              </w:rPr>
              <w:t>Kausta/dok. nr</w:t>
            </w:r>
          </w:p>
        </w:tc>
        <w:tc>
          <w:tcPr>
            <w:tcW w:w="227" w:type="pct"/>
          </w:tcPr>
          <w:p w14:paraId="21264B4A" w14:textId="77777777" w:rsidR="009C28C0" w:rsidRDefault="009C28C0" w:rsidP="0014778C">
            <w:pPr>
              <w:jc w:val="center"/>
              <w:rPr>
                <w:b/>
                <w:bCs/>
                <w:color w:val="092F4F"/>
              </w:rPr>
            </w:pPr>
            <w:r>
              <w:rPr>
                <w:b/>
                <w:bCs/>
                <w:color w:val="092F4F"/>
              </w:rPr>
              <w:t xml:space="preserve">Ver. </w:t>
            </w:r>
          </w:p>
          <w:p w14:paraId="75941B11" w14:textId="27122A4D" w:rsidR="009C28C0" w:rsidRPr="000E0689" w:rsidRDefault="009C28C0" w:rsidP="0014778C">
            <w:pPr>
              <w:jc w:val="center"/>
              <w:rPr>
                <w:b/>
                <w:bCs/>
                <w:color w:val="092F4F"/>
              </w:rPr>
            </w:pPr>
            <w:r>
              <w:rPr>
                <w:b/>
                <w:bCs/>
                <w:color w:val="092F4F"/>
              </w:rPr>
              <w:t>nr.</w:t>
            </w:r>
          </w:p>
        </w:tc>
        <w:tc>
          <w:tcPr>
            <w:tcW w:w="1983" w:type="pct"/>
          </w:tcPr>
          <w:p w14:paraId="2DBF2A75" w14:textId="29FD4D88" w:rsidR="009C28C0" w:rsidRPr="000E0689" w:rsidRDefault="009C28C0" w:rsidP="0014778C">
            <w:pPr>
              <w:jc w:val="center"/>
              <w:rPr>
                <w:b/>
                <w:bCs/>
                <w:color w:val="092F4F"/>
              </w:rPr>
            </w:pPr>
            <w:r w:rsidRPr="000E0689">
              <w:rPr>
                <w:b/>
                <w:bCs/>
                <w:color w:val="092F4F"/>
              </w:rPr>
              <w:t>Dokumendi nimi</w:t>
            </w:r>
          </w:p>
        </w:tc>
        <w:tc>
          <w:tcPr>
            <w:tcW w:w="1834" w:type="pct"/>
          </w:tcPr>
          <w:p w14:paraId="19CC9EBA" w14:textId="1C7938BC" w:rsidR="009C28C0" w:rsidRPr="000E0689" w:rsidRDefault="009C28C0" w:rsidP="0014778C">
            <w:pPr>
              <w:jc w:val="center"/>
              <w:rPr>
                <w:b/>
                <w:bCs/>
                <w:color w:val="092F4F"/>
              </w:rPr>
            </w:pPr>
            <w:r w:rsidRPr="000E0689">
              <w:rPr>
                <w:b/>
                <w:bCs/>
                <w:color w:val="092F4F"/>
              </w:rPr>
              <w:t>Faili</w:t>
            </w:r>
            <w:r>
              <w:rPr>
                <w:b/>
                <w:bCs/>
                <w:color w:val="092F4F"/>
              </w:rPr>
              <w:t>/konteineri</w:t>
            </w:r>
            <w:r w:rsidRPr="000E0689">
              <w:rPr>
                <w:b/>
                <w:bCs/>
                <w:color w:val="092F4F"/>
              </w:rPr>
              <w:t xml:space="preserve"> nimi</w:t>
            </w:r>
          </w:p>
        </w:tc>
        <w:tc>
          <w:tcPr>
            <w:tcW w:w="443" w:type="pct"/>
          </w:tcPr>
          <w:p w14:paraId="6E2C857B" w14:textId="3F11E837" w:rsidR="009C28C0" w:rsidRPr="000E0689" w:rsidRDefault="009C28C0" w:rsidP="0014778C">
            <w:pPr>
              <w:jc w:val="center"/>
              <w:rPr>
                <w:b/>
                <w:bCs/>
                <w:color w:val="092F4F"/>
              </w:rPr>
            </w:pPr>
            <w:r w:rsidRPr="000E0689">
              <w:rPr>
                <w:b/>
                <w:bCs/>
                <w:color w:val="092F4F"/>
              </w:rPr>
              <w:t>Faililaiend</w:t>
            </w:r>
          </w:p>
        </w:tc>
      </w:tr>
      <w:tr w:rsidR="009C28C0" w14:paraId="5E5B207D" w14:textId="3D09B5D9" w:rsidTr="009C28C0">
        <w:trPr>
          <w:trHeight w:val="288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38920A8B" w14:textId="4DDF5203" w:rsidR="009C28C0" w:rsidRPr="0013093F" w:rsidRDefault="009C28C0" w:rsidP="00767CFA">
            <w:pPr>
              <w:rPr>
                <w:b/>
                <w:bCs/>
              </w:rPr>
            </w:pPr>
            <w:r w:rsidRPr="000E0689">
              <w:rPr>
                <w:b/>
                <w:bCs/>
                <w:color w:val="092F4F"/>
              </w:rPr>
              <w:t>0 ÜLDOSA</w:t>
            </w:r>
          </w:p>
        </w:tc>
      </w:tr>
      <w:tr w:rsidR="009C28C0" w14:paraId="598AF653" w14:textId="2279E0C8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31C7278C" w14:textId="345BEB1F" w:rsidR="009C28C0" w:rsidRPr="002362A2" w:rsidRDefault="009C28C0" w:rsidP="00306FA8">
            <w:pPr>
              <w:jc w:val="center"/>
            </w:pPr>
            <w:r>
              <w:t>0-</w:t>
            </w:r>
            <w:r w:rsidR="00FB4FED">
              <w:t>0</w:t>
            </w:r>
            <w:r>
              <w:t>0</w:t>
            </w:r>
            <w:r w:rsidRPr="002362A2">
              <w:t>1</w:t>
            </w:r>
          </w:p>
        </w:tc>
        <w:tc>
          <w:tcPr>
            <w:tcW w:w="227" w:type="pct"/>
          </w:tcPr>
          <w:p w14:paraId="782A76ED" w14:textId="3551F573" w:rsidR="009C28C0" w:rsidRPr="002362A2" w:rsidRDefault="001E15E0" w:rsidP="00306FA8">
            <w:pPr>
              <w:jc w:val="center"/>
            </w:pPr>
            <w:r>
              <w:t>-</w:t>
            </w:r>
          </w:p>
        </w:tc>
        <w:tc>
          <w:tcPr>
            <w:tcW w:w="1983" w:type="pct"/>
          </w:tcPr>
          <w:p w14:paraId="4044E925" w14:textId="1AACF472" w:rsidR="009C28C0" w:rsidRPr="002362A2" w:rsidRDefault="009C28C0" w:rsidP="00306FA8">
            <w:r w:rsidRPr="002362A2">
              <w:t>Tiitelleht</w:t>
            </w:r>
          </w:p>
        </w:tc>
        <w:tc>
          <w:tcPr>
            <w:tcW w:w="1834" w:type="pct"/>
          </w:tcPr>
          <w:p w14:paraId="2EB10EA1" w14:textId="673A3BAD" w:rsidR="009C28C0" w:rsidRPr="002362A2" w:rsidRDefault="00CB25EF" w:rsidP="00306FA8">
            <w:r>
              <w:t>P25008</w:t>
            </w:r>
            <w:r w:rsidR="009C28C0" w:rsidRPr="002362A2">
              <w:t>_</w:t>
            </w:r>
            <w:r w:rsidR="009C28C0">
              <w:t>PP</w:t>
            </w:r>
            <w:r w:rsidR="009C28C0" w:rsidRPr="002362A2">
              <w:t>_</w:t>
            </w:r>
            <w:r>
              <w:t>TL</w:t>
            </w:r>
            <w:r w:rsidR="009C28C0" w:rsidRPr="002362A2">
              <w:t>-</w:t>
            </w:r>
            <w:r w:rsidR="009C28C0">
              <w:t>0-0</w:t>
            </w:r>
            <w:r w:rsidR="003918C8">
              <w:t>0</w:t>
            </w:r>
            <w:r w:rsidR="009C28C0" w:rsidRPr="002362A2">
              <w:t>1_</w:t>
            </w:r>
            <w:r w:rsidR="009C28C0">
              <w:t>T</w:t>
            </w:r>
            <w:r w:rsidR="009C28C0" w:rsidRPr="002362A2">
              <w:t>iitelleht</w:t>
            </w:r>
          </w:p>
        </w:tc>
        <w:tc>
          <w:tcPr>
            <w:tcW w:w="443" w:type="pct"/>
          </w:tcPr>
          <w:p w14:paraId="38B12010" w14:textId="7DF6CEDF" w:rsidR="009C28C0" w:rsidRPr="002362A2" w:rsidRDefault="009C28C0" w:rsidP="00306FA8">
            <w:pPr>
              <w:ind w:right="-269"/>
            </w:pPr>
            <w:r>
              <w:t>.docx/.pdf</w:t>
            </w:r>
          </w:p>
        </w:tc>
      </w:tr>
      <w:tr w:rsidR="009C28C0" w14:paraId="46EA823C" w14:textId="7E27E39F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4318C510" w14:textId="4557D808" w:rsidR="009C28C0" w:rsidRPr="002362A2" w:rsidRDefault="009C28C0" w:rsidP="00306FA8">
            <w:pPr>
              <w:jc w:val="center"/>
            </w:pPr>
            <w:r>
              <w:t>0-</w:t>
            </w:r>
            <w:r w:rsidR="00FB4FED">
              <w:t>0</w:t>
            </w:r>
            <w:r>
              <w:t>0</w:t>
            </w:r>
            <w:r w:rsidRPr="002362A2">
              <w:t>2</w:t>
            </w:r>
          </w:p>
        </w:tc>
        <w:tc>
          <w:tcPr>
            <w:tcW w:w="227" w:type="pct"/>
          </w:tcPr>
          <w:p w14:paraId="6C7FCD3C" w14:textId="1046A0B6" w:rsidR="009C28C0" w:rsidRPr="002362A2" w:rsidRDefault="001E15E0" w:rsidP="00306FA8">
            <w:pPr>
              <w:jc w:val="center"/>
            </w:pPr>
            <w:r>
              <w:t>-</w:t>
            </w:r>
          </w:p>
        </w:tc>
        <w:tc>
          <w:tcPr>
            <w:tcW w:w="1983" w:type="pct"/>
          </w:tcPr>
          <w:p w14:paraId="284CDAC5" w14:textId="1021672C" w:rsidR="009C28C0" w:rsidRPr="002362A2" w:rsidRDefault="009C28C0" w:rsidP="00306FA8">
            <w:r w:rsidRPr="002362A2">
              <w:t>Koosseis</w:t>
            </w:r>
          </w:p>
        </w:tc>
        <w:tc>
          <w:tcPr>
            <w:tcW w:w="1834" w:type="pct"/>
          </w:tcPr>
          <w:p w14:paraId="277176E2" w14:textId="4E91316E" w:rsidR="009C28C0" w:rsidRPr="002362A2" w:rsidRDefault="00CB25EF" w:rsidP="00306FA8">
            <w:r>
              <w:t>P25008</w:t>
            </w:r>
            <w:r w:rsidR="009C28C0" w:rsidRPr="002362A2">
              <w:t>_</w:t>
            </w:r>
            <w:r w:rsidR="009C28C0">
              <w:t>PP</w:t>
            </w:r>
            <w:r w:rsidR="009C28C0" w:rsidRPr="002362A2">
              <w:t>_</w:t>
            </w:r>
            <w:r>
              <w:t>TL</w:t>
            </w:r>
            <w:r w:rsidR="009C28C0" w:rsidRPr="002362A2">
              <w:t>-</w:t>
            </w:r>
            <w:r w:rsidR="009C28C0">
              <w:t>0-0</w:t>
            </w:r>
            <w:r w:rsidR="003918C8">
              <w:t>0</w:t>
            </w:r>
            <w:r w:rsidR="009C28C0" w:rsidRPr="002362A2">
              <w:t>2_</w:t>
            </w:r>
            <w:r w:rsidR="009C28C0">
              <w:t>K</w:t>
            </w:r>
            <w:r w:rsidR="009C28C0" w:rsidRPr="002362A2">
              <w:t>oosseis</w:t>
            </w:r>
          </w:p>
        </w:tc>
        <w:tc>
          <w:tcPr>
            <w:tcW w:w="443" w:type="pct"/>
          </w:tcPr>
          <w:p w14:paraId="5B54347C" w14:textId="5488BDAA" w:rsidR="009C28C0" w:rsidRPr="002362A2" w:rsidRDefault="009C28C0" w:rsidP="00306FA8">
            <w:r>
              <w:t>.docx/.pdf</w:t>
            </w:r>
          </w:p>
        </w:tc>
      </w:tr>
      <w:tr w:rsidR="009C28C0" w14:paraId="10D81AC1" w14:textId="486E5E46" w:rsidTr="009C28C0">
        <w:trPr>
          <w:trHeight w:val="303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4D238C7B" w14:textId="7DF17738" w:rsidR="009C28C0" w:rsidRPr="002362A2" w:rsidRDefault="009C28C0" w:rsidP="00767CFA">
            <w:pPr>
              <w:rPr>
                <w:b/>
                <w:bCs/>
              </w:rPr>
            </w:pPr>
            <w:r w:rsidRPr="002362A2">
              <w:rPr>
                <w:b/>
                <w:bCs/>
              </w:rPr>
              <w:t>1</w:t>
            </w:r>
            <w:r w:rsidRPr="000105D2">
              <w:rPr>
                <w:b/>
                <w:bCs/>
                <w:color w:val="092F4F"/>
              </w:rPr>
              <w:t xml:space="preserve"> LÄHTEDOKUMENDID</w:t>
            </w:r>
          </w:p>
        </w:tc>
      </w:tr>
      <w:tr w:rsidR="009C28C0" w14:paraId="69CF6C48" w14:textId="67D1177C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23DC06AF" w14:textId="455D1712" w:rsidR="009C28C0" w:rsidRPr="00DE5CA0" w:rsidRDefault="009C28C0" w:rsidP="001E29C3">
            <w:pPr>
              <w:jc w:val="center"/>
            </w:pPr>
          </w:p>
        </w:tc>
        <w:tc>
          <w:tcPr>
            <w:tcW w:w="227" w:type="pct"/>
          </w:tcPr>
          <w:p w14:paraId="6C5132DC" w14:textId="397B2C3E" w:rsidR="009C28C0" w:rsidRPr="00DE5CA0" w:rsidRDefault="009C28C0" w:rsidP="00306FA8">
            <w:pPr>
              <w:jc w:val="center"/>
            </w:pPr>
          </w:p>
        </w:tc>
        <w:tc>
          <w:tcPr>
            <w:tcW w:w="1983" w:type="pct"/>
          </w:tcPr>
          <w:p w14:paraId="4AF93B1E" w14:textId="1EC9A993" w:rsidR="009C28C0" w:rsidRPr="00DE5CA0" w:rsidRDefault="009C28C0" w:rsidP="001E29C3"/>
        </w:tc>
        <w:tc>
          <w:tcPr>
            <w:tcW w:w="1834" w:type="pct"/>
          </w:tcPr>
          <w:p w14:paraId="565DDC0B" w14:textId="6A461CBF" w:rsidR="009C28C0" w:rsidRPr="002362A2" w:rsidRDefault="009C28C0" w:rsidP="001E29C3"/>
        </w:tc>
        <w:tc>
          <w:tcPr>
            <w:tcW w:w="443" w:type="pct"/>
          </w:tcPr>
          <w:p w14:paraId="5B7ED0DA" w14:textId="36D37BEE" w:rsidR="009C28C0" w:rsidRPr="002362A2" w:rsidRDefault="009C28C0" w:rsidP="001E29C3"/>
        </w:tc>
      </w:tr>
      <w:tr w:rsidR="00933A07" w14:paraId="14539C16" w14:textId="2B1F2F1C" w:rsidTr="009C28C0">
        <w:trPr>
          <w:trHeight w:val="288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65F1EEF" w14:textId="0219061B" w:rsidR="00933A07" w:rsidRPr="002362A2" w:rsidRDefault="00933A07" w:rsidP="00933A07">
            <w:pPr>
              <w:rPr>
                <w:b/>
                <w:bCs/>
              </w:rPr>
            </w:pPr>
            <w:r w:rsidRPr="000E0689">
              <w:rPr>
                <w:b/>
                <w:bCs/>
                <w:color w:val="092F4F"/>
              </w:rPr>
              <w:t>2 KOOSKÕLASTUSED</w:t>
            </w:r>
          </w:p>
        </w:tc>
      </w:tr>
      <w:tr w:rsidR="00933A07" w14:paraId="3B04A390" w14:textId="6A32A7E4" w:rsidTr="009C28C0">
        <w:trPr>
          <w:trHeight w:val="282"/>
        </w:trPr>
        <w:tc>
          <w:tcPr>
            <w:tcW w:w="514" w:type="pct"/>
            <w:gridSpan w:val="2"/>
            <w:vAlign w:val="center"/>
          </w:tcPr>
          <w:p w14:paraId="6697B6C8" w14:textId="2738AE12" w:rsidR="00933A07" w:rsidRPr="002362A2" w:rsidRDefault="00933A07" w:rsidP="00933A07">
            <w:pPr>
              <w:jc w:val="center"/>
            </w:pPr>
          </w:p>
        </w:tc>
        <w:tc>
          <w:tcPr>
            <w:tcW w:w="227" w:type="pct"/>
          </w:tcPr>
          <w:p w14:paraId="407D3B49" w14:textId="76BC0C81" w:rsidR="00933A07" w:rsidRPr="002362A2" w:rsidRDefault="00933A07" w:rsidP="00933A07">
            <w:pPr>
              <w:jc w:val="center"/>
            </w:pPr>
          </w:p>
        </w:tc>
        <w:tc>
          <w:tcPr>
            <w:tcW w:w="1983" w:type="pct"/>
          </w:tcPr>
          <w:p w14:paraId="654BF8BC" w14:textId="71020D10" w:rsidR="00933A07" w:rsidRPr="002362A2" w:rsidRDefault="00933A07" w:rsidP="00933A07"/>
        </w:tc>
        <w:tc>
          <w:tcPr>
            <w:tcW w:w="1834" w:type="pct"/>
            <w:vAlign w:val="center"/>
          </w:tcPr>
          <w:p w14:paraId="2E923B96" w14:textId="504137AF" w:rsidR="00933A07" w:rsidRPr="002362A2" w:rsidRDefault="00933A07" w:rsidP="00933A07"/>
        </w:tc>
        <w:tc>
          <w:tcPr>
            <w:tcW w:w="443" w:type="pct"/>
          </w:tcPr>
          <w:p w14:paraId="345FB357" w14:textId="22E1ECAC" w:rsidR="00933A07" w:rsidRPr="002362A2" w:rsidRDefault="00933A07" w:rsidP="00933A07"/>
        </w:tc>
      </w:tr>
      <w:tr w:rsidR="00933A07" w14:paraId="52CFE677" w14:textId="4BBFF8BA" w:rsidTr="009C28C0">
        <w:trPr>
          <w:trHeight w:val="288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1EB5E797" w14:textId="1F582F52" w:rsidR="00933A07" w:rsidRPr="002362A2" w:rsidRDefault="00933A07" w:rsidP="00933A07">
            <w:pPr>
              <w:rPr>
                <w:b/>
                <w:bCs/>
              </w:rPr>
            </w:pPr>
            <w:r w:rsidRPr="000E0689">
              <w:rPr>
                <w:b/>
                <w:bCs/>
                <w:color w:val="092F4F"/>
              </w:rPr>
              <w:t>3 SELETUSKIRJAD</w:t>
            </w:r>
          </w:p>
        </w:tc>
      </w:tr>
      <w:tr w:rsidR="00933A07" w14:paraId="10DD06A7" w14:textId="43825489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0CC934D5" w14:textId="6D83A1BC" w:rsidR="00933A07" w:rsidRPr="002362A2" w:rsidRDefault="00933A07" w:rsidP="00933A07">
            <w:pPr>
              <w:jc w:val="center"/>
            </w:pPr>
            <w:r>
              <w:t>3-</w:t>
            </w:r>
            <w:r w:rsidR="00FB4FED">
              <w:t>0</w:t>
            </w:r>
            <w:r>
              <w:t>01</w:t>
            </w:r>
          </w:p>
        </w:tc>
        <w:tc>
          <w:tcPr>
            <w:tcW w:w="227" w:type="pct"/>
          </w:tcPr>
          <w:p w14:paraId="3C983F3A" w14:textId="24420A8E" w:rsidR="00933A07" w:rsidRPr="002362A2" w:rsidRDefault="001E15E0" w:rsidP="00933A07">
            <w:pPr>
              <w:jc w:val="center"/>
            </w:pPr>
            <w:r>
              <w:t>-</w:t>
            </w:r>
          </w:p>
        </w:tc>
        <w:tc>
          <w:tcPr>
            <w:tcW w:w="1983" w:type="pct"/>
          </w:tcPr>
          <w:p w14:paraId="1DFC7B70" w14:textId="2847C550" w:rsidR="00933A07" w:rsidRPr="002362A2" w:rsidRDefault="00933A07" w:rsidP="00933A07">
            <w:r w:rsidRPr="002362A2">
              <w:t>Seletuskiri</w:t>
            </w:r>
            <w:r>
              <w:t xml:space="preserve"> </w:t>
            </w:r>
          </w:p>
        </w:tc>
        <w:tc>
          <w:tcPr>
            <w:tcW w:w="1834" w:type="pct"/>
          </w:tcPr>
          <w:p w14:paraId="7A184A08" w14:textId="4D272AB7" w:rsidR="00933A07" w:rsidRPr="002362A2" w:rsidRDefault="00CB25EF" w:rsidP="00933A07">
            <w:r>
              <w:t>P25008</w:t>
            </w:r>
            <w:r w:rsidR="00933A07" w:rsidRPr="002362A2">
              <w:t>_</w:t>
            </w:r>
            <w:r w:rsidR="00933A07">
              <w:t>PP</w:t>
            </w:r>
            <w:r w:rsidR="00933A07" w:rsidRPr="002362A2">
              <w:t>_</w:t>
            </w:r>
            <w:r>
              <w:t>TL</w:t>
            </w:r>
            <w:r w:rsidR="00933A07" w:rsidRPr="002362A2">
              <w:t>-</w:t>
            </w:r>
            <w:r w:rsidR="00933A07">
              <w:t>3-</w:t>
            </w:r>
            <w:r w:rsidR="00FB4FED">
              <w:t>0</w:t>
            </w:r>
            <w:r w:rsidR="00933A07">
              <w:t>01</w:t>
            </w:r>
            <w:r w:rsidR="00933A07" w:rsidRPr="002362A2">
              <w:t>_</w:t>
            </w:r>
            <w:r w:rsidR="00933A07">
              <w:t>S</w:t>
            </w:r>
            <w:r w:rsidR="00933A07" w:rsidRPr="002362A2">
              <w:t>eletuskiri</w:t>
            </w:r>
          </w:p>
        </w:tc>
        <w:tc>
          <w:tcPr>
            <w:tcW w:w="443" w:type="pct"/>
          </w:tcPr>
          <w:p w14:paraId="79F1ECF3" w14:textId="5FB1CE8E" w:rsidR="00933A07" w:rsidRPr="002362A2" w:rsidRDefault="001E15E0" w:rsidP="00933A07">
            <w:r>
              <w:t>.docx/.pdf</w:t>
            </w:r>
          </w:p>
        </w:tc>
      </w:tr>
      <w:tr w:rsidR="00933A07" w14:paraId="6C6D3F21" w14:textId="4A19B342" w:rsidTr="009C28C0">
        <w:trPr>
          <w:trHeight w:val="288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56FEC39E" w14:textId="2405856A" w:rsidR="00933A07" w:rsidRPr="002362A2" w:rsidRDefault="00933A07" w:rsidP="00933A07">
            <w:pPr>
              <w:rPr>
                <w:b/>
                <w:bCs/>
              </w:rPr>
            </w:pPr>
            <w:r>
              <w:rPr>
                <w:b/>
                <w:bCs/>
                <w:color w:val="092F4F"/>
              </w:rPr>
              <w:t xml:space="preserve">4-7 </w:t>
            </w:r>
            <w:r w:rsidRPr="000E0689">
              <w:rPr>
                <w:b/>
                <w:bCs/>
                <w:color w:val="092F4F"/>
              </w:rPr>
              <w:t>JOONISED</w:t>
            </w:r>
          </w:p>
        </w:tc>
      </w:tr>
      <w:tr w:rsidR="00933A07" w14:paraId="5060FA3D" w14:textId="62685870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14E94AE0" w14:textId="5BF98485" w:rsidR="00933A07" w:rsidRPr="002362A2" w:rsidRDefault="00933A07" w:rsidP="00933A07">
            <w:pPr>
              <w:jc w:val="center"/>
            </w:pPr>
            <w:r>
              <w:t>4-</w:t>
            </w:r>
            <w:r w:rsidR="00FB4FED">
              <w:t>0</w:t>
            </w:r>
            <w:r>
              <w:t>0</w:t>
            </w:r>
            <w:r w:rsidR="00FB4FED">
              <w:t>1</w:t>
            </w:r>
          </w:p>
        </w:tc>
        <w:tc>
          <w:tcPr>
            <w:tcW w:w="227" w:type="pct"/>
          </w:tcPr>
          <w:p w14:paraId="21F474B5" w14:textId="149BBD65" w:rsidR="00933A07" w:rsidRDefault="001E15E0" w:rsidP="00933A07">
            <w:pPr>
              <w:jc w:val="center"/>
            </w:pPr>
            <w:r>
              <w:t>-</w:t>
            </w:r>
          </w:p>
        </w:tc>
        <w:tc>
          <w:tcPr>
            <w:tcW w:w="1983" w:type="pct"/>
          </w:tcPr>
          <w:p w14:paraId="54EA213B" w14:textId="14EC6915" w:rsidR="00933A07" w:rsidRPr="002362A2" w:rsidRDefault="00933A07" w:rsidP="00933A07">
            <w:r>
              <w:t>Asendiplaan</w:t>
            </w:r>
            <w:r w:rsidR="00390916">
              <w:t>,</w:t>
            </w:r>
            <w:r>
              <w:t xml:space="preserve"> </w:t>
            </w:r>
            <w:r w:rsidR="00A648FB">
              <w:t>liikluskorraldus</w:t>
            </w:r>
            <w:r w:rsidR="00390916">
              <w:t xml:space="preserve"> ja vertikaalplaneerimine</w:t>
            </w:r>
          </w:p>
        </w:tc>
        <w:tc>
          <w:tcPr>
            <w:tcW w:w="1834" w:type="pct"/>
          </w:tcPr>
          <w:p w14:paraId="3509B491" w14:textId="56856A8B" w:rsidR="00933A07" w:rsidRPr="002362A2" w:rsidRDefault="00CB25EF" w:rsidP="00933A07">
            <w:r>
              <w:t>P25008</w:t>
            </w:r>
            <w:r w:rsidR="00933A07" w:rsidRPr="001E29C3">
              <w:t>_</w:t>
            </w:r>
            <w:r w:rsidR="00933A07">
              <w:t>PP</w:t>
            </w:r>
            <w:r w:rsidR="00933A07" w:rsidRPr="001E29C3">
              <w:t>_</w:t>
            </w:r>
            <w:r>
              <w:t>TL</w:t>
            </w:r>
            <w:r w:rsidR="00933A07" w:rsidRPr="001E29C3">
              <w:t>-</w:t>
            </w:r>
            <w:r w:rsidR="00933A07">
              <w:t>4-</w:t>
            </w:r>
            <w:r w:rsidR="00FB4FED">
              <w:t>1</w:t>
            </w:r>
            <w:r w:rsidR="00933A07">
              <w:t>0</w:t>
            </w:r>
            <w:r w:rsidR="00FB4FED">
              <w:t>1</w:t>
            </w:r>
            <w:r w:rsidR="00933A07" w:rsidRPr="001E29C3">
              <w:t>_</w:t>
            </w:r>
            <w:r w:rsidR="00933A07">
              <w:t>As</w:t>
            </w:r>
            <w:r w:rsidR="00566984">
              <w:t>endiplaan</w:t>
            </w:r>
          </w:p>
        </w:tc>
        <w:tc>
          <w:tcPr>
            <w:tcW w:w="443" w:type="pct"/>
          </w:tcPr>
          <w:p w14:paraId="58159E6C" w14:textId="6233402A" w:rsidR="00933A07" w:rsidRPr="002362A2" w:rsidRDefault="00933A07" w:rsidP="00933A07">
            <w:r>
              <w:t>.dwg</w:t>
            </w:r>
            <w:r w:rsidR="00FB4FED">
              <w:t>/.pdf</w:t>
            </w:r>
          </w:p>
        </w:tc>
      </w:tr>
      <w:tr w:rsidR="00717982" w14:paraId="4C67ADA3" w14:textId="77777777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188FDF24" w14:textId="6E147629" w:rsidR="00717982" w:rsidRDefault="00FB4FED" w:rsidP="00717982">
            <w:pPr>
              <w:jc w:val="center"/>
            </w:pPr>
            <w:r>
              <w:t>4-002</w:t>
            </w:r>
          </w:p>
        </w:tc>
        <w:tc>
          <w:tcPr>
            <w:tcW w:w="227" w:type="pct"/>
          </w:tcPr>
          <w:p w14:paraId="62702345" w14:textId="56078797" w:rsidR="00717982" w:rsidRPr="00B00F47" w:rsidRDefault="00FB4FED" w:rsidP="00717982">
            <w:pPr>
              <w:jc w:val="center"/>
            </w:pPr>
            <w:r>
              <w:t>-</w:t>
            </w:r>
          </w:p>
        </w:tc>
        <w:tc>
          <w:tcPr>
            <w:tcW w:w="1983" w:type="pct"/>
          </w:tcPr>
          <w:p w14:paraId="0305FAF1" w14:textId="4F61DF03" w:rsidR="00717982" w:rsidRDefault="00FB4FED" w:rsidP="00717982">
            <w:r>
              <w:t>Ajutine liikluskorraldus</w:t>
            </w:r>
          </w:p>
        </w:tc>
        <w:tc>
          <w:tcPr>
            <w:tcW w:w="1834" w:type="pct"/>
          </w:tcPr>
          <w:p w14:paraId="1778A01B" w14:textId="7D1A1AD0" w:rsidR="00717982" w:rsidRPr="001E29C3" w:rsidRDefault="00FB4FED" w:rsidP="00717982">
            <w:r>
              <w:t>P25008</w:t>
            </w:r>
            <w:r w:rsidRPr="001E29C3">
              <w:t>_</w:t>
            </w:r>
            <w:r>
              <w:t>PP</w:t>
            </w:r>
            <w:r w:rsidRPr="001E29C3">
              <w:t>_</w:t>
            </w:r>
            <w:r>
              <w:t>TL</w:t>
            </w:r>
            <w:r w:rsidRPr="001E29C3">
              <w:t>-</w:t>
            </w:r>
            <w:r>
              <w:t>4-10</w:t>
            </w:r>
            <w:r>
              <w:t>2</w:t>
            </w:r>
            <w:r w:rsidRPr="001E29C3">
              <w:t>_</w:t>
            </w:r>
            <w:r>
              <w:t>Ajutine-LK</w:t>
            </w:r>
          </w:p>
        </w:tc>
        <w:tc>
          <w:tcPr>
            <w:tcW w:w="443" w:type="pct"/>
          </w:tcPr>
          <w:p w14:paraId="09A2FA44" w14:textId="3F21497C" w:rsidR="00717982" w:rsidRPr="00FC3665" w:rsidRDefault="00FB4FED" w:rsidP="00717982">
            <w:r>
              <w:t>.pdf</w:t>
            </w:r>
          </w:p>
        </w:tc>
      </w:tr>
      <w:tr w:rsidR="00717982" w14:paraId="0DB25DD7" w14:textId="77777777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436BD062" w14:textId="35F35F97" w:rsidR="00717982" w:rsidRDefault="009B6691" w:rsidP="00717982">
            <w:pPr>
              <w:jc w:val="center"/>
            </w:pPr>
            <w:r>
              <w:t>6-001</w:t>
            </w:r>
          </w:p>
        </w:tc>
        <w:tc>
          <w:tcPr>
            <w:tcW w:w="227" w:type="pct"/>
          </w:tcPr>
          <w:p w14:paraId="1A261180" w14:textId="036CE9F5" w:rsidR="00717982" w:rsidRPr="00F06759" w:rsidRDefault="009B6691" w:rsidP="00717982">
            <w:pPr>
              <w:jc w:val="center"/>
            </w:pPr>
            <w:r>
              <w:t>-</w:t>
            </w:r>
          </w:p>
        </w:tc>
        <w:tc>
          <w:tcPr>
            <w:tcW w:w="1983" w:type="pct"/>
          </w:tcPr>
          <w:p w14:paraId="417A236E" w14:textId="413B0DF3" w:rsidR="00717982" w:rsidRDefault="00885E39" w:rsidP="00717982">
            <w:r>
              <w:t>Tee ja kaeviku lõiked</w:t>
            </w:r>
          </w:p>
        </w:tc>
        <w:tc>
          <w:tcPr>
            <w:tcW w:w="1834" w:type="pct"/>
          </w:tcPr>
          <w:p w14:paraId="05AE1B31" w14:textId="6A6AD3AF" w:rsidR="00717982" w:rsidRPr="001E29C3" w:rsidRDefault="00885E39" w:rsidP="00717982">
            <w:r>
              <w:t>P25008</w:t>
            </w:r>
            <w:r w:rsidRPr="001E29C3">
              <w:t>_</w:t>
            </w:r>
            <w:r>
              <w:t>PP</w:t>
            </w:r>
            <w:r w:rsidRPr="001E29C3">
              <w:t>_</w:t>
            </w:r>
            <w:r>
              <w:t>TL</w:t>
            </w:r>
            <w:r w:rsidRPr="001E29C3">
              <w:t>-</w:t>
            </w:r>
            <w:r>
              <w:t>6</w:t>
            </w:r>
            <w:r>
              <w:t>-</w:t>
            </w:r>
            <w:r>
              <w:t>001</w:t>
            </w:r>
            <w:r w:rsidRPr="001E29C3">
              <w:t>_</w:t>
            </w:r>
            <w:r>
              <w:t>Loiked</w:t>
            </w:r>
          </w:p>
        </w:tc>
        <w:tc>
          <w:tcPr>
            <w:tcW w:w="443" w:type="pct"/>
          </w:tcPr>
          <w:p w14:paraId="0355CD51" w14:textId="0FD51267" w:rsidR="00717982" w:rsidRDefault="00885E39" w:rsidP="00717982">
            <w:r>
              <w:t>.dwg</w:t>
            </w:r>
          </w:p>
        </w:tc>
      </w:tr>
      <w:tr w:rsidR="00885E39" w14:paraId="786CFBC6" w14:textId="77777777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5CEB1620" w14:textId="74D6ADF5" w:rsidR="00885E39" w:rsidRDefault="00885E39" w:rsidP="00885E39">
            <w:pPr>
              <w:jc w:val="center"/>
            </w:pPr>
            <w:r>
              <w:t>6-101</w:t>
            </w:r>
          </w:p>
        </w:tc>
        <w:tc>
          <w:tcPr>
            <w:tcW w:w="227" w:type="pct"/>
          </w:tcPr>
          <w:p w14:paraId="41BCB90B" w14:textId="41CA27FD" w:rsidR="00885E39" w:rsidRPr="00F06759" w:rsidRDefault="00885E39" w:rsidP="00885E39">
            <w:pPr>
              <w:jc w:val="center"/>
            </w:pPr>
            <w:r>
              <w:t>-</w:t>
            </w:r>
          </w:p>
        </w:tc>
        <w:tc>
          <w:tcPr>
            <w:tcW w:w="1983" w:type="pct"/>
          </w:tcPr>
          <w:p w14:paraId="0013B8A9" w14:textId="00818906" w:rsidR="00885E39" w:rsidRDefault="00885E39" w:rsidP="00885E39">
            <w:r>
              <w:t>Ristlõige 1-1</w:t>
            </w:r>
          </w:p>
        </w:tc>
        <w:tc>
          <w:tcPr>
            <w:tcW w:w="1834" w:type="pct"/>
          </w:tcPr>
          <w:p w14:paraId="0F9FE0D2" w14:textId="76D51540" w:rsidR="00885E39" w:rsidRDefault="00885E39" w:rsidP="00885E39">
            <w:r>
              <w:t>P25008</w:t>
            </w:r>
            <w:r w:rsidRPr="001E29C3">
              <w:t>_</w:t>
            </w:r>
            <w:r>
              <w:t>PP</w:t>
            </w:r>
            <w:r w:rsidRPr="001E29C3">
              <w:t>_</w:t>
            </w:r>
            <w:r>
              <w:t>TL</w:t>
            </w:r>
            <w:r w:rsidRPr="001E29C3">
              <w:t>-</w:t>
            </w:r>
            <w:r>
              <w:t>6-</w:t>
            </w:r>
            <w:r>
              <w:t>1</w:t>
            </w:r>
            <w:r>
              <w:t>01</w:t>
            </w:r>
            <w:r w:rsidRPr="001E29C3">
              <w:t>_</w:t>
            </w:r>
            <w:r>
              <w:t>Ristloige11</w:t>
            </w:r>
          </w:p>
        </w:tc>
        <w:tc>
          <w:tcPr>
            <w:tcW w:w="443" w:type="pct"/>
          </w:tcPr>
          <w:p w14:paraId="03809F54" w14:textId="6E7B9EE1" w:rsidR="00885E39" w:rsidRPr="00DC5F02" w:rsidRDefault="00885E39" w:rsidP="00885E39">
            <w:r w:rsidRPr="00972DAE">
              <w:t>.pdf</w:t>
            </w:r>
          </w:p>
        </w:tc>
      </w:tr>
      <w:tr w:rsidR="00885E39" w14:paraId="1A024869" w14:textId="77777777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1F527881" w14:textId="5D611E3A" w:rsidR="00885E39" w:rsidRDefault="00885E39" w:rsidP="00885E39">
            <w:pPr>
              <w:jc w:val="center"/>
            </w:pPr>
            <w:r>
              <w:t>6-102</w:t>
            </w:r>
          </w:p>
        </w:tc>
        <w:tc>
          <w:tcPr>
            <w:tcW w:w="227" w:type="pct"/>
          </w:tcPr>
          <w:p w14:paraId="39E5BBB0" w14:textId="2F67F260" w:rsidR="00885E39" w:rsidRPr="00F06759" w:rsidRDefault="00885E39" w:rsidP="00885E39">
            <w:pPr>
              <w:jc w:val="center"/>
            </w:pPr>
            <w:r>
              <w:t>-</w:t>
            </w:r>
          </w:p>
        </w:tc>
        <w:tc>
          <w:tcPr>
            <w:tcW w:w="1983" w:type="pct"/>
          </w:tcPr>
          <w:p w14:paraId="3D5E2C13" w14:textId="5DD5DFD1" w:rsidR="00885E39" w:rsidRDefault="00885E39" w:rsidP="00885E39">
            <w:r>
              <w:t>Kaeviku lõige</w:t>
            </w:r>
          </w:p>
        </w:tc>
        <w:tc>
          <w:tcPr>
            <w:tcW w:w="1834" w:type="pct"/>
          </w:tcPr>
          <w:p w14:paraId="60CDA646" w14:textId="5D3F91FC" w:rsidR="00885E39" w:rsidRPr="001E29C3" w:rsidRDefault="00885E39" w:rsidP="00885E39">
            <w:r>
              <w:t>P25008</w:t>
            </w:r>
            <w:r w:rsidRPr="001E29C3">
              <w:t>_</w:t>
            </w:r>
            <w:r>
              <w:t>PP</w:t>
            </w:r>
            <w:r w:rsidRPr="001E29C3">
              <w:t>_</w:t>
            </w:r>
            <w:r>
              <w:t>TL</w:t>
            </w:r>
            <w:r w:rsidRPr="001E29C3">
              <w:t>-</w:t>
            </w:r>
            <w:r>
              <w:t>6-</w:t>
            </w:r>
            <w:r>
              <w:t>1</w:t>
            </w:r>
            <w:r>
              <w:t>0</w:t>
            </w:r>
            <w:r>
              <w:t>2</w:t>
            </w:r>
            <w:r w:rsidRPr="001E29C3">
              <w:t>_</w:t>
            </w:r>
            <w:r>
              <w:t>Kaeviku-loige</w:t>
            </w:r>
          </w:p>
        </w:tc>
        <w:tc>
          <w:tcPr>
            <w:tcW w:w="443" w:type="pct"/>
          </w:tcPr>
          <w:p w14:paraId="4C70AF4F" w14:textId="178B127B" w:rsidR="00885E39" w:rsidRDefault="00885E39" w:rsidP="00885E39">
            <w:r w:rsidRPr="00972DAE">
              <w:t>.pdf</w:t>
            </w:r>
          </w:p>
        </w:tc>
      </w:tr>
      <w:tr w:rsidR="00885E39" w14:paraId="1D4A663C" w14:textId="77777777" w:rsidTr="009C28C0">
        <w:trPr>
          <w:trHeight w:val="288"/>
        </w:trPr>
        <w:tc>
          <w:tcPr>
            <w:tcW w:w="514" w:type="pct"/>
            <w:gridSpan w:val="2"/>
            <w:vAlign w:val="center"/>
          </w:tcPr>
          <w:p w14:paraId="34ADA1D8" w14:textId="6A2004F0" w:rsidR="00885E39" w:rsidRDefault="00885E39" w:rsidP="00885E39">
            <w:pPr>
              <w:jc w:val="center"/>
            </w:pPr>
            <w:r>
              <w:t>6-103</w:t>
            </w:r>
          </w:p>
        </w:tc>
        <w:tc>
          <w:tcPr>
            <w:tcW w:w="227" w:type="pct"/>
          </w:tcPr>
          <w:p w14:paraId="0426B34A" w14:textId="696A55BC" w:rsidR="00885E39" w:rsidRPr="00F06759" w:rsidRDefault="00885E39" w:rsidP="00885E39">
            <w:pPr>
              <w:jc w:val="center"/>
            </w:pPr>
            <w:r>
              <w:t>-</w:t>
            </w:r>
          </w:p>
        </w:tc>
        <w:tc>
          <w:tcPr>
            <w:tcW w:w="1983" w:type="pct"/>
          </w:tcPr>
          <w:p w14:paraId="5BB8CCDD" w14:textId="18E0D91B" w:rsidR="00885E39" w:rsidRDefault="00885E39" w:rsidP="00885E39">
            <w:r>
              <w:t>Kaeviku ristlõike 2-2</w:t>
            </w:r>
          </w:p>
        </w:tc>
        <w:tc>
          <w:tcPr>
            <w:tcW w:w="1834" w:type="pct"/>
          </w:tcPr>
          <w:p w14:paraId="5B980FDA" w14:textId="04FBF7D6" w:rsidR="00885E39" w:rsidRDefault="00885E39" w:rsidP="00885E39">
            <w:r>
              <w:t>P25008</w:t>
            </w:r>
            <w:r w:rsidRPr="001E29C3">
              <w:t>_</w:t>
            </w:r>
            <w:r>
              <w:t>PP</w:t>
            </w:r>
            <w:r w:rsidRPr="001E29C3">
              <w:t>_</w:t>
            </w:r>
            <w:r>
              <w:t>TL</w:t>
            </w:r>
            <w:r w:rsidRPr="001E29C3">
              <w:t>-</w:t>
            </w:r>
            <w:r>
              <w:t>6-</w:t>
            </w:r>
            <w:r>
              <w:t>1</w:t>
            </w:r>
            <w:r>
              <w:t>0</w:t>
            </w:r>
            <w:r>
              <w:t>3</w:t>
            </w:r>
            <w:r w:rsidRPr="001E29C3">
              <w:t>_</w:t>
            </w:r>
            <w:r>
              <w:t>Kaeviku-ristloige22</w:t>
            </w:r>
          </w:p>
        </w:tc>
        <w:tc>
          <w:tcPr>
            <w:tcW w:w="443" w:type="pct"/>
          </w:tcPr>
          <w:p w14:paraId="73A508AA" w14:textId="4D50AC29" w:rsidR="00885E39" w:rsidRPr="00DC5F02" w:rsidRDefault="00885E39" w:rsidP="00885E39">
            <w:r w:rsidRPr="00972DAE">
              <w:t>.pdf</w:t>
            </w:r>
          </w:p>
        </w:tc>
      </w:tr>
      <w:tr w:rsidR="00885E39" w14:paraId="751AC9B4" w14:textId="467A36E8" w:rsidTr="009C28C0">
        <w:trPr>
          <w:trHeight w:val="288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12D088D1" w14:textId="6FF16AF8" w:rsidR="00885E39" w:rsidRPr="002362A2" w:rsidRDefault="00885E39" w:rsidP="00885E39">
            <w:pPr>
              <w:rPr>
                <w:b/>
                <w:bCs/>
              </w:rPr>
            </w:pPr>
            <w:r w:rsidRPr="000E0689">
              <w:rPr>
                <w:b/>
                <w:bCs/>
                <w:color w:val="092F4F"/>
              </w:rPr>
              <w:t>8 SPE</w:t>
            </w:r>
            <w:r>
              <w:rPr>
                <w:b/>
                <w:bCs/>
                <w:color w:val="092F4F"/>
              </w:rPr>
              <w:t>TL</w:t>
            </w:r>
            <w:r w:rsidRPr="000E0689">
              <w:rPr>
                <w:b/>
                <w:bCs/>
                <w:color w:val="092F4F"/>
              </w:rPr>
              <w:t>IFIKA</w:t>
            </w:r>
            <w:r>
              <w:rPr>
                <w:b/>
                <w:bCs/>
                <w:color w:val="092F4F"/>
              </w:rPr>
              <w:t>TL</w:t>
            </w:r>
            <w:r w:rsidRPr="000E0689">
              <w:rPr>
                <w:b/>
                <w:bCs/>
                <w:color w:val="092F4F"/>
              </w:rPr>
              <w:t>IOONID</w:t>
            </w:r>
          </w:p>
        </w:tc>
      </w:tr>
      <w:tr w:rsidR="00885E39" w14:paraId="7D86C460" w14:textId="651D7950" w:rsidTr="009C28C0">
        <w:trPr>
          <w:trHeight w:val="251"/>
        </w:trPr>
        <w:tc>
          <w:tcPr>
            <w:tcW w:w="514" w:type="pct"/>
            <w:gridSpan w:val="2"/>
            <w:vAlign w:val="center"/>
          </w:tcPr>
          <w:p w14:paraId="7776D9CD" w14:textId="5B750C0B" w:rsidR="00885E39" w:rsidRPr="002362A2" w:rsidRDefault="00885E39" w:rsidP="00885E39">
            <w:pPr>
              <w:jc w:val="center"/>
            </w:pPr>
            <w:r>
              <w:t>8-001</w:t>
            </w:r>
          </w:p>
        </w:tc>
        <w:tc>
          <w:tcPr>
            <w:tcW w:w="227" w:type="pct"/>
          </w:tcPr>
          <w:p w14:paraId="60DFAD41" w14:textId="45972A42" w:rsidR="00885E39" w:rsidRPr="002362A2" w:rsidRDefault="00885E39" w:rsidP="00885E39">
            <w:pPr>
              <w:jc w:val="center"/>
            </w:pPr>
            <w:r>
              <w:t>-</w:t>
            </w:r>
          </w:p>
        </w:tc>
        <w:tc>
          <w:tcPr>
            <w:tcW w:w="1983" w:type="pct"/>
            <w:vAlign w:val="center"/>
          </w:tcPr>
          <w:p w14:paraId="258E7BFE" w14:textId="7CDDA296" w:rsidR="00885E39" w:rsidRPr="002362A2" w:rsidRDefault="00885E39" w:rsidP="00885E39">
            <w:r>
              <w:t>Töömahuloend</w:t>
            </w:r>
          </w:p>
        </w:tc>
        <w:tc>
          <w:tcPr>
            <w:tcW w:w="1834" w:type="pct"/>
          </w:tcPr>
          <w:p w14:paraId="6637961D" w14:textId="33221CF5" w:rsidR="00885E39" w:rsidRPr="002362A2" w:rsidRDefault="00885E39" w:rsidP="00885E39">
            <w:pPr>
              <w:tabs>
                <w:tab w:val="left" w:pos="3720"/>
              </w:tabs>
            </w:pPr>
            <w:r>
              <w:t>P25008</w:t>
            </w:r>
            <w:r w:rsidRPr="001E29C3">
              <w:t>_</w:t>
            </w:r>
            <w:r>
              <w:t>PP</w:t>
            </w:r>
            <w:r w:rsidRPr="001E29C3">
              <w:t>_</w:t>
            </w:r>
            <w:r>
              <w:t>TL</w:t>
            </w:r>
            <w:r w:rsidRPr="001E29C3">
              <w:t>-</w:t>
            </w:r>
            <w:r>
              <w:t>8-0</w:t>
            </w:r>
            <w:r w:rsidR="003918C8">
              <w:t>0</w:t>
            </w:r>
            <w:r>
              <w:t>1</w:t>
            </w:r>
            <w:r w:rsidRPr="001E29C3">
              <w:t>_</w:t>
            </w:r>
            <w:r>
              <w:t>Kululoend</w:t>
            </w:r>
            <w:r>
              <w:tab/>
            </w:r>
          </w:p>
        </w:tc>
        <w:tc>
          <w:tcPr>
            <w:tcW w:w="443" w:type="pct"/>
            <w:vAlign w:val="center"/>
          </w:tcPr>
          <w:p w14:paraId="36C3E587" w14:textId="5CD637AF" w:rsidR="00885E39" w:rsidRPr="002362A2" w:rsidRDefault="00885E39" w:rsidP="00885E39">
            <w:r>
              <w:t>.xslx</w:t>
            </w:r>
          </w:p>
        </w:tc>
      </w:tr>
      <w:tr w:rsidR="00885E39" w14:paraId="59E91CF9" w14:textId="2AA4D476" w:rsidTr="009C28C0">
        <w:trPr>
          <w:trHeight w:val="288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10776F7D" w14:textId="1E0103E3" w:rsidR="00885E39" w:rsidRPr="009741B0" w:rsidRDefault="00885E39" w:rsidP="00885E39">
            <w:pPr>
              <w:rPr>
                <w:b/>
                <w:bCs/>
              </w:rPr>
            </w:pPr>
            <w:r w:rsidRPr="000E0689">
              <w:rPr>
                <w:b/>
                <w:bCs/>
                <w:color w:val="092F4F"/>
              </w:rPr>
              <w:t>9</w:t>
            </w:r>
            <w:r>
              <w:rPr>
                <w:b/>
                <w:bCs/>
                <w:color w:val="092F4F"/>
              </w:rPr>
              <w:t xml:space="preserve"> LISAD</w:t>
            </w:r>
          </w:p>
        </w:tc>
      </w:tr>
      <w:tr w:rsidR="00885E39" w14:paraId="39D9B3C3" w14:textId="3EA9EC63" w:rsidTr="009C28C0">
        <w:trPr>
          <w:trHeight w:val="288"/>
        </w:trPr>
        <w:tc>
          <w:tcPr>
            <w:tcW w:w="505" w:type="pct"/>
            <w:vAlign w:val="center"/>
          </w:tcPr>
          <w:p w14:paraId="51786068" w14:textId="745B2FAA" w:rsidR="00885E39" w:rsidRDefault="00885E39" w:rsidP="00885E39">
            <w:pPr>
              <w:jc w:val="center"/>
            </w:pPr>
          </w:p>
        </w:tc>
        <w:tc>
          <w:tcPr>
            <w:tcW w:w="235" w:type="pct"/>
            <w:gridSpan w:val="2"/>
          </w:tcPr>
          <w:p w14:paraId="088A39D7" w14:textId="6800737B" w:rsidR="00885E39" w:rsidRPr="005A6620" w:rsidRDefault="00885E39" w:rsidP="00885E39">
            <w:pPr>
              <w:jc w:val="center"/>
            </w:pPr>
          </w:p>
        </w:tc>
        <w:tc>
          <w:tcPr>
            <w:tcW w:w="1983" w:type="pct"/>
          </w:tcPr>
          <w:p w14:paraId="5AD8BBDA" w14:textId="0C0CF42F" w:rsidR="00885E39" w:rsidRPr="005A6620" w:rsidRDefault="00885E39" w:rsidP="00885E39"/>
        </w:tc>
        <w:tc>
          <w:tcPr>
            <w:tcW w:w="1834" w:type="pct"/>
          </w:tcPr>
          <w:p w14:paraId="159610FE" w14:textId="1B2F98FD" w:rsidR="00885E39" w:rsidRPr="005A6620" w:rsidRDefault="00885E39" w:rsidP="00885E39"/>
        </w:tc>
        <w:tc>
          <w:tcPr>
            <w:tcW w:w="443" w:type="pct"/>
          </w:tcPr>
          <w:p w14:paraId="17DE7912" w14:textId="0BFA44D7" w:rsidR="00885E39" w:rsidRPr="005A6620" w:rsidRDefault="00885E39" w:rsidP="00885E39"/>
        </w:tc>
      </w:tr>
      <w:tr w:rsidR="00885E39" w14:paraId="20BA5DE4" w14:textId="77777777" w:rsidTr="0063189D">
        <w:trPr>
          <w:trHeight w:val="288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7DF45052" w14:textId="4302B6CD" w:rsidR="00885E39" w:rsidRPr="005A6620" w:rsidRDefault="00885E39" w:rsidP="00885E39">
            <w:r>
              <w:rPr>
                <w:b/>
                <w:bCs/>
                <w:color w:val="092F4F"/>
              </w:rPr>
              <w:t>11 Referentsjoonised</w:t>
            </w:r>
          </w:p>
        </w:tc>
      </w:tr>
      <w:tr w:rsidR="00885E39" w14:paraId="3C6ABA6E" w14:textId="77777777" w:rsidTr="00F7150B">
        <w:trPr>
          <w:trHeight w:val="288"/>
        </w:trPr>
        <w:tc>
          <w:tcPr>
            <w:tcW w:w="5000" w:type="pct"/>
            <w:gridSpan w:val="6"/>
            <w:vAlign w:val="center"/>
          </w:tcPr>
          <w:p w14:paraId="24E33B68" w14:textId="485AF77E" w:rsidR="00885E39" w:rsidRPr="005A6620" w:rsidRDefault="00885E39" w:rsidP="00885E39">
            <w:r>
              <w:lastRenderedPageBreak/>
              <w:t xml:space="preserve">Failid toodud kaustas. </w:t>
            </w:r>
          </w:p>
        </w:tc>
      </w:tr>
    </w:tbl>
    <w:p w14:paraId="6A31ADDB" w14:textId="0447CA6D" w:rsidR="00D83DAB" w:rsidRDefault="00D83DAB" w:rsidP="00C51C1B"/>
    <w:sectPr w:rsidR="00D83DAB" w:rsidSect="00522744">
      <w:headerReference w:type="default" r:id="rId10"/>
      <w:footerReference w:type="default" r:id="rId11"/>
      <w:pgSz w:w="16840" w:h="11900" w:orient="landscape" w:code="9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5AE34" w14:textId="77777777" w:rsidR="007D33CC" w:rsidRDefault="007D33CC" w:rsidP="00AF423B">
      <w:r>
        <w:separator/>
      </w:r>
    </w:p>
  </w:endnote>
  <w:endnote w:type="continuationSeparator" w:id="0">
    <w:p w14:paraId="2BAAA947" w14:textId="77777777" w:rsidR="007D33CC" w:rsidRDefault="007D33CC" w:rsidP="00AF423B">
      <w:r>
        <w:continuationSeparator/>
      </w:r>
    </w:p>
  </w:endnote>
  <w:endnote w:type="continuationNotice" w:id="1">
    <w:p w14:paraId="4902EBF2" w14:textId="77777777" w:rsidR="007D33CC" w:rsidRDefault="007D3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797BC" w14:textId="5D237198" w:rsidR="00106546" w:rsidRDefault="00C74F62" w:rsidP="00B57859">
    <w:pPr>
      <w:pStyle w:val="Footer"/>
      <w:tabs>
        <w:tab w:val="clear" w:pos="9026"/>
        <w:tab w:val="right" w:pos="4513"/>
        <w:tab w:val="right" w:pos="8931"/>
      </w:tabs>
      <w:ind w:right="8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B76976E" wp14:editId="0EF183BF">
              <wp:simplePos x="0" y="0"/>
              <wp:positionH relativeFrom="column">
                <wp:posOffset>1</wp:posOffset>
              </wp:positionH>
              <wp:positionV relativeFrom="paragraph">
                <wp:posOffset>-78740</wp:posOffset>
              </wp:positionV>
              <wp:extent cx="88773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77300" cy="0"/>
                      </a:xfrm>
                      <a:prstGeom prst="line">
                        <a:avLst/>
                      </a:prstGeom>
                      <a:ln>
                        <a:solidFill>
                          <a:srgbClr val="092F4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4C7C37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6.2pt" to="699pt,-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" strokecolor="#092f4f" strokeweight=".5pt">
              <v:stroke joinstyle="miter"/>
            </v:line>
          </w:pict>
        </mc:Fallback>
      </mc:AlternateContent>
    </w:r>
    <w:fldSimple w:instr=" FILENAME   \* MERGEFORMAT ">
      <w:r w:rsidR="00CB25EF">
        <w:rPr>
          <w:noProof/>
        </w:rPr>
        <w:t>P25008_PP_TL-0-002_koosseis.docx</w:t>
      </w:r>
    </w:fldSimple>
    <w:r w:rsidR="0085542F">
      <w:tab/>
    </w:r>
    <w:r w:rsidR="0085542F">
      <w:tab/>
    </w:r>
    <w:r w:rsidR="00732370">
      <w:tab/>
    </w:r>
    <w:r w:rsidR="00732370">
      <w:tab/>
    </w:r>
    <w:r w:rsidR="00732370">
      <w:tab/>
    </w:r>
    <w:r w:rsidR="00732370">
      <w:tab/>
    </w:r>
    <w:r w:rsidR="00732370">
      <w:tab/>
    </w:r>
    <w:r w:rsidR="00732370">
      <w:tab/>
    </w:r>
    <w:r w:rsidR="00732370">
      <w:tab/>
    </w:r>
    <w:r w:rsidR="00732370">
      <w:tab/>
      <w:t xml:space="preserve">      </w:t>
    </w:r>
    <w:r w:rsidR="0085542F">
      <w:t xml:space="preserve">lk </w:t>
    </w:r>
    <w:r w:rsidR="006105F8">
      <w:fldChar w:fldCharType="begin"/>
    </w:r>
    <w:r w:rsidR="006105F8">
      <w:instrText xml:space="preserve"> PAGE   \* MERGEFORMAT </w:instrText>
    </w:r>
    <w:r w:rsidR="006105F8">
      <w:fldChar w:fldCharType="separate"/>
    </w:r>
    <w:r w:rsidR="006105F8">
      <w:t>1</w:t>
    </w:r>
    <w:r w:rsidR="006105F8">
      <w:fldChar w:fldCharType="end"/>
    </w:r>
    <w:r w:rsidR="006105F8">
      <w:t>/</w:t>
    </w:r>
    <w:fldSimple w:instr=" NUMPAGES  \* Arabic  \* MERGEFORMAT ">
      <w:r w:rsidR="0085542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167D6" w14:textId="77777777" w:rsidR="007D33CC" w:rsidRDefault="007D33CC" w:rsidP="00AF423B">
      <w:r>
        <w:separator/>
      </w:r>
    </w:p>
  </w:footnote>
  <w:footnote w:type="continuationSeparator" w:id="0">
    <w:p w14:paraId="35F9E884" w14:textId="77777777" w:rsidR="007D33CC" w:rsidRDefault="007D33CC" w:rsidP="00AF423B">
      <w:r>
        <w:continuationSeparator/>
      </w:r>
    </w:p>
  </w:footnote>
  <w:footnote w:type="continuationNotice" w:id="1">
    <w:p w14:paraId="43856F4B" w14:textId="77777777" w:rsidR="007D33CC" w:rsidRDefault="007D33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A1699" w14:textId="05A6F839" w:rsidR="00AF423B" w:rsidRDefault="00C63275">
    <w:pPr>
      <w:pStyle w:val="Head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F18E13F" wp14:editId="1A09C1BB">
          <wp:simplePos x="0" y="0"/>
          <wp:positionH relativeFrom="column">
            <wp:posOffset>-180975</wp:posOffset>
          </wp:positionH>
          <wp:positionV relativeFrom="paragraph">
            <wp:posOffset>52705</wp:posOffset>
          </wp:positionV>
          <wp:extent cx="1990725" cy="436727"/>
          <wp:effectExtent l="0" t="0" r="0" b="1905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11657" t="38841" r="11237" b="39255"/>
                  <a:stretch/>
                </pic:blipFill>
                <pic:spPr bwMode="auto">
                  <a:xfrm>
                    <a:off x="0" y="0"/>
                    <a:ext cx="1990725" cy="4367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4ADC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662874E" wp14:editId="718D66BD">
              <wp:simplePos x="0" y="0"/>
              <wp:positionH relativeFrom="column">
                <wp:posOffset>-370840</wp:posOffset>
              </wp:positionH>
              <wp:positionV relativeFrom="paragraph">
                <wp:posOffset>754380</wp:posOffset>
              </wp:positionV>
              <wp:extent cx="935355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  <a:ln>
                        <a:solidFill>
                          <a:srgbClr val="092F4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8BF4A0" id="Straight Connector 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2pt,59.4pt" to="707.3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" strokecolor="#092f4f" strokeweight=".5pt">
              <v:stroke joinstyle="miter"/>
            </v:line>
          </w:pict>
        </mc:Fallback>
      </mc:AlternateContent>
    </w:r>
    <w:r w:rsidR="00E84ADC">
      <w:rPr>
        <w:noProof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3D01FB6D" wp14:editId="34B39B1C">
              <wp:simplePos x="0" y="0"/>
              <wp:positionH relativeFrom="margin">
                <wp:align>right</wp:align>
              </wp:positionH>
              <wp:positionV relativeFrom="paragraph">
                <wp:posOffset>-169545</wp:posOffset>
              </wp:positionV>
              <wp:extent cx="4686300" cy="857250"/>
              <wp:effectExtent l="0" t="0" r="0" b="0"/>
              <wp:wrapTopAndBottom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DD520E" w14:textId="08B1E5E0" w:rsidR="009300FD" w:rsidRDefault="00C932B4" w:rsidP="003F0DCC">
                          <w:pPr>
                            <w:jc w:val="right"/>
                            <w:rPr>
                              <w:color w:val="092F4F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92F4F"/>
                              <w:sz w:val="20"/>
                              <w:szCs w:val="20"/>
                            </w:rPr>
                            <w:t>Mõisa tee katendi taastamine</w:t>
                          </w:r>
                        </w:p>
                        <w:p w14:paraId="33B1A71B" w14:textId="7DECB6A9" w:rsidR="00C3671B" w:rsidRDefault="003F0DCC" w:rsidP="003F0DCC">
                          <w:pPr>
                            <w:jc w:val="right"/>
                            <w:rPr>
                              <w:color w:val="092F4F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92F4F"/>
                              <w:sz w:val="20"/>
                              <w:szCs w:val="20"/>
                            </w:rPr>
                            <w:t>Harjumaa, Kuusalu vald, Kiiu</w:t>
                          </w:r>
                        </w:p>
                        <w:p w14:paraId="62B16AEC" w14:textId="247270B6" w:rsidR="003F5636" w:rsidRDefault="009300FD" w:rsidP="003F0DCC">
                          <w:pPr>
                            <w:ind w:left="2268" w:firstLine="567"/>
                            <w:jc w:val="right"/>
                            <w:rPr>
                              <w:color w:val="092F4F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92F4F"/>
                              <w:sz w:val="20"/>
                              <w:szCs w:val="20"/>
                            </w:rPr>
                            <w:t xml:space="preserve">       </w:t>
                          </w:r>
                          <w:r w:rsidR="00BA6EF1">
                            <w:rPr>
                              <w:color w:val="092F4F"/>
                              <w:sz w:val="20"/>
                              <w:szCs w:val="20"/>
                            </w:rPr>
                            <w:t xml:space="preserve">         </w:t>
                          </w:r>
                          <w:r w:rsidR="003F0DCC">
                            <w:rPr>
                              <w:color w:val="092F4F"/>
                              <w:sz w:val="20"/>
                              <w:szCs w:val="20"/>
                            </w:rPr>
                            <w:t>11105 Kiiu-Soodla tee</w:t>
                          </w:r>
                        </w:p>
                        <w:p w14:paraId="3138CED7" w14:textId="65C85494" w:rsidR="00106546" w:rsidRDefault="00106546" w:rsidP="003F0DCC">
                          <w:pPr>
                            <w:jc w:val="right"/>
                            <w:rPr>
                              <w:color w:val="092F4F"/>
                              <w:sz w:val="20"/>
                              <w:szCs w:val="20"/>
                            </w:rPr>
                          </w:pPr>
                          <w:r w:rsidRPr="005A7978">
                            <w:rPr>
                              <w:color w:val="092F4F"/>
                              <w:sz w:val="20"/>
                              <w:szCs w:val="20"/>
                            </w:rPr>
                            <w:t xml:space="preserve">Markelin Project OÜ </w:t>
                          </w:r>
                          <w:r w:rsidR="00C10C03">
                            <w:rPr>
                              <w:color w:val="092F4F"/>
                              <w:sz w:val="20"/>
                              <w:szCs w:val="20"/>
                            </w:rPr>
                            <w:t xml:space="preserve">töö </w:t>
                          </w:r>
                          <w:r w:rsidRPr="005A7978">
                            <w:rPr>
                              <w:color w:val="092F4F"/>
                              <w:sz w:val="20"/>
                              <w:szCs w:val="20"/>
                            </w:rPr>
                            <w:t xml:space="preserve">nr </w:t>
                          </w:r>
                          <w:r w:rsidR="00C932B4">
                            <w:rPr>
                              <w:color w:val="092F4F"/>
                              <w:sz w:val="20"/>
                              <w:szCs w:val="20"/>
                            </w:rPr>
                            <w:t>P25008</w:t>
                          </w:r>
                        </w:p>
                        <w:p w14:paraId="058A42A0" w14:textId="47F7D6DB" w:rsidR="00961A52" w:rsidRPr="00396FBB" w:rsidRDefault="00961A52" w:rsidP="003F0DCC">
                          <w:pPr>
                            <w:jc w:val="right"/>
                            <w:rPr>
                              <w:color w:val="092F4F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92F4F"/>
                              <w:sz w:val="20"/>
                              <w:szCs w:val="20"/>
                            </w:rPr>
                            <w:t xml:space="preserve">Staadium: </w:t>
                          </w:r>
                          <w:r w:rsidR="006D3DB7">
                            <w:rPr>
                              <w:color w:val="092F4F"/>
                              <w:sz w:val="20"/>
                              <w:szCs w:val="20"/>
                            </w:rPr>
                            <w:t>Põhi</w:t>
                          </w:r>
                          <w:r>
                            <w:rPr>
                              <w:color w:val="092F4F"/>
                              <w:sz w:val="20"/>
                              <w:szCs w:val="20"/>
                            </w:rPr>
                            <w:t>projekt</w:t>
                          </w:r>
                        </w:p>
                        <w:p w14:paraId="2C9A13B9" w14:textId="77777777" w:rsidR="00106546" w:rsidRPr="00106546" w:rsidRDefault="0010654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01FB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7.8pt;margin-top:-13.35pt;width:369pt;height:67.5pt;z-index:-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" stroked="f">
              <v:textbox>
                <w:txbxContent>
                  <w:p w14:paraId="38DD520E" w14:textId="08B1E5E0" w:rsidR="009300FD" w:rsidRDefault="00C932B4" w:rsidP="003F0DCC">
                    <w:pPr>
                      <w:jc w:val="right"/>
                      <w:rPr>
                        <w:color w:val="092F4F"/>
                        <w:sz w:val="20"/>
                        <w:szCs w:val="20"/>
                      </w:rPr>
                    </w:pPr>
                    <w:r>
                      <w:rPr>
                        <w:color w:val="092F4F"/>
                        <w:sz w:val="20"/>
                        <w:szCs w:val="20"/>
                      </w:rPr>
                      <w:t>Mõisa tee katendi taastamine</w:t>
                    </w:r>
                  </w:p>
                  <w:p w14:paraId="33B1A71B" w14:textId="7DECB6A9" w:rsidR="00C3671B" w:rsidRDefault="003F0DCC" w:rsidP="003F0DCC">
                    <w:pPr>
                      <w:jc w:val="right"/>
                      <w:rPr>
                        <w:color w:val="092F4F"/>
                        <w:sz w:val="20"/>
                        <w:szCs w:val="20"/>
                      </w:rPr>
                    </w:pPr>
                    <w:r>
                      <w:rPr>
                        <w:color w:val="092F4F"/>
                        <w:sz w:val="20"/>
                        <w:szCs w:val="20"/>
                      </w:rPr>
                      <w:t>Harjumaa, Kuusalu vald, Kiiu</w:t>
                    </w:r>
                  </w:p>
                  <w:p w14:paraId="62B16AEC" w14:textId="247270B6" w:rsidR="003F5636" w:rsidRDefault="009300FD" w:rsidP="003F0DCC">
                    <w:pPr>
                      <w:ind w:left="2268" w:firstLine="567"/>
                      <w:jc w:val="right"/>
                      <w:rPr>
                        <w:color w:val="092F4F"/>
                        <w:sz w:val="20"/>
                        <w:szCs w:val="20"/>
                      </w:rPr>
                    </w:pPr>
                    <w:r>
                      <w:rPr>
                        <w:color w:val="092F4F"/>
                        <w:sz w:val="20"/>
                        <w:szCs w:val="20"/>
                      </w:rPr>
                      <w:t xml:space="preserve">       </w:t>
                    </w:r>
                    <w:r w:rsidR="00BA6EF1">
                      <w:rPr>
                        <w:color w:val="092F4F"/>
                        <w:sz w:val="20"/>
                        <w:szCs w:val="20"/>
                      </w:rPr>
                      <w:t xml:space="preserve">         </w:t>
                    </w:r>
                    <w:r w:rsidR="003F0DCC">
                      <w:rPr>
                        <w:color w:val="092F4F"/>
                        <w:sz w:val="20"/>
                        <w:szCs w:val="20"/>
                      </w:rPr>
                      <w:t>11105 Kiiu-Soodla tee</w:t>
                    </w:r>
                  </w:p>
                  <w:p w14:paraId="3138CED7" w14:textId="65C85494" w:rsidR="00106546" w:rsidRDefault="00106546" w:rsidP="003F0DCC">
                    <w:pPr>
                      <w:jc w:val="right"/>
                      <w:rPr>
                        <w:color w:val="092F4F"/>
                        <w:sz w:val="20"/>
                        <w:szCs w:val="20"/>
                      </w:rPr>
                    </w:pPr>
                    <w:r w:rsidRPr="005A7978">
                      <w:rPr>
                        <w:color w:val="092F4F"/>
                        <w:sz w:val="20"/>
                        <w:szCs w:val="20"/>
                      </w:rPr>
                      <w:t xml:space="preserve">Markelin Project OÜ </w:t>
                    </w:r>
                    <w:r w:rsidR="00C10C03">
                      <w:rPr>
                        <w:color w:val="092F4F"/>
                        <w:sz w:val="20"/>
                        <w:szCs w:val="20"/>
                      </w:rPr>
                      <w:t xml:space="preserve">töö </w:t>
                    </w:r>
                    <w:r w:rsidRPr="005A7978">
                      <w:rPr>
                        <w:color w:val="092F4F"/>
                        <w:sz w:val="20"/>
                        <w:szCs w:val="20"/>
                      </w:rPr>
                      <w:t xml:space="preserve">nr </w:t>
                    </w:r>
                    <w:r w:rsidR="00C932B4">
                      <w:rPr>
                        <w:color w:val="092F4F"/>
                        <w:sz w:val="20"/>
                        <w:szCs w:val="20"/>
                      </w:rPr>
                      <w:t>P25008</w:t>
                    </w:r>
                  </w:p>
                  <w:p w14:paraId="058A42A0" w14:textId="47F7D6DB" w:rsidR="00961A52" w:rsidRPr="00396FBB" w:rsidRDefault="00961A52" w:rsidP="003F0DCC">
                    <w:pPr>
                      <w:jc w:val="right"/>
                      <w:rPr>
                        <w:color w:val="092F4F"/>
                        <w:sz w:val="20"/>
                        <w:szCs w:val="20"/>
                      </w:rPr>
                    </w:pPr>
                    <w:r>
                      <w:rPr>
                        <w:color w:val="092F4F"/>
                        <w:sz w:val="20"/>
                        <w:szCs w:val="20"/>
                      </w:rPr>
                      <w:t xml:space="preserve">Staadium: </w:t>
                    </w:r>
                    <w:r w:rsidR="006D3DB7">
                      <w:rPr>
                        <w:color w:val="092F4F"/>
                        <w:sz w:val="20"/>
                        <w:szCs w:val="20"/>
                      </w:rPr>
                      <w:t>Põhi</w:t>
                    </w:r>
                    <w:r>
                      <w:rPr>
                        <w:color w:val="092F4F"/>
                        <w:sz w:val="20"/>
                        <w:szCs w:val="20"/>
                      </w:rPr>
                      <w:t>projekt</w:t>
                    </w:r>
                  </w:p>
                  <w:p w14:paraId="2C9A13B9" w14:textId="77777777" w:rsidR="00106546" w:rsidRPr="00106546" w:rsidRDefault="00106546"/>
                </w:txbxContent>
              </v:textbox>
              <w10:wrap type="topAndBottom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8D4"/>
    <w:rsid w:val="000105D2"/>
    <w:rsid w:val="00013976"/>
    <w:rsid w:val="00014AF8"/>
    <w:rsid w:val="000338DB"/>
    <w:rsid w:val="000345E0"/>
    <w:rsid w:val="00036C69"/>
    <w:rsid w:val="00041F0B"/>
    <w:rsid w:val="00046394"/>
    <w:rsid w:val="00047B52"/>
    <w:rsid w:val="00051AA7"/>
    <w:rsid w:val="00053009"/>
    <w:rsid w:val="000579FE"/>
    <w:rsid w:val="00057F99"/>
    <w:rsid w:val="00067610"/>
    <w:rsid w:val="0007128C"/>
    <w:rsid w:val="000744FD"/>
    <w:rsid w:val="00082EA2"/>
    <w:rsid w:val="0009153F"/>
    <w:rsid w:val="000966EF"/>
    <w:rsid w:val="00096BDA"/>
    <w:rsid w:val="000B35CA"/>
    <w:rsid w:val="000B649A"/>
    <w:rsid w:val="000C3E4C"/>
    <w:rsid w:val="000C6474"/>
    <w:rsid w:val="000D5447"/>
    <w:rsid w:val="000E0689"/>
    <w:rsid w:val="000E0FF8"/>
    <w:rsid w:val="000E34DC"/>
    <w:rsid w:val="000F0F65"/>
    <w:rsid w:val="000F79C9"/>
    <w:rsid w:val="00106546"/>
    <w:rsid w:val="001101C0"/>
    <w:rsid w:val="00112696"/>
    <w:rsid w:val="0011281C"/>
    <w:rsid w:val="00116181"/>
    <w:rsid w:val="001238ED"/>
    <w:rsid w:val="001245F0"/>
    <w:rsid w:val="001267E1"/>
    <w:rsid w:val="0013093F"/>
    <w:rsid w:val="00134628"/>
    <w:rsid w:val="00134DB3"/>
    <w:rsid w:val="00135F2D"/>
    <w:rsid w:val="0014778C"/>
    <w:rsid w:val="001541A6"/>
    <w:rsid w:val="00157609"/>
    <w:rsid w:val="001619C0"/>
    <w:rsid w:val="001701EA"/>
    <w:rsid w:val="00181506"/>
    <w:rsid w:val="0018391C"/>
    <w:rsid w:val="001973DF"/>
    <w:rsid w:val="001B6A63"/>
    <w:rsid w:val="001C40AE"/>
    <w:rsid w:val="001D12AE"/>
    <w:rsid w:val="001E15E0"/>
    <w:rsid w:val="001E29C3"/>
    <w:rsid w:val="001E3144"/>
    <w:rsid w:val="001F4203"/>
    <w:rsid w:val="00206FE0"/>
    <w:rsid w:val="00207292"/>
    <w:rsid w:val="0021236F"/>
    <w:rsid w:val="00224B79"/>
    <w:rsid w:val="0023043D"/>
    <w:rsid w:val="002362A2"/>
    <w:rsid w:val="00244863"/>
    <w:rsid w:val="0025115A"/>
    <w:rsid w:val="0026119F"/>
    <w:rsid w:val="00264ECC"/>
    <w:rsid w:val="002672A2"/>
    <w:rsid w:val="00267DAA"/>
    <w:rsid w:val="00270BD9"/>
    <w:rsid w:val="00276EB0"/>
    <w:rsid w:val="00295BC2"/>
    <w:rsid w:val="0029795A"/>
    <w:rsid w:val="00297B38"/>
    <w:rsid w:val="002A5F35"/>
    <w:rsid w:val="002B339F"/>
    <w:rsid w:val="002E5940"/>
    <w:rsid w:val="002F33F5"/>
    <w:rsid w:val="002F4B8F"/>
    <w:rsid w:val="002F4D06"/>
    <w:rsid w:val="00306FA8"/>
    <w:rsid w:val="003148AB"/>
    <w:rsid w:val="00320FB6"/>
    <w:rsid w:val="0032168A"/>
    <w:rsid w:val="0033206E"/>
    <w:rsid w:val="00333A73"/>
    <w:rsid w:val="003432CD"/>
    <w:rsid w:val="00344492"/>
    <w:rsid w:val="00354ECD"/>
    <w:rsid w:val="00371F45"/>
    <w:rsid w:val="00372D71"/>
    <w:rsid w:val="00390916"/>
    <w:rsid w:val="003918C8"/>
    <w:rsid w:val="00396FBB"/>
    <w:rsid w:val="003A5DF4"/>
    <w:rsid w:val="003E1499"/>
    <w:rsid w:val="003E548D"/>
    <w:rsid w:val="003F0DCC"/>
    <w:rsid w:val="003F5636"/>
    <w:rsid w:val="00401872"/>
    <w:rsid w:val="0042649D"/>
    <w:rsid w:val="004408C1"/>
    <w:rsid w:val="00451E7B"/>
    <w:rsid w:val="00453314"/>
    <w:rsid w:val="00455F81"/>
    <w:rsid w:val="004752BE"/>
    <w:rsid w:val="00484DED"/>
    <w:rsid w:val="00490B73"/>
    <w:rsid w:val="00493552"/>
    <w:rsid w:val="00495FD4"/>
    <w:rsid w:val="004A03A5"/>
    <w:rsid w:val="004A3A4F"/>
    <w:rsid w:val="004A4F2B"/>
    <w:rsid w:val="004B077B"/>
    <w:rsid w:val="004B2D2F"/>
    <w:rsid w:val="004B3C11"/>
    <w:rsid w:val="004B7B3D"/>
    <w:rsid w:val="004C3F84"/>
    <w:rsid w:val="004C6150"/>
    <w:rsid w:val="004D1863"/>
    <w:rsid w:val="004D6E7D"/>
    <w:rsid w:val="004F0424"/>
    <w:rsid w:val="005110A5"/>
    <w:rsid w:val="00522744"/>
    <w:rsid w:val="00523780"/>
    <w:rsid w:val="00525065"/>
    <w:rsid w:val="00532E60"/>
    <w:rsid w:val="0053384B"/>
    <w:rsid w:val="005369E4"/>
    <w:rsid w:val="00543096"/>
    <w:rsid w:val="005507B5"/>
    <w:rsid w:val="0055126B"/>
    <w:rsid w:val="005602FD"/>
    <w:rsid w:val="00563327"/>
    <w:rsid w:val="0056377D"/>
    <w:rsid w:val="00566984"/>
    <w:rsid w:val="005713C7"/>
    <w:rsid w:val="00580649"/>
    <w:rsid w:val="00580F81"/>
    <w:rsid w:val="00583852"/>
    <w:rsid w:val="00597BED"/>
    <w:rsid w:val="005A0482"/>
    <w:rsid w:val="005A1AC9"/>
    <w:rsid w:val="005A40FF"/>
    <w:rsid w:val="005A47F8"/>
    <w:rsid w:val="005A6620"/>
    <w:rsid w:val="005A7978"/>
    <w:rsid w:val="005B56E4"/>
    <w:rsid w:val="005C7729"/>
    <w:rsid w:val="005E073A"/>
    <w:rsid w:val="005F1A9E"/>
    <w:rsid w:val="005F6FFE"/>
    <w:rsid w:val="00601A49"/>
    <w:rsid w:val="0060275B"/>
    <w:rsid w:val="006105F8"/>
    <w:rsid w:val="00610672"/>
    <w:rsid w:val="00610EFE"/>
    <w:rsid w:val="00612C76"/>
    <w:rsid w:val="00613AEE"/>
    <w:rsid w:val="006175A7"/>
    <w:rsid w:val="00617827"/>
    <w:rsid w:val="0063189D"/>
    <w:rsid w:val="006328C5"/>
    <w:rsid w:val="00632A00"/>
    <w:rsid w:val="00640880"/>
    <w:rsid w:val="00652665"/>
    <w:rsid w:val="0065548A"/>
    <w:rsid w:val="006722BB"/>
    <w:rsid w:val="006725B0"/>
    <w:rsid w:val="006735A1"/>
    <w:rsid w:val="00675118"/>
    <w:rsid w:val="00683E3B"/>
    <w:rsid w:val="006A2EF8"/>
    <w:rsid w:val="006B498F"/>
    <w:rsid w:val="006D1D94"/>
    <w:rsid w:val="006D3DB7"/>
    <w:rsid w:val="006D4832"/>
    <w:rsid w:val="006F40BF"/>
    <w:rsid w:val="007070C8"/>
    <w:rsid w:val="00717982"/>
    <w:rsid w:val="00723CE4"/>
    <w:rsid w:val="00732370"/>
    <w:rsid w:val="007379D6"/>
    <w:rsid w:val="00750146"/>
    <w:rsid w:val="00751A56"/>
    <w:rsid w:val="00755C07"/>
    <w:rsid w:val="00756785"/>
    <w:rsid w:val="0075697C"/>
    <w:rsid w:val="00763831"/>
    <w:rsid w:val="0076558F"/>
    <w:rsid w:val="00767CFA"/>
    <w:rsid w:val="00771B42"/>
    <w:rsid w:val="00774B5F"/>
    <w:rsid w:val="00791BF7"/>
    <w:rsid w:val="00793E32"/>
    <w:rsid w:val="0079518F"/>
    <w:rsid w:val="0079638B"/>
    <w:rsid w:val="007B694C"/>
    <w:rsid w:val="007C7457"/>
    <w:rsid w:val="007D33CC"/>
    <w:rsid w:val="007E2DD5"/>
    <w:rsid w:val="007F0EE7"/>
    <w:rsid w:val="007F1D2F"/>
    <w:rsid w:val="007F47F5"/>
    <w:rsid w:val="0080007E"/>
    <w:rsid w:val="00805533"/>
    <w:rsid w:val="00815FC5"/>
    <w:rsid w:val="0083069C"/>
    <w:rsid w:val="00830D2A"/>
    <w:rsid w:val="00832AFF"/>
    <w:rsid w:val="00836391"/>
    <w:rsid w:val="008413AE"/>
    <w:rsid w:val="008417A7"/>
    <w:rsid w:val="00845855"/>
    <w:rsid w:val="0085542F"/>
    <w:rsid w:val="00857FF2"/>
    <w:rsid w:val="00863187"/>
    <w:rsid w:val="00864074"/>
    <w:rsid w:val="00880693"/>
    <w:rsid w:val="008814B4"/>
    <w:rsid w:val="008858BA"/>
    <w:rsid w:val="00885E39"/>
    <w:rsid w:val="0088652B"/>
    <w:rsid w:val="008A7530"/>
    <w:rsid w:val="008B39AB"/>
    <w:rsid w:val="008B4F7F"/>
    <w:rsid w:val="008E45D4"/>
    <w:rsid w:val="008E6CA8"/>
    <w:rsid w:val="008E748D"/>
    <w:rsid w:val="00900A77"/>
    <w:rsid w:val="009034FF"/>
    <w:rsid w:val="0091708B"/>
    <w:rsid w:val="00922244"/>
    <w:rsid w:val="009227E0"/>
    <w:rsid w:val="00926F4E"/>
    <w:rsid w:val="009275FB"/>
    <w:rsid w:val="009300FD"/>
    <w:rsid w:val="00933A07"/>
    <w:rsid w:val="009371FD"/>
    <w:rsid w:val="00957DB0"/>
    <w:rsid w:val="00961A52"/>
    <w:rsid w:val="0096398D"/>
    <w:rsid w:val="009642CC"/>
    <w:rsid w:val="00970585"/>
    <w:rsid w:val="009741B0"/>
    <w:rsid w:val="00976596"/>
    <w:rsid w:val="0098247B"/>
    <w:rsid w:val="0098330F"/>
    <w:rsid w:val="0099018C"/>
    <w:rsid w:val="009945C7"/>
    <w:rsid w:val="009A7728"/>
    <w:rsid w:val="009B6691"/>
    <w:rsid w:val="009B7BCD"/>
    <w:rsid w:val="009C0BD1"/>
    <w:rsid w:val="009C208B"/>
    <w:rsid w:val="009C28C0"/>
    <w:rsid w:val="009C3FA7"/>
    <w:rsid w:val="009D3A73"/>
    <w:rsid w:val="009D7926"/>
    <w:rsid w:val="009E0581"/>
    <w:rsid w:val="009E51B6"/>
    <w:rsid w:val="009F310B"/>
    <w:rsid w:val="009F3966"/>
    <w:rsid w:val="00A06BA3"/>
    <w:rsid w:val="00A20561"/>
    <w:rsid w:val="00A23D38"/>
    <w:rsid w:val="00A243C4"/>
    <w:rsid w:val="00A26816"/>
    <w:rsid w:val="00A27DA5"/>
    <w:rsid w:val="00A31863"/>
    <w:rsid w:val="00A31E4B"/>
    <w:rsid w:val="00A33E56"/>
    <w:rsid w:val="00A4558C"/>
    <w:rsid w:val="00A55AF0"/>
    <w:rsid w:val="00A570B7"/>
    <w:rsid w:val="00A61E74"/>
    <w:rsid w:val="00A63DDD"/>
    <w:rsid w:val="00A648FB"/>
    <w:rsid w:val="00A65905"/>
    <w:rsid w:val="00A66591"/>
    <w:rsid w:val="00A70871"/>
    <w:rsid w:val="00A73A46"/>
    <w:rsid w:val="00A81FD4"/>
    <w:rsid w:val="00A839FC"/>
    <w:rsid w:val="00AA3206"/>
    <w:rsid w:val="00AA4201"/>
    <w:rsid w:val="00AB09A7"/>
    <w:rsid w:val="00AB670B"/>
    <w:rsid w:val="00AD273B"/>
    <w:rsid w:val="00AE7B10"/>
    <w:rsid w:val="00AF408E"/>
    <w:rsid w:val="00AF423B"/>
    <w:rsid w:val="00B0366D"/>
    <w:rsid w:val="00B16A09"/>
    <w:rsid w:val="00B1720E"/>
    <w:rsid w:val="00B40E4F"/>
    <w:rsid w:val="00B53CDD"/>
    <w:rsid w:val="00B54A30"/>
    <w:rsid w:val="00B552D5"/>
    <w:rsid w:val="00B57859"/>
    <w:rsid w:val="00B62374"/>
    <w:rsid w:val="00B650CF"/>
    <w:rsid w:val="00B828D4"/>
    <w:rsid w:val="00B915EA"/>
    <w:rsid w:val="00B95488"/>
    <w:rsid w:val="00B961C3"/>
    <w:rsid w:val="00BA400A"/>
    <w:rsid w:val="00BA5C21"/>
    <w:rsid w:val="00BA6EF1"/>
    <w:rsid w:val="00BB6D12"/>
    <w:rsid w:val="00BC07EC"/>
    <w:rsid w:val="00BD38F6"/>
    <w:rsid w:val="00BE6D76"/>
    <w:rsid w:val="00C10C03"/>
    <w:rsid w:val="00C2608B"/>
    <w:rsid w:val="00C30AB8"/>
    <w:rsid w:val="00C3671B"/>
    <w:rsid w:val="00C36AFC"/>
    <w:rsid w:val="00C5085F"/>
    <w:rsid w:val="00C51C1B"/>
    <w:rsid w:val="00C54FA9"/>
    <w:rsid w:val="00C63275"/>
    <w:rsid w:val="00C65AEA"/>
    <w:rsid w:val="00C677E0"/>
    <w:rsid w:val="00C71592"/>
    <w:rsid w:val="00C74F62"/>
    <w:rsid w:val="00C75240"/>
    <w:rsid w:val="00C80188"/>
    <w:rsid w:val="00C81BEE"/>
    <w:rsid w:val="00C925D5"/>
    <w:rsid w:val="00C932B4"/>
    <w:rsid w:val="00C97F00"/>
    <w:rsid w:val="00CA6843"/>
    <w:rsid w:val="00CA6EA0"/>
    <w:rsid w:val="00CB25EF"/>
    <w:rsid w:val="00CB722A"/>
    <w:rsid w:val="00CD72F1"/>
    <w:rsid w:val="00CE0DC0"/>
    <w:rsid w:val="00CE1FE2"/>
    <w:rsid w:val="00CE2C6D"/>
    <w:rsid w:val="00CE367F"/>
    <w:rsid w:val="00CE6326"/>
    <w:rsid w:val="00D05CA3"/>
    <w:rsid w:val="00D06CA0"/>
    <w:rsid w:val="00D21D7F"/>
    <w:rsid w:val="00D23181"/>
    <w:rsid w:val="00D37BA0"/>
    <w:rsid w:val="00D42BFA"/>
    <w:rsid w:val="00D44596"/>
    <w:rsid w:val="00D5353E"/>
    <w:rsid w:val="00D538A5"/>
    <w:rsid w:val="00D661FF"/>
    <w:rsid w:val="00D83DAB"/>
    <w:rsid w:val="00D925D7"/>
    <w:rsid w:val="00D93049"/>
    <w:rsid w:val="00D95BBE"/>
    <w:rsid w:val="00DA55F8"/>
    <w:rsid w:val="00DB1C8C"/>
    <w:rsid w:val="00DC1FE2"/>
    <w:rsid w:val="00DD41DB"/>
    <w:rsid w:val="00DE5CA0"/>
    <w:rsid w:val="00E0101C"/>
    <w:rsid w:val="00E07E7E"/>
    <w:rsid w:val="00E1097D"/>
    <w:rsid w:val="00E13FC0"/>
    <w:rsid w:val="00E15DDD"/>
    <w:rsid w:val="00E45607"/>
    <w:rsid w:val="00E51BC4"/>
    <w:rsid w:val="00E54CDD"/>
    <w:rsid w:val="00E63713"/>
    <w:rsid w:val="00E76ACF"/>
    <w:rsid w:val="00E836F7"/>
    <w:rsid w:val="00E83E14"/>
    <w:rsid w:val="00E84ADC"/>
    <w:rsid w:val="00EA2EA6"/>
    <w:rsid w:val="00EB1397"/>
    <w:rsid w:val="00EB1BF4"/>
    <w:rsid w:val="00EC046B"/>
    <w:rsid w:val="00EC6780"/>
    <w:rsid w:val="00ED5B45"/>
    <w:rsid w:val="00EF1CBB"/>
    <w:rsid w:val="00EF56FA"/>
    <w:rsid w:val="00EF5D8B"/>
    <w:rsid w:val="00F0476E"/>
    <w:rsid w:val="00F221F5"/>
    <w:rsid w:val="00F24FB1"/>
    <w:rsid w:val="00F25635"/>
    <w:rsid w:val="00F32E2A"/>
    <w:rsid w:val="00F34459"/>
    <w:rsid w:val="00F3449D"/>
    <w:rsid w:val="00F35CDC"/>
    <w:rsid w:val="00F4231E"/>
    <w:rsid w:val="00F43A30"/>
    <w:rsid w:val="00F45EF3"/>
    <w:rsid w:val="00F47C3A"/>
    <w:rsid w:val="00F53F48"/>
    <w:rsid w:val="00F61E93"/>
    <w:rsid w:val="00F7150B"/>
    <w:rsid w:val="00F847E3"/>
    <w:rsid w:val="00F941DE"/>
    <w:rsid w:val="00FB4FED"/>
    <w:rsid w:val="00FC058A"/>
    <w:rsid w:val="00FC0C7B"/>
    <w:rsid w:val="00FC3CF9"/>
    <w:rsid w:val="00FE1799"/>
    <w:rsid w:val="00FF5858"/>
    <w:rsid w:val="00FF68A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30C60E"/>
  <w15:chartTrackingRefBased/>
  <w15:docId w15:val="{B20DF6FE-573F-D443-BE91-9315A0B9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1A6"/>
  </w:style>
  <w:style w:type="paragraph" w:styleId="Heading1">
    <w:name w:val="heading 1"/>
    <w:basedOn w:val="Normal"/>
    <w:next w:val="Normal"/>
    <w:link w:val="Heading1Char"/>
    <w:uiPriority w:val="9"/>
    <w:qFormat/>
    <w:rsid w:val="001541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92F4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1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92F4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41A6"/>
  </w:style>
  <w:style w:type="character" w:customStyle="1" w:styleId="Heading1Char">
    <w:name w:val="Heading 1 Char"/>
    <w:basedOn w:val="DefaultParagraphFont"/>
    <w:link w:val="Heading1"/>
    <w:uiPriority w:val="9"/>
    <w:rsid w:val="001541A6"/>
    <w:rPr>
      <w:rFonts w:asciiTheme="majorHAnsi" w:eastAsiaTheme="majorEastAsia" w:hAnsiTheme="majorHAnsi" w:cstheme="majorBidi"/>
      <w:b/>
      <w:color w:val="092F4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41A6"/>
    <w:rPr>
      <w:rFonts w:asciiTheme="majorHAnsi" w:eastAsiaTheme="majorEastAsia" w:hAnsiTheme="majorHAnsi" w:cstheme="majorBidi"/>
      <w:color w:val="092F4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541A6"/>
    <w:pPr>
      <w:contextualSpacing/>
    </w:pPr>
    <w:rPr>
      <w:rFonts w:asciiTheme="majorHAnsi" w:eastAsiaTheme="majorEastAsia" w:hAnsiTheme="majorHAnsi" w:cstheme="majorBidi"/>
      <w:color w:val="092F4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41A6"/>
    <w:rPr>
      <w:rFonts w:asciiTheme="majorHAnsi" w:eastAsiaTheme="majorEastAsia" w:hAnsiTheme="majorHAnsi" w:cstheme="majorBidi"/>
      <w:color w:val="092F4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28D4"/>
    <w:pPr>
      <w:numPr>
        <w:ilvl w:val="1"/>
      </w:numPr>
      <w:spacing w:after="160"/>
    </w:pPr>
    <w:rPr>
      <w:rFonts w:eastAsiaTheme="minorEastAsia"/>
      <w:color w:val="092F4F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828D4"/>
    <w:rPr>
      <w:rFonts w:ascii="Corbel" w:eastAsiaTheme="minorEastAsia" w:hAnsi="Corbel"/>
      <w:color w:val="092F4F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B828D4"/>
    <w:rPr>
      <w:i/>
      <w:iCs/>
      <w:color w:val="092F4F"/>
    </w:rPr>
  </w:style>
  <w:style w:type="character" w:styleId="Emphasis">
    <w:name w:val="Emphasis"/>
    <w:basedOn w:val="DefaultParagraphFont"/>
    <w:uiPriority w:val="20"/>
    <w:qFormat/>
    <w:rsid w:val="00B828D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B828D4"/>
    <w:rPr>
      <w:i/>
      <w:iCs/>
      <w:color w:val="092F4F"/>
    </w:rPr>
  </w:style>
  <w:style w:type="character" w:styleId="Strong">
    <w:name w:val="Strong"/>
    <w:basedOn w:val="DefaultParagraphFont"/>
    <w:uiPriority w:val="22"/>
    <w:qFormat/>
    <w:rsid w:val="00B828D4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828D4"/>
    <w:pPr>
      <w:spacing w:before="200" w:after="160"/>
      <w:ind w:left="864" w:right="864"/>
      <w:jc w:val="center"/>
    </w:pPr>
    <w:rPr>
      <w:i/>
      <w:iCs/>
      <w:color w:val="092F4F"/>
    </w:rPr>
  </w:style>
  <w:style w:type="character" w:customStyle="1" w:styleId="QuoteChar">
    <w:name w:val="Quote Char"/>
    <w:basedOn w:val="DefaultParagraphFont"/>
    <w:link w:val="Quote"/>
    <w:uiPriority w:val="29"/>
    <w:rsid w:val="00B828D4"/>
    <w:rPr>
      <w:rFonts w:ascii="Corbel" w:hAnsi="Corbel"/>
      <w:i/>
      <w:iCs/>
      <w:color w:val="092F4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28D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92F4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28D4"/>
    <w:rPr>
      <w:rFonts w:ascii="Corbel" w:hAnsi="Corbel"/>
      <w:i/>
      <w:iCs/>
      <w:color w:val="092F4F"/>
    </w:rPr>
  </w:style>
  <w:style w:type="character" w:styleId="SubtleReference">
    <w:name w:val="Subtle Reference"/>
    <w:basedOn w:val="DefaultParagraphFont"/>
    <w:uiPriority w:val="31"/>
    <w:qFormat/>
    <w:rsid w:val="00B828D4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B828D4"/>
    <w:rPr>
      <w:b/>
      <w:bCs/>
      <w:smallCaps/>
      <w:color w:val="092F4F"/>
      <w:spacing w:val="5"/>
    </w:rPr>
  </w:style>
  <w:style w:type="character" w:styleId="BookTitle">
    <w:name w:val="Book Title"/>
    <w:basedOn w:val="DefaultParagraphFont"/>
    <w:uiPriority w:val="33"/>
    <w:qFormat/>
    <w:rsid w:val="00B828D4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B828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41A6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1541A6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541A6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1541A6"/>
    <w:rPr>
      <w:sz w:val="20"/>
    </w:rPr>
  </w:style>
  <w:style w:type="character" w:styleId="Hyperlink">
    <w:name w:val="Hyperlink"/>
    <w:basedOn w:val="DefaultParagraphFont"/>
    <w:uiPriority w:val="99"/>
    <w:unhideWhenUsed/>
    <w:rsid w:val="00067610"/>
    <w:rPr>
      <w:color w:val="092F4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761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55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72bd2e-0587-452b-955c-44471e54aab6">
      <Terms xmlns="http://schemas.microsoft.com/office/infopath/2007/PartnerControls"/>
    </lcf76f155ced4ddcb4097134ff3c332f>
    <TaxCatchAll xmlns="93fd8ff9-0019-4196-b76b-30a09be6f81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24E3F406924D40B9EB9BE19EAAB096" ma:contentTypeVersion="18" ma:contentTypeDescription="Loo uus dokument" ma:contentTypeScope="" ma:versionID="60bf5162498ac85416484b7d5e4c1ba8">
  <xsd:schema xmlns:xsd="http://www.w3.org/2001/XMLSchema" xmlns:xs="http://www.w3.org/2001/XMLSchema" xmlns:p="http://schemas.microsoft.com/office/2006/metadata/properties" xmlns:ns2="93fd8ff9-0019-4196-b76b-30a09be6f814" xmlns:ns3="7272bd2e-0587-452b-955c-44471e54aab6" targetNamespace="http://schemas.microsoft.com/office/2006/metadata/properties" ma:root="true" ma:fieldsID="ec4fb8a4014896f4fed7b80d3fc6c381" ns2:_="" ns3:_="">
    <xsd:import namespace="93fd8ff9-0019-4196-b76b-30a09be6f814"/>
    <xsd:import namespace="7272bd2e-0587-452b-955c-44471e54aa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d8ff9-0019-4196-b76b-30a09be6f81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ksonoomia – üldhõive veerg" ma:hidden="true" ma:list="{a6c6d3ad-5f73-45ed-9b9a-7fe575806e32}" ma:internalName="TaxCatchAll" ma:showField="CatchAllData" ma:web="93fd8ff9-0019-4196-b76b-30a09be6f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bd2e-0587-452b-955c-44471e54aa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1df51bac-c65d-48c6-9f68-a21979212c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221B63-3A8C-47ED-B06B-1A5BCB25EF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DE74F-C148-4855-9DE8-671D702DF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0A97B0-33D5-4A44-8FD8-5B41C70FF5E5}">
  <ds:schemaRefs>
    <ds:schemaRef ds:uri="http://schemas.microsoft.com/office/2006/metadata/properties"/>
    <ds:schemaRef ds:uri="http://schemas.microsoft.com/office/infopath/2007/PartnerControls"/>
    <ds:schemaRef ds:uri="7272bd2e-0587-452b-955c-44471e54aab6"/>
    <ds:schemaRef ds:uri="93fd8ff9-0019-4196-b76b-30a09be6f814"/>
  </ds:schemaRefs>
</ds:datastoreItem>
</file>

<file path=customXml/itemProps4.xml><?xml version="1.0" encoding="utf-8"?>
<ds:datastoreItem xmlns:ds="http://schemas.openxmlformats.org/officeDocument/2006/customXml" ds:itemID="{FCE04C59-8E0C-471B-B347-ED49A8C66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fd8ff9-0019-4196-b76b-30a09be6f814"/>
    <ds:schemaRef ds:uri="7272bd2e-0587-452b-955c-44471e54aa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1371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Martti Kelindeman</cp:lastModifiedBy>
  <cp:revision>245</cp:revision>
  <cp:lastPrinted>2025-04-21T05:44:00Z</cp:lastPrinted>
  <dcterms:created xsi:type="dcterms:W3CDTF">2021-12-14T14:42:00Z</dcterms:created>
  <dcterms:modified xsi:type="dcterms:W3CDTF">2025-08-24T20:25:00Z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0x010100AA24E3F406924D40B9EB9BE19EAAB096</vt:lpwstr>
  </property>
  <property fmtid="{D5CDD505-2E9C-101B-9397-08002B2CF9AE}" pid="3" name="MediaServiceImageTags">
    <vt:lpwstr/>
  </property>
</Properties>
</file>