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9A1AD6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4BB606D2" w:rsidR="00E85637" w:rsidRDefault="009A1AD6" w:rsidP="0008717F">
            <w:pPr>
              <w:framePr w:w="9582" w:h="1516" w:wrap="notBeside" w:vAnchor="page" w:hAnchor="page" w:x="1793" w:y="2042"/>
            </w:pPr>
            <w:r>
              <w:t>31</w:t>
            </w:r>
            <w:r w:rsidR="002A1CD0">
              <w:t>.0</w:t>
            </w:r>
            <w:r w:rsidR="003946EC">
              <w:t>5</w:t>
            </w:r>
            <w:r w:rsidR="002A1CD0">
              <w:t>.2023 nr DM-124</w:t>
            </w:r>
            <w:r w:rsidR="00981652">
              <w:t>7</w:t>
            </w:r>
            <w:r>
              <w:t>69-5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4768D78D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9A1AD6">
              <w:t>3578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0B75A611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9A1AD6">
        <w:rPr>
          <w:szCs w:val="24"/>
        </w:rPr>
        <w:t>Väike-Ahli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49747622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9A1AD6">
        <w:rPr>
          <w:rFonts w:ascii="Times New Roman" w:hAnsi="Times New Roman" w:cs="Times New Roman"/>
          <w:i/>
          <w:iCs/>
          <w:lang w:val="et-EE"/>
        </w:rPr>
        <w:t>Väike-Ahli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9A1AD6">
        <w:rPr>
          <w:rFonts w:ascii="Times New Roman" w:hAnsi="Times New Roman" w:cs="Times New Roman"/>
          <w:lang w:val="et-EE"/>
        </w:rPr>
        <w:t>Lääne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9A1AD6">
        <w:rPr>
          <w:rFonts w:ascii="Times New Roman" w:hAnsi="Times New Roman" w:cs="Times New Roman"/>
          <w:lang w:val="et-EE"/>
        </w:rPr>
        <w:t>Haapsalu linnas Väike-Ahli</w:t>
      </w:r>
      <w:r>
        <w:rPr>
          <w:rFonts w:ascii="Times New Roman" w:hAnsi="Times New Roman" w:cs="Times New Roman"/>
          <w:lang w:val="et-EE"/>
        </w:rPr>
        <w:t xml:space="preserve"> külas 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9A1AD6">
        <w:rPr>
          <w:rFonts w:ascii="Times New Roman" w:hAnsi="Times New Roman" w:cs="Times New Roman"/>
          <w:lang w:val="et-EE"/>
        </w:rPr>
        <w:t>Haapsalu</w:t>
      </w:r>
      <w:r w:rsidRPr="002A1CD0">
        <w:rPr>
          <w:rFonts w:ascii="Times New Roman" w:hAnsi="Times New Roman" w:cs="Times New Roman"/>
          <w:lang w:val="et-EE"/>
        </w:rPr>
        <w:t xml:space="preserve"> metskond </w:t>
      </w:r>
      <w:r w:rsidR="009A1AD6">
        <w:rPr>
          <w:rFonts w:ascii="Times New Roman" w:hAnsi="Times New Roman" w:cs="Times New Roman"/>
          <w:lang w:val="et-EE"/>
        </w:rPr>
        <w:t>31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9A1AD6">
        <w:rPr>
          <w:rFonts w:ascii="Times New Roman" w:hAnsi="Times New Roman" w:cs="Times New Roman"/>
          <w:lang w:val="et-EE"/>
        </w:rPr>
        <w:t>67401:006:0357</w:t>
      </w:r>
      <w:r w:rsidRPr="002A1CD0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38AB8FCF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9A1AD6">
        <w:rPr>
          <w:szCs w:val="24"/>
          <w:lang w:eastAsia="et-EE"/>
        </w:rPr>
        <w:t>Läänemaa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D31BC"/>
    <w:rsid w:val="000E16DB"/>
    <w:rsid w:val="000E5220"/>
    <w:rsid w:val="00114CCA"/>
    <w:rsid w:val="0015432F"/>
    <w:rsid w:val="001756D5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85803"/>
    <w:rsid w:val="00F94062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</TotalTime>
  <Pages>1</Pages>
  <Words>139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1351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2023-05-31T09:26:00Z</cp:lastPrinted>
  <dcterms:created xsi:type="dcterms:W3CDTF">2023-06-14T07:12:00Z</dcterms:created>
  <dcterms:modified xsi:type="dcterms:W3CDTF">2023-06-14T07:16:00Z</dcterms:modified>
</cp:coreProperties>
</file>