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5954"/>
        <w:gridCol w:w="3118"/>
      </w:tblGrid>
      <w:tr w:rsidR="00D40650" w14:paraId="2096BD15" w14:textId="77777777" w:rsidTr="00EF4062">
        <w:trPr>
          <w:trHeight w:val="2353"/>
        </w:trPr>
        <w:tc>
          <w:tcPr>
            <w:tcW w:w="5954" w:type="dxa"/>
            <w:shd w:val="clear" w:color="auto" w:fill="auto"/>
          </w:tcPr>
          <w:p w14:paraId="55C57DCB" w14:textId="77777777" w:rsidR="00D40650" w:rsidRPr="00A10E66" w:rsidRDefault="00D40650" w:rsidP="00926C4B">
            <w:pPr>
              <w:pStyle w:val="TableContents"/>
              <w:tabs>
                <w:tab w:val="left" w:pos="3840"/>
              </w:tabs>
              <w:rPr>
                <w:b/>
              </w:rPr>
            </w:pPr>
          </w:p>
        </w:tc>
        <w:tc>
          <w:tcPr>
            <w:tcW w:w="3118" w:type="dxa"/>
            <w:shd w:val="clear" w:color="auto" w:fill="auto"/>
          </w:tcPr>
          <w:p w14:paraId="0A54C7B8" w14:textId="63190D8F" w:rsidR="00BC1A62" w:rsidRPr="00BC1A62" w:rsidRDefault="00BC1A62" w:rsidP="00CC022B">
            <w:pPr>
              <w:pStyle w:val="AK"/>
            </w:pPr>
          </w:p>
          <w:p w14:paraId="717E97E9" w14:textId="77777777" w:rsidR="00BC1A62" w:rsidRPr="00BC1A62" w:rsidRDefault="00BC1A62" w:rsidP="00CC022B">
            <w:pPr>
              <w:jc w:val="left"/>
            </w:pPr>
          </w:p>
        </w:tc>
      </w:tr>
      <w:tr w:rsidR="0076054B" w:rsidRPr="001D4CFB" w14:paraId="4B3F9595" w14:textId="77777777" w:rsidTr="00EF4062">
        <w:trPr>
          <w:trHeight w:val="1531"/>
        </w:trPr>
        <w:tc>
          <w:tcPr>
            <w:tcW w:w="5954" w:type="dxa"/>
            <w:shd w:val="clear" w:color="auto" w:fill="auto"/>
          </w:tcPr>
          <w:p w14:paraId="6D598ABD" w14:textId="03AA979B" w:rsidR="00141C54" w:rsidRDefault="00141C54" w:rsidP="00141C54">
            <w:pPr>
              <w:pStyle w:val="Liik"/>
            </w:pPr>
            <w:r>
              <w:t>VÄLJAVÕTE</w:t>
            </w:r>
          </w:p>
          <w:p w14:paraId="7102B8AF" w14:textId="77777777" w:rsidR="00141C54" w:rsidRDefault="00141C54" w:rsidP="00141C54">
            <w:pPr>
              <w:pStyle w:val="Liik"/>
            </w:pPr>
          </w:p>
          <w:p w14:paraId="51E096C9" w14:textId="6204E644" w:rsidR="0076054B" w:rsidRDefault="001E36B2" w:rsidP="00BE3769">
            <w:pPr>
              <w:pStyle w:val="Liik"/>
              <w:jc w:val="both"/>
            </w:pPr>
            <w:r>
              <w:t>PROTOKOLL</w:t>
            </w:r>
          </w:p>
          <w:p w14:paraId="300573CA" w14:textId="77777777" w:rsidR="0076054B" w:rsidRPr="006B118C" w:rsidRDefault="0076054B" w:rsidP="0076054B"/>
          <w:p w14:paraId="5C37CCE5" w14:textId="77777777" w:rsidR="0076054B" w:rsidRPr="006B118C" w:rsidRDefault="0076054B" w:rsidP="0076054B"/>
        </w:tc>
        <w:tc>
          <w:tcPr>
            <w:tcW w:w="3118" w:type="dxa"/>
            <w:shd w:val="clear" w:color="auto" w:fill="auto"/>
          </w:tcPr>
          <w:p w14:paraId="63BC5617" w14:textId="5E2B4F6A" w:rsidR="0076054B" w:rsidRPr="0076054B" w:rsidRDefault="00141C54" w:rsidP="00CF56D1">
            <w:pPr>
              <w:pStyle w:val="Kuupev1"/>
              <w:rPr>
                <w:i/>
                <w:iCs/>
              </w:rPr>
            </w:pPr>
            <w:r>
              <w:t>27</w:t>
            </w:r>
            <w:r w:rsidR="005F4EFC">
              <w:t>.</w:t>
            </w:r>
            <w:r w:rsidR="00CF56D1">
              <w:t>02</w:t>
            </w:r>
            <w:r w:rsidR="00BC2FCC">
              <w:t>.</w:t>
            </w:r>
            <w:r w:rsidR="005F4EFC">
              <w:t>20</w:t>
            </w:r>
            <w:r w:rsidR="00D6691E">
              <w:t>2</w:t>
            </w:r>
            <w:r w:rsidR="00CF56D1">
              <w:t>4</w:t>
            </w:r>
            <w:r w:rsidR="009F6ADD">
              <w:t xml:space="preserve"> nr </w:t>
            </w:r>
            <w:r w:rsidR="00CF56D1">
              <w:t>13-12/</w:t>
            </w:r>
            <w:r w:rsidR="00F80064">
              <w:t>35</w:t>
            </w:r>
          </w:p>
        </w:tc>
      </w:tr>
      <w:tr w:rsidR="00566D45" w:rsidRPr="001D4CFB" w14:paraId="1E8E1F9C" w14:textId="77777777" w:rsidTr="00EF4062">
        <w:trPr>
          <w:trHeight w:val="624"/>
        </w:trPr>
        <w:tc>
          <w:tcPr>
            <w:tcW w:w="5954" w:type="dxa"/>
            <w:shd w:val="clear" w:color="auto" w:fill="auto"/>
          </w:tcPr>
          <w:p w14:paraId="615A5E2D" w14:textId="74620935" w:rsidR="005B5F4E" w:rsidRPr="00C5574F" w:rsidRDefault="00C5574F" w:rsidP="005B5F4E">
            <w:pPr>
              <w:widowControl/>
              <w:suppressAutoHyphens w:val="0"/>
              <w:spacing w:line="240" w:lineRule="auto"/>
              <w:jc w:val="left"/>
              <w:rPr>
                <w:rFonts w:eastAsia="Times New Roman"/>
                <w:b/>
                <w:bCs/>
                <w:kern w:val="0"/>
                <w:lang w:eastAsia="en-US" w:bidi="ar-SA"/>
              </w:rPr>
            </w:pPr>
            <w:r>
              <w:rPr>
                <w:b/>
                <w:bCs/>
                <w:color w:val="202020"/>
                <w:shd w:val="clear" w:color="auto" w:fill="FFFFFF"/>
              </w:rPr>
              <w:t>Toetusskeemi „</w:t>
            </w:r>
            <w:r w:rsidRPr="00C5574F">
              <w:rPr>
                <w:b/>
                <w:bCs/>
                <w:color w:val="202020"/>
                <w:shd w:val="clear" w:color="auto" w:fill="FFFFFF"/>
              </w:rPr>
              <w:t>Ida-Viru KOV investeeringud ülemineku mõjude leevendamiseks</w:t>
            </w:r>
            <w:r>
              <w:rPr>
                <w:b/>
                <w:bCs/>
                <w:color w:val="202020"/>
                <w:shd w:val="clear" w:color="auto" w:fill="FFFFFF"/>
              </w:rPr>
              <w:t>“ hindamiskomisjon</w:t>
            </w:r>
            <w:r w:rsidR="00451023">
              <w:rPr>
                <w:b/>
                <w:bCs/>
                <w:color w:val="202020"/>
                <w:shd w:val="clear" w:color="auto" w:fill="FFFFFF"/>
              </w:rPr>
              <w:t>i kirjalik menetlus</w:t>
            </w:r>
          </w:p>
          <w:p w14:paraId="62DBD783" w14:textId="77777777" w:rsidR="00566D45" w:rsidRDefault="00566D45" w:rsidP="009F6ADD">
            <w:pPr>
              <w:pStyle w:val="Pealkiri1"/>
            </w:pPr>
          </w:p>
        </w:tc>
        <w:tc>
          <w:tcPr>
            <w:tcW w:w="3118" w:type="dxa"/>
            <w:shd w:val="clear" w:color="auto" w:fill="auto"/>
          </w:tcPr>
          <w:p w14:paraId="26E79D66" w14:textId="77777777" w:rsidR="00566D45" w:rsidRDefault="00566D45" w:rsidP="00CC022B">
            <w:pPr>
              <w:jc w:val="left"/>
            </w:pPr>
            <w:r>
              <w:t xml:space="preserve"> </w:t>
            </w:r>
          </w:p>
        </w:tc>
      </w:tr>
    </w:tbl>
    <w:p w14:paraId="4D5F5712" w14:textId="7EE19156" w:rsidR="001E36B2" w:rsidRPr="001E36B2" w:rsidRDefault="00C10940" w:rsidP="001E36B2">
      <w:pPr>
        <w:widowControl/>
        <w:suppressAutoHyphens w:val="0"/>
        <w:spacing w:line="240" w:lineRule="auto"/>
        <w:jc w:val="left"/>
        <w:rPr>
          <w:rFonts w:eastAsia="Times New Roman"/>
          <w:kern w:val="0"/>
          <w:lang w:eastAsia="en-US" w:bidi="ar-SA"/>
        </w:rPr>
      </w:pPr>
      <w:r>
        <w:rPr>
          <w:b/>
          <w:noProof/>
          <w:lang w:eastAsia="et-EE" w:bidi="ar-SA"/>
        </w:rPr>
        <w:drawing>
          <wp:anchor distT="0" distB="0" distL="114300" distR="114300" simplePos="0" relativeHeight="251658240" behindDoc="0" locked="0" layoutInCell="1" allowOverlap="1" wp14:anchorId="3D9B816D" wp14:editId="11C10519">
            <wp:simplePos x="0" y="0"/>
            <wp:positionH relativeFrom="page">
              <wp:posOffset>307622</wp:posOffset>
            </wp:positionH>
            <wp:positionV relativeFrom="page">
              <wp:posOffset>602901</wp:posOffset>
            </wp:positionV>
            <wp:extent cx="2912055" cy="725170"/>
            <wp:effectExtent l="0" t="0" r="317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2055" cy="725170"/>
                    </a:xfrm>
                    <a:prstGeom prst="rect">
                      <a:avLst/>
                    </a:prstGeom>
                  </pic:spPr>
                </pic:pic>
              </a:graphicData>
            </a:graphic>
            <wp14:sizeRelH relativeFrom="page">
              <wp14:pctWidth>0</wp14:pctWidth>
            </wp14:sizeRelH>
            <wp14:sizeRelV relativeFrom="page">
              <wp14:pctHeight>0</wp14:pctHeight>
            </wp14:sizeRelV>
          </wp:anchor>
        </w:drawing>
      </w:r>
      <w:r w:rsidR="0081726E">
        <w:rPr>
          <w:rFonts w:eastAsia="Times New Roman"/>
          <w:kern w:val="0"/>
          <w:lang w:eastAsia="en-US" w:bidi="ar-SA"/>
        </w:rPr>
        <w:t>Kirjalik menetlus algatatud 20. veebruaril 2024</w:t>
      </w:r>
      <w:r w:rsidR="00737B33">
        <w:rPr>
          <w:rFonts w:eastAsia="Times New Roman"/>
          <w:kern w:val="0"/>
          <w:lang w:eastAsia="en-US" w:bidi="ar-SA"/>
        </w:rPr>
        <w:t>, kirjaliku tagasiside esitamise tähtajaga 23. veebruaril kl 12.00</w:t>
      </w:r>
    </w:p>
    <w:p w14:paraId="5D9C3E9B" w14:textId="77777777" w:rsidR="001E36B2" w:rsidRPr="001E36B2" w:rsidRDefault="001E36B2" w:rsidP="001E36B2">
      <w:pPr>
        <w:widowControl/>
        <w:suppressAutoHyphens w:val="0"/>
        <w:spacing w:line="240" w:lineRule="auto"/>
        <w:jc w:val="left"/>
        <w:rPr>
          <w:rFonts w:eastAsia="Times New Roman"/>
          <w:kern w:val="0"/>
          <w:lang w:eastAsia="en-US" w:bidi="ar-SA"/>
        </w:rPr>
      </w:pPr>
    </w:p>
    <w:p w14:paraId="1C0D486E" w14:textId="000E11C3" w:rsidR="00286A18" w:rsidRDefault="00286A18" w:rsidP="00994FD6">
      <w:pPr>
        <w:widowControl/>
        <w:suppressAutoHyphens w:val="0"/>
        <w:spacing w:line="240" w:lineRule="auto"/>
        <w:rPr>
          <w:rFonts w:eastAsia="Times New Roman"/>
          <w:kern w:val="0"/>
          <w:lang w:eastAsia="en-US" w:bidi="ar-SA"/>
        </w:rPr>
      </w:pPr>
      <w:r>
        <w:rPr>
          <w:rFonts w:eastAsia="Times New Roman"/>
          <w:kern w:val="0"/>
          <w:lang w:eastAsia="en-US" w:bidi="ar-SA"/>
        </w:rPr>
        <w:t xml:space="preserve">Võtsid osa: </w:t>
      </w:r>
      <w:r w:rsidR="00C5574F">
        <w:rPr>
          <w:rFonts w:eastAsia="Times New Roman"/>
          <w:kern w:val="0"/>
          <w:lang w:eastAsia="en-US" w:bidi="ar-SA"/>
        </w:rPr>
        <w:t xml:space="preserve">hindamiskomisjoni liikmed </w:t>
      </w:r>
      <w:r w:rsidR="0081726E">
        <w:rPr>
          <w:rFonts w:eastAsia="Times New Roman"/>
          <w:kern w:val="0"/>
          <w:lang w:eastAsia="en-US" w:bidi="ar-SA"/>
        </w:rPr>
        <w:t xml:space="preserve">Kaire Luht, </w:t>
      </w:r>
      <w:r w:rsidR="00C5574F">
        <w:rPr>
          <w:rFonts w:eastAsia="Times New Roman"/>
          <w:kern w:val="0"/>
          <w:lang w:eastAsia="en-US" w:bidi="ar-SA"/>
        </w:rPr>
        <w:t>Alfred Alt, Jaanus Purga, Regina Sergejeva ja Ivan Sergejev</w:t>
      </w:r>
      <w:r w:rsidR="00CC022B">
        <w:rPr>
          <w:rFonts w:eastAsia="Times New Roman"/>
          <w:kern w:val="0"/>
          <w:lang w:eastAsia="en-US" w:bidi="ar-SA"/>
        </w:rPr>
        <w:t xml:space="preserve"> </w:t>
      </w:r>
    </w:p>
    <w:p w14:paraId="682324A0" w14:textId="77777777" w:rsidR="00994FD6" w:rsidRDefault="00994FD6" w:rsidP="00994FD6">
      <w:pPr>
        <w:widowControl/>
        <w:suppressAutoHyphens w:val="0"/>
        <w:spacing w:line="240" w:lineRule="auto"/>
        <w:rPr>
          <w:rFonts w:eastAsia="Times New Roman"/>
          <w:kern w:val="0"/>
          <w:lang w:eastAsia="en-US" w:bidi="ar-SA"/>
        </w:rPr>
      </w:pPr>
    </w:p>
    <w:p w14:paraId="5CFA5DEE" w14:textId="77777777" w:rsidR="001E36B2" w:rsidRDefault="001E36B2" w:rsidP="001E36B2">
      <w:pPr>
        <w:widowControl/>
        <w:suppressAutoHyphens w:val="0"/>
        <w:spacing w:line="240" w:lineRule="auto"/>
        <w:jc w:val="left"/>
        <w:rPr>
          <w:rFonts w:eastAsia="Times New Roman"/>
          <w:kern w:val="0"/>
          <w:lang w:eastAsia="en-US" w:bidi="ar-SA"/>
        </w:rPr>
      </w:pPr>
    </w:p>
    <w:p w14:paraId="0BF2547F" w14:textId="77777777" w:rsidR="00286A18" w:rsidRDefault="00286A18" w:rsidP="00075245">
      <w:pPr>
        <w:widowControl/>
        <w:suppressAutoHyphens w:val="0"/>
        <w:spacing w:line="240" w:lineRule="auto"/>
        <w:jc w:val="left"/>
        <w:rPr>
          <w:rFonts w:eastAsia="Times New Roman"/>
          <w:b/>
          <w:kern w:val="0"/>
          <w:lang w:eastAsia="en-US" w:bidi="ar-SA"/>
        </w:rPr>
      </w:pPr>
      <w:r w:rsidRPr="00286A18">
        <w:rPr>
          <w:rFonts w:eastAsia="Times New Roman"/>
          <w:b/>
          <w:kern w:val="0"/>
          <w:lang w:eastAsia="en-US" w:bidi="ar-SA"/>
        </w:rPr>
        <w:t>Päevakord:</w:t>
      </w:r>
    </w:p>
    <w:p w14:paraId="6250BC8D" w14:textId="77777777" w:rsidR="0081726E" w:rsidRDefault="0081726E" w:rsidP="00075245">
      <w:pPr>
        <w:widowControl/>
        <w:suppressAutoHyphens w:val="0"/>
        <w:spacing w:line="240" w:lineRule="auto"/>
        <w:jc w:val="left"/>
        <w:rPr>
          <w:rFonts w:eastAsia="Times New Roman"/>
          <w:b/>
          <w:kern w:val="0"/>
          <w:lang w:eastAsia="en-US" w:bidi="ar-SA"/>
        </w:rPr>
      </w:pPr>
    </w:p>
    <w:p w14:paraId="03C0CB05" w14:textId="197CE2FD" w:rsidR="00BE3769" w:rsidRDefault="0081726E" w:rsidP="00BE3769">
      <w:pPr>
        <w:spacing w:line="240" w:lineRule="auto"/>
      </w:pPr>
      <w:r>
        <w:t xml:space="preserve">Pärast </w:t>
      </w:r>
      <w:r w:rsidR="00737B33">
        <w:t>23. jaanuari hindamiskomisjoni koosolekut</w:t>
      </w:r>
      <w:r w:rsidR="00315DE8">
        <w:t xml:space="preserve"> </w:t>
      </w:r>
      <w:r w:rsidR="00737B33">
        <w:t>koostas Regionaal- ja Põllumajandusministeerium</w:t>
      </w:r>
      <w:r w:rsidR="00451023">
        <w:t xml:space="preserve"> 05.02.2024</w:t>
      </w:r>
      <w:r w:rsidR="00737B33">
        <w:t xml:space="preserve"> hindamisprotokollile </w:t>
      </w:r>
      <w:r w:rsidR="00D03485">
        <w:t>nr 13-12/</w:t>
      </w:r>
      <w:r w:rsidR="00451023">
        <w:t>34</w:t>
      </w:r>
      <w:r w:rsidR="00D03485">
        <w:t xml:space="preserve"> </w:t>
      </w:r>
      <w:r w:rsidR="00737B33">
        <w:t xml:space="preserve">tuginedes </w:t>
      </w:r>
      <w:r>
        <w:t>regionaalministri käskkirja</w:t>
      </w:r>
      <w:r w:rsidR="00737B33">
        <w:t xml:space="preserve"> eelnõu</w:t>
      </w:r>
      <w:r>
        <w:t xml:space="preserve"> </w:t>
      </w:r>
      <w:r w:rsidR="00075245">
        <w:t xml:space="preserve">õiglase ülemineku fondi </w:t>
      </w:r>
      <w:r>
        <w:t>KOV meetme investeeringute kava kinnitamiseks</w:t>
      </w:r>
      <w:r w:rsidR="00737B33">
        <w:t>. Kava eelnõu</w:t>
      </w:r>
      <w:r>
        <w:t xml:space="preserve"> edasta</w:t>
      </w:r>
      <w:r w:rsidR="00737B33">
        <w:t>ti</w:t>
      </w:r>
      <w:r>
        <w:t xml:space="preserve"> Ida-Virumaa Omavalitsuste Liidule arvamuse avaldamiseks. Lisaks </w:t>
      </w:r>
      <w:r w:rsidR="00737B33">
        <w:t xml:space="preserve">saadeti </w:t>
      </w:r>
      <w:r>
        <w:t>kirjad tingimuslikult hinnatud projektide</w:t>
      </w:r>
      <w:r w:rsidR="00451023">
        <w:t xml:space="preserve"> esitajatele</w:t>
      </w:r>
      <w:r>
        <w:t xml:space="preserve"> tingimustega nõustumiseks ning kavasse mitte arvamise otsuse kavand</w:t>
      </w:r>
      <w:r w:rsidR="00451023">
        <w:t xml:space="preserve"> edastati</w:t>
      </w:r>
      <w:r>
        <w:t xml:space="preserve"> ärakuulamiseks SA</w:t>
      </w:r>
      <w:r w:rsidR="00737B33">
        <w:t>-le</w:t>
      </w:r>
      <w:r>
        <w:t xml:space="preserve"> Kiviõli Tervisekeskus. </w:t>
      </w:r>
    </w:p>
    <w:p w14:paraId="72119862" w14:textId="77777777" w:rsidR="00BE3769" w:rsidRDefault="00BE3769" w:rsidP="00BE3769">
      <w:pPr>
        <w:spacing w:line="240" w:lineRule="auto"/>
      </w:pPr>
    </w:p>
    <w:p w14:paraId="5F5E25B5" w14:textId="1A20DD58" w:rsidR="0081726E" w:rsidRDefault="00BE3769" w:rsidP="00075245">
      <w:pPr>
        <w:spacing w:line="240" w:lineRule="auto"/>
      </w:pPr>
      <w:r>
        <w:t>….</w:t>
      </w:r>
    </w:p>
    <w:p w14:paraId="187347B7" w14:textId="77777777" w:rsidR="00BD1BB9" w:rsidRDefault="00BD1BB9" w:rsidP="00BD1BB9">
      <w:pPr>
        <w:pStyle w:val="ListParagraph"/>
        <w:spacing w:line="240" w:lineRule="auto"/>
        <w:rPr>
          <w:rFonts w:eastAsiaTheme="minorHAnsi"/>
        </w:rPr>
      </w:pPr>
    </w:p>
    <w:p w14:paraId="19930632" w14:textId="5966EAE6" w:rsidR="00BD1BB9" w:rsidRPr="00BD1BB9" w:rsidRDefault="00BD1BB9" w:rsidP="00BD1BB9">
      <w:pPr>
        <w:pStyle w:val="ListParagraph"/>
        <w:widowControl/>
        <w:numPr>
          <w:ilvl w:val="0"/>
          <w:numId w:val="7"/>
        </w:numPr>
        <w:suppressAutoHyphens w:val="0"/>
        <w:spacing w:line="240" w:lineRule="auto"/>
        <w:jc w:val="left"/>
        <w:rPr>
          <w:rFonts w:eastAsia="Times New Roman"/>
        </w:rPr>
      </w:pPr>
      <w:bookmarkStart w:id="0" w:name="_Hlk159842645"/>
      <w:r w:rsidRPr="00BD1BB9">
        <w:rPr>
          <w:rFonts w:eastAsia="Times New Roman"/>
        </w:rPr>
        <w:t xml:space="preserve">Seisukoha võtmine SA Kiviõli Tervisekeskus projekti „Hooldekodu teenuse laiendamine teenusmajas“ täpsustava informatsiooni osas. Kas tulenevalt kirjas esitatud täpsustavast infost soovivad komisjoni liikmed enda poolt projektile antud hinnanguid üle vaadata, st kriteeriumi „projekti põhjendatus“ hinnet muuta või täiendada oma hinnete juurde lisatud põhjendusi? </w:t>
      </w:r>
    </w:p>
    <w:bookmarkEnd w:id="0"/>
    <w:p w14:paraId="38616BAB" w14:textId="77777777" w:rsidR="00BD1BB9" w:rsidRDefault="00BD1BB9" w:rsidP="00BD1BB9">
      <w:pPr>
        <w:pStyle w:val="ListParagraph"/>
        <w:widowControl/>
        <w:suppressAutoHyphens w:val="0"/>
        <w:spacing w:line="240" w:lineRule="auto"/>
        <w:contextualSpacing w:val="0"/>
        <w:jc w:val="left"/>
        <w:rPr>
          <w:rFonts w:eastAsia="Times New Roman"/>
        </w:rPr>
      </w:pPr>
    </w:p>
    <w:p w14:paraId="0C6C437F" w14:textId="582C2F2A" w:rsidR="00BD1BB9" w:rsidRPr="001225A7" w:rsidRDefault="00BD1BB9" w:rsidP="00BD1BB9">
      <w:pPr>
        <w:spacing w:line="240" w:lineRule="auto"/>
        <w:rPr>
          <w:color w:val="202020"/>
          <w:shd w:val="clear" w:color="auto" w:fill="FFFFFF"/>
        </w:rPr>
      </w:pPr>
      <w:r w:rsidRPr="00D03485">
        <w:rPr>
          <w:b/>
          <w:bCs/>
        </w:rPr>
        <w:t xml:space="preserve">KOMISJONI SEISUKOHT: </w:t>
      </w:r>
      <w:bookmarkStart w:id="1" w:name="_Hlk159842783"/>
      <w:r w:rsidRPr="001225A7">
        <w:rPr>
          <w:rFonts w:eastAsia="Times New Roman"/>
        </w:rPr>
        <w:t xml:space="preserve">Komisjoni liikmed tõdesid, et </w:t>
      </w:r>
      <w:r w:rsidRPr="001225A7">
        <w:t xml:space="preserve">taotleja vastulaused ei mõjuta nende poolt </w:t>
      </w:r>
      <w:bookmarkStart w:id="2" w:name="_Hlk159842711"/>
      <w:r w:rsidRPr="001225A7">
        <w:t xml:space="preserve">projektiettepanekule antud hindeid ning keegi ei pidanud tulenevalt täpsustustest </w:t>
      </w:r>
      <w:r>
        <w:t xml:space="preserve">põhjendatuks </w:t>
      </w:r>
      <w:r w:rsidRPr="001225A7">
        <w:t>oma hindeid muuta</w:t>
      </w:r>
      <w:r>
        <w:t xml:space="preserve">. </w:t>
      </w:r>
      <w:r w:rsidRPr="001225A7">
        <w:t>Leiti, et hindamiskomisjoni liikmed hindavad ettepanekut lähtuvalt ettepaneku esitaja esitatud andmetest ning lisadokumentidest</w:t>
      </w:r>
      <w:bookmarkEnd w:id="2"/>
      <w:r w:rsidRPr="001225A7">
        <w:t xml:space="preserve">. Hindamisel arvestatava info selge ning täpne edastamine ning vastuolulise info vältimine on eelkõige ettepaneku esitaja kohustus. </w:t>
      </w:r>
      <w:bookmarkEnd w:id="1"/>
      <w:r w:rsidRPr="001225A7">
        <w:t xml:space="preserve">Hindamiskomisjoni liikmetel ei ole põhjust eeldada, et mõni ettepanekule lisatud dokument on ebaoluline või ei ole kooskõlas ettepaneku esitaja tegelike kavatsustega projekti </w:t>
      </w:r>
      <w:r w:rsidRPr="001225A7">
        <w:lastRenderedPageBreak/>
        <w:t xml:space="preserve">elluviimiseks. Nii ettepaneku tekstis kui ettepanekule lisatud eskiisis on projekti tegevusi kirjeldatud hooldekodu ruumidena.  Selle info esitas ettepaneku esitaja ettepaneku osana ning hindamiskomisjonilt ei saa eeldada selle tähelepanuta jätmist olukorras, kus meetme määrusega on selgelt välistatud investeeringud </w:t>
      </w:r>
      <w:r w:rsidRPr="001225A7">
        <w:rPr>
          <w:color w:val="202020"/>
          <w:shd w:val="clear" w:color="auto" w:fill="FFFFFF"/>
        </w:rPr>
        <w:t> väljaspool kodu osutatava ööpäevaringse üldhooldusteenuse osutamise taristusse ning ööpäevaringse erihooldusteenuse osutamise taristusse.</w:t>
      </w:r>
    </w:p>
    <w:p w14:paraId="30661C21" w14:textId="77777777" w:rsidR="00BD1BB9" w:rsidRPr="001225A7" w:rsidRDefault="00BD1BB9" w:rsidP="00BD1BB9">
      <w:pPr>
        <w:spacing w:line="240" w:lineRule="auto"/>
        <w:rPr>
          <w:color w:val="202020"/>
          <w:shd w:val="clear" w:color="auto" w:fill="FFFFFF"/>
        </w:rPr>
      </w:pPr>
    </w:p>
    <w:p w14:paraId="5851F248" w14:textId="77777777" w:rsidR="00BD1BB9" w:rsidRPr="001225A7" w:rsidRDefault="00BD1BB9" w:rsidP="00BD1BB9">
      <w:pPr>
        <w:spacing w:line="240" w:lineRule="auto"/>
        <w:rPr>
          <w:i/>
          <w:iCs/>
        </w:rPr>
      </w:pPr>
      <w:r w:rsidRPr="005A3977">
        <w:t>Projektiettepaneku kirjelduse järgi „…</w:t>
      </w:r>
      <w:r w:rsidRPr="005A3977">
        <w:rPr>
          <w:i/>
          <w:iCs/>
        </w:rPr>
        <w:t xml:space="preserve">Kogu ehitatav hoone on tervikuna mõeldud toetatavate ühistegevuste ja toetatavate teenuste pakkumiseks. Hoones ongi planeeritud </w:t>
      </w:r>
      <w:r w:rsidRPr="004E157B">
        <w:rPr>
          <w:i/>
          <w:iCs/>
        </w:rPr>
        <w:t>eskiisil ja seletuskirjas 1.korrusel ruumid otseseks teenuste pakkumiseks. Esimesel korrusel paiknevad hooldekodu ruumid mis on jagatud kaheks 12-kohaliseks plokiks. Igas plokis on oma sissepääs, elutuba-köök, magamistoad ja abiruumid. Iga pereploki südameks on ühiskasutatav elutuba millega on liidetud nii söögituba kui ka abiköök. Abiköögis toimub mujal valmistatud toidu soojendamine, serveerimine ja nõudepesu.</w:t>
      </w:r>
      <w:r w:rsidRPr="005A3977">
        <w:rPr>
          <w:i/>
          <w:iCs/>
        </w:rPr>
        <w:t xml:space="preserve"> Samas võimaldab köök ka iseseisvat toidu valmistamist väiksemates kogustes. Magamistoad on ühe- ja kahetoalised. Igas magamistoas on oma tualettruum koos duššiga ning miniköök“</w:t>
      </w:r>
    </w:p>
    <w:p w14:paraId="5AC89B42" w14:textId="77777777" w:rsidR="00BD1BB9" w:rsidRPr="001225A7" w:rsidRDefault="00BD1BB9" w:rsidP="00BD1BB9">
      <w:pPr>
        <w:spacing w:line="240" w:lineRule="auto"/>
        <w:rPr>
          <w:i/>
          <w:iCs/>
        </w:rPr>
      </w:pPr>
    </w:p>
    <w:p w14:paraId="5CF90A6B" w14:textId="77777777" w:rsidR="00BD1BB9" w:rsidRPr="004E157B" w:rsidRDefault="00BD1BB9" w:rsidP="00BD1BB9">
      <w:pPr>
        <w:spacing w:line="240" w:lineRule="auto"/>
      </w:pPr>
      <w:r>
        <w:t xml:space="preserve">Ettepaneku esitaja </w:t>
      </w:r>
      <w:r w:rsidRPr="001225A7">
        <w:t>toob</w:t>
      </w:r>
      <w:r>
        <w:t xml:space="preserve"> ise</w:t>
      </w:r>
      <w:r w:rsidRPr="001225A7">
        <w:t xml:space="preserve"> välja, et regionaalministri määruse nr 74  „Ida-Viru maakonna kohalike omavalitsuste investeeringuteks toetuse andmise tingimused ja kord ülemineku mõjude leevendamiseks“</w:t>
      </w:r>
      <w:r>
        <w:t xml:space="preserve"> </w:t>
      </w:r>
      <w:r w:rsidRPr="001225A7">
        <w:t>vii</w:t>
      </w:r>
      <w:r>
        <w:t>datakse</w:t>
      </w:r>
      <w:r w:rsidRPr="001225A7">
        <w:t xml:space="preserve"> kogukonnapõhise toetatud elamise kontseptsioonile</w:t>
      </w:r>
      <w:r>
        <w:t>. M</w:t>
      </w:r>
      <w:r w:rsidRPr="001225A7">
        <w:t>ääruse seletuskirja</w:t>
      </w:r>
      <w:r>
        <w:t xml:space="preserve"> järgi </w:t>
      </w:r>
      <w:r w:rsidRPr="001225A7">
        <w:t>,„..</w:t>
      </w:r>
      <w:r w:rsidRPr="001225A7">
        <w:rPr>
          <w:i/>
          <w:iCs/>
        </w:rPr>
        <w:t>lahenduste väljatöötamisel lähtuda Sotsiaalkaitseministri 01. september 2023 määruse nr 50 „Kogukonnapõhise toetatud eluaseme toetamine“ lisas 1 sätestatud lähenemistest“</w:t>
      </w:r>
      <w:r>
        <w:rPr>
          <w:i/>
          <w:iCs/>
        </w:rPr>
        <w:t>.</w:t>
      </w:r>
      <w:r w:rsidRPr="001225A7">
        <w:rPr>
          <w:i/>
          <w:iCs/>
        </w:rPr>
        <w:t xml:space="preserve"> </w:t>
      </w:r>
      <w:r w:rsidRPr="004E157B">
        <w:t>Antud määruse lisa 1 toob välja, et:</w:t>
      </w:r>
    </w:p>
    <w:p w14:paraId="591183BC" w14:textId="77777777" w:rsidR="00BD1BB9" w:rsidRPr="004E157B" w:rsidRDefault="00BD1BB9" w:rsidP="00BD1BB9">
      <w:pPr>
        <w:spacing w:line="240" w:lineRule="auto"/>
        <w:rPr>
          <w:i/>
          <w:iCs/>
          <w:lang w:eastAsia="en-US"/>
        </w:rPr>
      </w:pPr>
      <w:r w:rsidRPr="004E157B">
        <w:rPr>
          <w:i/>
          <w:iCs/>
        </w:rPr>
        <w:t>„..1.1. Kogukonnapõhine toetatud eluase on kohaliku omavalitsuse omandis olev ühe- või mitmekorruseline hoone, milles on ühe- ja kahetoalised kööginurga, tualettruumi ja pesemisruumiga korterid ja abiruumid (hoiu-, hooldus- ja majapidamisruumid) ning toetatavate ühistegevuste ja toetavate teenuste pakkumiseks vajalikud ruumid ja maa-ala.</w:t>
      </w:r>
    </w:p>
    <w:p w14:paraId="0FF7AD79" w14:textId="77777777" w:rsidR="00BD1BB9" w:rsidRPr="001225A7" w:rsidRDefault="00BD1BB9" w:rsidP="00BD1BB9">
      <w:pPr>
        <w:spacing w:line="240" w:lineRule="auto"/>
        <w:rPr>
          <w:i/>
          <w:iCs/>
        </w:rPr>
      </w:pPr>
      <w:r w:rsidRPr="004E157B">
        <w:rPr>
          <w:i/>
          <w:iCs/>
        </w:rPr>
        <w:t>1.4.Toetatud eluase on üldjuhul kuue korteri ja abiruumidega üksus, kus ühetoalise korteri suletud netopind on arvestuslikult 30–35 m2 ja kahetoalise korteri suletud netopind on arvestuslikult 45–50 m2 . Seejuures tuleb arvestada üldist 65-aastaste ja vanemate elanike osakaalu 41% ühe leibkonnaliikmega leibkondade seas ning võimaldada kohalikel omavalitsustel arvestada piirkonna eripäraga näha kuni kuue korteriga üksuses ette vähemalt üks ja maksimaalselt kolm kahetoalist korterit. jne.“</w:t>
      </w:r>
      <w:r w:rsidRPr="001225A7">
        <w:rPr>
          <w:i/>
          <w:iCs/>
        </w:rPr>
        <w:t xml:space="preserve"> </w:t>
      </w:r>
    </w:p>
    <w:p w14:paraId="2BC6BD32" w14:textId="77777777" w:rsidR="00BD1BB9" w:rsidRPr="001225A7" w:rsidRDefault="00BD1BB9" w:rsidP="00BD1BB9">
      <w:pPr>
        <w:spacing w:line="240" w:lineRule="auto"/>
      </w:pPr>
    </w:p>
    <w:p w14:paraId="0254F086" w14:textId="77777777" w:rsidR="00BD1BB9" w:rsidRPr="004E157B" w:rsidRDefault="00BD1BB9" w:rsidP="00BD1BB9">
      <w:pPr>
        <w:spacing w:line="240" w:lineRule="auto"/>
      </w:pPr>
      <w:r w:rsidRPr="004E157B">
        <w:t xml:space="preserve">Komisjoni hinnangul ei ole </w:t>
      </w:r>
      <w:r>
        <w:t xml:space="preserve">SA Kiviõli Tervisekeskus </w:t>
      </w:r>
      <w:r w:rsidRPr="004E157B">
        <w:t>projektiettepanekus eelnimetatud kontseptsioonist lähtunud.</w:t>
      </w:r>
    </w:p>
    <w:p w14:paraId="0F9BF17D" w14:textId="77777777" w:rsidR="00BD1BB9" w:rsidRDefault="00BD1BB9" w:rsidP="00BD1BB9">
      <w:pPr>
        <w:spacing w:line="240" w:lineRule="auto"/>
      </w:pPr>
    </w:p>
    <w:p w14:paraId="6C8C13B7" w14:textId="77777777" w:rsidR="00BD1BB9" w:rsidRPr="001225A7" w:rsidRDefault="00BD1BB9" w:rsidP="00BD1BB9">
      <w:pPr>
        <w:spacing w:line="240" w:lineRule="auto"/>
      </w:pPr>
      <w:r w:rsidRPr="001225A7">
        <w:t xml:space="preserve">Projekti põhjendatust on hindamiskomisjon hinnanud keskmise hindega 1,0, mis tähendab, et osaliselt olid täidetud hindele 2 vastavad aspektid, kuid osaliselt olid need täitmata. Erinevatel aspektidel ei ole kindlaks määratud osakaalu kriteeriumi hinde kujunemisel. Hindamistulemuse seisukohast on oluline hindamiskomisjoni koondhinne, mitte iga hindamiskomisjoni liikme individuaalsed hinded. </w:t>
      </w:r>
    </w:p>
    <w:p w14:paraId="54DD3303" w14:textId="77777777" w:rsidR="00BD1BB9" w:rsidRPr="001225A7" w:rsidRDefault="00BD1BB9" w:rsidP="00BD1BB9">
      <w:pPr>
        <w:spacing w:line="240" w:lineRule="auto"/>
      </w:pPr>
    </w:p>
    <w:p w14:paraId="44FAEAB5" w14:textId="77777777" w:rsidR="00BD1BB9" w:rsidRPr="001225A7" w:rsidRDefault="00BD1BB9" w:rsidP="00BD1BB9">
      <w:pPr>
        <w:spacing w:line="240" w:lineRule="auto"/>
      </w:pPr>
      <w:r w:rsidRPr="001225A7">
        <w:t>Ettepaneku hindamisel tuleb hindamiskomisjonil lähtuda esitatud ettepanekust ja materjalidest. Kuna taotlusvoorus kandideerisid omavahel erinevate taotlejate projektid, ei ole võimalik arvesse võtta projektlahendust, mille teostamist alles kavandatakse ning mille sisu kohta esitati info alles pärast hindamise läbiviimist SA Kiviõli Tervisekeskus nõukogu esime</w:t>
      </w:r>
      <w:r>
        <w:t>h</w:t>
      </w:r>
      <w:r w:rsidRPr="001225A7">
        <w:t xml:space="preserve">e 19.02.2024 kirjaga. Kirjas on küll kinnitatud, et kavas ei ole põhiprojekti koostamine vastavalt ettepanekuga koos esitatud eskiisile, samas ei selgu ka, millise teenuskohtade arvu ja funktsionaalsusega hoonet selle asemel kavandatakse. </w:t>
      </w:r>
    </w:p>
    <w:p w14:paraId="690AFBD1" w14:textId="7AE60133" w:rsidR="00BD1BB9" w:rsidRPr="001225A7" w:rsidRDefault="00BD1BB9" w:rsidP="00BD1BB9">
      <w:pPr>
        <w:spacing w:line="240" w:lineRule="auto"/>
      </w:pPr>
      <w:r>
        <w:t>…</w:t>
      </w:r>
    </w:p>
    <w:p w14:paraId="2F34A444" w14:textId="77777777" w:rsidR="00E96F60" w:rsidRDefault="00E96F60" w:rsidP="001E36B2">
      <w:pPr>
        <w:widowControl/>
        <w:suppressAutoHyphens w:val="0"/>
        <w:spacing w:line="240" w:lineRule="auto"/>
        <w:rPr>
          <w:rFonts w:eastAsia="Times New Roman"/>
          <w:kern w:val="0"/>
          <w:lang w:eastAsia="en-US" w:bidi="ar-SA"/>
        </w:rPr>
      </w:pPr>
    </w:p>
    <w:p w14:paraId="63A56569" w14:textId="77777777" w:rsidR="00BE3769" w:rsidRDefault="00BE3769" w:rsidP="001E36B2">
      <w:pPr>
        <w:widowControl/>
        <w:suppressAutoHyphens w:val="0"/>
        <w:spacing w:line="240" w:lineRule="auto"/>
        <w:rPr>
          <w:rFonts w:eastAsia="Times New Roman"/>
          <w:kern w:val="0"/>
          <w:lang w:eastAsia="en-US" w:bidi="ar-SA"/>
        </w:rPr>
      </w:pPr>
    </w:p>
    <w:p w14:paraId="315A2E0B" w14:textId="77777777" w:rsidR="00D03485" w:rsidRDefault="00D03485" w:rsidP="001E36B2">
      <w:pPr>
        <w:widowControl/>
        <w:suppressAutoHyphens w:val="0"/>
        <w:spacing w:line="240" w:lineRule="auto"/>
        <w:rPr>
          <w:rFonts w:eastAsia="Times New Roman"/>
          <w:kern w:val="0"/>
          <w:lang w:eastAsia="en-US" w:bidi="ar-SA"/>
        </w:rPr>
      </w:pPr>
    </w:p>
    <w:p w14:paraId="2693359C" w14:textId="77777777" w:rsidR="00513D66" w:rsidRPr="00286A18" w:rsidRDefault="00513D66" w:rsidP="00BE3769">
      <w:pPr>
        <w:pStyle w:val="Snum"/>
        <w:jc w:val="both"/>
      </w:pPr>
      <w:r>
        <w:t>(allkirjastatud digitaalselt)</w:t>
      </w:r>
    </w:p>
    <w:p w14:paraId="787C74FD" w14:textId="411E4116" w:rsidR="00E96F60" w:rsidRDefault="00D75AF2" w:rsidP="00E96F60">
      <w:pPr>
        <w:widowControl/>
        <w:suppressAutoHyphens w:val="0"/>
        <w:spacing w:line="240" w:lineRule="auto"/>
        <w:rPr>
          <w:rFonts w:eastAsia="Times New Roman"/>
          <w:kern w:val="0"/>
          <w:lang w:eastAsia="en-US" w:bidi="ar-SA"/>
        </w:rPr>
      </w:pPr>
      <w:r>
        <w:rPr>
          <w:rFonts w:eastAsia="Times New Roman"/>
          <w:kern w:val="0"/>
          <w:lang w:eastAsia="en-US" w:bidi="ar-SA"/>
        </w:rPr>
        <w:t>Kaire Luht</w:t>
      </w:r>
    </w:p>
    <w:p w14:paraId="59A10D83" w14:textId="610A62BC" w:rsidR="00E96F60" w:rsidRDefault="002056BB" w:rsidP="00E96F60">
      <w:pPr>
        <w:widowControl/>
        <w:suppressAutoHyphens w:val="0"/>
        <w:spacing w:line="240" w:lineRule="auto"/>
        <w:rPr>
          <w:rFonts w:eastAsia="Times New Roman"/>
          <w:kern w:val="0"/>
          <w:lang w:eastAsia="en-US" w:bidi="ar-SA"/>
        </w:rPr>
      </w:pPr>
      <w:r>
        <w:rPr>
          <w:rFonts w:eastAsia="Times New Roman"/>
          <w:kern w:val="0"/>
          <w:lang w:eastAsia="en-US" w:bidi="ar-SA"/>
        </w:rPr>
        <w:t>Hindamisk</w:t>
      </w:r>
      <w:r w:rsidR="00D75AF2">
        <w:rPr>
          <w:rFonts w:eastAsia="Times New Roman"/>
          <w:kern w:val="0"/>
          <w:lang w:eastAsia="en-US" w:bidi="ar-SA"/>
        </w:rPr>
        <w:t>omisjoni esimees</w:t>
      </w:r>
    </w:p>
    <w:p w14:paraId="12904152" w14:textId="77777777" w:rsidR="00E96F60" w:rsidRDefault="00E96F60" w:rsidP="00E96F60">
      <w:pPr>
        <w:widowControl/>
        <w:suppressAutoHyphens w:val="0"/>
        <w:spacing w:line="240" w:lineRule="auto"/>
        <w:rPr>
          <w:rFonts w:eastAsia="Times New Roman"/>
          <w:kern w:val="0"/>
          <w:lang w:eastAsia="en-US" w:bidi="ar-SA"/>
        </w:rPr>
      </w:pPr>
      <w:r>
        <w:rPr>
          <w:rFonts w:eastAsia="Times New Roman"/>
          <w:kern w:val="0"/>
          <w:lang w:eastAsia="en-US" w:bidi="ar-SA"/>
        </w:rPr>
        <w:t xml:space="preserve"> </w:t>
      </w:r>
    </w:p>
    <w:p w14:paraId="43269B64" w14:textId="77777777" w:rsidR="00E96F60" w:rsidRDefault="00E96F60" w:rsidP="00E96F60">
      <w:pPr>
        <w:widowControl/>
        <w:suppressAutoHyphens w:val="0"/>
        <w:spacing w:line="240" w:lineRule="auto"/>
        <w:rPr>
          <w:rFonts w:eastAsia="Times New Roman"/>
          <w:kern w:val="0"/>
          <w:lang w:eastAsia="en-US" w:bidi="ar-SA"/>
        </w:rPr>
      </w:pPr>
    </w:p>
    <w:p w14:paraId="3B241270" w14:textId="77777777" w:rsidR="00E96F60" w:rsidRDefault="00513D66" w:rsidP="00BE3769">
      <w:pPr>
        <w:pStyle w:val="Snum"/>
        <w:jc w:val="both"/>
      </w:pPr>
      <w:r>
        <w:t>(allkirjastatud digitaalselt)</w:t>
      </w:r>
    </w:p>
    <w:p w14:paraId="41B21EF8" w14:textId="77777777" w:rsidR="00D75AF2" w:rsidRDefault="00D75AF2" w:rsidP="00286A18">
      <w:pPr>
        <w:widowControl/>
        <w:suppressAutoHyphens w:val="0"/>
        <w:spacing w:line="240" w:lineRule="auto"/>
        <w:rPr>
          <w:rFonts w:eastAsia="Times New Roman"/>
          <w:kern w:val="0"/>
          <w:lang w:eastAsia="en-US" w:bidi="ar-SA"/>
        </w:rPr>
      </w:pPr>
      <w:r>
        <w:rPr>
          <w:rFonts w:eastAsia="Times New Roman"/>
          <w:kern w:val="0"/>
          <w:lang w:eastAsia="en-US" w:bidi="ar-SA"/>
        </w:rPr>
        <w:t>Andres Heldring</w:t>
      </w:r>
    </w:p>
    <w:p w14:paraId="55F811F8" w14:textId="0E648795" w:rsidR="00286A18" w:rsidRDefault="00286A18" w:rsidP="00286A18">
      <w:pPr>
        <w:widowControl/>
        <w:suppressAutoHyphens w:val="0"/>
        <w:spacing w:line="240" w:lineRule="auto"/>
        <w:rPr>
          <w:rFonts w:eastAsia="Times New Roman"/>
          <w:kern w:val="0"/>
          <w:lang w:eastAsia="en-US" w:bidi="ar-SA"/>
        </w:rPr>
      </w:pPr>
      <w:r>
        <w:rPr>
          <w:rFonts w:eastAsia="Times New Roman"/>
          <w:kern w:val="0"/>
          <w:lang w:eastAsia="en-US" w:bidi="ar-SA"/>
        </w:rPr>
        <w:t>Protokollija</w:t>
      </w:r>
    </w:p>
    <w:p w14:paraId="28D63AD3" w14:textId="77777777" w:rsidR="00286A18" w:rsidRDefault="00286A18" w:rsidP="00286A18">
      <w:pPr>
        <w:widowControl/>
        <w:suppressAutoHyphens w:val="0"/>
        <w:spacing w:line="240" w:lineRule="auto"/>
        <w:rPr>
          <w:rFonts w:eastAsia="Times New Roman"/>
          <w:kern w:val="0"/>
          <w:lang w:eastAsia="en-US" w:bidi="ar-SA"/>
        </w:rPr>
      </w:pPr>
      <w:r>
        <w:rPr>
          <w:rFonts w:eastAsia="Times New Roman"/>
          <w:kern w:val="0"/>
          <w:lang w:eastAsia="en-US" w:bidi="ar-SA"/>
        </w:rPr>
        <w:t xml:space="preserve"> </w:t>
      </w:r>
    </w:p>
    <w:p w14:paraId="1B929EF7" w14:textId="77777777" w:rsidR="00BE3769" w:rsidRDefault="00BE3769" w:rsidP="00286A18">
      <w:pPr>
        <w:widowControl/>
        <w:suppressAutoHyphens w:val="0"/>
        <w:spacing w:line="240" w:lineRule="auto"/>
        <w:rPr>
          <w:rFonts w:eastAsia="Times New Roman"/>
          <w:kern w:val="0"/>
          <w:lang w:eastAsia="en-US" w:bidi="ar-SA"/>
        </w:rPr>
      </w:pPr>
    </w:p>
    <w:p w14:paraId="068BF3A9" w14:textId="77777777" w:rsidR="00BE3769" w:rsidRDefault="00BE3769" w:rsidP="00BE3769">
      <w:pPr>
        <w:pStyle w:val="Snum"/>
      </w:pPr>
    </w:p>
    <w:p w14:paraId="5850046A" w14:textId="77777777" w:rsidR="00BE3769" w:rsidRDefault="00BE3769" w:rsidP="00BE3769">
      <w:pPr>
        <w:pStyle w:val="Snum"/>
      </w:pPr>
    </w:p>
    <w:p w14:paraId="164D0C90" w14:textId="33AB93C0" w:rsidR="00BE3769" w:rsidRDefault="00BE3769" w:rsidP="00BE3769">
      <w:pPr>
        <w:pStyle w:val="Snum"/>
      </w:pPr>
      <w:r>
        <w:t>(allkirjastatud digitaalselt)</w:t>
      </w:r>
    </w:p>
    <w:p w14:paraId="24E7C07D" w14:textId="77777777" w:rsidR="00BE3769" w:rsidRDefault="00BE3769" w:rsidP="00BE3769">
      <w:pPr>
        <w:widowControl/>
        <w:suppressAutoHyphens w:val="0"/>
        <w:spacing w:line="240" w:lineRule="auto"/>
        <w:jc w:val="right"/>
        <w:rPr>
          <w:rFonts w:eastAsia="Times New Roman"/>
          <w:kern w:val="0"/>
          <w:lang w:eastAsia="en-US" w:bidi="ar-SA"/>
        </w:rPr>
      </w:pPr>
      <w:r>
        <w:rPr>
          <w:rFonts w:eastAsia="Times New Roman"/>
          <w:kern w:val="0"/>
          <w:lang w:eastAsia="en-US" w:bidi="ar-SA"/>
        </w:rPr>
        <w:t>Andres Heldring</w:t>
      </w:r>
    </w:p>
    <w:p w14:paraId="0C953F3F" w14:textId="444CBE02" w:rsidR="00BE3769" w:rsidRDefault="00BE3769" w:rsidP="00BE3769">
      <w:pPr>
        <w:widowControl/>
        <w:suppressAutoHyphens w:val="0"/>
        <w:spacing w:line="240" w:lineRule="auto"/>
        <w:jc w:val="right"/>
        <w:rPr>
          <w:rFonts w:eastAsia="Times New Roman"/>
          <w:kern w:val="0"/>
          <w:lang w:eastAsia="en-US" w:bidi="ar-SA"/>
        </w:rPr>
      </w:pPr>
      <w:r>
        <w:rPr>
          <w:rFonts w:eastAsia="Times New Roman"/>
          <w:kern w:val="0"/>
          <w:lang w:eastAsia="en-US" w:bidi="ar-SA"/>
        </w:rPr>
        <w:t>Väljavõtte tegija</w:t>
      </w:r>
    </w:p>
    <w:p w14:paraId="0A256C44" w14:textId="77777777" w:rsidR="00BE3769" w:rsidRPr="00286A18" w:rsidRDefault="00BE3769" w:rsidP="00286A18">
      <w:pPr>
        <w:widowControl/>
        <w:suppressAutoHyphens w:val="0"/>
        <w:spacing w:line="240" w:lineRule="auto"/>
        <w:rPr>
          <w:rFonts w:eastAsia="Times New Roman"/>
          <w:kern w:val="0"/>
          <w:lang w:eastAsia="en-US" w:bidi="ar-SA"/>
        </w:rPr>
      </w:pPr>
    </w:p>
    <w:sectPr w:rsidR="00BE3769" w:rsidRPr="00286A18" w:rsidSect="00CB58BD">
      <w:headerReference w:type="default" r:id="rId9"/>
      <w:footerReference w:type="even" r:id="rId10"/>
      <w:pgSz w:w="11906" w:h="16838" w:code="9"/>
      <w:pgMar w:top="993"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11BDC" w14:textId="77777777" w:rsidR="00E52781" w:rsidRDefault="00E52781" w:rsidP="00DF44DF">
      <w:r>
        <w:separator/>
      </w:r>
    </w:p>
  </w:endnote>
  <w:endnote w:type="continuationSeparator" w:id="0">
    <w:p w14:paraId="4D9C9021" w14:textId="77777777" w:rsidR="00E52781" w:rsidRDefault="00E52781"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Lucidasans"/>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664675"/>
      <w:docPartObj>
        <w:docPartGallery w:val="Page Numbers (Bottom of Page)"/>
        <w:docPartUnique/>
      </w:docPartObj>
    </w:sdtPr>
    <w:sdtEndPr/>
    <w:sdtContent>
      <w:p w14:paraId="56EF4ACC" w14:textId="77777777" w:rsidR="00CB58BD" w:rsidRDefault="00CB58BD">
        <w:pPr>
          <w:pStyle w:val="Footer"/>
          <w:jc w:val="center"/>
        </w:pPr>
        <w:r>
          <w:fldChar w:fldCharType="begin"/>
        </w:r>
        <w:r>
          <w:instrText>PAGE   \* MERGEFORMAT</w:instrText>
        </w:r>
        <w:r>
          <w:fldChar w:fldCharType="separate"/>
        </w:r>
        <w:r w:rsidR="00AE42A4">
          <w:rPr>
            <w:noProof/>
          </w:rPr>
          <w:t>2</w:t>
        </w:r>
        <w:r>
          <w:fldChar w:fldCharType="end"/>
        </w:r>
      </w:p>
    </w:sdtContent>
  </w:sdt>
  <w:p w14:paraId="351556B7" w14:textId="77777777" w:rsidR="00CB58BD" w:rsidRDefault="00CB5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D4309" w14:textId="77777777" w:rsidR="00E52781" w:rsidRDefault="00E52781" w:rsidP="00DF44DF">
      <w:r>
        <w:separator/>
      </w:r>
    </w:p>
  </w:footnote>
  <w:footnote w:type="continuationSeparator" w:id="0">
    <w:p w14:paraId="3DC345EB" w14:textId="77777777" w:rsidR="00E52781" w:rsidRDefault="00E52781"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FA0C7" w14:textId="77777777" w:rsidR="00110BCA" w:rsidRDefault="00110BCA" w:rsidP="00110BCA">
    <w:pPr>
      <w:pStyle w:val="Jalus1"/>
      <w:jc w:val="center"/>
    </w:pPr>
  </w:p>
  <w:p w14:paraId="5477A22C"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C5995"/>
    <w:multiLevelType w:val="hybridMultilevel"/>
    <w:tmpl w:val="46C439B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3CDF68A3"/>
    <w:multiLevelType w:val="hybridMultilevel"/>
    <w:tmpl w:val="C3B8FCA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40832F89"/>
    <w:multiLevelType w:val="hybridMultilevel"/>
    <w:tmpl w:val="8500F9D8"/>
    <w:lvl w:ilvl="0" w:tplc="7B68BA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4BA421B8"/>
    <w:multiLevelType w:val="hybridMultilevel"/>
    <w:tmpl w:val="65C6DA54"/>
    <w:lvl w:ilvl="0" w:tplc="865E665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4" w15:restartNumberingAfterBreak="0">
    <w:nsid w:val="4E002986"/>
    <w:multiLevelType w:val="hybridMultilevel"/>
    <w:tmpl w:val="7C66C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1352700"/>
    <w:multiLevelType w:val="hybridMultilevel"/>
    <w:tmpl w:val="5D1A1582"/>
    <w:lvl w:ilvl="0" w:tplc="1812D106">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5D2B164B"/>
    <w:multiLevelType w:val="hybridMultilevel"/>
    <w:tmpl w:val="F6EC85BA"/>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26539338">
    <w:abstractNumId w:val="2"/>
  </w:num>
  <w:num w:numId="2" w16cid:durableId="861210883">
    <w:abstractNumId w:val="0"/>
  </w:num>
  <w:num w:numId="3" w16cid:durableId="314916993">
    <w:abstractNumId w:val="4"/>
  </w:num>
  <w:num w:numId="4" w16cid:durableId="1312054699">
    <w:abstractNumId w:val="3"/>
  </w:num>
  <w:num w:numId="5" w16cid:durableId="705909505">
    <w:abstractNumId w:val="5"/>
  </w:num>
  <w:num w:numId="6" w16cid:durableId="12949456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45966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evenAndOddHeaders/>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4710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3E5"/>
    <w:rsid w:val="0001117B"/>
    <w:rsid w:val="00012641"/>
    <w:rsid w:val="0002784F"/>
    <w:rsid w:val="0004665A"/>
    <w:rsid w:val="00060947"/>
    <w:rsid w:val="00073127"/>
    <w:rsid w:val="00075245"/>
    <w:rsid w:val="00087A7D"/>
    <w:rsid w:val="000913FC"/>
    <w:rsid w:val="000A431C"/>
    <w:rsid w:val="000E4F8D"/>
    <w:rsid w:val="00104D9F"/>
    <w:rsid w:val="00110BCA"/>
    <w:rsid w:val="001225A7"/>
    <w:rsid w:val="00124999"/>
    <w:rsid w:val="00133352"/>
    <w:rsid w:val="00141C54"/>
    <w:rsid w:val="00147AD5"/>
    <w:rsid w:val="00160EB0"/>
    <w:rsid w:val="00185790"/>
    <w:rsid w:val="001A4222"/>
    <w:rsid w:val="001A7D04"/>
    <w:rsid w:val="001B4B25"/>
    <w:rsid w:val="001B684B"/>
    <w:rsid w:val="001D4CFB"/>
    <w:rsid w:val="001D6472"/>
    <w:rsid w:val="001E36B2"/>
    <w:rsid w:val="002008A2"/>
    <w:rsid w:val="00202509"/>
    <w:rsid w:val="002056BB"/>
    <w:rsid w:val="0022269C"/>
    <w:rsid w:val="00253887"/>
    <w:rsid w:val="0026456A"/>
    <w:rsid w:val="002835BB"/>
    <w:rsid w:val="00286A18"/>
    <w:rsid w:val="00293449"/>
    <w:rsid w:val="002A5E24"/>
    <w:rsid w:val="002C0103"/>
    <w:rsid w:val="002C5D6D"/>
    <w:rsid w:val="002D3156"/>
    <w:rsid w:val="002F254F"/>
    <w:rsid w:val="00315DE8"/>
    <w:rsid w:val="00354059"/>
    <w:rsid w:val="0035635F"/>
    <w:rsid w:val="00356F47"/>
    <w:rsid w:val="00392361"/>
    <w:rsid w:val="00394DCB"/>
    <w:rsid w:val="003B2A9C"/>
    <w:rsid w:val="003C0B01"/>
    <w:rsid w:val="003C1020"/>
    <w:rsid w:val="003D2BD9"/>
    <w:rsid w:val="0040134A"/>
    <w:rsid w:val="00414881"/>
    <w:rsid w:val="004213E5"/>
    <w:rsid w:val="00435A13"/>
    <w:rsid w:val="00435BB3"/>
    <w:rsid w:val="0044084D"/>
    <w:rsid w:val="00442B2D"/>
    <w:rsid w:val="00451023"/>
    <w:rsid w:val="00461DC4"/>
    <w:rsid w:val="00467F34"/>
    <w:rsid w:val="004A3512"/>
    <w:rsid w:val="004B7F85"/>
    <w:rsid w:val="004C1391"/>
    <w:rsid w:val="004D1D7C"/>
    <w:rsid w:val="004E0B3F"/>
    <w:rsid w:val="004E157B"/>
    <w:rsid w:val="00500DEF"/>
    <w:rsid w:val="0050252A"/>
    <w:rsid w:val="00510543"/>
    <w:rsid w:val="00512358"/>
    <w:rsid w:val="00513D66"/>
    <w:rsid w:val="0053325F"/>
    <w:rsid w:val="00546204"/>
    <w:rsid w:val="00551E24"/>
    <w:rsid w:val="00557534"/>
    <w:rsid w:val="00560A92"/>
    <w:rsid w:val="0056160C"/>
    <w:rsid w:val="00564569"/>
    <w:rsid w:val="00566D45"/>
    <w:rsid w:val="00573ABD"/>
    <w:rsid w:val="005755F9"/>
    <w:rsid w:val="005767A7"/>
    <w:rsid w:val="005A3977"/>
    <w:rsid w:val="005A3CFC"/>
    <w:rsid w:val="005B0482"/>
    <w:rsid w:val="005B11A2"/>
    <w:rsid w:val="005B3754"/>
    <w:rsid w:val="005B5CE1"/>
    <w:rsid w:val="005B5F4E"/>
    <w:rsid w:val="005C49A9"/>
    <w:rsid w:val="005D475D"/>
    <w:rsid w:val="005D4F25"/>
    <w:rsid w:val="005E3AED"/>
    <w:rsid w:val="005E45BB"/>
    <w:rsid w:val="005F4974"/>
    <w:rsid w:val="005F4EFC"/>
    <w:rsid w:val="00602834"/>
    <w:rsid w:val="00620F8D"/>
    <w:rsid w:val="00623905"/>
    <w:rsid w:val="00627A50"/>
    <w:rsid w:val="00680609"/>
    <w:rsid w:val="006E16BD"/>
    <w:rsid w:val="006F3BB9"/>
    <w:rsid w:val="006F72D7"/>
    <w:rsid w:val="007056E1"/>
    <w:rsid w:val="00713327"/>
    <w:rsid w:val="00737B33"/>
    <w:rsid w:val="00747BE9"/>
    <w:rsid w:val="0075695A"/>
    <w:rsid w:val="0076054B"/>
    <w:rsid w:val="00793A3C"/>
    <w:rsid w:val="007A13EA"/>
    <w:rsid w:val="007A1DE8"/>
    <w:rsid w:val="007B0206"/>
    <w:rsid w:val="007B0D12"/>
    <w:rsid w:val="007D54FC"/>
    <w:rsid w:val="007F3CD4"/>
    <w:rsid w:val="007F55B0"/>
    <w:rsid w:val="007F5D26"/>
    <w:rsid w:val="0081726E"/>
    <w:rsid w:val="008249DE"/>
    <w:rsid w:val="0083178E"/>
    <w:rsid w:val="00832352"/>
    <w:rsid w:val="00832F61"/>
    <w:rsid w:val="00835858"/>
    <w:rsid w:val="00851D0A"/>
    <w:rsid w:val="008919F2"/>
    <w:rsid w:val="008C4D4A"/>
    <w:rsid w:val="008D4634"/>
    <w:rsid w:val="008F0B50"/>
    <w:rsid w:val="0091786B"/>
    <w:rsid w:val="00926C4B"/>
    <w:rsid w:val="00932CDE"/>
    <w:rsid w:val="0093351A"/>
    <w:rsid w:val="009370A4"/>
    <w:rsid w:val="00940EFC"/>
    <w:rsid w:val="009709A8"/>
    <w:rsid w:val="009934A9"/>
    <w:rsid w:val="00994FD6"/>
    <w:rsid w:val="009A198F"/>
    <w:rsid w:val="009E7EAC"/>
    <w:rsid w:val="009E7F4A"/>
    <w:rsid w:val="009F6ADD"/>
    <w:rsid w:val="00A10E66"/>
    <w:rsid w:val="00A1244E"/>
    <w:rsid w:val="00A30829"/>
    <w:rsid w:val="00A708D7"/>
    <w:rsid w:val="00A82474"/>
    <w:rsid w:val="00AB11A5"/>
    <w:rsid w:val="00AB7842"/>
    <w:rsid w:val="00AD2EA7"/>
    <w:rsid w:val="00AD5CBA"/>
    <w:rsid w:val="00AE42A4"/>
    <w:rsid w:val="00B01D80"/>
    <w:rsid w:val="00B35551"/>
    <w:rsid w:val="00B5698E"/>
    <w:rsid w:val="00B57623"/>
    <w:rsid w:val="00B65A72"/>
    <w:rsid w:val="00BB7D29"/>
    <w:rsid w:val="00BC12C3"/>
    <w:rsid w:val="00BC1A62"/>
    <w:rsid w:val="00BC2FCC"/>
    <w:rsid w:val="00BD078E"/>
    <w:rsid w:val="00BD1BB9"/>
    <w:rsid w:val="00BD3CCF"/>
    <w:rsid w:val="00BE3769"/>
    <w:rsid w:val="00BE4485"/>
    <w:rsid w:val="00BF4D7C"/>
    <w:rsid w:val="00C10940"/>
    <w:rsid w:val="00C24F66"/>
    <w:rsid w:val="00C27B07"/>
    <w:rsid w:val="00C41FC5"/>
    <w:rsid w:val="00C5574F"/>
    <w:rsid w:val="00C83346"/>
    <w:rsid w:val="00C90E39"/>
    <w:rsid w:val="00CA3DEB"/>
    <w:rsid w:val="00CA583B"/>
    <w:rsid w:val="00CA5F0B"/>
    <w:rsid w:val="00CB00C5"/>
    <w:rsid w:val="00CB58BD"/>
    <w:rsid w:val="00CC022B"/>
    <w:rsid w:val="00CE34B8"/>
    <w:rsid w:val="00CF2B77"/>
    <w:rsid w:val="00CF4303"/>
    <w:rsid w:val="00CF56D1"/>
    <w:rsid w:val="00D03485"/>
    <w:rsid w:val="00D14341"/>
    <w:rsid w:val="00D40650"/>
    <w:rsid w:val="00D512FD"/>
    <w:rsid w:val="00D5435A"/>
    <w:rsid w:val="00D559F8"/>
    <w:rsid w:val="00D6691E"/>
    <w:rsid w:val="00D75AF2"/>
    <w:rsid w:val="00D8202D"/>
    <w:rsid w:val="00D82C2D"/>
    <w:rsid w:val="00DF44DF"/>
    <w:rsid w:val="00E023F6"/>
    <w:rsid w:val="00E03DBB"/>
    <w:rsid w:val="00E52781"/>
    <w:rsid w:val="00E76E07"/>
    <w:rsid w:val="00E956CF"/>
    <w:rsid w:val="00E96F60"/>
    <w:rsid w:val="00EB4727"/>
    <w:rsid w:val="00EC0637"/>
    <w:rsid w:val="00ED0738"/>
    <w:rsid w:val="00ED6DC6"/>
    <w:rsid w:val="00EF4062"/>
    <w:rsid w:val="00F25A4E"/>
    <w:rsid w:val="00F613F6"/>
    <w:rsid w:val="00F80064"/>
    <w:rsid w:val="00F92B53"/>
    <w:rsid w:val="00F9645B"/>
    <w:rsid w:val="00F9652D"/>
    <w:rsid w:val="00FB46F3"/>
    <w:rsid w:val="00FC4B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10782543"/>
  <w15:docId w15:val="{8EEDDAC4-98D1-4C04-B988-0B31E5B2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F60"/>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356F47"/>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CF56D1"/>
    <w:pPr>
      <w:spacing w:before="840"/>
    </w:pPr>
    <w:rPr>
      <w:rFonts w:eastAsia="SimSun"/>
      <w:kern w:val="24"/>
      <w:sz w:val="24"/>
      <w:szCs w:val="24"/>
      <w:lang w:eastAsia="zh-CN" w:bidi="hi-IN"/>
    </w:rPr>
  </w:style>
  <w:style w:type="paragraph" w:customStyle="1" w:styleId="Liik">
    <w:name w:val="Liik"/>
    <w:autoRedefine/>
    <w:qFormat/>
    <w:rsid w:val="00141C54"/>
    <w:pPr>
      <w:jc w:val="right"/>
    </w:pPr>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paragraph" w:styleId="NormalWeb">
    <w:name w:val="Normal (Web)"/>
    <w:basedOn w:val="Normal"/>
    <w:uiPriority w:val="99"/>
    <w:semiHidden/>
    <w:unhideWhenUsed/>
    <w:rsid w:val="009F6ADD"/>
    <w:rPr>
      <w:rFonts w:cs="Mangal"/>
      <w:szCs w:val="21"/>
    </w:rPr>
  </w:style>
  <w:style w:type="paragraph" w:customStyle="1" w:styleId="Snum">
    <w:name w:val="Sõnum"/>
    <w:autoRedefine/>
    <w:qFormat/>
    <w:rsid w:val="00BE3769"/>
    <w:pPr>
      <w:jc w:val="right"/>
    </w:pPr>
    <w:rPr>
      <w:rFonts w:eastAsia="SimSun" w:cs="Mangal"/>
      <w:kern w:val="1"/>
      <w:sz w:val="24"/>
      <w:szCs w:val="24"/>
      <w:lang w:eastAsia="zh-CN" w:bidi="hi-IN"/>
    </w:rPr>
  </w:style>
  <w:style w:type="paragraph" w:styleId="ListParagraph">
    <w:name w:val="List Paragraph"/>
    <w:basedOn w:val="Normal"/>
    <w:uiPriority w:val="34"/>
    <w:qFormat/>
    <w:rsid w:val="00286A18"/>
    <w:pPr>
      <w:ind w:left="720"/>
      <w:contextualSpacing/>
    </w:pPr>
    <w:rPr>
      <w:rFonts w:cs="Mangal"/>
      <w:szCs w:val="21"/>
    </w:rPr>
  </w:style>
  <w:style w:type="paragraph" w:styleId="BodyText">
    <w:name w:val="Body Text"/>
    <w:basedOn w:val="Normal"/>
    <w:link w:val="BodyTextChar"/>
    <w:uiPriority w:val="99"/>
    <w:rsid w:val="00627A50"/>
    <w:pPr>
      <w:widowControl/>
      <w:suppressAutoHyphens w:val="0"/>
      <w:spacing w:line="240" w:lineRule="auto"/>
    </w:pPr>
    <w:rPr>
      <w:rFonts w:eastAsia="Times New Roman"/>
      <w:kern w:val="0"/>
      <w:szCs w:val="20"/>
      <w:lang w:eastAsia="en-US" w:bidi="ar-SA"/>
    </w:rPr>
  </w:style>
  <w:style w:type="character" w:customStyle="1" w:styleId="BodyTextChar">
    <w:name w:val="Body Text Char"/>
    <w:basedOn w:val="DefaultParagraphFont"/>
    <w:link w:val="BodyText"/>
    <w:uiPriority w:val="99"/>
    <w:rsid w:val="00627A50"/>
    <w:rPr>
      <w:sz w:val="24"/>
      <w:lang w:eastAsia="en-US"/>
    </w:rPr>
  </w:style>
  <w:style w:type="table" w:styleId="TableGrid">
    <w:name w:val="Table Grid"/>
    <w:basedOn w:val="TableNormal"/>
    <w:uiPriority w:val="59"/>
    <w:rsid w:val="00D5435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49A9"/>
    <w:pPr>
      <w:autoSpaceDE w:val="0"/>
      <w:autoSpaceDN w:val="0"/>
      <w:adjustRightInd w:val="0"/>
    </w:pPr>
    <w:rPr>
      <w:color w:val="000000"/>
      <w:sz w:val="24"/>
      <w:szCs w:val="24"/>
    </w:rPr>
  </w:style>
  <w:style w:type="paragraph" w:styleId="Revision">
    <w:name w:val="Revision"/>
    <w:hidden/>
    <w:uiPriority w:val="99"/>
    <w:semiHidden/>
    <w:rsid w:val="00A30829"/>
    <w:rPr>
      <w:rFonts w:eastAsia="SimSun" w:cs="Mangal"/>
      <w:kern w:val="1"/>
      <w:sz w:val="24"/>
      <w:szCs w:val="21"/>
      <w:lang w:eastAsia="zh-CN" w:bidi="hi-IN"/>
    </w:rPr>
  </w:style>
  <w:style w:type="character" w:styleId="CommentReference">
    <w:name w:val="annotation reference"/>
    <w:basedOn w:val="DefaultParagraphFont"/>
    <w:uiPriority w:val="99"/>
    <w:semiHidden/>
    <w:unhideWhenUsed/>
    <w:rsid w:val="00A30829"/>
    <w:rPr>
      <w:sz w:val="16"/>
      <w:szCs w:val="16"/>
    </w:rPr>
  </w:style>
  <w:style w:type="paragraph" w:styleId="CommentText">
    <w:name w:val="annotation text"/>
    <w:basedOn w:val="Normal"/>
    <w:link w:val="CommentTextChar"/>
    <w:uiPriority w:val="99"/>
    <w:unhideWhenUsed/>
    <w:rsid w:val="00A30829"/>
    <w:pPr>
      <w:spacing w:line="240" w:lineRule="auto"/>
    </w:pPr>
    <w:rPr>
      <w:rFonts w:cs="Mangal"/>
      <w:sz w:val="20"/>
      <w:szCs w:val="18"/>
    </w:rPr>
  </w:style>
  <w:style w:type="character" w:customStyle="1" w:styleId="CommentTextChar">
    <w:name w:val="Comment Text Char"/>
    <w:basedOn w:val="DefaultParagraphFont"/>
    <w:link w:val="CommentText"/>
    <w:uiPriority w:val="99"/>
    <w:rsid w:val="00A30829"/>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0829"/>
    <w:rPr>
      <w:b/>
      <w:bCs/>
    </w:rPr>
  </w:style>
  <w:style w:type="character" w:customStyle="1" w:styleId="CommentSubjectChar">
    <w:name w:val="Comment Subject Char"/>
    <w:basedOn w:val="CommentTextChar"/>
    <w:link w:val="CommentSubject"/>
    <w:uiPriority w:val="99"/>
    <w:semiHidden/>
    <w:rsid w:val="00A30829"/>
    <w:rPr>
      <w:rFonts w:eastAsia="SimSun" w:cs="Mangal"/>
      <w:b/>
      <w:bCs/>
      <w:kern w:val="1"/>
      <w:szCs w:val="18"/>
      <w:lang w:eastAsia="zh-CN" w:bidi="hi-IN"/>
    </w:rPr>
  </w:style>
  <w:style w:type="character" w:customStyle="1" w:styleId="Heading1Char">
    <w:name w:val="Heading 1 Char"/>
    <w:basedOn w:val="DefaultParagraphFont"/>
    <w:link w:val="Heading1"/>
    <w:uiPriority w:val="9"/>
    <w:rsid w:val="00356F47"/>
    <w:rPr>
      <w:rFonts w:asciiTheme="majorHAnsi" w:eastAsiaTheme="majorEastAsia" w:hAnsiTheme="majorHAnsi" w:cs="Mangal"/>
      <w:color w:val="365F91" w:themeColor="accent1" w:themeShade="BF"/>
      <w:kern w:val="1"/>
      <w:sz w:val="32"/>
      <w:szCs w:val="29"/>
      <w:lang w:eastAsia="zh-CN" w:bidi="hi-IN"/>
    </w:rPr>
  </w:style>
  <w:style w:type="character" w:customStyle="1" w:styleId="tyhik">
    <w:name w:val="tyhik"/>
    <w:basedOn w:val="DefaultParagraphFont"/>
    <w:rsid w:val="00BC1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65107580">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371077205">
      <w:bodyDiv w:val="1"/>
      <w:marLeft w:val="0"/>
      <w:marRight w:val="0"/>
      <w:marTop w:val="0"/>
      <w:marBottom w:val="0"/>
      <w:divBdr>
        <w:top w:val="none" w:sz="0" w:space="0" w:color="auto"/>
        <w:left w:val="none" w:sz="0" w:space="0" w:color="auto"/>
        <w:bottom w:val="none" w:sz="0" w:space="0" w:color="auto"/>
        <w:right w:val="none" w:sz="0" w:space="0" w:color="auto"/>
      </w:divBdr>
    </w:div>
    <w:div w:id="570427215">
      <w:bodyDiv w:val="1"/>
      <w:marLeft w:val="0"/>
      <w:marRight w:val="0"/>
      <w:marTop w:val="0"/>
      <w:marBottom w:val="0"/>
      <w:divBdr>
        <w:top w:val="none" w:sz="0" w:space="0" w:color="auto"/>
        <w:left w:val="none" w:sz="0" w:space="0" w:color="auto"/>
        <w:bottom w:val="none" w:sz="0" w:space="0" w:color="auto"/>
        <w:right w:val="none" w:sz="0" w:space="0" w:color="auto"/>
      </w:divBdr>
    </w:div>
    <w:div w:id="636565018">
      <w:bodyDiv w:val="1"/>
      <w:marLeft w:val="0"/>
      <w:marRight w:val="0"/>
      <w:marTop w:val="0"/>
      <w:marBottom w:val="0"/>
      <w:divBdr>
        <w:top w:val="none" w:sz="0" w:space="0" w:color="auto"/>
        <w:left w:val="none" w:sz="0" w:space="0" w:color="auto"/>
        <w:bottom w:val="none" w:sz="0" w:space="0" w:color="auto"/>
        <w:right w:val="none" w:sz="0" w:space="0" w:color="auto"/>
      </w:divBdr>
    </w:div>
    <w:div w:id="820854845">
      <w:bodyDiv w:val="1"/>
      <w:marLeft w:val="0"/>
      <w:marRight w:val="0"/>
      <w:marTop w:val="0"/>
      <w:marBottom w:val="0"/>
      <w:divBdr>
        <w:top w:val="none" w:sz="0" w:space="0" w:color="auto"/>
        <w:left w:val="none" w:sz="0" w:space="0" w:color="auto"/>
        <w:bottom w:val="none" w:sz="0" w:space="0" w:color="auto"/>
        <w:right w:val="none" w:sz="0" w:space="0" w:color="auto"/>
      </w:divBdr>
    </w:div>
    <w:div w:id="875655845">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56479036">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416975558">
      <w:bodyDiv w:val="1"/>
      <w:marLeft w:val="0"/>
      <w:marRight w:val="0"/>
      <w:marTop w:val="0"/>
      <w:marBottom w:val="0"/>
      <w:divBdr>
        <w:top w:val="none" w:sz="0" w:space="0" w:color="auto"/>
        <w:left w:val="none" w:sz="0" w:space="0" w:color="auto"/>
        <w:bottom w:val="none" w:sz="0" w:space="0" w:color="auto"/>
        <w:right w:val="none" w:sz="0" w:space="0" w:color="auto"/>
      </w:divBdr>
    </w:div>
    <w:div w:id="1597245229">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29919777">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M_yldplank_TN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1BBCC50-1244-4C70-96AB-563E229FF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M_yldplank_TNR.dotx</Template>
  <TotalTime>1</TotalTime>
  <Pages>3</Pages>
  <Words>854</Words>
  <Characters>4959</Characters>
  <Application>Microsoft Office Word</Application>
  <DocSecurity>0</DocSecurity>
  <Lines>41</Lines>
  <Paragraphs>11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Põllumajandusministeerium</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Gert Uiboaed</dc:creator>
  <cp:lastModifiedBy>Andres Heldring</cp:lastModifiedBy>
  <cp:revision>4</cp:revision>
  <cp:lastPrinted>2024-02-26T07:58:00Z</cp:lastPrinted>
  <dcterms:created xsi:type="dcterms:W3CDTF">2024-02-27T06:35:00Z</dcterms:created>
  <dcterms:modified xsi:type="dcterms:W3CDTF">2024-02-27T06:35:00Z</dcterms:modified>
</cp:coreProperties>
</file>