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592A7F" w14:textId="77777777" w:rsidR="005D407A" w:rsidRDefault="005D407A" w:rsidP="005D407A">
      <w:pPr>
        <w:spacing w:line="276" w:lineRule="auto"/>
        <w:jc w:val="left"/>
      </w:pPr>
    </w:p>
    <w:p w14:paraId="64C02266" w14:textId="161BDC15" w:rsidR="005D407A" w:rsidRDefault="00044816" w:rsidP="005D407A">
      <w:pPr>
        <w:spacing w:line="276" w:lineRule="auto"/>
        <w:jc w:val="left"/>
      </w:pPr>
      <w:r>
        <w:t xml:space="preserve">Kaur </w:t>
      </w:r>
      <w:proofErr w:type="spellStart"/>
      <w:r>
        <w:t>Kajak</w:t>
      </w:r>
      <w:proofErr w:type="spellEnd"/>
      <w:r w:rsidR="00407F57">
        <w:tab/>
      </w:r>
      <w:r w:rsidR="00407F57">
        <w:tab/>
      </w:r>
      <w:r w:rsidR="00407F57">
        <w:tab/>
      </w:r>
      <w:r w:rsidR="00407F57">
        <w:tab/>
      </w:r>
      <w:r w:rsidR="00407F57">
        <w:tab/>
      </w:r>
      <w:r w:rsidR="00407F57">
        <w:tab/>
      </w:r>
    </w:p>
    <w:p w14:paraId="39F4A235" w14:textId="66F8A9E1" w:rsidR="00F607D6" w:rsidRDefault="00044816" w:rsidP="005D407A">
      <w:pPr>
        <w:spacing w:line="276" w:lineRule="auto"/>
        <w:jc w:val="left"/>
      </w:pPr>
      <w:r>
        <w:t>Rahandusministeerium</w:t>
      </w:r>
    </w:p>
    <w:p w14:paraId="78FFAE75" w14:textId="1FC9251D" w:rsidR="005D407A" w:rsidRPr="00426CE8" w:rsidRDefault="00426CE8" w:rsidP="005D407A">
      <w:pPr>
        <w:spacing w:line="276" w:lineRule="auto"/>
        <w:jc w:val="left"/>
        <w:rPr>
          <w:color w:val="000000" w:themeColor="text1"/>
        </w:rPr>
      </w:pPr>
      <w:hyperlink r:id="rId8" w:history="1">
        <w:r w:rsidRPr="00426CE8">
          <w:rPr>
            <w:rStyle w:val="Hperlink"/>
            <w:color w:val="000000" w:themeColor="text1"/>
            <w:u w:val="none"/>
          </w:rPr>
          <w:t>info@rahandusministeerium.ee</w:t>
        </w:r>
      </w:hyperlink>
      <w:r w:rsidR="00DD017F" w:rsidRPr="00426CE8">
        <w:tab/>
      </w:r>
      <w:r w:rsidR="00D50C71">
        <w:tab/>
      </w:r>
      <w:r w:rsidR="00DD017F">
        <w:tab/>
      </w:r>
      <w:r w:rsidR="00407F57" w:rsidRPr="00426CE8">
        <w:t xml:space="preserve">Meie </w:t>
      </w:r>
      <w:r w:rsidR="005D407A" w:rsidRPr="00426CE8">
        <w:rPr>
          <w:color w:val="000000" w:themeColor="text1"/>
        </w:rPr>
        <w:t>kuupäev digiallkirjas</w:t>
      </w:r>
      <w:r w:rsidR="00D50C71" w:rsidRPr="00426CE8">
        <w:rPr>
          <w:color w:val="000000" w:themeColor="text1"/>
        </w:rPr>
        <w:t xml:space="preserve"> </w:t>
      </w:r>
      <w:r w:rsidR="005D407A" w:rsidRPr="00426CE8">
        <w:rPr>
          <w:color w:val="000000" w:themeColor="text1"/>
        </w:rPr>
        <w:t>nr</w:t>
      </w:r>
      <w:r w:rsidRPr="00426CE8">
        <w:rPr>
          <w:color w:val="000000" w:themeColor="text1"/>
        </w:rPr>
        <w:t xml:space="preserve"> </w:t>
      </w:r>
      <w:r w:rsidRPr="00426CE8">
        <w:rPr>
          <w:color w:val="000000" w:themeColor="text1"/>
          <w:shd w:val="clear" w:color="auto" w:fill="FFFFFF"/>
        </w:rPr>
        <w:t>1.1-8/106</w:t>
      </w:r>
    </w:p>
    <w:p w14:paraId="03D4AB3B" w14:textId="77777777" w:rsidR="005006EF" w:rsidRDefault="005006EF" w:rsidP="002065E3">
      <w:pPr>
        <w:spacing w:line="276" w:lineRule="auto"/>
        <w:jc w:val="left"/>
      </w:pPr>
    </w:p>
    <w:p w14:paraId="10B99921" w14:textId="77777777" w:rsidR="005006EF" w:rsidRDefault="005006EF" w:rsidP="002065E3">
      <w:pPr>
        <w:spacing w:line="276" w:lineRule="auto"/>
        <w:jc w:val="left"/>
      </w:pPr>
    </w:p>
    <w:p w14:paraId="3B343E49" w14:textId="77777777" w:rsidR="005006EF" w:rsidRDefault="005006EF" w:rsidP="002065E3">
      <w:pPr>
        <w:spacing w:line="276" w:lineRule="auto"/>
        <w:jc w:val="left"/>
      </w:pPr>
    </w:p>
    <w:p w14:paraId="5E46524E" w14:textId="111D1653" w:rsidR="005006EF" w:rsidRDefault="00044816" w:rsidP="002065E3">
      <w:pPr>
        <w:spacing w:line="276" w:lineRule="auto"/>
        <w:jc w:val="left"/>
      </w:pPr>
      <w:r>
        <w:t>Riigiabi grupierandi teatis</w:t>
      </w:r>
      <w:r w:rsidR="00324A64">
        <w:t>t</w:t>
      </w:r>
      <w:r>
        <w:t>e esitamine</w:t>
      </w:r>
    </w:p>
    <w:p w14:paraId="4AD067BB" w14:textId="77777777" w:rsidR="005006EF" w:rsidRDefault="005006EF" w:rsidP="002065E3">
      <w:pPr>
        <w:spacing w:line="276" w:lineRule="auto"/>
        <w:jc w:val="left"/>
      </w:pPr>
    </w:p>
    <w:p w14:paraId="38285244" w14:textId="77777777" w:rsidR="005006EF" w:rsidRDefault="005006EF" w:rsidP="002065E3">
      <w:pPr>
        <w:spacing w:line="276" w:lineRule="auto"/>
        <w:jc w:val="left"/>
      </w:pPr>
    </w:p>
    <w:p w14:paraId="04C8C9EB" w14:textId="77777777" w:rsidR="00324A64" w:rsidRDefault="00044816" w:rsidP="00324A64">
      <w:pPr>
        <w:spacing w:line="276" w:lineRule="auto"/>
      </w:pPr>
      <w:r w:rsidRPr="00324A64">
        <w:t>Esitame teile SANI2 süsteemis vastavalt konkurentsiseaduse §-le 342 Euroopa Komisjonile edastamiseks koostatud riigiabi grupierandi teatise</w:t>
      </w:r>
      <w:r w:rsidR="00324A64" w:rsidRPr="00324A64">
        <w:t>d</w:t>
      </w:r>
      <w:r w:rsidRPr="00324A64">
        <w:t xml:space="preserve">. </w:t>
      </w:r>
    </w:p>
    <w:p w14:paraId="23C654C5" w14:textId="77777777" w:rsidR="00D50C71" w:rsidRPr="00324A64" w:rsidRDefault="00D50C71" w:rsidP="00324A64">
      <w:pPr>
        <w:spacing w:line="276" w:lineRule="auto"/>
      </w:pPr>
    </w:p>
    <w:p w14:paraId="67E6CD66" w14:textId="25F6F1CC" w:rsidR="0088130B" w:rsidRDefault="00044816" w:rsidP="00324A64">
      <w:pPr>
        <w:spacing w:line="276" w:lineRule="auto"/>
      </w:pPr>
      <w:r w:rsidRPr="00324A64">
        <w:t>Teatise esitamine on vajalik kultuuriministri 25. mai 2020 määruse nr 13 „Muuseumiprojektide  toetamise tingimused ja kord“ rakendamiseks ja kultuuriministri 11.09.2023 määruse nr 11 „Riigieel</w:t>
      </w:r>
      <w:r w:rsidR="00EE61D8" w:rsidRPr="00324A64">
        <w:t>a</w:t>
      </w:r>
      <w:r w:rsidRPr="00324A64">
        <w:t>rvest muuseumide tegevustoetuste taotlemise, taotleja hindamise ja toetuse määramise ting</w:t>
      </w:r>
      <w:r w:rsidR="00EE61D8" w:rsidRPr="00324A64">
        <w:t>i</w:t>
      </w:r>
      <w:r w:rsidRPr="00324A64">
        <w:t>mu</w:t>
      </w:r>
      <w:r w:rsidR="00EE61D8" w:rsidRPr="00324A64">
        <w:t>s</w:t>
      </w:r>
      <w:r w:rsidRPr="00324A64">
        <w:t>ed ja kord“</w:t>
      </w:r>
      <w:r w:rsidR="00EE61D8" w:rsidRPr="00324A64">
        <w:t xml:space="preserve"> rakendamiseks.</w:t>
      </w:r>
    </w:p>
    <w:p w14:paraId="1C62B5D2" w14:textId="77777777" w:rsidR="00AD4133" w:rsidRDefault="00AD4133" w:rsidP="005006EF">
      <w:pPr>
        <w:spacing w:line="276" w:lineRule="auto"/>
        <w:jc w:val="left"/>
      </w:pPr>
    </w:p>
    <w:p w14:paraId="5CDE0924" w14:textId="77777777" w:rsidR="008C2B44" w:rsidRDefault="008C2B44" w:rsidP="002065E3">
      <w:pPr>
        <w:spacing w:line="276" w:lineRule="auto"/>
        <w:jc w:val="left"/>
      </w:pPr>
    </w:p>
    <w:p w14:paraId="4D119287" w14:textId="77777777" w:rsidR="008C2B44" w:rsidRDefault="008C2B44" w:rsidP="002065E3">
      <w:pPr>
        <w:spacing w:line="276" w:lineRule="auto"/>
        <w:jc w:val="left"/>
      </w:pPr>
    </w:p>
    <w:p w14:paraId="362F26D3" w14:textId="77777777" w:rsidR="008C2B44" w:rsidRDefault="008C2B44" w:rsidP="002065E3">
      <w:pPr>
        <w:spacing w:line="276" w:lineRule="auto"/>
        <w:jc w:val="left"/>
      </w:pPr>
    </w:p>
    <w:p w14:paraId="49F14811" w14:textId="77777777" w:rsidR="005006EF" w:rsidRDefault="005006EF" w:rsidP="002065E3">
      <w:pPr>
        <w:spacing w:line="276" w:lineRule="auto"/>
        <w:jc w:val="left"/>
      </w:pPr>
      <w:r>
        <w:t>Lugupidamisega</w:t>
      </w:r>
    </w:p>
    <w:p w14:paraId="48667EBB" w14:textId="77777777" w:rsidR="005006EF" w:rsidRDefault="005006EF" w:rsidP="002065E3">
      <w:pPr>
        <w:spacing w:line="276" w:lineRule="auto"/>
        <w:jc w:val="left"/>
      </w:pPr>
    </w:p>
    <w:p w14:paraId="1F189B83" w14:textId="77777777" w:rsidR="005006EF" w:rsidRDefault="005006EF" w:rsidP="002065E3">
      <w:pPr>
        <w:spacing w:line="276" w:lineRule="auto"/>
        <w:jc w:val="left"/>
      </w:pPr>
    </w:p>
    <w:p w14:paraId="0E12A053" w14:textId="77777777" w:rsidR="00AD4133" w:rsidRDefault="00AD4133" w:rsidP="002065E3">
      <w:pPr>
        <w:spacing w:line="276" w:lineRule="auto"/>
        <w:jc w:val="left"/>
      </w:pPr>
    </w:p>
    <w:p w14:paraId="7B9D3850" w14:textId="77777777" w:rsidR="005006EF" w:rsidRDefault="005006EF" w:rsidP="002065E3">
      <w:pPr>
        <w:spacing w:line="276" w:lineRule="auto"/>
        <w:jc w:val="left"/>
      </w:pPr>
      <w:r>
        <w:t>(allkirjastatud digitaalselt)</w:t>
      </w:r>
    </w:p>
    <w:p w14:paraId="59863CB0" w14:textId="0F764289" w:rsidR="005006EF" w:rsidRDefault="00EE61D8" w:rsidP="002065E3">
      <w:pPr>
        <w:spacing w:line="276" w:lineRule="auto"/>
        <w:jc w:val="left"/>
      </w:pPr>
      <w:r>
        <w:t>Kadri Schmidt</w:t>
      </w:r>
    </w:p>
    <w:p w14:paraId="0DD30DDF" w14:textId="161F6181" w:rsidR="005006EF" w:rsidRDefault="00EE61D8" w:rsidP="002065E3">
      <w:pPr>
        <w:spacing w:line="276" w:lineRule="auto"/>
        <w:jc w:val="left"/>
      </w:pPr>
      <w:r>
        <w:t>toetuste spetsialist</w:t>
      </w:r>
    </w:p>
    <w:p w14:paraId="74C7E6FF" w14:textId="77777777" w:rsidR="005006EF" w:rsidRDefault="005006EF" w:rsidP="002065E3">
      <w:pPr>
        <w:spacing w:line="276" w:lineRule="auto"/>
        <w:jc w:val="left"/>
      </w:pPr>
    </w:p>
    <w:p w14:paraId="33F5AD50" w14:textId="77777777" w:rsidR="008C2B44" w:rsidRDefault="008C2B44" w:rsidP="002065E3">
      <w:pPr>
        <w:spacing w:line="276" w:lineRule="auto"/>
        <w:jc w:val="left"/>
      </w:pPr>
    </w:p>
    <w:sectPr w:rsidR="008C2B44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6F665" w14:textId="77777777" w:rsidR="00DD139B" w:rsidRDefault="00DD139B" w:rsidP="00DF44DF">
      <w:r>
        <w:separator/>
      </w:r>
    </w:p>
  </w:endnote>
  <w:endnote w:type="continuationSeparator" w:id="0">
    <w:p w14:paraId="3572C3EA" w14:textId="77777777" w:rsidR="00DD139B" w:rsidRDefault="00DD139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5C8E" w14:textId="77777777" w:rsidR="00466448" w:rsidRDefault="0046644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D2DA6" w14:textId="77777777" w:rsidR="003B2A9C" w:rsidRPr="00AD2EA7" w:rsidRDefault="00821D1B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F607D6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2B60EE">
      <w:rPr>
        <w:noProof/>
      </w:rPr>
      <w:fldChar w:fldCharType="begin"/>
    </w:r>
    <w:r w:rsidR="002B60EE">
      <w:rPr>
        <w:noProof/>
      </w:rPr>
      <w:instrText xml:space="preserve"> NUMPAGES </w:instrText>
    </w:r>
    <w:r w:rsidR="002B60EE">
      <w:rPr>
        <w:noProof/>
      </w:rPr>
      <w:fldChar w:fldCharType="separate"/>
    </w:r>
    <w:r w:rsidR="00FB797F">
      <w:rPr>
        <w:noProof/>
      </w:rPr>
      <w:t>1</w:t>
    </w:r>
    <w:r w:rsidR="002B60EE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1F80" w14:textId="77777777" w:rsidR="000A17B5" w:rsidRPr="000A17B5" w:rsidRDefault="0031067B" w:rsidP="000A17B5">
    <w:pPr>
      <w:pStyle w:val="Jalus1"/>
    </w:pPr>
    <w:r>
      <w:t>Pikk 2 / 10123</w:t>
    </w:r>
    <w:r w:rsidR="000A17B5" w:rsidRPr="000A17B5">
      <w:t xml:space="preserve"> Tallinn / </w:t>
    </w:r>
    <w:r w:rsidR="00C651AA">
      <w:t xml:space="preserve">+ 372 </w:t>
    </w:r>
    <w:r>
      <w:t>640 305</w:t>
    </w:r>
    <w:r w:rsidR="000A17B5" w:rsidRPr="000A17B5">
      <w:t xml:space="preserve">0 / </w:t>
    </w:r>
    <w:r>
      <w:t>info</w:t>
    </w:r>
    <w:r w:rsidR="000A17B5" w:rsidRPr="000A17B5">
      <w:t>@</w:t>
    </w:r>
    <w:r>
      <w:t>muinsuskaitseamet.ee</w:t>
    </w:r>
    <w:r w:rsidR="000A17B5" w:rsidRPr="000A17B5">
      <w:t xml:space="preserve"> / www.</w:t>
    </w:r>
    <w:r>
      <w:t>muinsuskaitseamet.</w:t>
    </w:r>
    <w:r w:rsidR="000A17B5" w:rsidRPr="000A17B5">
      <w:t>ee</w:t>
    </w:r>
  </w:p>
  <w:p w14:paraId="378644F9" w14:textId="77777777" w:rsidR="000A17B5" w:rsidRPr="000A17B5" w:rsidRDefault="000A17B5" w:rsidP="000A17B5">
    <w:pPr>
      <w:pStyle w:val="Jalus1"/>
    </w:pPr>
    <w:r w:rsidRPr="000A17B5">
      <w:t>Registrikood</w:t>
    </w:r>
    <w:r w:rsidR="00DB0406">
      <w:t xml:space="preserve"> </w:t>
    </w:r>
    <w:r w:rsidR="0031067B">
      <w:t>70000958</w:t>
    </w:r>
  </w:p>
  <w:p w14:paraId="3510C545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9ACD5" w14:textId="77777777" w:rsidR="00DD139B" w:rsidRDefault="00DD139B" w:rsidP="00DF44DF">
      <w:r>
        <w:separator/>
      </w:r>
    </w:p>
  </w:footnote>
  <w:footnote w:type="continuationSeparator" w:id="0">
    <w:p w14:paraId="56F31B9B" w14:textId="77777777" w:rsidR="00DD139B" w:rsidRDefault="00DD139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2EEA" w14:textId="77777777" w:rsidR="00466448" w:rsidRDefault="0046644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5D4E1" w14:textId="77777777" w:rsidR="00466448" w:rsidRDefault="00466448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9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07"/>
      <w:gridCol w:w="2789"/>
    </w:tblGrid>
    <w:tr w:rsidR="00052408" w14:paraId="17A0399D" w14:textId="77777777" w:rsidTr="009C4383">
      <w:trPr>
        <w:trHeight w:val="266"/>
      </w:trPr>
      <w:tc>
        <w:tcPr>
          <w:tcW w:w="6507" w:type="dxa"/>
          <w:shd w:val="clear" w:color="auto" w:fill="auto"/>
        </w:tcPr>
        <w:p w14:paraId="6D7D601A" w14:textId="77777777" w:rsidR="00052408" w:rsidRPr="00A10E66" w:rsidRDefault="00052408" w:rsidP="00052408">
          <w:pPr>
            <w:pStyle w:val="TableContents"/>
            <w:rPr>
              <w:b/>
            </w:rPr>
          </w:pPr>
          <w:r>
            <w:rPr>
              <w:b/>
              <w:noProof/>
              <w:lang w:eastAsia="et-EE" w:bidi="ar-SA"/>
            </w:rPr>
            <w:drawing>
              <wp:anchor distT="0" distB="0" distL="114300" distR="114300" simplePos="0" relativeHeight="251660288" behindDoc="0" locked="0" layoutInCell="1" allowOverlap="1" wp14:anchorId="08404F5D" wp14:editId="263161A7">
                <wp:simplePos x="0" y="0"/>
                <wp:positionH relativeFrom="page">
                  <wp:posOffset>-864235</wp:posOffset>
                </wp:positionH>
                <wp:positionV relativeFrom="page">
                  <wp:posOffset>-144145</wp:posOffset>
                </wp:positionV>
                <wp:extent cx="2944800" cy="957600"/>
                <wp:effectExtent l="0" t="0" r="0" b="0"/>
                <wp:wrapNone/>
                <wp:docPr id="1" name="Pil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4800" cy="957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89" w:type="dxa"/>
          <w:shd w:val="clear" w:color="auto" w:fill="auto"/>
        </w:tcPr>
        <w:p w14:paraId="7DDCB888" w14:textId="77777777" w:rsidR="00052408" w:rsidRPr="00BC1A62" w:rsidRDefault="00052408" w:rsidP="00052408"/>
      </w:tc>
    </w:tr>
    <w:tr w:rsidR="00052408" w:rsidRPr="001D4CFB" w14:paraId="4182D245" w14:textId="77777777" w:rsidTr="009C4383">
      <w:trPr>
        <w:trHeight w:val="277"/>
      </w:trPr>
      <w:tc>
        <w:tcPr>
          <w:tcW w:w="6507" w:type="dxa"/>
          <w:shd w:val="clear" w:color="auto" w:fill="auto"/>
        </w:tcPr>
        <w:p w14:paraId="78CEE76A" w14:textId="77777777" w:rsidR="00052408" w:rsidRDefault="00052408" w:rsidP="00052408">
          <w:pPr>
            <w:pStyle w:val="Adressaat"/>
            <w:rPr>
              <w:iCs/>
            </w:rPr>
          </w:pPr>
          <w:r w:rsidRPr="00BF4D7C">
            <w:rPr>
              <w:iCs/>
            </w:rPr>
            <w:t xml:space="preserve"> </w:t>
          </w:r>
        </w:p>
        <w:p w14:paraId="3490D43B" w14:textId="77777777" w:rsidR="00DB0406" w:rsidRDefault="00DB0406" w:rsidP="00052408">
          <w:pPr>
            <w:pStyle w:val="Adressaat"/>
            <w:rPr>
              <w:iCs/>
            </w:rPr>
          </w:pPr>
        </w:p>
        <w:p w14:paraId="332AA5B0" w14:textId="77777777" w:rsidR="00DB0406" w:rsidRPr="00BF4D7C" w:rsidRDefault="00DB0406" w:rsidP="00052408">
          <w:pPr>
            <w:pStyle w:val="Adressaat"/>
            <w:rPr>
              <w:iCs/>
            </w:rPr>
          </w:pPr>
        </w:p>
      </w:tc>
      <w:tc>
        <w:tcPr>
          <w:tcW w:w="2789" w:type="dxa"/>
          <w:shd w:val="clear" w:color="auto" w:fill="auto"/>
        </w:tcPr>
        <w:p w14:paraId="06232B01" w14:textId="77777777" w:rsidR="00052408" w:rsidRDefault="00052408" w:rsidP="00052408"/>
        <w:p w14:paraId="0E358595" w14:textId="77777777" w:rsidR="00052408" w:rsidRDefault="00052408" w:rsidP="00052408"/>
        <w:p w14:paraId="36524BCB" w14:textId="77777777" w:rsidR="00DB0406" w:rsidRDefault="00DB0406" w:rsidP="00052408"/>
        <w:p w14:paraId="0E327A19" w14:textId="77777777" w:rsidR="00052408" w:rsidRPr="001D4CFB" w:rsidRDefault="00052408" w:rsidP="00052408"/>
      </w:tc>
    </w:tr>
  </w:tbl>
  <w:p w14:paraId="52C97BF4" w14:textId="77777777" w:rsidR="00052408" w:rsidRDefault="0005240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840C5"/>
    <w:multiLevelType w:val="hybridMultilevel"/>
    <w:tmpl w:val="B1FCBE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25D7F"/>
    <w:multiLevelType w:val="hybridMultilevel"/>
    <w:tmpl w:val="69AA0A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535259">
    <w:abstractNumId w:val="1"/>
  </w:num>
  <w:num w:numId="2" w16cid:durableId="113784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469"/>
    <w:rsid w:val="00044816"/>
    <w:rsid w:val="00052408"/>
    <w:rsid w:val="0005771F"/>
    <w:rsid w:val="00060947"/>
    <w:rsid w:val="000913FC"/>
    <w:rsid w:val="00094C62"/>
    <w:rsid w:val="000A17B5"/>
    <w:rsid w:val="000B1A74"/>
    <w:rsid w:val="00120785"/>
    <w:rsid w:val="00124999"/>
    <w:rsid w:val="001278F1"/>
    <w:rsid w:val="001523BD"/>
    <w:rsid w:val="00155575"/>
    <w:rsid w:val="001A7D04"/>
    <w:rsid w:val="001D4CFB"/>
    <w:rsid w:val="001F6312"/>
    <w:rsid w:val="002008A2"/>
    <w:rsid w:val="002065E3"/>
    <w:rsid w:val="00252836"/>
    <w:rsid w:val="002835BB"/>
    <w:rsid w:val="00287299"/>
    <w:rsid w:val="00290E79"/>
    <w:rsid w:val="00293449"/>
    <w:rsid w:val="002B327D"/>
    <w:rsid w:val="002B60EE"/>
    <w:rsid w:val="002E3342"/>
    <w:rsid w:val="002F254F"/>
    <w:rsid w:val="0031067B"/>
    <w:rsid w:val="00324A64"/>
    <w:rsid w:val="003337F4"/>
    <w:rsid w:val="0034719C"/>
    <w:rsid w:val="00352B7D"/>
    <w:rsid w:val="00354059"/>
    <w:rsid w:val="00394DCB"/>
    <w:rsid w:val="003B2A9C"/>
    <w:rsid w:val="00407F57"/>
    <w:rsid w:val="00417589"/>
    <w:rsid w:val="0042691C"/>
    <w:rsid w:val="00426CE8"/>
    <w:rsid w:val="00435A13"/>
    <w:rsid w:val="0044084D"/>
    <w:rsid w:val="00445CD7"/>
    <w:rsid w:val="00463E53"/>
    <w:rsid w:val="00466448"/>
    <w:rsid w:val="004B3F22"/>
    <w:rsid w:val="004C1391"/>
    <w:rsid w:val="004D1D1F"/>
    <w:rsid w:val="004D1EC0"/>
    <w:rsid w:val="004E4F8E"/>
    <w:rsid w:val="005006EF"/>
    <w:rsid w:val="00530F52"/>
    <w:rsid w:val="00546204"/>
    <w:rsid w:val="00551E24"/>
    <w:rsid w:val="00557534"/>
    <w:rsid w:val="00560A92"/>
    <w:rsid w:val="00564569"/>
    <w:rsid w:val="005B5CE1"/>
    <w:rsid w:val="005D407A"/>
    <w:rsid w:val="005E1D41"/>
    <w:rsid w:val="005E3AED"/>
    <w:rsid w:val="005E45BB"/>
    <w:rsid w:val="00602834"/>
    <w:rsid w:val="006204FC"/>
    <w:rsid w:val="00680609"/>
    <w:rsid w:val="006A01AC"/>
    <w:rsid w:val="006B4E0C"/>
    <w:rsid w:val="006B619A"/>
    <w:rsid w:val="006D086E"/>
    <w:rsid w:val="006E16BD"/>
    <w:rsid w:val="006F245F"/>
    <w:rsid w:val="006F3BB9"/>
    <w:rsid w:val="006F55CB"/>
    <w:rsid w:val="006F72D7"/>
    <w:rsid w:val="007056E1"/>
    <w:rsid w:val="00713327"/>
    <w:rsid w:val="007320ED"/>
    <w:rsid w:val="0075695A"/>
    <w:rsid w:val="00784469"/>
    <w:rsid w:val="007A1917"/>
    <w:rsid w:val="007A1DE8"/>
    <w:rsid w:val="007D54FC"/>
    <w:rsid w:val="00821D1B"/>
    <w:rsid w:val="00824992"/>
    <w:rsid w:val="00833623"/>
    <w:rsid w:val="00835858"/>
    <w:rsid w:val="0084233A"/>
    <w:rsid w:val="00864764"/>
    <w:rsid w:val="008775AE"/>
    <w:rsid w:val="00877E52"/>
    <w:rsid w:val="0088130B"/>
    <w:rsid w:val="008919F2"/>
    <w:rsid w:val="008A0E6D"/>
    <w:rsid w:val="008B041F"/>
    <w:rsid w:val="008C2B44"/>
    <w:rsid w:val="008C7B1A"/>
    <w:rsid w:val="008D4634"/>
    <w:rsid w:val="008F0B50"/>
    <w:rsid w:val="00915C2F"/>
    <w:rsid w:val="0091786B"/>
    <w:rsid w:val="00932984"/>
    <w:rsid w:val="009370A4"/>
    <w:rsid w:val="009D7670"/>
    <w:rsid w:val="009E3E87"/>
    <w:rsid w:val="009E7F4A"/>
    <w:rsid w:val="00A10E66"/>
    <w:rsid w:val="00A1244E"/>
    <w:rsid w:val="00A13FDE"/>
    <w:rsid w:val="00A209C7"/>
    <w:rsid w:val="00A45B62"/>
    <w:rsid w:val="00A87B91"/>
    <w:rsid w:val="00AA6826"/>
    <w:rsid w:val="00AC4752"/>
    <w:rsid w:val="00AC78E0"/>
    <w:rsid w:val="00AD2EA7"/>
    <w:rsid w:val="00AD4133"/>
    <w:rsid w:val="00AE02A8"/>
    <w:rsid w:val="00B01640"/>
    <w:rsid w:val="00B16A89"/>
    <w:rsid w:val="00B81409"/>
    <w:rsid w:val="00BB6099"/>
    <w:rsid w:val="00BC1A62"/>
    <w:rsid w:val="00BD078E"/>
    <w:rsid w:val="00BD3CCF"/>
    <w:rsid w:val="00BE0CC9"/>
    <w:rsid w:val="00BF4D7C"/>
    <w:rsid w:val="00C02988"/>
    <w:rsid w:val="00C05A9D"/>
    <w:rsid w:val="00C24F66"/>
    <w:rsid w:val="00C27B07"/>
    <w:rsid w:val="00C41FC5"/>
    <w:rsid w:val="00C651AA"/>
    <w:rsid w:val="00C76791"/>
    <w:rsid w:val="00C83346"/>
    <w:rsid w:val="00CA583B"/>
    <w:rsid w:val="00CA5F0B"/>
    <w:rsid w:val="00CF2B77"/>
    <w:rsid w:val="00CF4303"/>
    <w:rsid w:val="00D40650"/>
    <w:rsid w:val="00D43B23"/>
    <w:rsid w:val="00D50C71"/>
    <w:rsid w:val="00D6323F"/>
    <w:rsid w:val="00D85CA8"/>
    <w:rsid w:val="00DB0406"/>
    <w:rsid w:val="00DD017F"/>
    <w:rsid w:val="00DD139B"/>
    <w:rsid w:val="00DD580A"/>
    <w:rsid w:val="00DE0F82"/>
    <w:rsid w:val="00DF44DF"/>
    <w:rsid w:val="00E023F6"/>
    <w:rsid w:val="00E03DBB"/>
    <w:rsid w:val="00E44EAE"/>
    <w:rsid w:val="00EB5BC0"/>
    <w:rsid w:val="00EC6983"/>
    <w:rsid w:val="00EE61D8"/>
    <w:rsid w:val="00F12E8E"/>
    <w:rsid w:val="00F607D6"/>
    <w:rsid w:val="00F9645B"/>
    <w:rsid w:val="00F9773D"/>
    <w:rsid w:val="00FB797F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0C9DDC"/>
  <w15:docId w15:val="{6EA58150-9875-4A02-A28C-85E42B9C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BB6099"/>
    <w:pPr>
      <w:spacing w:after="560" w:line="480" w:lineRule="auto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Loendilik">
    <w:name w:val="List Paragraph"/>
    <w:basedOn w:val="Normaallaad"/>
    <w:uiPriority w:val="34"/>
    <w:qFormat/>
    <w:rsid w:val="006204FC"/>
    <w:pPr>
      <w:ind w:left="720"/>
      <w:contextualSpacing/>
    </w:pPr>
    <w:rPr>
      <w:rFonts w:cs="Mangal"/>
      <w:szCs w:val="21"/>
    </w:rPr>
  </w:style>
  <w:style w:type="table" w:styleId="Kontuurtabel">
    <w:name w:val="Table Grid"/>
    <w:basedOn w:val="Normaaltabel"/>
    <w:uiPriority w:val="59"/>
    <w:rsid w:val="004B3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2B44"/>
    <w:pPr>
      <w:widowControl w:val="0"/>
      <w:autoSpaceDN w:val="0"/>
      <w:adjustRightInd w:val="0"/>
    </w:pPr>
    <w:rPr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50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lin.peever\AppData\Local\Microsoft\Windows\INetCache\Content.Outlook\137OKQ7Q\m_kiri_tnr_EV1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8CB6F29-D728-4D11-8D32-FA02E2E3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m_kiri_tnr_EV100.dotx</Template>
  <TotalTime>71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 Peever</dc:creator>
  <cp:lastModifiedBy>Kadri Schmidt</cp:lastModifiedBy>
  <cp:revision>22</cp:revision>
  <cp:lastPrinted>2020-07-07T08:35:00Z</cp:lastPrinted>
  <dcterms:created xsi:type="dcterms:W3CDTF">2020-04-21T08:13:00Z</dcterms:created>
  <dcterms:modified xsi:type="dcterms:W3CDTF">2024-01-24T10:21:00Z</dcterms:modified>
</cp:coreProperties>
</file>