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5EB7C" w14:textId="2BACBF1C" w:rsidR="0029507F" w:rsidRPr="00C3083C" w:rsidRDefault="003C0731" w:rsidP="00E8534C">
      <w:pPr>
        <w:pStyle w:val="Andmed"/>
        <w:tabs>
          <w:tab w:val="left" w:pos="4820"/>
        </w:tabs>
        <w:rPr>
          <w:b/>
          <w:bCs/>
          <w:lang w:val="et-EE"/>
        </w:rPr>
      </w:pPr>
      <w:r w:rsidRPr="00C3083C">
        <w:rPr>
          <w:b/>
          <w:bCs/>
          <w:lang w:val="et-EE"/>
        </w:rPr>
        <w:t>Kultuuriministeerium</w:t>
      </w:r>
      <w:r w:rsidR="00E8534C" w:rsidRPr="00C3083C">
        <w:rPr>
          <w:b/>
          <w:bCs/>
          <w:lang w:val="et-EE"/>
        </w:rPr>
        <w:tab/>
      </w:r>
    </w:p>
    <w:p w14:paraId="6F9AD469" w14:textId="5FA7BDF3" w:rsidR="0029507F" w:rsidRPr="00C3083C" w:rsidRDefault="003C0731" w:rsidP="00E8534C">
      <w:pPr>
        <w:pStyle w:val="Andmed"/>
        <w:tabs>
          <w:tab w:val="left" w:pos="4820"/>
        </w:tabs>
        <w:rPr>
          <w:lang w:val="et-EE"/>
        </w:rPr>
      </w:pPr>
      <w:r w:rsidRPr="00C3083C">
        <w:rPr>
          <w:lang w:val="et-EE"/>
        </w:rPr>
        <w:t>Suur-Karja 23</w:t>
      </w:r>
      <w:r w:rsidR="00E8534C" w:rsidRPr="00C3083C">
        <w:rPr>
          <w:lang w:val="et-EE"/>
        </w:rPr>
        <w:tab/>
        <w:t xml:space="preserve">Meie: </w:t>
      </w:r>
      <w:r w:rsidR="00FD394F">
        <w:rPr>
          <w:lang w:val="et-EE"/>
        </w:rPr>
        <w:t>0</w:t>
      </w:r>
      <w:r w:rsidR="006D0585">
        <w:rPr>
          <w:lang w:val="et-EE"/>
        </w:rPr>
        <w:t>8</w:t>
      </w:r>
      <w:r w:rsidR="0029507F" w:rsidRPr="00C3083C">
        <w:rPr>
          <w:lang w:val="et-EE"/>
        </w:rPr>
        <w:t>.</w:t>
      </w:r>
      <w:r w:rsidR="00E8534C" w:rsidRPr="00C3083C">
        <w:rPr>
          <w:lang w:val="et-EE"/>
        </w:rPr>
        <w:t>0</w:t>
      </w:r>
      <w:r w:rsidR="00FD394F">
        <w:rPr>
          <w:lang w:val="et-EE"/>
        </w:rPr>
        <w:t>3</w:t>
      </w:r>
      <w:r w:rsidR="0029507F" w:rsidRPr="00C3083C">
        <w:rPr>
          <w:lang w:val="et-EE"/>
        </w:rPr>
        <w:t>.202</w:t>
      </w:r>
      <w:r w:rsidR="00FD394F">
        <w:rPr>
          <w:lang w:val="et-EE"/>
        </w:rPr>
        <w:t>4</w:t>
      </w:r>
      <w:r w:rsidR="0029507F" w:rsidRPr="00C3083C">
        <w:rPr>
          <w:lang w:val="et-EE"/>
        </w:rPr>
        <w:t xml:space="preserve"> nr </w:t>
      </w:r>
      <w:r w:rsidR="00FE5BF5" w:rsidRPr="00FE5BF5">
        <w:rPr>
          <w:lang w:val="et-EE"/>
        </w:rPr>
        <w:t>HAL-11/2024-39</w:t>
      </w:r>
    </w:p>
    <w:p w14:paraId="3F512371" w14:textId="68FC6947" w:rsidR="00A55C93" w:rsidRPr="00C3083C" w:rsidRDefault="003C0731" w:rsidP="0029507F">
      <w:pPr>
        <w:pStyle w:val="Andmed"/>
        <w:rPr>
          <w:lang w:val="et-EE"/>
        </w:rPr>
      </w:pPr>
      <w:r w:rsidRPr="00C3083C">
        <w:rPr>
          <w:lang w:val="et-EE"/>
        </w:rPr>
        <w:t xml:space="preserve">15076 </w:t>
      </w:r>
      <w:r w:rsidR="00A55C93" w:rsidRPr="00C3083C">
        <w:rPr>
          <w:lang w:val="et-EE"/>
        </w:rPr>
        <w:t xml:space="preserve">Tallinn </w:t>
      </w:r>
    </w:p>
    <w:p w14:paraId="49021C6D" w14:textId="58BACD07" w:rsidR="006D06F6" w:rsidRPr="00C3083C" w:rsidRDefault="00000000" w:rsidP="0029507F">
      <w:pPr>
        <w:pStyle w:val="Andmed"/>
        <w:rPr>
          <w:lang w:val="et-EE"/>
        </w:rPr>
      </w:pPr>
      <w:hyperlink r:id="rId11" w:history="1">
        <w:r w:rsidR="003C0731" w:rsidRPr="00C3083C">
          <w:rPr>
            <w:rStyle w:val="Hperlink"/>
            <w:lang w:val="et-EE"/>
          </w:rPr>
          <w:t>min@kul.ee</w:t>
        </w:r>
      </w:hyperlink>
    </w:p>
    <w:p w14:paraId="1CCA4567" w14:textId="77777777" w:rsidR="003C0731" w:rsidRPr="00C3083C" w:rsidRDefault="003C0731" w:rsidP="0029507F">
      <w:pPr>
        <w:pStyle w:val="Andmed"/>
        <w:rPr>
          <w:lang w:val="et-EE"/>
        </w:rPr>
      </w:pPr>
    </w:p>
    <w:p w14:paraId="775C5A83" w14:textId="77777777" w:rsidR="006D06F6" w:rsidRPr="00C3083C" w:rsidRDefault="006D06F6" w:rsidP="0029507F">
      <w:pPr>
        <w:pStyle w:val="Andmed"/>
        <w:rPr>
          <w:b/>
          <w:bCs/>
          <w:lang w:val="et-EE"/>
        </w:rPr>
      </w:pPr>
    </w:p>
    <w:p w14:paraId="44186C72" w14:textId="77777777" w:rsidR="00A825FC" w:rsidRPr="00C3083C" w:rsidRDefault="00A825FC" w:rsidP="0029507F">
      <w:pPr>
        <w:pStyle w:val="Andmed"/>
        <w:rPr>
          <w:b/>
          <w:bCs/>
          <w:lang w:val="et-EE"/>
        </w:rPr>
      </w:pPr>
    </w:p>
    <w:p w14:paraId="21E7375C" w14:textId="517CAE60" w:rsidR="002C3B70" w:rsidRPr="00C3083C" w:rsidRDefault="002C3B70" w:rsidP="002C3B70">
      <w:pPr>
        <w:pStyle w:val="Andmed"/>
        <w:rPr>
          <w:rFonts w:eastAsia="Arial Unicode MS" w:cs="Calibri"/>
          <w:b/>
          <w:bCs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Lugupeetud </w:t>
      </w:r>
      <w:r w:rsidR="003C0731"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Kultuuriministeerium </w:t>
      </w: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>esindaja</w:t>
      </w:r>
    </w:p>
    <w:p w14:paraId="76B11061" w14:textId="77777777" w:rsidR="00A825FC" w:rsidRPr="00C3083C" w:rsidRDefault="00A825FC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</w:p>
    <w:p w14:paraId="6DFE3551" w14:textId="6C4A4ADF" w:rsidR="00806CFE" w:rsidRPr="00C3083C" w:rsidRDefault="00806CFE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Vastavalt meie vahelisele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koostöö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lep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ingule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, edastan</w:t>
      </w:r>
      <w:r w:rsidR="00CD671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Teile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akti </w:t>
      </w:r>
      <w:r w:rsidR="00577C42">
        <w:rPr>
          <w:rFonts w:eastAsia="Arial Unicode MS" w:cs="Calibri"/>
          <w:noProof/>
          <w:color w:val="2C4054"/>
          <w:szCs w:val="20"/>
          <w:lang w:val="et-EE"/>
        </w:rPr>
        <w:t xml:space="preserve">maagaas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hanketeenuse kohta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202</w:t>
      </w:r>
      <w:r w:rsidR="00FE5BF5">
        <w:rPr>
          <w:rFonts w:eastAsia="Arial Unicode MS" w:cs="Calibri"/>
          <w:noProof/>
          <w:color w:val="2C4054"/>
          <w:szCs w:val="20"/>
          <w:lang w:val="et-EE"/>
        </w:rPr>
        <w:t>3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aastal.</w:t>
      </w:r>
    </w:p>
    <w:p w14:paraId="3EA23ABE" w14:textId="3CE163F8" w:rsidR="00806CFE" w:rsidRPr="00C3083C" w:rsidRDefault="00806CFE" w:rsidP="00806CFE">
      <w:pPr>
        <w:pStyle w:val="Kirjatekst"/>
        <w:rPr>
          <w:rFonts w:asciiTheme="minorHAnsi" w:eastAsia="Arial Unicode MS" w:hAnsiTheme="minorHAnsi" w:cs="Calibri"/>
          <w:noProof/>
          <w:color w:val="2C4054"/>
        </w:rPr>
      </w:pPr>
    </w:p>
    <w:tbl>
      <w:tblPr>
        <w:tblStyle w:val="Kontuurtabel"/>
        <w:tblW w:w="8503" w:type="dxa"/>
        <w:tblInd w:w="-3" w:type="dxa"/>
        <w:tblBorders>
          <w:top w:val="single" w:sz="4" w:space="0" w:color="8CB1DE" w:themeColor="accent3" w:themeTint="99"/>
          <w:left w:val="single" w:sz="4" w:space="0" w:color="8CB1DE" w:themeColor="accent3" w:themeTint="99"/>
          <w:bottom w:val="single" w:sz="4" w:space="0" w:color="8CB1DE" w:themeColor="accent3" w:themeTint="99"/>
          <w:right w:val="single" w:sz="4" w:space="0" w:color="8CB1DE" w:themeColor="accent3" w:themeTint="99"/>
          <w:insideH w:val="single" w:sz="4" w:space="0" w:color="8CB1DE" w:themeColor="accent3" w:themeTint="99"/>
          <w:insideV w:val="single" w:sz="4" w:space="0" w:color="8CB1DE" w:themeColor="accent3" w:themeTint="99"/>
        </w:tblBorders>
        <w:tblCellMar>
          <w:top w:w="108" w:type="dxa"/>
          <w:bottom w:w="74" w:type="dxa"/>
        </w:tblCellMar>
        <w:tblLook w:val="04A0" w:firstRow="1" w:lastRow="0" w:firstColumn="1" w:lastColumn="0" w:noHBand="0" w:noVBand="1"/>
      </w:tblPr>
      <w:tblGrid>
        <w:gridCol w:w="1395"/>
        <w:gridCol w:w="8019"/>
      </w:tblGrid>
      <w:tr w:rsidR="00806CFE" w:rsidRPr="00C3083C" w14:paraId="524F3250" w14:textId="77777777" w:rsidTr="001E6E93">
        <w:trPr>
          <w:trHeight w:val="420"/>
          <w:tblHeader/>
        </w:trPr>
        <w:tc>
          <w:tcPr>
            <w:tcW w:w="8503" w:type="dxa"/>
            <w:gridSpan w:val="2"/>
            <w:shd w:val="clear" w:color="auto" w:fill="E1EBF7"/>
            <w:vAlign w:val="center"/>
            <w:hideMark/>
          </w:tcPr>
          <w:p w14:paraId="70B45C8B" w14:textId="36C0FECD" w:rsidR="00806CFE" w:rsidRPr="00C3083C" w:rsidRDefault="00D17D67" w:rsidP="0032382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lang w:val="et-EE"/>
              </w:rPr>
            </w:pPr>
            <w:r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Energia</w:t>
            </w:r>
            <w:r w:rsidR="005810B6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vahenduse</w:t>
            </w:r>
            <w:r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teenuse üleandmise – vastuvõtmise akt: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3C0731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Kultuuriministeerium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, </w:t>
            </w:r>
            <w:r w:rsidR="00FE5BF5" w:rsidRPr="00FE5BF5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HAL-11/2024-39</w:t>
            </w:r>
          </w:p>
        </w:tc>
      </w:tr>
      <w:tr w:rsidR="00806CFE" w:rsidRPr="00C3083C" w14:paraId="133F42C7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4349FD9B" w14:textId="12168AF7" w:rsidR="00806CFE" w:rsidRPr="00C3083C" w:rsidRDefault="00F22085">
            <w:pPr>
              <w:spacing w:line="400" w:lineRule="exact"/>
              <w:rPr>
                <w:rFonts w:ascii="Calibri" w:eastAsia="Arial Unicode MS" w:hAnsi="Calibri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Alus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78A41777" w14:textId="3F2FE633" w:rsidR="003C0731" w:rsidRPr="00C3083C" w:rsidRDefault="00F54FF2" w:rsidP="006D06F6">
            <w:pPr>
              <w:pStyle w:val="Loendilik"/>
              <w:numPr>
                <w:ilvl w:val="0"/>
                <w:numId w:val="11"/>
              </w:numPr>
              <w:spacing w:after="60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577C4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</w:t>
            </w:r>
            <w:r w:rsidR="00577C42" w:rsidRPr="00577C4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7786/14</w:t>
            </w:r>
          </w:p>
          <w:p w14:paraId="4D60BCFE" w14:textId="2348AEF1" w:rsidR="00806CFE" w:rsidRPr="00F54FF2" w:rsidRDefault="00F54FF2" w:rsidP="00F54FF2">
            <w:pPr>
              <w:pStyle w:val="Loendilik"/>
              <w:numPr>
                <w:ilvl w:val="0"/>
                <w:numId w:val="11"/>
              </w:numP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9730F4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9730F4" w:rsidRPr="009730F4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A9843/15</w:t>
            </w:r>
            <w:r w:rsidR="009730F4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</w:t>
            </w:r>
            <w:r w:rsidR="007035FB" w:rsidRPr="009730F4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muudatus</w:t>
            </w:r>
            <w:r w:rsidRPr="009730F4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nr 1</w:t>
            </w:r>
          </w:p>
        </w:tc>
      </w:tr>
      <w:tr w:rsidR="00806CFE" w:rsidRPr="00C3083C" w14:paraId="3009147A" w14:textId="77777777" w:rsidTr="001E6E93">
        <w:trPr>
          <w:trHeight w:val="1541"/>
        </w:trPr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7CF19259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Hind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tbl>
            <w:tblPr>
              <w:tblStyle w:val="Tavatabel5"/>
              <w:tblW w:w="7449" w:type="dxa"/>
              <w:tblLook w:val="04A0" w:firstRow="1" w:lastRow="0" w:firstColumn="1" w:lastColumn="0" w:noHBand="0" w:noVBand="1"/>
            </w:tblPr>
            <w:tblGrid>
              <w:gridCol w:w="1598"/>
              <w:gridCol w:w="1293"/>
              <w:gridCol w:w="1539"/>
              <w:gridCol w:w="1171"/>
              <w:gridCol w:w="1848"/>
            </w:tblGrid>
            <w:tr w:rsidR="00493131" w:rsidRPr="00C3083C" w14:paraId="27BBC485" w14:textId="77777777" w:rsidTr="006D058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598" w:type="dxa"/>
                </w:tcPr>
                <w:p w14:paraId="60B46393" w14:textId="278E7A3B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Selgitus</w:t>
                  </w:r>
                </w:p>
              </w:tc>
              <w:tc>
                <w:tcPr>
                  <w:tcW w:w="1293" w:type="dxa"/>
                </w:tcPr>
                <w:p w14:paraId="035CFB9D" w14:textId="1E8AFE68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Hind</w:t>
                  </w:r>
                </w:p>
              </w:tc>
              <w:tc>
                <w:tcPr>
                  <w:tcW w:w="1539" w:type="dxa"/>
                </w:tcPr>
                <w:p w14:paraId="48BB8DF3" w14:textId="10E6CE8C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Maht</w:t>
                  </w:r>
                </w:p>
              </w:tc>
              <w:tc>
                <w:tcPr>
                  <w:tcW w:w="1171" w:type="dxa"/>
                </w:tcPr>
                <w:p w14:paraId="212D5728" w14:textId="73F63E29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Ühik</w:t>
                  </w:r>
                </w:p>
              </w:tc>
              <w:tc>
                <w:tcPr>
                  <w:tcW w:w="1848" w:type="dxa"/>
                </w:tcPr>
                <w:p w14:paraId="637557F2" w14:textId="51247CBB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</w:t>
                  </w:r>
                </w:p>
              </w:tc>
            </w:tr>
            <w:tr w:rsidR="00493131" w:rsidRPr="00C3083C" w14:paraId="7CB8C3FD" w14:textId="77777777" w:rsidTr="006D058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696EE17B" w14:textId="78295BC6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Aastatasu</w:t>
                  </w:r>
                </w:p>
              </w:tc>
              <w:tc>
                <w:tcPr>
                  <w:tcW w:w="1293" w:type="dxa"/>
                </w:tcPr>
                <w:p w14:paraId="5DCD0A3E" w14:textId="36B9010C" w:rsidR="00493131" w:rsidRPr="00C3083C" w:rsidRDefault="009730F4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1 23</w:t>
                  </w:r>
                  <w:r w:rsidR="00493131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0 €</w:t>
                  </w:r>
                </w:p>
              </w:tc>
              <w:tc>
                <w:tcPr>
                  <w:tcW w:w="1539" w:type="dxa"/>
                </w:tcPr>
                <w:p w14:paraId="122D30C7" w14:textId="018E8CA8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</w:p>
              </w:tc>
              <w:tc>
                <w:tcPr>
                  <w:tcW w:w="1171" w:type="dxa"/>
                </w:tcPr>
                <w:p w14:paraId="1E0ECF35" w14:textId="5E418236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</w:t>
                  </w:r>
                </w:p>
              </w:tc>
              <w:tc>
                <w:tcPr>
                  <w:tcW w:w="1848" w:type="dxa"/>
                </w:tcPr>
                <w:p w14:paraId="392FE033" w14:textId="087E2EBF" w:rsidR="00493131" w:rsidRPr="00C3083C" w:rsidRDefault="009730F4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1 23</w:t>
                  </w:r>
                  <w:r w:rsidR="00493131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0 €</w:t>
                  </w:r>
                </w:p>
              </w:tc>
            </w:tr>
            <w:tr w:rsidR="00493131" w:rsidRPr="00C3083C" w14:paraId="13AF7B5F" w14:textId="77777777" w:rsidTr="006D058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5743BB58" w14:textId="2A7BFA7F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Mahutasu</w:t>
                  </w:r>
                </w:p>
              </w:tc>
              <w:tc>
                <w:tcPr>
                  <w:tcW w:w="1293" w:type="dxa"/>
                </w:tcPr>
                <w:p w14:paraId="5C76F150" w14:textId="7BAA90B3" w:rsidR="00493131" w:rsidRPr="00C3083C" w:rsidRDefault="000C6F7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0,</w:t>
                  </w:r>
                  <w:r w:rsidR="009730F4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05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€</w:t>
                  </w:r>
                </w:p>
              </w:tc>
              <w:tc>
                <w:tcPr>
                  <w:tcW w:w="1539" w:type="dxa"/>
                </w:tcPr>
                <w:p w14:paraId="3F336AF9" w14:textId="43487879" w:rsidR="00493131" w:rsidRPr="00C3083C" w:rsidRDefault="00FE5BF5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1 507,1554</w:t>
                  </w:r>
                </w:p>
              </w:tc>
              <w:tc>
                <w:tcPr>
                  <w:tcW w:w="1171" w:type="dxa"/>
                </w:tcPr>
                <w:p w14:paraId="5A147BCD" w14:textId="29B6FEA5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MWh</w:t>
                  </w:r>
                  <w:r w:rsidR="00285E8D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/a</w:t>
                  </w:r>
                </w:p>
              </w:tc>
              <w:tc>
                <w:tcPr>
                  <w:tcW w:w="1848" w:type="dxa"/>
                </w:tcPr>
                <w:p w14:paraId="5EDE5D55" w14:textId="4D1C5AB8" w:rsidR="00930A23" w:rsidRPr="00C3083C" w:rsidRDefault="00FE5BF5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FE5BF5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75,3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6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1777F027" w14:textId="77777777" w:rsidTr="006D058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01" w:type="dxa"/>
                  <w:gridSpan w:val="4"/>
                </w:tcPr>
                <w:p w14:paraId="564BF9CE" w14:textId="56F53BB0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 (KM-ta):</w:t>
                  </w:r>
                </w:p>
              </w:tc>
              <w:tc>
                <w:tcPr>
                  <w:tcW w:w="1848" w:type="dxa"/>
                </w:tcPr>
                <w:p w14:paraId="3BBB31F2" w14:textId="4B0498C7" w:rsidR="00930A23" w:rsidRPr="004A7B9D" w:rsidRDefault="00FE5BF5" w:rsidP="00930A23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highlight w:val="yellow"/>
                      <w:lang w:val="et-EE"/>
                    </w:rPr>
                  </w:pPr>
                  <w:r w:rsidRPr="00FE5BF5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1 305,36 </w:t>
                  </w:r>
                  <w:r w:rsidR="00930A23" w:rsidRPr="009730F4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095ACFB3" w14:textId="77777777" w:rsidTr="006D058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01" w:type="dxa"/>
                  <w:gridSpan w:val="4"/>
                </w:tcPr>
                <w:p w14:paraId="40C65AEA" w14:textId="316AAE5E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Käibemaks:</w:t>
                  </w:r>
                </w:p>
              </w:tc>
              <w:tc>
                <w:tcPr>
                  <w:tcW w:w="1848" w:type="dxa"/>
                </w:tcPr>
                <w:p w14:paraId="149A9535" w14:textId="5E6181AE" w:rsidR="00930A23" w:rsidRPr="009730F4" w:rsidRDefault="00FE5BF5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FE5BF5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287,18 €</w:t>
                  </w:r>
                </w:p>
              </w:tc>
            </w:tr>
            <w:tr w:rsidR="00930A23" w:rsidRPr="00C3083C" w14:paraId="0961ED78" w14:textId="77777777" w:rsidTr="006D058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01" w:type="dxa"/>
                  <w:gridSpan w:val="4"/>
                </w:tcPr>
                <w:p w14:paraId="6333DB5E" w14:textId="2673B576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Kokku (KM-ga):</w:t>
                  </w:r>
                </w:p>
              </w:tc>
              <w:tc>
                <w:tcPr>
                  <w:tcW w:w="1848" w:type="dxa"/>
                </w:tcPr>
                <w:p w14:paraId="57739D2F" w14:textId="1EF651AD" w:rsidR="00930A23" w:rsidRPr="009730F4" w:rsidRDefault="00FE5BF5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FE5BF5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1 592,54 €</w:t>
                  </w:r>
                </w:p>
              </w:tc>
            </w:tr>
          </w:tbl>
          <w:p w14:paraId="3BF7E496" w14:textId="7CF00C45" w:rsidR="00DB3E57" w:rsidRPr="00C3083C" w:rsidRDefault="00DB3E57" w:rsidP="00B60155">
            <w:pPr>
              <w:spacing w:after="0"/>
              <w:jc w:val="both"/>
              <w:rPr>
                <w:rFonts w:eastAsia="Arial Unicode MS" w:cs="Calibri"/>
                <w:noProof/>
                <w:color w:val="2C4054"/>
                <w:sz w:val="18"/>
                <w:szCs w:val="18"/>
                <w:lang w:val="et-EE"/>
              </w:rPr>
            </w:pPr>
          </w:p>
        </w:tc>
      </w:tr>
      <w:tr w:rsidR="00806CFE" w:rsidRPr="00C3083C" w14:paraId="1C5F757E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676358D2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sz w:val="22"/>
                <w:szCs w:val="22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Tingimused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57A97E4F" w14:textId="476CC450" w:rsidR="00DB3E57" w:rsidRPr="00C3083C" w:rsidRDefault="000C6F71" w:rsidP="00DB3E57">
            <w:pPr>
              <w:pStyle w:val="Loendilik"/>
              <w:numPr>
                <w:ilvl w:val="0"/>
                <w:numId w:val="8"/>
              </w:numPr>
              <w:spacing w:after="60" w:line="240" w:lineRule="auto"/>
              <w:ind w:left="52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Akti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on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lisa arvele selgitamaks arve summa kujunemist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;</w:t>
            </w:r>
          </w:p>
        </w:tc>
      </w:tr>
      <w:tr w:rsidR="001E6E93" w:rsidRPr="00C3083C" w14:paraId="44A7CCC5" w14:textId="77777777" w:rsidTr="00CC1B0B">
        <w:trPr>
          <w:trHeight w:val="911"/>
        </w:trPr>
        <w:tc>
          <w:tcPr>
            <w:tcW w:w="8503" w:type="dxa"/>
            <w:gridSpan w:val="2"/>
            <w:shd w:val="clear" w:color="auto" w:fill="FFFFFF" w:themeFill="background1"/>
            <w:vAlign w:val="center"/>
          </w:tcPr>
          <w:tbl>
            <w:tblPr>
              <w:tblStyle w:val="Tavatabel1"/>
              <w:tblW w:w="0" w:type="auto"/>
              <w:tblLook w:val="04A0" w:firstRow="1" w:lastRow="0" w:firstColumn="1" w:lastColumn="0" w:noHBand="0" w:noVBand="1"/>
            </w:tblPr>
            <w:tblGrid>
              <w:gridCol w:w="2279"/>
              <w:gridCol w:w="1675"/>
              <w:gridCol w:w="4306"/>
              <w:gridCol w:w="928"/>
            </w:tblGrid>
            <w:tr w:rsidR="00577C42" w:rsidRPr="00577C42" w14:paraId="73E0BD80" w14:textId="77777777" w:rsidTr="00577C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03DEDBD" w14:textId="77777777" w:rsidR="00577C42" w:rsidRPr="00577C42" w:rsidRDefault="00577C42" w:rsidP="00577C4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Klient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2126737" w14:textId="77777777" w:rsidR="00577C42" w:rsidRPr="00577C42" w:rsidRDefault="00577C42" w:rsidP="00577C42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Tarbimiskoha EIC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70E7808" w14:textId="77777777" w:rsidR="00577C42" w:rsidRPr="00577C42" w:rsidRDefault="00577C42" w:rsidP="00577C42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Tarbimiskoha aadress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11F9696" w14:textId="77777777" w:rsidR="00577C42" w:rsidRPr="00577C42" w:rsidRDefault="00577C42" w:rsidP="00577C42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MWh</w:t>
                  </w:r>
                </w:p>
              </w:tc>
            </w:tr>
            <w:tr w:rsidR="00577C42" w:rsidRPr="00577C42" w14:paraId="05D4CDAC" w14:textId="77777777" w:rsidTr="00577C4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59E4EA1" w14:textId="77777777" w:rsidR="00577C42" w:rsidRPr="00577C42" w:rsidRDefault="00577C42" w:rsidP="00577C42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RAKVERE TEATRIMAJA SA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51A17E9" w14:textId="77777777" w:rsidR="00577C42" w:rsidRPr="00577C42" w:rsidRDefault="00577C42" w:rsidP="00577C42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38ZEE-G0128832-C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514367D" w14:textId="77777777" w:rsidR="00577C42" w:rsidRPr="00577C42" w:rsidRDefault="00577C42" w:rsidP="00577C42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F. R. KREUTZWALDI 2A, RAKVERE LINN, LÄÄNE-VIRU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37B2204" w14:textId="0936AC25" w:rsidR="00577C42" w:rsidRPr="00577C42" w:rsidRDefault="00745417" w:rsidP="00577C42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745417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1 034,355</w:t>
                  </w:r>
                </w:p>
              </w:tc>
            </w:tr>
            <w:tr w:rsidR="00577C42" w:rsidRPr="00577C42" w14:paraId="77C6C56A" w14:textId="77777777" w:rsidTr="00577C42">
              <w:trPr>
                <w:trHeight w:val="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FE2E745" w14:textId="77777777" w:rsidR="00577C42" w:rsidRPr="00577C42" w:rsidRDefault="00577C42" w:rsidP="00577C42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RAKVERE TEATRIMAJA SA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D066713" w14:textId="77777777" w:rsidR="00577C42" w:rsidRPr="00577C42" w:rsidRDefault="00577C42" w:rsidP="00577C42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38ZEE-G0138909-S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9AD4AC5" w14:textId="77777777" w:rsidR="00577C42" w:rsidRPr="00577C42" w:rsidRDefault="00577C42" w:rsidP="00577C42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F. R. KREUTZWALDI 2B, RAKVERE, LÄÄNE-VIRU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81A65F9" w14:textId="60CF9134" w:rsidR="00577C42" w:rsidRPr="00577C42" w:rsidRDefault="00577C42" w:rsidP="00577C42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 xml:space="preserve">   </w:t>
                  </w:r>
                  <w:r w:rsidR="00745417" w:rsidRPr="00745417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274,876</w:t>
                  </w:r>
                </w:p>
              </w:tc>
            </w:tr>
            <w:tr w:rsidR="00577C42" w:rsidRPr="00577C42" w14:paraId="1BF12C9A" w14:textId="77777777" w:rsidTr="00577C4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F906A0C" w14:textId="77777777" w:rsidR="00577C42" w:rsidRPr="00577C42" w:rsidRDefault="00577C42" w:rsidP="00577C42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RAKVERE TEATRIMAJA SA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501289F" w14:textId="77777777" w:rsidR="00577C42" w:rsidRPr="00577C42" w:rsidRDefault="00577C42" w:rsidP="00577C42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38ZEE-G0153862-9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88017C8" w14:textId="77777777" w:rsidR="00577C42" w:rsidRPr="00577C42" w:rsidRDefault="00577C42" w:rsidP="00577C42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577C42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F. R. KREUTZWALDI 2A, RAKVERE LINN, LÄÄNE-VIRU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51D3118" w14:textId="74265E33" w:rsidR="00577C42" w:rsidRPr="00577C42" w:rsidRDefault="00745417" w:rsidP="00577C42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745417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17,143</w:t>
                  </w:r>
                </w:p>
              </w:tc>
            </w:tr>
            <w:tr w:rsidR="006D0585" w:rsidRPr="00577C42" w14:paraId="73B73516" w14:textId="77777777" w:rsidTr="00B609D1">
              <w:trPr>
                <w:trHeight w:val="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</w:tcPr>
                <w:p w14:paraId="124EC794" w14:textId="4EB4C125" w:rsidR="006D0585" w:rsidRPr="006D0585" w:rsidRDefault="006D0585" w:rsidP="006D0585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EESTI RAHVA MUUSEUM</w:t>
                  </w:r>
                </w:p>
              </w:tc>
              <w:tc>
                <w:tcPr>
                  <w:tcW w:w="0" w:type="auto"/>
                  <w:noWrap/>
                </w:tcPr>
                <w:p w14:paraId="734B250C" w14:textId="07629757" w:rsidR="006D0585" w:rsidRPr="006D0585" w:rsidRDefault="006D0585" w:rsidP="006D0585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38ZEE-G0121639-6</w:t>
                  </w:r>
                </w:p>
              </w:tc>
              <w:tc>
                <w:tcPr>
                  <w:tcW w:w="0" w:type="auto"/>
                  <w:noWrap/>
                </w:tcPr>
                <w:p w14:paraId="24D9249D" w14:textId="6C54917C" w:rsidR="006D0585" w:rsidRPr="006D0585" w:rsidRDefault="006D0585" w:rsidP="006D0585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NARVA MNT 177, TARTU LINN, TARTU</w:t>
                  </w:r>
                </w:p>
              </w:tc>
              <w:tc>
                <w:tcPr>
                  <w:tcW w:w="0" w:type="auto"/>
                  <w:noWrap/>
                </w:tcPr>
                <w:p w14:paraId="395E5A33" w14:textId="5E2D87EA" w:rsidR="006D0585" w:rsidRPr="006D0585" w:rsidRDefault="00745417" w:rsidP="006D0585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745417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134,271</w:t>
                  </w:r>
                </w:p>
              </w:tc>
            </w:tr>
            <w:tr w:rsidR="006D0585" w:rsidRPr="00577C42" w14:paraId="48107C44" w14:textId="77777777" w:rsidTr="00B609D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</w:tcPr>
                <w:p w14:paraId="156981F5" w14:textId="50FE1022" w:rsidR="006D0585" w:rsidRPr="006D0585" w:rsidRDefault="006D0585" w:rsidP="006D0585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EESTI RAHVA MUUSEUM</w:t>
                  </w:r>
                </w:p>
              </w:tc>
              <w:tc>
                <w:tcPr>
                  <w:tcW w:w="0" w:type="auto"/>
                  <w:noWrap/>
                </w:tcPr>
                <w:p w14:paraId="0BAB4E9A" w14:textId="3DBDC9E9" w:rsidR="006D0585" w:rsidRPr="006D0585" w:rsidRDefault="006D0585" w:rsidP="006D0585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38ZEE-G0131468-0</w:t>
                  </w:r>
                </w:p>
              </w:tc>
              <w:tc>
                <w:tcPr>
                  <w:tcW w:w="0" w:type="auto"/>
                  <w:noWrap/>
                </w:tcPr>
                <w:p w14:paraId="45F31F12" w14:textId="34F7B627" w:rsidR="006D0585" w:rsidRPr="006D0585" w:rsidRDefault="006D0585" w:rsidP="006D0585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NARVA MNT 177, TARTU LINN, TARTU</w:t>
                  </w:r>
                </w:p>
              </w:tc>
              <w:tc>
                <w:tcPr>
                  <w:tcW w:w="0" w:type="auto"/>
                  <w:noWrap/>
                </w:tcPr>
                <w:p w14:paraId="1AFBC710" w14:textId="3656D082" w:rsidR="006D0585" w:rsidRPr="006D0585" w:rsidRDefault="00745417" w:rsidP="006D0585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745417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26,466</w:t>
                  </w:r>
                </w:p>
              </w:tc>
            </w:tr>
            <w:tr w:rsidR="006D0585" w:rsidRPr="00577C42" w14:paraId="1AE99D55" w14:textId="77777777" w:rsidTr="00B609D1">
              <w:trPr>
                <w:trHeight w:val="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</w:tcPr>
                <w:p w14:paraId="5F737AFF" w14:textId="78AF9370" w:rsidR="006D0585" w:rsidRPr="006D0585" w:rsidRDefault="006D0585" w:rsidP="006D0585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EESTI RAHVA MUUSEUM</w:t>
                  </w:r>
                </w:p>
              </w:tc>
              <w:tc>
                <w:tcPr>
                  <w:tcW w:w="0" w:type="auto"/>
                  <w:noWrap/>
                </w:tcPr>
                <w:p w14:paraId="6C427C19" w14:textId="02B836B6" w:rsidR="006D0585" w:rsidRPr="006D0585" w:rsidRDefault="006D0585" w:rsidP="006D0585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38ZEE-G0134033-T</w:t>
                  </w:r>
                </w:p>
              </w:tc>
              <w:tc>
                <w:tcPr>
                  <w:tcW w:w="0" w:type="auto"/>
                  <w:noWrap/>
                </w:tcPr>
                <w:p w14:paraId="4D9FC7C3" w14:textId="7017A3E1" w:rsidR="006D0585" w:rsidRPr="006D0585" w:rsidRDefault="006D0585" w:rsidP="006D0585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NARVA MNT 177, TARTU LINN, TARTU</w:t>
                  </w:r>
                </w:p>
              </w:tc>
              <w:tc>
                <w:tcPr>
                  <w:tcW w:w="0" w:type="auto"/>
                  <w:noWrap/>
                </w:tcPr>
                <w:p w14:paraId="05BF6746" w14:textId="460FA0C2" w:rsidR="006D0585" w:rsidRPr="006D0585" w:rsidRDefault="006D0585" w:rsidP="006D0585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6D0585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 xml:space="preserve">   </w:t>
                  </w:r>
                  <w:r w:rsidR="0018088C" w:rsidRPr="0018088C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20,045</w:t>
                  </w:r>
                </w:p>
              </w:tc>
            </w:tr>
          </w:tbl>
          <w:p w14:paraId="0DD87907" w14:textId="0E707973" w:rsidR="001E6E93" w:rsidRPr="001E6E93" w:rsidRDefault="001E6E93" w:rsidP="001E6E93">
            <w:pPr>
              <w:spacing w:after="60" w:line="240" w:lineRule="auto"/>
              <w:ind w:left="16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</w:p>
        </w:tc>
      </w:tr>
    </w:tbl>
    <w:p w14:paraId="5C69D432" w14:textId="4224230D" w:rsidR="00806CFE" w:rsidRPr="00C3083C" w:rsidRDefault="00806CFE" w:rsidP="00806CFE">
      <w:pPr>
        <w:spacing w:after="0" w:line="240" w:lineRule="auto"/>
        <w:rPr>
          <w:rFonts w:ascii="Calibri" w:eastAsia="Calibri" w:hAnsi="Calibri" w:cs="Times New Roman"/>
          <w:color w:val="233C50"/>
          <w:sz w:val="22"/>
          <w:szCs w:val="22"/>
          <w:lang w:val="et-EE"/>
        </w:rPr>
      </w:pPr>
    </w:p>
    <w:p w14:paraId="2019B980" w14:textId="77777777" w:rsidR="00A825FC" w:rsidRPr="00C3083C" w:rsidRDefault="00806CFE" w:rsidP="00D84E4C">
      <w:pPr>
        <w:pStyle w:val="Kommentaaritekst"/>
        <w:tabs>
          <w:tab w:val="left" w:pos="0"/>
        </w:tabs>
        <w:jc w:val="both"/>
        <w:rPr>
          <w:rFonts w:eastAsia="Arial Unicode MS" w:cs="Calibri"/>
          <w:noProof/>
          <w:color w:val="407EC9" w:themeColor="accent3"/>
          <w:lang w:val="et-EE"/>
        </w:rPr>
      </w:pPr>
      <w:r w:rsidRPr="00C3083C">
        <w:rPr>
          <w:rFonts w:eastAsia="Arial Unicode MS" w:cs="Calibri"/>
          <w:noProof/>
          <w:color w:val="2C4054"/>
          <w:lang w:val="et-EE"/>
        </w:rPr>
        <w:t>Küsimuste korral võtke palun ühendust telefonil +372 </w:t>
      </w:r>
      <w:r w:rsidR="00162A3A" w:rsidRPr="00C3083C">
        <w:rPr>
          <w:rFonts w:eastAsia="Arial Unicode MS" w:cs="Calibri"/>
          <w:noProof/>
          <w:color w:val="2C4054"/>
          <w:lang w:val="et-EE"/>
        </w:rPr>
        <w:t>5</w:t>
      </w:r>
      <w:r w:rsidR="00A825FC" w:rsidRPr="00C3083C">
        <w:rPr>
          <w:rFonts w:eastAsia="Arial Unicode MS" w:cs="Calibri"/>
          <w:noProof/>
          <w:color w:val="2C4054"/>
          <w:lang w:val="et-EE"/>
        </w:rPr>
        <w:t>335 83</w:t>
      </w:r>
      <w:r w:rsidR="00162A3A" w:rsidRPr="00C3083C">
        <w:rPr>
          <w:rFonts w:eastAsia="Arial Unicode MS" w:cs="Calibri"/>
          <w:noProof/>
          <w:color w:val="2C4054"/>
          <w:lang w:val="et-EE"/>
        </w:rPr>
        <w:t>9</w:t>
      </w:r>
      <w:r w:rsidR="00A825FC" w:rsidRPr="00C3083C">
        <w:rPr>
          <w:rFonts w:eastAsia="Arial Unicode MS" w:cs="Calibri"/>
          <w:noProof/>
          <w:color w:val="2C4054"/>
          <w:lang w:val="et-EE"/>
        </w:rPr>
        <w:t>1</w:t>
      </w:r>
      <w:r w:rsidR="00162A3A" w:rsidRPr="00C3083C">
        <w:rPr>
          <w:rFonts w:eastAsia="Arial Unicode MS" w:cs="Calibri"/>
          <w:noProof/>
          <w:color w:val="2C4054"/>
          <w:lang w:val="et-EE"/>
        </w:rPr>
        <w:t xml:space="preserve"> </w:t>
      </w:r>
      <w:r w:rsidRPr="00C3083C">
        <w:rPr>
          <w:rFonts w:eastAsia="Arial Unicode MS" w:cs="Calibri"/>
          <w:noProof/>
          <w:color w:val="2C4054"/>
          <w:lang w:val="et-EE"/>
        </w:rPr>
        <w:t xml:space="preserve">või e-posti teel </w:t>
      </w:r>
      <w:r w:rsidR="00A825FC" w:rsidRPr="00C3083C">
        <w:rPr>
          <w:color w:val="407EC9" w:themeColor="accent3"/>
          <w:lang w:val="et-EE"/>
        </w:rPr>
        <w:fldChar w:fldCharType="begin"/>
      </w:r>
      <w:r w:rsidR="00A825FC" w:rsidRPr="00C3083C">
        <w:rPr>
          <w:color w:val="407EC9" w:themeColor="accent3"/>
          <w:lang w:val="et-EE"/>
        </w:rPr>
        <w:instrText xml:space="preserve"> HYPERLINK "mailto:taavi.janno@rkas.ee</w:instrText>
      </w:r>
    </w:p>
    <w:p w14:paraId="15EE21EB" w14:textId="77777777" w:rsidR="00A825FC" w:rsidRPr="00C3083C" w:rsidRDefault="00A825FC" w:rsidP="00D84E4C">
      <w:pPr>
        <w:pStyle w:val="Kommentaaritekst"/>
        <w:tabs>
          <w:tab w:val="left" w:pos="0"/>
        </w:tabs>
        <w:jc w:val="both"/>
        <w:rPr>
          <w:rStyle w:val="Hperlink"/>
          <w:rFonts w:eastAsia="Arial Unicode MS" w:cs="Calibri"/>
          <w:noProof/>
          <w:color w:val="00B0F0"/>
          <w:lang w:val="et-EE"/>
        </w:rPr>
      </w:pPr>
      <w:r w:rsidRPr="00C3083C">
        <w:rPr>
          <w:color w:val="407EC9" w:themeColor="accent3"/>
          <w:lang w:val="et-EE"/>
        </w:rPr>
        <w:instrText xml:space="preserve">" </w:instrText>
      </w:r>
      <w:r w:rsidRPr="00C3083C">
        <w:rPr>
          <w:color w:val="407EC9" w:themeColor="accent3"/>
          <w:lang w:val="et-EE"/>
        </w:rPr>
      </w:r>
      <w:r w:rsidRPr="00C3083C">
        <w:rPr>
          <w:color w:val="407EC9" w:themeColor="accent3"/>
          <w:lang w:val="et-EE"/>
        </w:rPr>
        <w:fldChar w:fldCharType="separate"/>
      </w:r>
      <w:r w:rsidRPr="00C3083C">
        <w:rPr>
          <w:rStyle w:val="Hperlink"/>
          <w:color w:val="00B0F0"/>
          <w:lang w:val="et-EE"/>
        </w:rPr>
        <w:t>taavi.janno@rkas.ee</w:t>
      </w:r>
    </w:p>
    <w:p w14:paraId="646F740A" w14:textId="0BD0BCE2" w:rsidR="00A825FC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color w:val="407EC9" w:themeColor="accent3"/>
          <w:lang w:val="et-EE"/>
        </w:rPr>
        <w:fldChar w:fldCharType="end"/>
      </w:r>
    </w:p>
    <w:p w14:paraId="0C19D3F9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47ADD71C" w14:textId="4C3251AD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Meeldivat koostööd soovides</w:t>
      </w:r>
    </w:p>
    <w:p w14:paraId="73222D4D" w14:textId="43B617BA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130E4E7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Taavi Janno</w:t>
      </w:r>
    </w:p>
    <w:p w14:paraId="4BCA2432" w14:textId="231747D4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Telefon +372 53 35 8391</w:t>
      </w:r>
    </w:p>
    <w:p w14:paraId="656BBCB9" w14:textId="0F8BF27E" w:rsidR="00A55C93" w:rsidRPr="00C3083C" w:rsidRDefault="006801DE" w:rsidP="00E8534C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E-post taavi.janno@rkas.ee</w:t>
      </w:r>
    </w:p>
    <w:sectPr w:rsidR="00A55C93" w:rsidRPr="00C3083C" w:rsidSect="008456D5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11FC" w14:textId="77777777" w:rsidR="008456D5" w:rsidRDefault="008456D5" w:rsidP="008526C2">
      <w:pPr>
        <w:spacing w:after="0" w:line="240" w:lineRule="auto"/>
      </w:pPr>
      <w:r>
        <w:separator/>
      </w:r>
    </w:p>
  </w:endnote>
  <w:endnote w:type="continuationSeparator" w:id="0">
    <w:p w14:paraId="31C184ED" w14:textId="77777777" w:rsidR="008456D5" w:rsidRDefault="008456D5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 w:rsidP="00C777D6">
        <w:pPr>
          <w:pStyle w:val="Jalus"/>
          <w:framePr w:wrap="none" w:vAnchor="text" w:hAnchor="margin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Jalus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1243225257"/>
      <w:docPartObj>
        <w:docPartGallery w:val="Page Numbers (Bottom of Page)"/>
        <w:docPartUnique/>
      </w:docPartObj>
    </w:sdtPr>
    <w:sdtContent>
      <w:p w14:paraId="7D72C0A0" w14:textId="77777777" w:rsidR="00F311BA" w:rsidRDefault="00F311BA" w:rsidP="007C6D2F">
        <w:pPr>
          <w:pStyle w:val="Jalus"/>
          <w:framePr w:w="437" w:h="346" w:hRule="exact" w:wrap="notBeside" w:vAnchor="text" w:hAnchor="page" w:x="9861" w:y="194"/>
          <w:jc w:val="right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2</w:t>
        </w:r>
        <w:r>
          <w:rPr>
            <w:rStyle w:val="Leheklj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Jalus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0000" w:rsidP="001825E8">
                          <w:pPr>
                            <w:pStyle w:val="Jalus"/>
                            <w:rPr>
                              <w:rStyle w:val="Hperlink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"mailto:info@rkas.ee"</w:instrText>
                          </w:r>
                          <w:r>
                            <w:fldChar w:fldCharType="separate"/>
                          </w:r>
                          <w:r w:rsidR="0000587A">
                            <w:rPr>
                              <w:rStyle w:val="Hperlink"/>
                              <w:lang w:val="et-EE"/>
                            </w:rPr>
                            <w:t>info@rkas.ee</w:t>
                          </w:r>
                          <w:r>
                            <w:rPr>
                              <w:rStyle w:val="Hperlink"/>
                              <w:lang w:val="et-EE"/>
                            </w:rPr>
                            <w:fldChar w:fldCharType="end"/>
                          </w:r>
                          <w:r w:rsidR="0000587A">
                            <w:rPr>
                              <w:rStyle w:val="H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0000" w:rsidP="001825E8">
                    <w:pPr>
                      <w:pStyle w:val="Jalus"/>
                      <w:rPr>
                        <w:rStyle w:val="Hperlink"/>
                      </w:rPr>
                    </w:pPr>
                    <w:r>
                      <w:fldChar w:fldCharType="begin"/>
                    </w:r>
                    <w:r>
                      <w:instrText>HYPERLINK "mailto:info@rkas.ee"</w:instrText>
                    </w:r>
                    <w:r>
                      <w:fldChar w:fldCharType="separate"/>
                    </w:r>
                    <w:r w:rsidR="0000587A">
                      <w:rPr>
                        <w:rStyle w:val="Hperlink"/>
                        <w:lang w:val="et-EE"/>
                      </w:rPr>
                      <w:t>info@rkas.ee</w:t>
                    </w:r>
                    <w:r>
                      <w:rPr>
                        <w:rStyle w:val="Hperlink"/>
                        <w:lang w:val="et-EE"/>
                      </w:rPr>
                      <w:fldChar w:fldCharType="end"/>
                    </w:r>
                    <w:r w:rsidR="0000587A">
                      <w:rPr>
                        <w:rStyle w:val="H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Jalus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Jalus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proofErr w:type="spellStart"/>
                          <w:r w:rsidR="0000587A" w:rsidRPr="0000587A">
                            <w:rPr>
                              <w:lang w:val="et-EE"/>
                            </w:rPr>
                            <w:t>Reg</w:t>
                          </w:r>
                          <w:proofErr w:type="spellEnd"/>
                          <w:r w:rsidR="0000587A" w:rsidRPr="0000587A">
                            <w:rPr>
                              <w:lang w:val="et-EE"/>
                            </w:rPr>
                            <w:t>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Jalus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proofErr w:type="spellStart"/>
                    <w:r w:rsidR="0000587A"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="0000587A" w:rsidRPr="0000587A">
                      <w:rPr>
                        <w:lang w:val="et-EE"/>
                      </w:rPr>
                      <w:t>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33FB" w14:textId="77777777" w:rsidR="00A5630E" w:rsidRDefault="00F52BA1">
    <w:pPr>
      <w:pStyle w:val="Jalus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000000" w:rsidP="00E85A5B">
                          <w:pPr>
                            <w:pStyle w:val="Jalus"/>
                          </w:pPr>
                          <w:hyperlink r:id="rId1" w:history="1">
                            <w:r w:rsidR="00E85A5B"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000000" w:rsidP="00E85A5B">
                    <w:pPr>
                      <w:pStyle w:val="Jalus"/>
                    </w:pPr>
                    <w:hyperlink r:id="rId2" w:history="1">
                      <w:r w:rsidR="00E85A5B">
                        <w:rPr>
                          <w:lang w:val="et-EE"/>
                        </w:rPr>
                        <w:t>info@rkas.ee</w:t>
                      </w:r>
                    </w:hyperlink>
                    <w:r w:rsidR="00E85A5B">
                      <w:rPr>
                        <w:lang w:val="et-EE"/>
                      </w:rPr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Jalus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Jalus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proofErr w:type="spellStart"/>
                          <w:r w:rsidRPr="0000587A">
                            <w:rPr>
                              <w:lang w:val="et-EE"/>
                            </w:rPr>
                            <w:t>Reg</w:t>
                          </w:r>
                          <w:proofErr w:type="spellEnd"/>
                          <w:r w:rsidRPr="0000587A">
                            <w:rPr>
                              <w:lang w:val="et-EE"/>
                            </w:rPr>
                            <w:t>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Jalus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proofErr w:type="spellStart"/>
                    <w:r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Pr="0000587A">
                      <w:rPr>
                        <w:lang w:val="et-EE"/>
                      </w:rPr>
                      <w:t>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56CFB" w14:textId="77777777" w:rsidR="008456D5" w:rsidRDefault="008456D5" w:rsidP="008526C2">
      <w:pPr>
        <w:spacing w:after="0" w:line="240" w:lineRule="auto"/>
      </w:pPr>
      <w:r>
        <w:separator/>
      </w:r>
    </w:p>
  </w:footnote>
  <w:footnote w:type="continuationSeparator" w:id="0">
    <w:p w14:paraId="24C1C85F" w14:textId="77777777" w:rsidR="008456D5" w:rsidRDefault="008456D5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5D4B" w14:textId="77777777" w:rsidR="00A5630E" w:rsidRDefault="00E85A5B">
    <w:pPr>
      <w:pStyle w:val="Pis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4F4"/>
    <w:multiLevelType w:val="hybridMultilevel"/>
    <w:tmpl w:val="FDFEBE04"/>
    <w:lvl w:ilvl="0" w:tplc="61300602">
      <w:numFmt w:val="bullet"/>
      <w:lvlText w:val="-"/>
      <w:lvlJc w:val="left"/>
      <w:pPr>
        <w:ind w:left="1245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12492530"/>
    <w:multiLevelType w:val="hybridMultilevel"/>
    <w:tmpl w:val="9B1E46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C1786"/>
    <w:multiLevelType w:val="hybridMultilevel"/>
    <w:tmpl w:val="6DAAA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32D63"/>
    <w:multiLevelType w:val="hybridMultilevel"/>
    <w:tmpl w:val="B4D4B014"/>
    <w:lvl w:ilvl="0" w:tplc="A8180A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6130D"/>
    <w:multiLevelType w:val="hybridMultilevel"/>
    <w:tmpl w:val="04F234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412D"/>
    <w:multiLevelType w:val="hybridMultilevel"/>
    <w:tmpl w:val="7B2A6720"/>
    <w:lvl w:ilvl="0" w:tplc="0425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005250"/>
    <w:multiLevelType w:val="hybridMultilevel"/>
    <w:tmpl w:val="169803EC"/>
    <w:lvl w:ilvl="0" w:tplc="9AF42CAE">
      <w:start w:val="1"/>
      <w:numFmt w:val="decimal"/>
      <w:lvlText w:val="%1."/>
      <w:lvlJc w:val="left"/>
      <w:pPr>
        <w:ind w:left="1440" w:hanging="72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709843">
    <w:abstractNumId w:val="7"/>
  </w:num>
  <w:num w:numId="2" w16cid:durableId="1269433940">
    <w:abstractNumId w:val="3"/>
  </w:num>
  <w:num w:numId="3" w16cid:durableId="784690856">
    <w:abstractNumId w:val="0"/>
  </w:num>
  <w:num w:numId="4" w16cid:durableId="654188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14885">
    <w:abstractNumId w:val="4"/>
  </w:num>
  <w:num w:numId="6" w16cid:durableId="945885942">
    <w:abstractNumId w:val="9"/>
  </w:num>
  <w:num w:numId="7" w16cid:durableId="478503638">
    <w:abstractNumId w:val="8"/>
  </w:num>
  <w:num w:numId="8" w16cid:durableId="1597784635">
    <w:abstractNumId w:val="2"/>
  </w:num>
  <w:num w:numId="9" w16cid:durableId="612788629">
    <w:abstractNumId w:val="5"/>
  </w:num>
  <w:num w:numId="10" w16cid:durableId="1262840563">
    <w:abstractNumId w:val="1"/>
  </w:num>
  <w:num w:numId="11" w16cid:durableId="825629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1181F"/>
    <w:rsid w:val="000254A1"/>
    <w:rsid w:val="00025AC5"/>
    <w:rsid w:val="000467B5"/>
    <w:rsid w:val="0005244C"/>
    <w:rsid w:val="000526B0"/>
    <w:rsid w:val="00076A0C"/>
    <w:rsid w:val="00085C67"/>
    <w:rsid w:val="0008677A"/>
    <w:rsid w:val="00093497"/>
    <w:rsid w:val="000945C4"/>
    <w:rsid w:val="000954FB"/>
    <w:rsid w:val="000A2848"/>
    <w:rsid w:val="000B1B9E"/>
    <w:rsid w:val="000B20A0"/>
    <w:rsid w:val="000B6812"/>
    <w:rsid w:val="000C6F71"/>
    <w:rsid w:val="000F50A3"/>
    <w:rsid w:val="001033A6"/>
    <w:rsid w:val="001068A4"/>
    <w:rsid w:val="001131FF"/>
    <w:rsid w:val="00117540"/>
    <w:rsid w:val="00152BF0"/>
    <w:rsid w:val="00157AB4"/>
    <w:rsid w:val="00161EA8"/>
    <w:rsid w:val="00162A3A"/>
    <w:rsid w:val="001722F7"/>
    <w:rsid w:val="001741D7"/>
    <w:rsid w:val="0017658C"/>
    <w:rsid w:val="0018088C"/>
    <w:rsid w:val="001825E8"/>
    <w:rsid w:val="001A0CBD"/>
    <w:rsid w:val="001A7365"/>
    <w:rsid w:val="001D3F65"/>
    <w:rsid w:val="001D41D2"/>
    <w:rsid w:val="001E4CC4"/>
    <w:rsid w:val="001E6E93"/>
    <w:rsid w:val="001F0C9E"/>
    <w:rsid w:val="001F46AC"/>
    <w:rsid w:val="001F4EE1"/>
    <w:rsid w:val="00232F8B"/>
    <w:rsid w:val="00236E89"/>
    <w:rsid w:val="002372BA"/>
    <w:rsid w:val="00237541"/>
    <w:rsid w:val="00243AAA"/>
    <w:rsid w:val="00252BF6"/>
    <w:rsid w:val="00263E14"/>
    <w:rsid w:val="00271DA8"/>
    <w:rsid w:val="00285E8D"/>
    <w:rsid w:val="0029507F"/>
    <w:rsid w:val="002B2CFA"/>
    <w:rsid w:val="002C10D4"/>
    <w:rsid w:val="002C36B6"/>
    <w:rsid w:val="002C3B70"/>
    <w:rsid w:val="002D6B3A"/>
    <w:rsid w:val="002E0688"/>
    <w:rsid w:val="003144E2"/>
    <w:rsid w:val="003213BF"/>
    <w:rsid w:val="0032194C"/>
    <w:rsid w:val="0032382B"/>
    <w:rsid w:val="00324B5A"/>
    <w:rsid w:val="003434BA"/>
    <w:rsid w:val="00361393"/>
    <w:rsid w:val="00376F1C"/>
    <w:rsid w:val="003A6FCE"/>
    <w:rsid w:val="003A72B8"/>
    <w:rsid w:val="003A785C"/>
    <w:rsid w:val="003B1000"/>
    <w:rsid w:val="003B319D"/>
    <w:rsid w:val="003B58DA"/>
    <w:rsid w:val="003C04BF"/>
    <w:rsid w:val="003C0731"/>
    <w:rsid w:val="003C52A2"/>
    <w:rsid w:val="00402F32"/>
    <w:rsid w:val="004140F5"/>
    <w:rsid w:val="0043312B"/>
    <w:rsid w:val="00434E41"/>
    <w:rsid w:val="0043579E"/>
    <w:rsid w:val="00445C16"/>
    <w:rsid w:val="004606ED"/>
    <w:rsid w:val="00493131"/>
    <w:rsid w:val="00496CDD"/>
    <w:rsid w:val="004A041F"/>
    <w:rsid w:val="004A04E9"/>
    <w:rsid w:val="004A5581"/>
    <w:rsid w:val="004A5966"/>
    <w:rsid w:val="004A7B9D"/>
    <w:rsid w:val="004B2FAD"/>
    <w:rsid w:val="004B49C4"/>
    <w:rsid w:val="004E4FEA"/>
    <w:rsid w:val="004E7D8C"/>
    <w:rsid w:val="004F3B80"/>
    <w:rsid w:val="00504B8F"/>
    <w:rsid w:val="0051447E"/>
    <w:rsid w:val="00531C2E"/>
    <w:rsid w:val="00537269"/>
    <w:rsid w:val="005468D7"/>
    <w:rsid w:val="005510AB"/>
    <w:rsid w:val="00551C52"/>
    <w:rsid w:val="005567E7"/>
    <w:rsid w:val="005625D7"/>
    <w:rsid w:val="00566B1B"/>
    <w:rsid w:val="00566CD2"/>
    <w:rsid w:val="00577C42"/>
    <w:rsid w:val="005810B6"/>
    <w:rsid w:val="00596E7C"/>
    <w:rsid w:val="005A1298"/>
    <w:rsid w:val="005A42F2"/>
    <w:rsid w:val="005A48C1"/>
    <w:rsid w:val="005A7DDB"/>
    <w:rsid w:val="005B45CE"/>
    <w:rsid w:val="005C0966"/>
    <w:rsid w:val="005C119D"/>
    <w:rsid w:val="005C7C89"/>
    <w:rsid w:val="005E4C17"/>
    <w:rsid w:val="006151E3"/>
    <w:rsid w:val="00626DE5"/>
    <w:rsid w:val="006338FF"/>
    <w:rsid w:val="00635706"/>
    <w:rsid w:val="006437B9"/>
    <w:rsid w:val="006464BA"/>
    <w:rsid w:val="00651292"/>
    <w:rsid w:val="006646D6"/>
    <w:rsid w:val="006708D9"/>
    <w:rsid w:val="006709EF"/>
    <w:rsid w:val="0067537C"/>
    <w:rsid w:val="006801DE"/>
    <w:rsid w:val="006B5E98"/>
    <w:rsid w:val="006C6674"/>
    <w:rsid w:val="006D0585"/>
    <w:rsid w:val="006D06F6"/>
    <w:rsid w:val="006E2276"/>
    <w:rsid w:val="006E3B96"/>
    <w:rsid w:val="006F7C4B"/>
    <w:rsid w:val="007035FB"/>
    <w:rsid w:val="00705B64"/>
    <w:rsid w:val="00724448"/>
    <w:rsid w:val="00733168"/>
    <w:rsid w:val="00734D99"/>
    <w:rsid w:val="00736CAD"/>
    <w:rsid w:val="00744168"/>
    <w:rsid w:val="00745417"/>
    <w:rsid w:val="00753AB3"/>
    <w:rsid w:val="00763D04"/>
    <w:rsid w:val="00784B9E"/>
    <w:rsid w:val="007952C0"/>
    <w:rsid w:val="007B1FF3"/>
    <w:rsid w:val="007C3702"/>
    <w:rsid w:val="007C6D2F"/>
    <w:rsid w:val="00806555"/>
    <w:rsid w:val="00806CFE"/>
    <w:rsid w:val="0082754D"/>
    <w:rsid w:val="008425AA"/>
    <w:rsid w:val="008456D5"/>
    <w:rsid w:val="00850209"/>
    <w:rsid w:val="008526C2"/>
    <w:rsid w:val="00865B0A"/>
    <w:rsid w:val="00890FA1"/>
    <w:rsid w:val="00896CE5"/>
    <w:rsid w:val="008A67E1"/>
    <w:rsid w:val="008D72C1"/>
    <w:rsid w:val="008E6F84"/>
    <w:rsid w:val="008F18C8"/>
    <w:rsid w:val="0090385C"/>
    <w:rsid w:val="0090475B"/>
    <w:rsid w:val="00930A23"/>
    <w:rsid w:val="009311CD"/>
    <w:rsid w:val="0094169C"/>
    <w:rsid w:val="00943554"/>
    <w:rsid w:val="00947678"/>
    <w:rsid w:val="00950233"/>
    <w:rsid w:val="0097121A"/>
    <w:rsid w:val="009730F4"/>
    <w:rsid w:val="009779BE"/>
    <w:rsid w:val="009973BC"/>
    <w:rsid w:val="009A704F"/>
    <w:rsid w:val="009A7164"/>
    <w:rsid w:val="009B07D5"/>
    <w:rsid w:val="009B2474"/>
    <w:rsid w:val="009B3819"/>
    <w:rsid w:val="009B4924"/>
    <w:rsid w:val="009C55CD"/>
    <w:rsid w:val="009E08C4"/>
    <w:rsid w:val="009E2793"/>
    <w:rsid w:val="009F432A"/>
    <w:rsid w:val="009F49EF"/>
    <w:rsid w:val="00A164B8"/>
    <w:rsid w:val="00A37363"/>
    <w:rsid w:val="00A41783"/>
    <w:rsid w:val="00A42145"/>
    <w:rsid w:val="00A517D5"/>
    <w:rsid w:val="00A54F74"/>
    <w:rsid w:val="00A55C93"/>
    <w:rsid w:val="00A5630E"/>
    <w:rsid w:val="00A825FC"/>
    <w:rsid w:val="00A8757F"/>
    <w:rsid w:val="00A92FD1"/>
    <w:rsid w:val="00A943AD"/>
    <w:rsid w:val="00AA1B6E"/>
    <w:rsid w:val="00AB22A8"/>
    <w:rsid w:val="00AC5FC4"/>
    <w:rsid w:val="00AE0EB2"/>
    <w:rsid w:val="00AE53BE"/>
    <w:rsid w:val="00AF045E"/>
    <w:rsid w:val="00B00E9D"/>
    <w:rsid w:val="00B100AF"/>
    <w:rsid w:val="00B3563D"/>
    <w:rsid w:val="00B36C84"/>
    <w:rsid w:val="00B4653A"/>
    <w:rsid w:val="00B5533C"/>
    <w:rsid w:val="00B56494"/>
    <w:rsid w:val="00B60155"/>
    <w:rsid w:val="00B7733E"/>
    <w:rsid w:val="00B82525"/>
    <w:rsid w:val="00B82697"/>
    <w:rsid w:val="00B967AD"/>
    <w:rsid w:val="00BA3986"/>
    <w:rsid w:val="00BB08C4"/>
    <w:rsid w:val="00BB1EA8"/>
    <w:rsid w:val="00BB2472"/>
    <w:rsid w:val="00BC014E"/>
    <w:rsid w:val="00BD08ED"/>
    <w:rsid w:val="00BD78F9"/>
    <w:rsid w:val="00BE18F1"/>
    <w:rsid w:val="00BE6D26"/>
    <w:rsid w:val="00BE6F8E"/>
    <w:rsid w:val="00C06B68"/>
    <w:rsid w:val="00C105AE"/>
    <w:rsid w:val="00C1717D"/>
    <w:rsid w:val="00C17817"/>
    <w:rsid w:val="00C23D12"/>
    <w:rsid w:val="00C2462D"/>
    <w:rsid w:val="00C3083C"/>
    <w:rsid w:val="00C3458E"/>
    <w:rsid w:val="00C37BE8"/>
    <w:rsid w:val="00C55EAB"/>
    <w:rsid w:val="00C566F7"/>
    <w:rsid w:val="00C63AE7"/>
    <w:rsid w:val="00C746AA"/>
    <w:rsid w:val="00C75828"/>
    <w:rsid w:val="00CB5B16"/>
    <w:rsid w:val="00CB7ACE"/>
    <w:rsid w:val="00CC1B0B"/>
    <w:rsid w:val="00CD6717"/>
    <w:rsid w:val="00CF1533"/>
    <w:rsid w:val="00CF185C"/>
    <w:rsid w:val="00CF1CBD"/>
    <w:rsid w:val="00CF5832"/>
    <w:rsid w:val="00CF6E10"/>
    <w:rsid w:val="00D01365"/>
    <w:rsid w:val="00D17D67"/>
    <w:rsid w:val="00D24E43"/>
    <w:rsid w:val="00D43DCE"/>
    <w:rsid w:val="00D4450B"/>
    <w:rsid w:val="00D44BBB"/>
    <w:rsid w:val="00D478B9"/>
    <w:rsid w:val="00D56354"/>
    <w:rsid w:val="00D73C81"/>
    <w:rsid w:val="00D777B9"/>
    <w:rsid w:val="00D83312"/>
    <w:rsid w:val="00D84E4C"/>
    <w:rsid w:val="00D86805"/>
    <w:rsid w:val="00DB3E57"/>
    <w:rsid w:val="00DD1C6C"/>
    <w:rsid w:val="00DD536A"/>
    <w:rsid w:val="00DD56AD"/>
    <w:rsid w:val="00DE6783"/>
    <w:rsid w:val="00DF02AD"/>
    <w:rsid w:val="00DF4C37"/>
    <w:rsid w:val="00DF67E5"/>
    <w:rsid w:val="00E053A1"/>
    <w:rsid w:val="00E077D6"/>
    <w:rsid w:val="00E14671"/>
    <w:rsid w:val="00E235ED"/>
    <w:rsid w:val="00E23947"/>
    <w:rsid w:val="00E62941"/>
    <w:rsid w:val="00E728BA"/>
    <w:rsid w:val="00E8534C"/>
    <w:rsid w:val="00E85A5B"/>
    <w:rsid w:val="00E877D3"/>
    <w:rsid w:val="00E92507"/>
    <w:rsid w:val="00EB4871"/>
    <w:rsid w:val="00EB6B32"/>
    <w:rsid w:val="00EC70D6"/>
    <w:rsid w:val="00EF2E53"/>
    <w:rsid w:val="00F1288F"/>
    <w:rsid w:val="00F21B35"/>
    <w:rsid w:val="00F22085"/>
    <w:rsid w:val="00F22A80"/>
    <w:rsid w:val="00F3017F"/>
    <w:rsid w:val="00F311BA"/>
    <w:rsid w:val="00F35C0F"/>
    <w:rsid w:val="00F50D49"/>
    <w:rsid w:val="00F52BA1"/>
    <w:rsid w:val="00F52D37"/>
    <w:rsid w:val="00F54FF2"/>
    <w:rsid w:val="00F66700"/>
    <w:rsid w:val="00F814C8"/>
    <w:rsid w:val="00F866E7"/>
    <w:rsid w:val="00F9679D"/>
    <w:rsid w:val="00FA206A"/>
    <w:rsid w:val="00FC118A"/>
    <w:rsid w:val="00FC2C3F"/>
    <w:rsid w:val="00FD24E4"/>
    <w:rsid w:val="00FD394F"/>
    <w:rsid w:val="00FE5BF5"/>
    <w:rsid w:val="00FF1A93"/>
    <w:rsid w:val="00FF1FC9"/>
    <w:rsid w:val="0572998B"/>
    <w:rsid w:val="2511BC0B"/>
    <w:rsid w:val="2DAE7683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4B5A"/>
    <w:pPr>
      <w:spacing w:after="160" w:line="360" w:lineRule="auto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8526C2"/>
  </w:style>
  <w:style w:type="paragraph" w:styleId="Jalus">
    <w:name w:val="footer"/>
    <w:basedOn w:val="Normaallaad"/>
    <w:link w:val="JalusMrk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JalusMrk">
    <w:name w:val="Jalus Märk"/>
    <w:basedOn w:val="Liguvaikefont"/>
    <w:link w:val="Jalus"/>
    <w:uiPriority w:val="99"/>
    <w:rsid w:val="009F432A"/>
    <w:rPr>
      <w:sz w:val="13"/>
    </w:rPr>
  </w:style>
  <w:style w:type="character" w:customStyle="1" w:styleId="Pealkiri1Mrk">
    <w:name w:val="Pealkiri 1 Märk"/>
    <w:basedOn w:val="Liguvaikefont"/>
    <w:link w:val="Pealkiri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perlink">
    <w:name w:val="Hyperlink"/>
    <w:basedOn w:val="Liguvaikefont"/>
    <w:uiPriority w:val="99"/>
    <w:unhideWhenUsed/>
    <w:rsid w:val="009F432A"/>
    <w:rPr>
      <w:color w:val="000000" w:themeColor="text1"/>
      <w:u w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allaad"/>
    <w:qFormat/>
    <w:rsid w:val="00C105AE"/>
    <w:pPr>
      <w:spacing w:before="160" w:after="320" w:line="288" w:lineRule="auto"/>
      <w:contextualSpacing/>
    </w:pPr>
  </w:style>
  <w:style w:type="paragraph" w:styleId="Loendilik">
    <w:name w:val="List Paragraph"/>
    <w:basedOn w:val="Normaallaad"/>
    <w:uiPriority w:val="34"/>
    <w:qFormat/>
    <w:rsid w:val="000A2848"/>
    <w:pPr>
      <w:ind w:left="567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Vaevumrgatavviide">
    <w:name w:val="Subtle Reference"/>
    <w:basedOn w:val="Liguvaike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Lehekljenumber">
    <w:name w:val="page number"/>
    <w:basedOn w:val="Liguvaikefont"/>
    <w:uiPriority w:val="99"/>
    <w:semiHidden/>
    <w:unhideWhenUsed/>
    <w:rsid w:val="000A2848"/>
    <w:rPr>
      <w:color w:val="003669" w:themeColor="accent1"/>
      <w:sz w:val="18"/>
    </w:rPr>
  </w:style>
  <w:style w:type="table" w:styleId="Kontuurtabel">
    <w:name w:val="Table Grid"/>
    <w:basedOn w:val="Normaaltabel"/>
    <w:uiPriority w:val="5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vatabel1">
    <w:name w:val="Plain Table 1"/>
    <w:basedOn w:val="Normaaltabe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4">
    <w:name w:val="Plain Table 4"/>
    <w:basedOn w:val="Normaaltabe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vatabel3">
    <w:name w:val="Plain Table 3"/>
    <w:basedOn w:val="Normaaltabe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Heleruuttabel1rhk5">
    <w:name w:val="Grid Table 1 Light Accent 5"/>
    <w:basedOn w:val="Normaaltabe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vatabel2">
    <w:name w:val="Plain Table 2"/>
    <w:basedOn w:val="Normaaltabe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Ruuttabel3rhk1">
    <w:name w:val="Grid Table 3 Accent 1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Ruuttabel3">
    <w:name w:val="Grid Table 3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ttabel3rhk2">
    <w:name w:val="Grid Table 3 Accent 2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Rhutus">
    <w:name w:val="Emphasis"/>
    <w:basedOn w:val="Liguvaikefont"/>
    <w:uiPriority w:val="20"/>
    <w:qFormat/>
    <w:rsid w:val="00C75828"/>
    <w:rPr>
      <w:i/>
      <w:iCs/>
    </w:rPr>
  </w:style>
  <w:style w:type="character" w:styleId="Selgeltmrgatavviide">
    <w:name w:val="Intense Reference"/>
    <w:basedOn w:val="Liguvaike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Ruuttabel2rhk5">
    <w:name w:val="Grid Table 2 Accent 5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Ruuttabel2rhk3">
    <w:name w:val="Grid Table 2 Accent 3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2rhk1">
    <w:name w:val="Grid Table 2 Accent 1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Ruuttabel4rhk3">
    <w:name w:val="Grid Table 4 Accent 3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4rhk4">
    <w:name w:val="Grid Table 4 Accent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Ruuttabel4">
    <w:name w:val="Grid Table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4rhk1">
    <w:name w:val="Grid Table 4 Accent 1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Tumeruuttabel5rhk5">
    <w:name w:val="Grid Table 5 Dark Accent 5"/>
    <w:basedOn w:val="Normaaltabe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Heleloetelutabel1rhk1">
    <w:name w:val="List Table 1 Light Accent 1"/>
    <w:basedOn w:val="Normaaltabe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Vrvilineruuttabel7rhk1">
    <w:name w:val="Grid Table 7 Colorful Accent 1"/>
    <w:basedOn w:val="Normaaltabe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7Helekontuurtabel1rhk3">
    <w:name w:val="Grid Table 1 Light Accent 3"/>
    <w:basedOn w:val="Normaaltabe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allaad"/>
    <w:qFormat/>
    <w:rsid w:val="00243AAA"/>
    <w:pPr>
      <w:spacing w:after="0" w:line="312" w:lineRule="auto"/>
    </w:pPr>
    <w:rPr>
      <w:bCs/>
      <w:sz w:val="1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5567E7"/>
    <w:rPr>
      <w:i/>
      <w:iCs/>
      <w:color w:val="000000" w:themeColor="text1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67E7"/>
    <w:rPr>
      <w:i/>
      <w:iCs/>
      <w:color w:val="000000" w:themeColor="text1"/>
      <w:sz w:val="20"/>
    </w:rPr>
  </w:style>
  <w:style w:type="paragraph" w:styleId="Vahedeta">
    <w:name w:val="No Spacing"/>
    <w:uiPriority w:val="1"/>
    <w:qFormat/>
    <w:rsid w:val="00BD78F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sid w:val="00BD78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BD78F9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BD78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78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78F9"/>
    <w:rPr>
      <w:b/>
      <w:bCs/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E4FEA"/>
    <w:pPr>
      <w:spacing w:after="0" w:line="240" w:lineRule="auto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E4FEA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4E4FEA"/>
    <w:rPr>
      <w:vertAlign w:val="superscript"/>
    </w:rPr>
  </w:style>
  <w:style w:type="character" w:customStyle="1" w:styleId="fontstyle01">
    <w:name w:val="fontstyle01"/>
    <w:basedOn w:val="Liguvaikefont"/>
    <w:rsid w:val="003A72B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Kirjatekst">
    <w:name w:val="Kirja tekst"/>
    <w:basedOn w:val="Normaallaad"/>
    <w:autoRedefine/>
    <w:rsid w:val="00806CFE"/>
    <w:pPr>
      <w:spacing w:after="120" w:line="240" w:lineRule="auto"/>
      <w:jc w:val="both"/>
    </w:pPr>
    <w:rPr>
      <w:rFonts w:ascii="Arial" w:eastAsia="Times New Roman" w:hAnsi="Arial" w:cs="Arial"/>
      <w:szCs w:val="20"/>
      <w:lang w:val="et-EE"/>
    </w:rPr>
  </w:style>
  <w:style w:type="paragraph" w:customStyle="1" w:styleId="msonormal0">
    <w:name w:val="msonormal"/>
    <w:basedOn w:val="Normaallaad"/>
    <w:rsid w:val="001E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xl67">
    <w:name w:val="xl67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68">
    <w:name w:val="xl6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69">
    <w:name w:val="xl69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0">
    <w:name w:val="xl70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1">
    <w:name w:val="xl71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2">
    <w:name w:val="xl72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3">
    <w:name w:val="xl73"/>
    <w:basedOn w:val="Normaallaad"/>
    <w:rsid w:val="001E6E93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4">
    <w:name w:val="xl74"/>
    <w:basedOn w:val="Normaallaad"/>
    <w:rsid w:val="001E6E93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5">
    <w:name w:val="xl75"/>
    <w:basedOn w:val="Normaallaad"/>
    <w:rsid w:val="001E6E93"/>
    <w:pPr>
      <w:pBdr>
        <w:top w:val="single" w:sz="8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6">
    <w:name w:val="xl76"/>
    <w:basedOn w:val="Normaallaad"/>
    <w:rsid w:val="001E6E93"/>
    <w:pPr>
      <w:pBdr>
        <w:top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7">
    <w:name w:val="xl77"/>
    <w:basedOn w:val="Normaallaad"/>
    <w:rsid w:val="001E6E93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8">
    <w:name w:val="xl7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79">
    <w:name w:val="xl79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80">
    <w:name w:val="xl80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2"/>
      <w:szCs w:val="22"/>
      <w:lang w:val="et-EE" w:eastAsia="et-EE"/>
    </w:rPr>
  </w:style>
  <w:style w:type="paragraph" w:customStyle="1" w:styleId="xl81">
    <w:name w:val="xl81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lang w:val="et-EE" w:eastAsia="et-EE"/>
    </w:rPr>
  </w:style>
  <w:style w:type="paragraph" w:customStyle="1" w:styleId="xl82">
    <w:name w:val="xl82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3">
    <w:name w:val="xl83"/>
    <w:basedOn w:val="Normaallaad"/>
    <w:rsid w:val="001E6E93"/>
    <w:pPr>
      <w:pBdr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4">
    <w:name w:val="xl84"/>
    <w:basedOn w:val="Normaallaad"/>
    <w:rsid w:val="001E6E93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5">
    <w:name w:val="xl85"/>
    <w:basedOn w:val="Normaallaad"/>
    <w:rsid w:val="001E6E93"/>
    <w:pPr>
      <w:pBdr>
        <w:bottom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86">
    <w:name w:val="xl86"/>
    <w:basedOn w:val="Normaallaad"/>
    <w:rsid w:val="001E6E9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87">
    <w:name w:val="xl87"/>
    <w:basedOn w:val="Normaallaad"/>
    <w:rsid w:val="001E6E93"/>
    <w:pP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7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n@kul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103C93256614DA85A073ADF7121BB" ma:contentTypeVersion="9" ma:contentTypeDescription="Create a new document." ma:contentTypeScope="" ma:versionID="2882a1339ab20f0a2b393932bd44d431">
  <xsd:schema xmlns:xsd="http://www.w3.org/2001/XMLSchema" xmlns:xs="http://www.w3.org/2001/XMLSchema" xmlns:p="http://schemas.microsoft.com/office/2006/metadata/properties" xmlns:ns2="6d678769-40fb-4afb-a787-3ce4f3bfc4a4" targetNamespace="http://schemas.microsoft.com/office/2006/metadata/properties" ma:root="true" ma:fieldsID="f6a33e39fe2d89a570ace68217262de7" ns2:_="">
    <xsd:import namespace="6d678769-40fb-4afb-a787-3ce4f3bfc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78769-40fb-4afb-a787-3ce4f3bfc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A7C269-8731-416F-BFFC-09054B85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78769-40fb-4afb-a787-3ce4f3bfc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F81EC-378A-4189-9350-05D9C22B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RKAS_kirjaplank_10670.dotx</Template>
  <TotalTime>15</TotalTime>
  <Pages>1</Pages>
  <Words>221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Taavi Janno</cp:lastModifiedBy>
  <cp:revision>3</cp:revision>
  <cp:lastPrinted>2022-10-19T08:27:00Z</cp:lastPrinted>
  <dcterms:created xsi:type="dcterms:W3CDTF">2024-03-08T15:14:00Z</dcterms:created>
  <dcterms:modified xsi:type="dcterms:W3CDTF">2024-03-08T15:29:00Z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0x010100E4B103C93256614DA85A073ADF7121BB</vt:lpwstr>
  </property>
</Properties>
</file>