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D10B2" w14:textId="77777777" w:rsidR="00E157C2" w:rsidRPr="002A46A0" w:rsidRDefault="00E157C2" w:rsidP="00E157C2">
      <w:pPr>
        <w:rPr>
          <w:rFonts w:ascii="Arial" w:hAnsi="Arial" w:cs="Arial"/>
          <w:sz w:val="21"/>
          <w:szCs w:val="21"/>
        </w:rPr>
      </w:pPr>
      <w:r w:rsidRPr="002A46A0">
        <w:rPr>
          <w:rFonts w:ascii="Arial" w:hAnsi="Arial" w:cs="Arial"/>
          <w:sz w:val="21"/>
          <w:szCs w:val="21"/>
        </w:rPr>
        <w:t xml:space="preserve">Transpordiamet </w:t>
      </w:r>
    </w:p>
    <w:p w14:paraId="56D66916" w14:textId="044D2F6B" w:rsidR="00E157C2" w:rsidRPr="002A46A0" w:rsidRDefault="00E157C2" w:rsidP="00E157C2">
      <w:pPr>
        <w:rPr>
          <w:rFonts w:ascii="Arial" w:hAnsi="Arial" w:cs="Arial"/>
          <w:sz w:val="21"/>
          <w:szCs w:val="21"/>
        </w:rPr>
      </w:pPr>
      <w:r w:rsidRPr="002A46A0">
        <w:rPr>
          <w:rFonts w:ascii="Arial" w:hAnsi="Arial" w:cs="Arial"/>
          <w:sz w:val="21"/>
          <w:szCs w:val="21"/>
        </w:rPr>
        <w:t xml:space="preserve">info@transpordiamet.ee </w:t>
      </w:r>
      <w:r w:rsidRPr="002A46A0">
        <w:rPr>
          <w:rFonts w:ascii="Arial" w:hAnsi="Arial" w:cs="Arial"/>
          <w:sz w:val="21"/>
          <w:szCs w:val="21"/>
        </w:rPr>
        <w:tab/>
      </w:r>
      <w:r w:rsidRPr="002A46A0">
        <w:rPr>
          <w:rFonts w:ascii="Arial" w:hAnsi="Arial" w:cs="Arial"/>
          <w:sz w:val="21"/>
          <w:szCs w:val="21"/>
        </w:rPr>
        <w:tab/>
        <w:t xml:space="preserve">                     </w:t>
      </w:r>
      <w:r w:rsidR="002A46A0" w:rsidRPr="002A46A0">
        <w:rPr>
          <w:rFonts w:ascii="Arial" w:hAnsi="Arial" w:cs="Arial"/>
          <w:sz w:val="21"/>
          <w:szCs w:val="21"/>
        </w:rPr>
        <w:t xml:space="preserve">               </w:t>
      </w:r>
      <w:r w:rsidR="00B36CFC">
        <w:rPr>
          <w:rFonts w:ascii="Arial" w:hAnsi="Arial" w:cs="Arial"/>
          <w:sz w:val="21"/>
          <w:szCs w:val="21"/>
        </w:rPr>
        <w:t xml:space="preserve">  </w:t>
      </w:r>
      <w:r w:rsidR="006530D5">
        <w:rPr>
          <w:rFonts w:ascii="Arial" w:hAnsi="Arial" w:cs="Arial"/>
          <w:sz w:val="21"/>
          <w:szCs w:val="21"/>
        </w:rPr>
        <w:t xml:space="preserve">   </w:t>
      </w:r>
      <w:r w:rsidRPr="002A46A0">
        <w:rPr>
          <w:rFonts w:ascii="Arial" w:hAnsi="Arial" w:cs="Arial"/>
          <w:sz w:val="21"/>
          <w:szCs w:val="21"/>
        </w:rPr>
        <w:t xml:space="preserve">Meie: </w:t>
      </w:r>
      <w:r w:rsidR="00620EA5">
        <w:rPr>
          <w:rFonts w:ascii="Arial" w:hAnsi="Arial" w:cs="Arial"/>
          <w:sz w:val="21"/>
          <w:szCs w:val="21"/>
        </w:rPr>
        <w:t>07</w:t>
      </w:r>
      <w:r w:rsidRPr="002A46A0">
        <w:rPr>
          <w:rFonts w:ascii="Arial" w:hAnsi="Arial" w:cs="Arial"/>
          <w:sz w:val="21"/>
          <w:szCs w:val="21"/>
        </w:rPr>
        <w:t>.0</w:t>
      </w:r>
      <w:r w:rsidR="00620EA5">
        <w:rPr>
          <w:rFonts w:ascii="Arial" w:hAnsi="Arial" w:cs="Arial"/>
          <w:sz w:val="21"/>
          <w:szCs w:val="21"/>
        </w:rPr>
        <w:t>3</w:t>
      </w:r>
      <w:r w:rsidRPr="002A46A0">
        <w:rPr>
          <w:rFonts w:ascii="Arial" w:hAnsi="Arial" w:cs="Arial"/>
          <w:sz w:val="21"/>
          <w:szCs w:val="21"/>
        </w:rPr>
        <w:t>.202</w:t>
      </w:r>
      <w:r w:rsidR="00687335">
        <w:rPr>
          <w:rFonts w:ascii="Arial" w:hAnsi="Arial" w:cs="Arial"/>
          <w:sz w:val="21"/>
          <w:szCs w:val="21"/>
        </w:rPr>
        <w:t>4</w:t>
      </w:r>
      <w:r w:rsidRPr="002A46A0">
        <w:rPr>
          <w:rFonts w:ascii="Arial" w:hAnsi="Arial" w:cs="Arial"/>
          <w:sz w:val="21"/>
          <w:szCs w:val="21"/>
        </w:rPr>
        <w:t xml:space="preserve">.a nr </w:t>
      </w:r>
      <w:r w:rsidR="00C27F5F" w:rsidRPr="00C27F5F">
        <w:rPr>
          <w:rFonts w:ascii="Arial" w:hAnsi="Arial" w:cs="Arial"/>
          <w:sz w:val="21"/>
          <w:szCs w:val="21"/>
        </w:rPr>
        <w:t>JT-ASJ-4/</w:t>
      </w:r>
      <w:r w:rsidR="006530D5">
        <w:rPr>
          <w:rFonts w:ascii="Arial" w:hAnsi="Arial" w:cs="Arial"/>
          <w:sz w:val="21"/>
          <w:szCs w:val="21"/>
        </w:rPr>
        <w:t>32</w:t>
      </w:r>
    </w:p>
    <w:p w14:paraId="7A8A4476" w14:textId="77777777" w:rsidR="00E157C2" w:rsidRPr="00B34A77" w:rsidRDefault="00E157C2" w:rsidP="00E157C2">
      <w:pPr>
        <w:rPr>
          <w:rFonts w:ascii="Arial" w:hAnsi="Arial" w:cs="Arial"/>
          <w:sz w:val="16"/>
          <w:szCs w:val="16"/>
        </w:rPr>
      </w:pPr>
    </w:p>
    <w:p w14:paraId="25714A0C" w14:textId="77777777" w:rsidR="00E157C2" w:rsidRPr="00B34A77" w:rsidRDefault="00E157C2" w:rsidP="00E157C2">
      <w:pPr>
        <w:rPr>
          <w:rFonts w:ascii="Arial" w:hAnsi="Arial" w:cs="Arial"/>
          <w:b/>
          <w:sz w:val="16"/>
          <w:szCs w:val="16"/>
        </w:rPr>
      </w:pPr>
    </w:p>
    <w:p w14:paraId="4756011E" w14:textId="5403EB0B" w:rsidR="00E157C2" w:rsidRPr="00620EA5" w:rsidRDefault="00161D5D" w:rsidP="00E157C2">
      <w:pPr>
        <w:rPr>
          <w:rFonts w:ascii="Arial" w:hAnsi="Arial" w:cs="Arial"/>
          <w:b/>
          <w:sz w:val="22"/>
          <w:szCs w:val="22"/>
        </w:rPr>
      </w:pPr>
      <w:r w:rsidRPr="00620EA5">
        <w:rPr>
          <w:rFonts w:ascii="Arial" w:hAnsi="Arial" w:cs="Arial"/>
          <w:b/>
          <w:sz w:val="22"/>
          <w:szCs w:val="22"/>
        </w:rPr>
        <w:t>RIIGIVARA KASUTAMISEKS ANDMISE  ja ISIKLIKU KASUTUSÕIGUSE SEADMISE TAOTLUS (tehnovõrgud ja rajatised)</w:t>
      </w:r>
    </w:p>
    <w:p w14:paraId="4975C15A" w14:textId="77777777" w:rsidR="00E157C2" w:rsidRPr="00620EA5" w:rsidRDefault="00E157C2" w:rsidP="00E157C2">
      <w:pPr>
        <w:rPr>
          <w:rFonts w:ascii="Arial" w:hAnsi="Arial" w:cs="Arial"/>
          <w:b/>
          <w:sz w:val="22"/>
          <w:szCs w:val="22"/>
        </w:rPr>
      </w:pPr>
    </w:p>
    <w:p w14:paraId="45877149" w14:textId="77777777" w:rsidR="00E157C2" w:rsidRPr="00620EA5" w:rsidRDefault="00E157C2" w:rsidP="00E157C2">
      <w:pPr>
        <w:pStyle w:val="Standard"/>
        <w:rPr>
          <w:rFonts w:cs="Arial"/>
          <w:sz w:val="22"/>
          <w:szCs w:val="22"/>
        </w:rPr>
      </w:pPr>
    </w:p>
    <w:tbl>
      <w:tblPr>
        <w:tblW w:w="97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"/>
        <w:gridCol w:w="2628"/>
        <w:gridCol w:w="21"/>
        <w:gridCol w:w="7093"/>
      </w:tblGrid>
      <w:tr w:rsidR="00E157C2" w:rsidRPr="00620EA5" w14:paraId="77031988" w14:textId="77777777" w:rsidTr="00862633">
        <w:trPr>
          <w:gridBefore w:val="1"/>
          <w:wBefore w:w="45" w:type="dxa"/>
          <w:trHeight w:val="417"/>
        </w:trPr>
        <w:tc>
          <w:tcPr>
            <w:tcW w:w="26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1E451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b/>
                <w:sz w:val="22"/>
                <w:szCs w:val="22"/>
              </w:rPr>
              <w:t>TAOTLEJA (TEHNOVÕRGU OMANIK)</w:t>
            </w:r>
          </w:p>
          <w:p w14:paraId="6170FFB8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b/>
                <w:sz w:val="22"/>
                <w:szCs w:val="22"/>
              </w:rPr>
              <w:t>ANDMED:</w:t>
            </w:r>
          </w:p>
          <w:p w14:paraId="470F1F45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6359" w14:textId="5BFE3FD5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 xml:space="preserve">Nimi: </w:t>
            </w:r>
            <w:r w:rsidR="00150BBB" w:rsidRPr="00620EA5">
              <w:rPr>
                <w:rFonts w:cs="Arial"/>
                <w:sz w:val="22"/>
                <w:szCs w:val="22"/>
              </w:rPr>
              <w:t>Imatra Elekter AS</w:t>
            </w:r>
          </w:p>
        </w:tc>
      </w:tr>
      <w:tr w:rsidR="00E157C2" w:rsidRPr="00620EA5" w14:paraId="20DA5A8F" w14:textId="77777777" w:rsidTr="00862633">
        <w:trPr>
          <w:gridBefore w:val="1"/>
          <w:wBefore w:w="45" w:type="dxa"/>
          <w:trHeight w:val="491"/>
        </w:trPr>
        <w:tc>
          <w:tcPr>
            <w:tcW w:w="2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76C31" w14:textId="77777777" w:rsidR="00E157C2" w:rsidRPr="00620EA5" w:rsidRDefault="00E157C2" w:rsidP="002576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E8252" w14:textId="696A233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 xml:space="preserve">Registrikood: </w:t>
            </w:r>
            <w:r w:rsidR="001F7459" w:rsidRPr="00620EA5">
              <w:rPr>
                <w:rFonts w:cs="Arial"/>
                <w:sz w:val="22"/>
                <w:szCs w:val="22"/>
              </w:rPr>
              <w:t>10224137</w:t>
            </w:r>
          </w:p>
        </w:tc>
      </w:tr>
      <w:tr w:rsidR="00E157C2" w:rsidRPr="00620EA5" w14:paraId="4410FF6E" w14:textId="77777777" w:rsidTr="00862633">
        <w:trPr>
          <w:gridBefore w:val="1"/>
          <w:wBefore w:w="45" w:type="dxa"/>
          <w:trHeight w:val="272"/>
        </w:trPr>
        <w:tc>
          <w:tcPr>
            <w:tcW w:w="2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0E076" w14:textId="77777777" w:rsidR="00E157C2" w:rsidRPr="00620EA5" w:rsidRDefault="00E157C2" w:rsidP="002576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FF7C5" w14:textId="1409BD34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 xml:space="preserve">Aadress: </w:t>
            </w:r>
            <w:r w:rsidR="00905665" w:rsidRPr="00620EA5">
              <w:rPr>
                <w:rFonts w:cs="Arial"/>
                <w:b/>
                <w:sz w:val="22"/>
                <w:szCs w:val="22"/>
              </w:rPr>
              <w:t>Tööstuse tn 2, Haapsalu linn</w:t>
            </w:r>
          </w:p>
        </w:tc>
      </w:tr>
      <w:tr w:rsidR="00E157C2" w:rsidRPr="00620EA5" w14:paraId="078B36A4" w14:textId="77777777" w:rsidTr="00862633">
        <w:trPr>
          <w:gridBefore w:val="1"/>
          <w:wBefore w:w="45" w:type="dxa"/>
          <w:trHeight w:val="421"/>
        </w:trPr>
        <w:tc>
          <w:tcPr>
            <w:tcW w:w="2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40802" w14:textId="77777777" w:rsidR="00E157C2" w:rsidRPr="00620EA5" w:rsidRDefault="00E157C2" w:rsidP="002576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427E5" w14:textId="14517A93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 xml:space="preserve">Lepingu sõlmija nimi: </w:t>
            </w:r>
            <w:r w:rsidR="00905665" w:rsidRPr="00620EA5">
              <w:rPr>
                <w:rFonts w:cs="Arial"/>
                <w:b/>
                <w:bCs/>
                <w:sz w:val="22"/>
                <w:szCs w:val="22"/>
              </w:rPr>
              <w:t>Tiia Koel</w:t>
            </w:r>
          </w:p>
        </w:tc>
      </w:tr>
      <w:tr w:rsidR="00E157C2" w:rsidRPr="00620EA5" w14:paraId="320B70E9" w14:textId="77777777" w:rsidTr="00862633">
        <w:trPr>
          <w:gridBefore w:val="1"/>
          <w:wBefore w:w="45" w:type="dxa"/>
          <w:trHeight w:val="272"/>
        </w:trPr>
        <w:tc>
          <w:tcPr>
            <w:tcW w:w="2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BD8C5" w14:textId="77777777" w:rsidR="00E157C2" w:rsidRPr="00620EA5" w:rsidRDefault="00E157C2" w:rsidP="002576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7B0F7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>Vajadusel koopia lepingu allkirjastaja volikirjast, kui allkirjastamine toimub volituse alusel:</w:t>
            </w:r>
          </w:p>
          <w:p w14:paraId="04725AA0" w14:textId="171F38F8" w:rsidR="00E157C2" w:rsidRPr="00620EA5" w:rsidRDefault="00905665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b/>
                <w:bCs/>
                <w:sz w:val="22"/>
                <w:szCs w:val="22"/>
              </w:rPr>
              <w:t>Koel_volikiri_Imatra.asice</w:t>
            </w:r>
          </w:p>
        </w:tc>
      </w:tr>
      <w:tr w:rsidR="00E157C2" w:rsidRPr="00620EA5" w14:paraId="3A76A7AA" w14:textId="77777777" w:rsidTr="00862633">
        <w:trPr>
          <w:gridBefore w:val="1"/>
          <w:wBefore w:w="45" w:type="dxa"/>
          <w:trHeight w:val="272"/>
        </w:trPr>
        <w:tc>
          <w:tcPr>
            <w:tcW w:w="2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76ABD" w14:textId="77777777" w:rsidR="00E157C2" w:rsidRPr="00620EA5" w:rsidRDefault="00E157C2" w:rsidP="002576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6DB88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>Lepingu sõlmija e-posti aadress, telefoni number:</w:t>
            </w:r>
          </w:p>
          <w:p w14:paraId="30E0C873" w14:textId="3AEE7716" w:rsidR="00E157C2" w:rsidRPr="00620EA5" w:rsidRDefault="002A46A0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bCs/>
                <w:sz w:val="22"/>
                <w:szCs w:val="22"/>
              </w:rPr>
              <w:t>Tiia.Koel@energia.ee, +372 529 1427</w:t>
            </w:r>
          </w:p>
        </w:tc>
      </w:tr>
      <w:tr w:rsidR="00E157C2" w:rsidRPr="00620EA5" w14:paraId="5E392F93" w14:textId="77777777" w:rsidTr="00862633">
        <w:trPr>
          <w:gridBefore w:val="1"/>
          <w:wBefore w:w="45" w:type="dxa"/>
          <w:trHeight w:val="94"/>
        </w:trPr>
        <w:tc>
          <w:tcPr>
            <w:tcW w:w="26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AEDF6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b/>
                <w:bCs/>
                <w:sz w:val="22"/>
                <w:szCs w:val="22"/>
              </w:rPr>
              <w:t>TAOTLUSE MENETLEMISEL TAOTLEJA KONTAKTISIK</w:t>
            </w: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7E1F7" w14:textId="77777777" w:rsidR="00E157C2" w:rsidRPr="00620EA5" w:rsidRDefault="00E157C2" w:rsidP="0025761F">
            <w:pPr>
              <w:pStyle w:val="Standard"/>
              <w:rPr>
                <w:rFonts w:cs="Arial"/>
                <w:b/>
                <w:bCs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 xml:space="preserve">Isikunimi: </w:t>
            </w:r>
            <w:r w:rsidRPr="00620EA5">
              <w:rPr>
                <w:rFonts w:cs="Arial"/>
                <w:b/>
                <w:bCs/>
                <w:sz w:val="22"/>
                <w:szCs w:val="22"/>
              </w:rPr>
              <w:t>Tiia Koel</w:t>
            </w:r>
          </w:p>
          <w:p w14:paraId="29849447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</w:p>
        </w:tc>
      </w:tr>
      <w:tr w:rsidR="00E157C2" w:rsidRPr="00620EA5" w14:paraId="0E505208" w14:textId="77777777" w:rsidTr="00862633">
        <w:trPr>
          <w:gridBefore w:val="1"/>
          <w:wBefore w:w="45" w:type="dxa"/>
          <w:trHeight w:val="93"/>
        </w:trPr>
        <w:tc>
          <w:tcPr>
            <w:tcW w:w="2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2F4B1" w14:textId="77777777" w:rsidR="00E157C2" w:rsidRPr="00620EA5" w:rsidRDefault="00E157C2" w:rsidP="002576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1FF6B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>e-posti aadress, telefoni number:</w:t>
            </w:r>
          </w:p>
          <w:p w14:paraId="7E4092E5" w14:textId="3D87B965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>Tiia.Koel@e</w:t>
            </w:r>
            <w:r w:rsidR="003B160B" w:rsidRPr="00620EA5">
              <w:rPr>
                <w:rFonts w:cs="Arial"/>
                <w:sz w:val="22"/>
                <w:szCs w:val="22"/>
              </w:rPr>
              <w:t>nergia</w:t>
            </w:r>
            <w:r w:rsidRPr="00620EA5">
              <w:rPr>
                <w:rFonts w:cs="Arial"/>
                <w:sz w:val="22"/>
                <w:szCs w:val="22"/>
              </w:rPr>
              <w:t>.ee</w:t>
            </w:r>
            <w:r w:rsidRPr="00620EA5">
              <w:rPr>
                <w:rFonts w:cs="Arial"/>
                <w:bCs/>
                <w:color w:val="00000A"/>
                <w:sz w:val="22"/>
                <w:szCs w:val="22"/>
              </w:rPr>
              <w:t>;</w:t>
            </w:r>
            <w:r w:rsidRPr="00620EA5">
              <w:rPr>
                <w:rFonts w:cs="Arial"/>
                <w:sz w:val="22"/>
                <w:szCs w:val="22"/>
              </w:rPr>
              <w:t xml:space="preserve"> </w:t>
            </w:r>
            <w:r w:rsidRPr="00620EA5">
              <w:rPr>
                <w:rFonts w:cs="Arial"/>
                <w:bCs/>
                <w:sz w:val="22"/>
                <w:szCs w:val="22"/>
              </w:rPr>
              <w:t>+372 529 1427</w:t>
            </w:r>
          </w:p>
        </w:tc>
      </w:tr>
      <w:tr w:rsidR="00E157C2" w:rsidRPr="00620EA5" w14:paraId="05E40671" w14:textId="77777777" w:rsidTr="00862633">
        <w:trPr>
          <w:gridBefore w:val="1"/>
          <w:wBefore w:w="45" w:type="dxa"/>
          <w:trHeight w:val="93"/>
        </w:trPr>
        <w:tc>
          <w:tcPr>
            <w:tcW w:w="2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7B3AE" w14:textId="77777777" w:rsidR="00E157C2" w:rsidRPr="00620EA5" w:rsidRDefault="00E157C2" w:rsidP="002576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E9702" w14:textId="4B8479BE" w:rsidR="00E157C2" w:rsidRPr="00620EA5" w:rsidRDefault="00E157C2" w:rsidP="004E5A1B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>Vajadusel esindusvolitus:</w:t>
            </w:r>
          </w:p>
        </w:tc>
      </w:tr>
      <w:tr w:rsidR="00E157C2" w:rsidRPr="00620EA5" w14:paraId="6D919C0F" w14:textId="77777777" w:rsidTr="00862633">
        <w:trPr>
          <w:gridBefore w:val="1"/>
          <w:wBefore w:w="45" w:type="dxa"/>
          <w:trHeight w:val="272"/>
        </w:trPr>
        <w:tc>
          <w:tcPr>
            <w:tcW w:w="2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7C0F2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b/>
                <w:sz w:val="22"/>
                <w:szCs w:val="22"/>
              </w:rPr>
              <w:t>TEHNORAJATISE PAIGALDAMISE EESMÄRK</w:t>
            </w: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1B79D" w14:textId="77777777" w:rsidR="00E157C2" w:rsidRPr="00620EA5" w:rsidRDefault="00E157C2" w:rsidP="0025761F">
            <w:pPr>
              <w:pStyle w:val="Standard"/>
              <w:rPr>
                <w:rFonts w:cs="Arial"/>
                <w:b/>
                <w:bCs/>
                <w:sz w:val="22"/>
                <w:szCs w:val="22"/>
              </w:rPr>
            </w:pPr>
          </w:p>
          <w:p w14:paraId="01BDE89E" w14:textId="295D3CC9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b/>
                <w:bCs/>
                <w:sz w:val="22"/>
                <w:szCs w:val="22"/>
              </w:rPr>
              <w:t xml:space="preserve">Võrguühenduse </w:t>
            </w:r>
            <w:r w:rsidR="00A94EB6" w:rsidRPr="00620EA5">
              <w:rPr>
                <w:rFonts w:cs="Arial"/>
                <w:b/>
                <w:bCs/>
                <w:sz w:val="22"/>
                <w:szCs w:val="22"/>
              </w:rPr>
              <w:t>rekonstrueerimi</w:t>
            </w:r>
            <w:r w:rsidR="00DB1961" w:rsidRPr="00620EA5">
              <w:rPr>
                <w:rFonts w:cs="Arial"/>
                <w:b/>
                <w:bCs/>
                <w:sz w:val="22"/>
                <w:szCs w:val="22"/>
              </w:rPr>
              <w:t>ne</w:t>
            </w:r>
          </w:p>
        </w:tc>
      </w:tr>
      <w:tr w:rsidR="00E157C2" w:rsidRPr="00620EA5" w14:paraId="460D6D99" w14:textId="77777777" w:rsidTr="00862633">
        <w:trPr>
          <w:gridBefore w:val="1"/>
          <w:wBefore w:w="45" w:type="dxa"/>
          <w:trHeight w:val="580"/>
        </w:trPr>
        <w:tc>
          <w:tcPr>
            <w:tcW w:w="26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CE12B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b/>
                <w:sz w:val="22"/>
                <w:szCs w:val="22"/>
              </w:rPr>
              <w:t>MAANTEEAMETIS KOOSKÕLASTATUD PROJEKTI ANDMED:</w:t>
            </w: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6E073" w14:textId="70AE1A60" w:rsidR="00E157C2" w:rsidRPr="00620EA5" w:rsidRDefault="00E157C2" w:rsidP="003450A6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 xml:space="preserve">Projekti nimetus ja number </w:t>
            </w:r>
            <w:r w:rsidR="003450A6" w:rsidRPr="00620EA5">
              <w:rPr>
                <w:rFonts w:cs="Arial"/>
                <w:sz w:val="22"/>
                <w:szCs w:val="22"/>
              </w:rPr>
              <w:t>„</w:t>
            </w:r>
            <w:r w:rsidRPr="00620EA5">
              <w:rPr>
                <w:rFonts w:cs="Arial"/>
                <w:sz w:val="22"/>
                <w:szCs w:val="22"/>
              </w:rPr>
              <w:t xml:space="preserve"> </w:t>
            </w:r>
            <w:r w:rsidR="003450A6" w:rsidRPr="00620EA5">
              <w:rPr>
                <w:rFonts w:cs="Arial"/>
                <w:sz w:val="22"/>
                <w:szCs w:val="22"/>
              </w:rPr>
              <w:t>AJ „Ohtla“ 0,4 kV fiidri F2 rekonstrueerimine. Ohtla küla, Lääne-Nigula vald, Lääne maakond</w:t>
            </w:r>
            <w:r w:rsidR="00762888" w:rsidRPr="00620EA5">
              <w:rPr>
                <w:rFonts w:cs="Arial"/>
                <w:sz w:val="22"/>
                <w:szCs w:val="22"/>
              </w:rPr>
              <w:t xml:space="preserve">“. </w:t>
            </w:r>
            <w:r w:rsidR="003450A6" w:rsidRPr="00620EA5">
              <w:rPr>
                <w:rFonts w:cs="Arial"/>
                <w:sz w:val="22"/>
                <w:szCs w:val="22"/>
              </w:rPr>
              <w:t>Projekt nr JTI613</w:t>
            </w:r>
          </w:p>
        </w:tc>
      </w:tr>
      <w:tr w:rsidR="00E157C2" w:rsidRPr="00620EA5" w14:paraId="4929E235" w14:textId="77777777" w:rsidTr="00862633">
        <w:trPr>
          <w:gridBefore w:val="1"/>
          <w:wBefore w:w="45" w:type="dxa"/>
          <w:trHeight w:val="580"/>
        </w:trPr>
        <w:tc>
          <w:tcPr>
            <w:tcW w:w="2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26DE9" w14:textId="77777777" w:rsidR="00E157C2" w:rsidRPr="00620EA5" w:rsidRDefault="00E157C2" w:rsidP="002576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871FE" w14:textId="67EAB42B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 xml:space="preserve">Projekti koostaja: </w:t>
            </w:r>
            <w:r w:rsidR="00762888" w:rsidRPr="00620EA5">
              <w:rPr>
                <w:rFonts w:cs="Arial"/>
                <w:b/>
                <w:bCs/>
                <w:sz w:val="22"/>
                <w:szCs w:val="22"/>
              </w:rPr>
              <w:t>Draftit</w:t>
            </w:r>
            <w:r w:rsidR="00D72D0E" w:rsidRPr="00620EA5">
              <w:rPr>
                <w:rFonts w:cs="Arial"/>
                <w:b/>
                <w:bCs/>
                <w:sz w:val="22"/>
                <w:szCs w:val="22"/>
              </w:rPr>
              <w:t xml:space="preserve"> OÜ</w:t>
            </w:r>
          </w:p>
        </w:tc>
      </w:tr>
      <w:tr w:rsidR="00E157C2" w:rsidRPr="00620EA5" w14:paraId="2ED9006D" w14:textId="77777777" w:rsidTr="00862633">
        <w:trPr>
          <w:gridBefore w:val="1"/>
          <w:wBefore w:w="45" w:type="dxa"/>
          <w:trHeight w:val="580"/>
        </w:trPr>
        <w:tc>
          <w:tcPr>
            <w:tcW w:w="26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7E949" w14:textId="77777777" w:rsidR="00E157C2" w:rsidRPr="00620EA5" w:rsidRDefault="00E157C2" w:rsidP="002576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D9427" w14:textId="77777777" w:rsidR="00E157C2" w:rsidRPr="00620EA5" w:rsidRDefault="00E157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r w:rsidRPr="00620EA5">
              <w:rPr>
                <w:rFonts w:cs="Arial"/>
                <w:sz w:val="22"/>
                <w:szCs w:val="22"/>
              </w:rPr>
              <w:t>Projekti Transpordiameti kooskõlastuse vastuskirja seosviit:</w:t>
            </w:r>
          </w:p>
          <w:p w14:paraId="7DC94E97" w14:textId="0C5AD0DC" w:rsidR="00E157C2" w:rsidRPr="00620EA5" w:rsidRDefault="007A70C2" w:rsidP="0025761F">
            <w:pPr>
              <w:pStyle w:val="Standard"/>
              <w:rPr>
                <w:rFonts w:cs="Arial"/>
                <w:sz w:val="22"/>
                <w:szCs w:val="22"/>
              </w:rPr>
            </w:pPr>
            <w:proofErr w:type="spellStart"/>
            <w:r w:rsidRPr="00620EA5">
              <w:rPr>
                <w:rFonts w:cs="Arial"/>
                <w:b/>
                <w:sz w:val="22"/>
                <w:szCs w:val="22"/>
                <w:lang w:val="en-US"/>
              </w:rPr>
              <w:t>Meie</w:t>
            </w:r>
            <w:proofErr w:type="spellEnd"/>
            <w:r w:rsidRPr="00620EA5">
              <w:rPr>
                <w:rFonts w:cs="Arial"/>
                <w:b/>
                <w:sz w:val="22"/>
                <w:szCs w:val="22"/>
                <w:lang w:val="en-US"/>
              </w:rPr>
              <w:t xml:space="preserve"> </w:t>
            </w:r>
            <w:r w:rsidR="004A6BB7" w:rsidRPr="00620EA5">
              <w:rPr>
                <w:rFonts w:cs="Arial"/>
                <w:b/>
                <w:sz w:val="22"/>
                <w:szCs w:val="22"/>
                <w:lang w:val="en-US"/>
              </w:rPr>
              <w:t>06.03.2024 nr 7.1-2/24/3176-2</w:t>
            </w:r>
          </w:p>
        </w:tc>
      </w:tr>
      <w:tr w:rsidR="00F30870" w:rsidRPr="00620EA5" w14:paraId="3E005601" w14:textId="77777777" w:rsidTr="00EA1633">
        <w:trPr>
          <w:trHeight w:val="116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CAE4B" w14:textId="77777777" w:rsidR="00F30870" w:rsidRPr="00826077" w:rsidRDefault="00F30870" w:rsidP="001815CD">
            <w:pPr>
              <w:pStyle w:val="Standard"/>
              <w:rPr>
                <w:rFonts w:cs="Arial"/>
                <w:b/>
                <w:bCs/>
                <w:sz w:val="22"/>
                <w:szCs w:val="22"/>
              </w:rPr>
            </w:pPr>
            <w:bookmarkStart w:id="0" w:name="Bookmark1"/>
            <w:bookmarkStart w:id="1" w:name="_Hlk129352142"/>
            <w:bookmarkEnd w:id="0"/>
            <w:r w:rsidRPr="00826077">
              <w:rPr>
                <w:rFonts w:cs="Arial"/>
                <w:b/>
                <w:bCs/>
                <w:sz w:val="22"/>
                <w:szCs w:val="22"/>
              </w:rPr>
              <w:t>1. KOORMATAVA</w:t>
            </w:r>
          </w:p>
          <w:p w14:paraId="777719FB" w14:textId="77777777" w:rsidR="00F30870" w:rsidRPr="00826077" w:rsidRDefault="00F30870" w:rsidP="001815CD">
            <w:pPr>
              <w:pStyle w:val="Standard"/>
              <w:rPr>
                <w:rFonts w:cs="Arial"/>
                <w:b/>
                <w:bCs/>
                <w:sz w:val="22"/>
                <w:szCs w:val="22"/>
              </w:rPr>
            </w:pPr>
            <w:r w:rsidRPr="00826077">
              <w:rPr>
                <w:rFonts w:cs="Arial"/>
                <w:b/>
                <w:bCs/>
                <w:sz w:val="22"/>
                <w:szCs w:val="22"/>
              </w:rPr>
              <w:t>RIIGITEE ANDMED</w:t>
            </w:r>
          </w:p>
          <w:p w14:paraId="2F2CAEDE" w14:textId="77777777" w:rsidR="00F30870" w:rsidRPr="00826077" w:rsidRDefault="00F30870" w:rsidP="001815CD">
            <w:pPr>
              <w:rPr>
                <w:rFonts w:ascii="Arial" w:hAnsi="Arial" w:cs="Arial"/>
                <w:sz w:val="22"/>
                <w:szCs w:val="22"/>
              </w:rPr>
            </w:pPr>
            <w:r w:rsidRPr="00826077">
              <w:rPr>
                <w:rFonts w:ascii="Arial" w:hAnsi="Arial" w:cs="Arial"/>
                <w:b/>
                <w:bCs/>
                <w:sz w:val="22"/>
                <w:szCs w:val="22"/>
              </w:rPr>
              <w:t>ANDMED: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D37B7" w14:textId="77777777" w:rsidR="00F30870" w:rsidRPr="00620EA5" w:rsidRDefault="00F30870" w:rsidP="001815CD">
            <w:pPr>
              <w:pStyle w:val="Standard"/>
              <w:rPr>
                <w:rFonts w:cs="Arial"/>
                <w:sz w:val="22"/>
                <w:szCs w:val="22"/>
              </w:rPr>
            </w:pPr>
          </w:p>
          <w:p w14:paraId="278F42BF" w14:textId="718551E7" w:rsidR="00F30870" w:rsidRPr="00620EA5" w:rsidRDefault="00F30870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620EA5">
              <w:rPr>
                <w:rFonts w:cs="Arial"/>
                <w:sz w:val="22"/>
                <w:szCs w:val="22"/>
              </w:rPr>
              <w:t xml:space="preserve">Number ja nimetus: </w:t>
            </w:r>
            <w:r w:rsidR="005E279E" w:rsidRPr="005E279E">
              <w:rPr>
                <w:rFonts w:cs="Arial"/>
                <w:b/>
                <w:bCs/>
                <w:sz w:val="22"/>
                <w:szCs w:val="22"/>
              </w:rPr>
              <w:t>16136 Taebla-Kullamaa tee</w:t>
            </w:r>
            <w:r w:rsidR="0003028A" w:rsidRPr="00620EA5">
              <w:rPr>
                <w:rFonts w:cs="Arial"/>
                <w:b/>
                <w:bCs/>
                <w:sz w:val="22"/>
                <w:szCs w:val="22"/>
              </w:rPr>
              <w:tab/>
            </w:r>
          </w:p>
        </w:tc>
      </w:tr>
      <w:bookmarkEnd w:id="1"/>
      <w:tr w:rsidR="00F30870" w:rsidRPr="00620EA5" w14:paraId="580D0BEE" w14:textId="77777777" w:rsidTr="00EA1633">
        <w:trPr>
          <w:trHeight w:val="48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03C2E" w14:textId="77777777" w:rsidR="00F30870" w:rsidRPr="00826077" w:rsidRDefault="00F30870" w:rsidP="001815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6077">
              <w:rPr>
                <w:rFonts w:ascii="Arial" w:hAnsi="Arial" w:cs="Arial"/>
                <w:b/>
                <w:bCs/>
                <w:sz w:val="22"/>
                <w:szCs w:val="22"/>
              </w:rPr>
              <w:t>1.1 KATASTRIÜKSUSE</w:t>
            </w:r>
          </w:p>
          <w:p w14:paraId="7441860D" w14:textId="77777777" w:rsidR="00F30870" w:rsidRPr="00826077" w:rsidRDefault="00F30870" w:rsidP="001815CD">
            <w:pPr>
              <w:rPr>
                <w:rFonts w:ascii="Arial" w:hAnsi="Arial" w:cs="Arial"/>
                <w:sz w:val="22"/>
                <w:szCs w:val="22"/>
              </w:rPr>
            </w:pPr>
            <w:r w:rsidRPr="00826077">
              <w:rPr>
                <w:rFonts w:ascii="Arial" w:hAnsi="Arial" w:cs="Arial"/>
                <w:b/>
                <w:bCs/>
                <w:sz w:val="22"/>
                <w:szCs w:val="22"/>
              </w:rPr>
              <w:t>ANDMED: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09CA8" w14:textId="09B71684" w:rsidR="00F30870" w:rsidRPr="00620EA5" w:rsidRDefault="00F30870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620EA5">
              <w:rPr>
                <w:rFonts w:cs="Arial"/>
                <w:sz w:val="22"/>
                <w:szCs w:val="22"/>
                <w:shd w:val="clear" w:color="auto" w:fill="FFFFFF"/>
              </w:rPr>
              <w:t>Katastritunnus:</w:t>
            </w:r>
            <w:r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2364EE"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>45201:001:0002</w:t>
            </w:r>
          </w:p>
          <w:p w14:paraId="48469D4A" w14:textId="77777777" w:rsidR="00F30870" w:rsidRPr="00620EA5" w:rsidRDefault="00F30870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F30870" w:rsidRPr="00620EA5" w14:paraId="5271C57C" w14:textId="77777777" w:rsidTr="00EA1633">
        <w:trPr>
          <w:trHeight w:val="4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F8075" w14:textId="77777777" w:rsidR="00F30870" w:rsidRPr="00620EA5" w:rsidRDefault="00F30870" w:rsidP="001815C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FB790" w14:textId="4A08CB0B" w:rsidR="00F30870" w:rsidRPr="00620EA5" w:rsidRDefault="00F30870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620EA5">
              <w:rPr>
                <w:rFonts w:cs="Arial"/>
                <w:sz w:val="22"/>
                <w:szCs w:val="22"/>
                <w:shd w:val="clear" w:color="auto" w:fill="FFFFFF"/>
              </w:rPr>
              <w:t xml:space="preserve">Kinnistusraamatu registriosa nr: </w:t>
            </w:r>
            <w:r w:rsidR="00D216D3" w:rsidRPr="00620EA5">
              <w:rPr>
                <w:rFonts w:cs="Arial"/>
                <w:sz w:val="22"/>
                <w:szCs w:val="22"/>
                <w:shd w:val="clear" w:color="auto" w:fill="FFFFFF"/>
              </w:rPr>
              <w:t>14593150</w:t>
            </w:r>
          </w:p>
        </w:tc>
      </w:tr>
      <w:tr w:rsidR="00F30870" w:rsidRPr="00620EA5" w14:paraId="5174C4C4" w14:textId="77777777" w:rsidTr="00EA1633">
        <w:trPr>
          <w:trHeight w:val="4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20C65" w14:textId="77777777" w:rsidR="00F30870" w:rsidRPr="00620EA5" w:rsidRDefault="00F30870" w:rsidP="001815C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2838A" w14:textId="2F1E1E3F" w:rsidR="00F30870" w:rsidRPr="00620EA5" w:rsidRDefault="00F30870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 xml:space="preserve">Riigi kinnisvararegistri objekti kood: </w:t>
            </w:r>
            <w:r w:rsidR="001B6B8E"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>KV80861</w:t>
            </w:r>
          </w:p>
          <w:p w14:paraId="4DCD20EB" w14:textId="77777777" w:rsidR="00F30870" w:rsidRPr="00620EA5" w:rsidRDefault="00F30870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F30870" w:rsidRPr="00620EA5" w14:paraId="59B89AFE" w14:textId="77777777" w:rsidTr="00EA1633">
        <w:trPr>
          <w:trHeight w:val="4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748A" w14:textId="77777777" w:rsidR="00F30870" w:rsidRPr="00620EA5" w:rsidRDefault="00F30870" w:rsidP="001815C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B9DD" w14:textId="77777777" w:rsidR="005660EF" w:rsidRDefault="005660EF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245C83BD" w14:textId="3503E301" w:rsidR="00F30870" w:rsidRPr="00620EA5" w:rsidRDefault="00F30870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 xml:space="preserve">Elektrimaakaabelliin </w:t>
            </w:r>
            <w:r w:rsidR="00D216D3"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>0,4</w:t>
            </w:r>
            <w:r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 xml:space="preserve"> kV </w:t>
            </w:r>
            <w:r w:rsidR="00826077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>rajamiseks</w:t>
            </w:r>
          </w:p>
          <w:p w14:paraId="0C36A695" w14:textId="77777777" w:rsidR="00F30870" w:rsidRPr="00620EA5" w:rsidRDefault="00F30870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27A14918" w14:textId="77777777" w:rsidR="00F30870" w:rsidRPr="00620EA5" w:rsidRDefault="00F30870" w:rsidP="001815CD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 xml:space="preserve">Ruumikuju andmed: </w:t>
            </w:r>
          </w:p>
          <w:p w14:paraId="34C737E8" w14:textId="46F8DF6A" w:rsidR="00F30870" w:rsidRPr="00620EA5" w:rsidRDefault="00F30870" w:rsidP="00EF6A06">
            <w:pPr>
              <w:pStyle w:val="Standard"/>
              <w:shd w:val="clear" w:color="auto" w:fill="FFFFFF"/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lastRenderedPageBreak/>
              <w:t xml:space="preserve">PARI </w:t>
            </w:r>
            <w:r w:rsidR="009D3B9A"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>15322</w:t>
            </w:r>
            <w:r w:rsidRPr="00620EA5">
              <w:rPr>
                <w:rFonts w:cs="Arial"/>
                <w:b/>
                <w:bCs/>
                <w:sz w:val="22"/>
                <w:szCs w:val="22"/>
                <w:shd w:val="clear" w:color="auto" w:fill="FFFFFF"/>
              </w:rPr>
              <w:t xml:space="preserve">  - </w:t>
            </w:r>
            <w:r w:rsidR="00BC6BB4" w:rsidRPr="00620EA5">
              <w:rPr>
                <w:rFonts w:cs="Arial"/>
                <w:sz w:val="22"/>
                <w:szCs w:val="22"/>
                <w:shd w:val="clear" w:color="auto" w:fill="FFFFFF"/>
              </w:rPr>
              <w:t>https://eur03.safelinks.protection.outlook.com/?url=https%3A%2F%2Fpari.kataster.ee%2Fmagic-link%2Fb7cf42de-6df8-463a-a334-9f87fd6a696f&amp;data=05%7C02%7CTiia.Koel%40energia.ee%7Ce7a310c442424598540708dc3d153b4f%7C15cd778b2b284ebc956cb5977a36cd28%7C0%7C0%7C638452408608027068%7CUnknown%7CTWFpbGZsb3d8eyJWIjoiMC4wLjAwMDAiLCJQIjoiV2luMzIiLCJBTiI6Ik1haWwiLCJXVCI6Mn0%3D%7C0%7C%7C%7C&amp;sdata=7Q2TSQmtWaFWecGljxzIU7oJG02UYNZQlnpr2Oq09gQ%3D&amp;reserved=0</w:t>
            </w:r>
          </w:p>
        </w:tc>
      </w:tr>
    </w:tbl>
    <w:p w14:paraId="31F17CC1" w14:textId="77777777" w:rsidR="00F30870" w:rsidRPr="00620EA5" w:rsidRDefault="00F30870" w:rsidP="00F30870">
      <w:pPr>
        <w:rPr>
          <w:sz w:val="22"/>
          <w:szCs w:val="22"/>
        </w:rPr>
      </w:pPr>
    </w:p>
    <w:tbl>
      <w:tblPr>
        <w:tblpPr w:leftFromText="180" w:rightFromText="180" w:vertAnchor="text" w:tblpX="-10" w:tblpY="1"/>
        <w:tblOverlap w:val="never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7087"/>
      </w:tblGrid>
      <w:tr w:rsidR="00F30870" w:rsidRPr="00620EA5" w14:paraId="0824C3B9" w14:textId="77777777" w:rsidTr="00826077">
        <w:trPr>
          <w:trHeight w:val="453"/>
        </w:trPr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184BB7BB" w14:textId="77777777" w:rsidR="00F30870" w:rsidRPr="00826077" w:rsidRDefault="00F30870" w:rsidP="00EF6A0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26077">
              <w:rPr>
                <w:rFonts w:ascii="Arial" w:hAnsi="Arial" w:cs="Arial"/>
                <w:bCs/>
                <w:sz w:val="22"/>
                <w:szCs w:val="22"/>
              </w:rPr>
              <w:t>LEPINGU SÕLMIMISE KULUD TASUB</w:t>
            </w:r>
          </w:p>
        </w:tc>
        <w:tc>
          <w:tcPr>
            <w:tcW w:w="7087" w:type="dxa"/>
            <w:tcBorders>
              <w:left w:val="single" w:sz="4" w:space="0" w:color="auto"/>
            </w:tcBorders>
          </w:tcPr>
          <w:p w14:paraId="2BD43C94" w14:textId="58369A3D" w:rsidR="00F30870" w:rsidRPr="00826077" w:rsidRDefault="009F113F" w:rsidP="00EF6A06">
            <w:pPr>
              <w:rPr>
                <w:rFonts w:ascii="Arial" w:hAnsi="Arial" w:cs="Arial"/>
                <w:sz w:val="22"/>
                <w:szCs w:val="22"/>
              </w:rPr>
            </w:pPr>
            <w:r w:rsidRPr="00826077">
              <w:rPr>
                <w:rFonts w:ascii="Arial" w:hAnsi="Arial" w:cs="Arial"/>
                <w:sz w:val="22"/>
                <w:szCs w:val="22"/>
              </w:rPr>
              <w:t>Imatra Elekter AS</w:t>
            </w:r>
          </w:p>
        </w:tc>
      </w:tr>
      <w:tr w:rsidR="00F30870" w:rsidRPr="00620EA5" w14:paraId="35C50AA4" w14:textId="77777777" w:rsidTr="00826077">
        <w:trPr>
          <w:trHeight w:val="453"/>
        </w:trPr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05754E67" w14:textId="77777777" w:rsidR="00F30870" w:rsidRPr="00826077" w:rsidRDefault="00F30870" w:rsidP="00EF6A0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26077">
              <w:rPr>
                <w:rFonts w:ascii="Arial" w:hAnsi="Arial" w:cs="Arial"/>
                <w:bCs/>
                <w:sz w:val="22"/>
                <w:szCs w:val="22"/>
              </w:rPr>
              <w:t>TAOTLUSE LISAD</w:t>
            </w:r>
          </w:p>
        </w:tc>
        <w:tc>
          <w:tcPr>
            <w:tcW w:w="7087" w:type="dxa"/>
            <w:tcBorders>
              <w:left w:val="single" w:sz="4" w:space="0" w:color="auto"/>
            </w:tcBorders>
          </w:tcPr>
          <w:p w14:paraId="004D6FC2" w14:textId="5F51DD7A" w:rsidR="00F30870" w:rsidRPr="00826077" w:rsidRDefault="00F30870" w:rsidP="00EF6A06">
            <w:pPr>
              <w:rPr>
                <w:rFonts w:ascii="Arial" w:hAnsi="Arial" w:cs="Arial"/>
                <w:sz w:val="22"/>
                <w:szCs w:val="22"/>
              </w:rPr>
            </w:pPr>
            <w:r w:rsidRPr="00826077">
              <w:rPr>
                <w:rFonts w:ascii="Arial" w:hAnsi="Arial" w:cs="Arial"/>
                <w:sz w:val="22"/>
                <w:szCs w:val="22"/>
              </w:rPr>
              <w:t>Isikliku kasutusõiguse seadmise plaan</w:t>
            </w:r>
          </w:p>
        </w:tc>
      </w:tr>
      <w:tr w:rsidR="00F30870" w:rsidRPr="00620EA5" w14:paraId="6BD968CE" w14:textId="77777777" w:rsidTr="00826077">
        <w:trPr>
          <w:trHeight w:val="453"/>
        </w:trPr>
        <w:tc>
          <w:tcPr>
            <w:tcW w:w="2689" w:type="dxa"/>
            <w:tcBorders>
              <w:left w:val="single" w:sz="4" w:space="0" w:color="auto"/>
              <w:right w:val="single" w:sz="4" w:space="0" w:color="auto"/>
            </w:tcBorders>
          </w:tcPr>
          <w:p w14:paraId="63361303" w14:textId="77777777" w:rsidR="00F30870" w:rsidRPr="00826077" w:rsidRDefault="00F30870" w:rsidP="00EF6A0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</w:tcPr>
          <w:p w14:paraId="2C8455B9" w14:textId="6B5C6D5E" w:rsidR="00F30870" w:rsidRPr="00826077" w:rsidRDefault="00F30870" w:rsidP="00EF6A0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26077">
              <w:rPr>
                <w:rFonts w:ascii="Arial" w:hAnsi="Arial" w:cs="Arial"/>
                <w:sz w:val="22"/>
                <w:szCs w:val="22"/>
              </w:rPr>
              <w:t>Koel_volikiri</w:t>
            </w:r>
            <w:r w:rsidR="005A3DA6" w:rsidRPr="00826077">
              <w:rPr>
                <w:rFonts w:ascii="Arial" w:hAnsi="Arial" w:cs="Arial"/>
                <w:sz w:val="22"/>
                <w:szCs w:val="22"/>
              </w:rPr>
              <w:t>_Imatra</w:t>
            </w:r>
            <w:r w:rsidRPr="00826077">
              <w:rPr>
                <w:rFonts w:ascii="Arial" w:hAnsi="Arial" w:cs="Arial"/>
                <w:sz w:val="22"/>
                <w:szCs w:val="22"/>
              </w:rPr>
              <w:t>.asice</w:t>
            </w:r>
            <w:proofErr w:type="spellEnd"/>
          </w:p>
        </w:tc>
      </w:tr>
    </w:tbl>
    <w:p w14:paraId="1128EE8C" w14:textId="6D43A9FC" w:rsidR="00011788" w:rsidRPr="00E157C2" w:rsidRDefault="00011788" w:rsidP="00E157C2"/>
    <w:sectPr w:rsidR="00011788" w:rsidRPr="00E157C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8" w:right="1140" w:bottom="1701" w:left="1140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6A886" w14:textId="77777777" w:rsidR="002700D8" w:rsidRDefault="002700D8">
      <w:r>
        <w:separator/>
      </w:r>
    </w:p>
  </w:endnote>
  <w:endnote w:type="continuationSeparator" w:id="0">
    <w:p w14:paraId="2993A094" w14:textId="77777777" w:rsidR="002700D8" w:rsidRDefault="0027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2"/>
      <w:gridCol w:w="2042"/>
      <w:gridCol w:w="2042"/>
      <w:gridCol w:w="2041"/>
      <w:gridCol w:w="1896"/>
    </w:tblGrid>
    <w:tr w:rsidR="007F1EEE" w14:paraId="25D0DDE9" w14:textId="77777777">
      <w:trPr>
        <w:trHeight w:val="278"/>
      </w:trPr>
      <w:tc>
        <w:tcPr>
          <w:tcW w:w="237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7896964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D9CED62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84B8A16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4FD64C0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80F1621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2613074A" w14:textId="77777777">
      <w:trPr>
        <w:trHeight w:val="188"/>
      </w:trPr>
      <w:tc>
        <w:tcPr>
          <w:tcW w:w="237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8DDF907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A76306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E8EC314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5DED7AA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1048947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2E9DADA" w14:textId="77777777">
      <w:trPr>
        <w:trHeight w:val="91"/>
      </w:trPr>
      <w:tc>
        <w:tcPr>
          <w:tcW w:w="237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30B78F3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A2BEA2B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1C3345B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8BC84DC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341EB3A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507D9B4F" w14:textId="77777777" w:rsidR="0063667A" w:rsidRDefault="0063667A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3"/>
      <w:gridCol w:w="2041"/>
      <w:gridCol w:w="2042"/>
      <w:gridCol w:w="2041"/>
      <w:gridCol w:w="1896"/>
    </w:tblGrid>
    <w:tr w:rsidR="007F1EEE" w14:paraId="761A2E98" w14:textId="77777777">
      <w:trPr>
        <w:trHeight w:val="188"/>
      </w:trPr>
      <w:tc>
        <w:tcPr>
          <w:tcW w:w="2373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24ECC75" w14:textId="77777777" w:rsidR="0063667A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proofErr w:type="spellStart"/>
          <w:r>
            <w:rPr>
              <w:rFonts w:ascii="Arial" w:hAnsi="Arial" w:cs="Arial"/>
              <w:sz w:val="12"/>
              <w:szCs w:val="12"/>
              <w:lang w:val="en-GB"/>
            </w:rPr>
            <w:t>Imatra</w:t>
          </w:r>
          <w:proofErr w:type="spellEnd"/>
          <w:r>
            <w:rPr>
              <w:rFonts w:ascii="Arial" w:hAnsi="Arial" w:cs="Arial"/>
              <w:sz w:val="12"/>
              <w:szCs w:val="12"/>
              <w:lang w:val="en-GB"/>
            </w:rPr>
            <w:t xml:space="preserve"> </w:t>
          </w:r>
          <w:proofErr w:type="spellStart"/>
          <w:r>
            <w:rPr>
              <w:rFonts w:ascii="Arial" w:hAnsi="Arial" w:cs="Arial"/>
              <w:sz w:val="12"/>
              <w:szCs w:val="12"/>
              <w:lang w:val="en-GB"/>
            </w:rPr>
            <w:t>Elekter</w:t>
          </w:r>
          <w:proofErr w:type="spellEnd"/>
          <w:r>
            <w:rPr>
              <w:rFonts w:ascii="Arial" w:hAnsi="Arial" w:cs="Arial"/>
              <w:sz w:val="12"/>
              <w:szCs w:val="12"/>
              <w:lang w:val="en-GB"/>
            </w:rPr>
            <w:t xml:space="preserve"> AS</w:t>
          </w:r>
        </w:p>
      </w:tc>
      <w:tc>
        <w:tcPr>
          <w:tcW w:w="204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40663E5" w14:textId="77777777" w:rsidR="0063667A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433154C" w14:textId="77777777" w:rsidR="0063667A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Viimsi kontor: Randvere tee 17</w:t>
          </w:r>
        </w:p>
      </w:tc>
      <w:tc>
        <w:tcPr>
          <w:tcW w:w="204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C4CB91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6C2540A" w14:textId="77777777" w:rsidR="0063667A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781EDFB7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  <w:p w14:paraId="537978C0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6B7836B9" w14:textId="77777777">
      <w:trPr>
        <w:trHeight w:val="188"/>
      </w:trPr>
      <w:tc>
        <w:tcPr>
          <w:tcW w:w="237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57A7D0B" w14:textId="77777777" w:rsidR="0063667A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www.imatraelekter.ee</w:t>
          </w: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71C0AB4" w14:textId="77777777" w:rsidR="0063667A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7150 180 Faks 7150 100</w:t>
          </w: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9D370F5" w14:textId="77777777" w:rsidR="0063667A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74001 Haabneeme, Viimsi vald</w:t>
          </w:r>
        </w:p>
        <w:p w14:paraId="3FA1517A" w14:textId="77777777" w:rsidR="0063667A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6061 830 Faks 6061 831</w:t>
          </w: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ABF9382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28AA212" w14:textId="77777777" w:rsidR="0063667A" w:rsidRDefault="0063667A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16FDE51" w14:textId="77777777">
      <w:trPr>
        <w:trHeight w:val="91"/>
      </w:trPr>
      <w:tc>
        <w:tcPr>
          <w:tcW w:w="237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DD83B28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B6279B8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BE4825A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8698FEF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4C3AA7B" w14:textId="77777777" w:rsidR="0063667A" w:rsidRDefault="0063667A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BB094A8" w14:textId="77777777" w:rsidR="0063667A" w:rsidRDefault="0063667A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72A81" w14:textId="77777777" w:rsidR="002700D8" w:rsidRDefault="002700D8">
      <w:r>
        <w:rPr>
          <w:color w:val="000000"/>
        </w:rPr>
        <w:separator/>
      </w:r>
    </w:p>
  </w:footnote>
  <w:footnote w:type="continuationSeparator" w:id="0">
    <w:p w14:paraId="06E097E4" w14:textId="77777777" w:rsidR="002700D8" w:rsidRDefault="00270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950B7F1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4A7A89F" w14:textId="77777777" w:rsidR="0063667A" w:rsidRDefault="0063667A">
          <w:pPr>
            <w:pStyle w:val="Header"/>
          </w:pP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EFC9E13" w14:textId="77777777" w:rsidR="0063667A" w:rsidRDefault="0063667A">
          <w:pPr>
            <w:pStyle w:val="Header"/>
            <w:rPr>
              <w:rFonts w:ascii="Arial" w:hAnsi="Arial" w:cs="Arial"/>
              <w:b/>
            </w:rPr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C490F3A" w14:textId="77777777" w:rsidR="0063667A" w:rsidRDefault="0063667A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9D9F320" w14:textId="77777777" w:rsidR="0063667A" w:rsidRDefault="00E33CB9">
          <w:pPr>
            <w:pStyle w:val="Head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r w:rsidR="00826077">
            <w:fldChar w:fldCharType="begin"/>
          </w:r>
          <w:r w:rsidR="00826077">
            <w:instrText xml:space="preserve"> NUMPAGES </w:instrText>
          </w:r>
          <w:r w:rsidR="00826077">
            <w:fldChar w:fldCharType="separate"/>
          </w:r>
          <w:r>
            <w:t>2</w:t>
          </w:r>
          <w:r w:rsidR="00826077">
            <w:fldChar w:fldCharType="end"/>
          </w:r>
          <w:r>
            <w:t>)</w:t>
          </w:r>
        </w:p>
      </w:tc>
    </w:tr>
    <w:tr w:rsidR="007F1EEE" w14:paraId="1ACB0DC3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8AD5D8E" w14:textId="77777777" w:rsidR="0063667A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6E187463" wp14:editId="3B35E843">
                <wp:extent cx="1485900" cy="962021"/>
                <wp:effectExtent l="0" t="0" r="0" b="0"/>
                <wp:docPr id="1" name="Picture 1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DEB1BF4" w14:textId="77777777" w:rsidR="0063667A" w:rsidRDefault="0063667A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F9C33C9" w14:textId="77777777" w:rsidR="0063667A" w:rsidRDefault="0063667A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67B7F30" w14:textId="77777777" w:rsidR="0063667A" w:rsidRDefault="0063667A">
          <w:pPr>
            <w:pStyle w:val="Header"/>
          </w:pPr>
        </w:p>
      </w:tc>
    </w:tr>
  </w:tbl>
  <w:p w14:paraId="7ADBA397" w14:textId="77777777" w:rsidR="0063667A" w:rsidRDefault="0063667A">
    <w:pPr>
      <w:pStyle w:val="Header"/>
      <w:rPr>
        <w:sz w:val="2"/>
        <w:szCs w:val="2"/>
      </w:rPr>
    </w:pPr>
  </w:p>
  <w:p w14:paraId="571FC912" w14:textId="77777777" w:rsidR="0063667A" w:rsidRDefault="0063667A">
    <w:pPr>
      <w:pStyle w:val="Header"/>
      <w:rPr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FCCCF2E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39CDC65" w14:textId="77777777" w:rsidR="0063667A" w:rsidRDefault="0063667A">
          <w:pPr>
            <w:pStyle w:val="Header"/>
          </w:pP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3BFEBD4" w14:textId="77777777" w:rsidR="0063667A" w:rsidRDefault="0063667A">
          <w:pPr>
            <w:pStyle w:val="Header"/>
            <w:rPr>
              <w:rFonts w:ascii="Arial" w:hAnsi="Arial" w:cs="Arial"/>
              <w:b/>
            </w:rPr>
          </w:pPr>
          <w:bookmarkStart w:id="2" w:name="dname"/>
          <w:bookmarkEnd w:id="2"/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4C6F564" w14:textId="77777777" w:rsidR="0063667A" w:rsidRDefault="0063667A">
          <w:pPr>
            <w:pStyle w:val="Header"/>
          </w:pPr>
          <w:bookmarkStart w:id="3" w:name="dnumber"/>
          <w:bookmarkEnd w:id="3"/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FC0BAD8" w14:textId="77777777" w:rsidR="0063667A" w:rsidRDefault="0063667A">
          <w:pPr>
            <w:pStyle w:val="Header"/>
          </w:pPr>
          <w:bookmarkStart w:id="4" w:name="dfieldpages"/>
          <w:bookmarkEnd w:id="4"/>
        </w:p>
      </w:tc>
    </w:tr>
    <w:tr w:rsidR="007F1EEE" w14:paraId="55312101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F34E1F7" w14:textId="77777777" w:rsidR="0063667A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1E1C1434" wp14:editId="363FDBC5">
                <wp:extent cx="1485900" cy="962021"/>
                <wp:effectExtent l="0" t="0" r="0" b="0"/>
                <wp:docPr id="2" name="Picture 2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ACD9ACB" w14:textId="77777777" w:rsidR="0063667A" w:rsidRDefault="0063667A">
          <w:pPr>
            <w:pStyle w:val="Header"/>
          </w:pPr>
          <w:bookmarkStart w:id="5" w:name="dclass"/>
          <w:bookmarkEnd w:id="5"/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6CB84452" w14:textId="77777777" w:rsidR="0063667A" w:rsidRDefault="0063667A">
          <w:pPr>
            <w:pStyle w:val="Header"/>
          </w:pPr>
        </w:p>
      </w:tc>
      <w:tc>
        <w:tcPr>
          <w:tcW w:w="13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421F140" w14:textId="77777777" w:rsidR="0063667A" w:rsidRDefault="0063667A">
          <w:pPr>
            <w:pStyle w:val="Header"/>
          </w:pPr>
          <w:bookmarkStart w:id="6" w:name="dencl"/>
          <w:bookmarkEnd w:id="6"/>
        </w:p>
      </w:tc>
    </w:tr>
    <w:tr w:rsidR="007F1EEE" w14:paraId="6E035AA1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58CC0DD6" w14:textId="77777777" w:rsidR="0063667A" w:rsidRDefault="0063667A">
          <w:pPr>
            <w:pStyle w:val="Header"/>
          </w:pP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273BA8DB" w14:textId="77777777" w:rsidR="0063667A" w:rsidRDefault="0063667A">
          <w:pPr>
            <w:pStyle w:val="Header"/>
          </w:pPr>
        </w:p>
      </w:tc>
      <w:tc>
        <w:tcPr>
          <w:tcW w:w="2608" w:type="dxa"/>
          <w:gridSpan w:val="2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6C9926E" w14:textId="77777777" w:rsidR="0063667A" w:rsidRDefault="0063667A">
          <w:pPr>
            <w:pStyle w:val="Header"/>
          </w:pPr>
        </w:p>
      </w:tc>
    </w:tr>
    <w:tr w:rsidR="007F1EEE" w14:paraId="09AD5D7F" w14:textId="77777777">
      <w:trPr>
        <w:cantSplit/>
      </w:trPr>
      <w:tc>
        <w:tcPr>
          <w:tcW w:w="52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11B8B612" w14:textId="77777777" w:rsidR="0063667A" w:rsidRDefault="00E33CB9">
          <w:pPr>
            <w:pStyle w:val="Header"/>
            <w:rPr>
              <w:rFonts w:ascii="Arial" w:hAnsi="Arial" w:cs="Arial"/>
            </w:rPr>
          </w:pPr>
          <w:bookmarkStart w:id="7" w:name="duser"/>
          <w:bookmarkEnd w:id="7"/>
          <w:r>
            <w:rPr>
              <w:rFonts w:ascii="Arial" w:hAnsi="Arial" w:cs="Arial"/>
            </w:rPr>
            <w:t>Imatra Elekter AS</w:t>
          </w:r>
        </w:p>
      </w:tc>
      <w:tc>
        <w:tcPr>
          <w:tcW w:w="26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762D9372" w14:textId="77777777" w:rsidR="0063667A" w:rsidRDefault="0063667A">
          <w:pPr>
            <w:pStyle w:val="Header"/>
          </w:pPr>
          <w:bookmarkStart w:id="8" w:name="ddate"/>
          <w:bookmarkEnd w:id="8"/>
        </w:p>
      </w:tc>
      <w:tc>
        <w:tcPr>
          <w:tcW w:w="2608" w:type="dxa"/>
          <w:gridSpan w:val="2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D7E847C" w14:textId="19A9CD6C" w:rsidR="0063667A" w:rsidRDefault="005716C5">
          <w:pPr>
            <w:pStyle w:val="Header"/>
          </w:pPr>
          <w:r>
            <w:fldChar w:fldCharType="begin"/>
          </w:r>
          <w:r>
            <w:instrText xml:space="preserve"> DOCPROPERTY "DocumentID" </w:instrText>
          </w:r>
          <w:r>
            <w:fldChar w:fldCharType="end"/>
          </w:r>
        </w:p>
      </w:tc>
    </w:tr>
  </w:tbl>
  <w:p w14:paraId="5AE87972" w14:textId="77777777" w:rsidR="0063667A" w:rsidRDefault="0063667A">
    <w:pPr>
      <w:pStyle w:val="Header"/>
      <w:rPr>
        <w:sz w:val="2"/>
        <w:szCs w:val="2"/>
      </w:rPr>
    </w:pPr>
  </w:p>
  <w:p w14:paraId="2387FFFB" w14:textId="77777777" w:rsidR="0063667A" w:rsidRDefault="0063667A">
    <w:pPr>
      <w:pStyle w:val="Header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39BC"/>
    <w:multiLevelType w:val="multilevel"/>
    <w:tmpl w:val="4DB8EC96"/>
    <w:styleLink w:val="LFO26"/>
    <w:lvl w:ilvl="0">
      <w:start w:val="1"/>
      <w:numFmt w:val="decimal"/>
      <w:pStyle w:val="ListNumber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5B3214E"/>
    <w:multiLevelType w:val="multilevel"/>
    <w:tmpl w:val="DE005940"/>
    <w:styleLink w:val="LFO22"/>
    <w:lvl w:ilvl="0">
      <w:numFmt w:val="bullet"/>
      <w:pStyle w:val="ListBullet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35B649A4"/>
    <w:multiLevelType w:val="multilevel"/>
    <w:tmpl w:val="B69290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3F8B718A"/>
    <w:multiLevelType w:val="multilevel"/>
    <w:tmpl w:val="04E65750"/>
    <w:styleLink w:val="LFO24"/>
    <w:lvl w:ilvl="0">
      <w:numFmt w:val="bullet"/>
      <w:pStyle w:val="ListBullet2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021044D"/>
    <w:multiLevelType w:val="hybridMultilevel"/>
    <w:tmpl w:val="324E4728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33DB8"/>
    <w:multiLevelType w:val="hybridMultilevel"/>
    <w:tmpl w:val="66E83F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73AFD"/>
    <w:multiLevelType w:val="multilevel"/>
    <w:tmpl w:val="79064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986452D"/>
    <w:multiLevelType w:val="hybridMultilevel"/>
    <w:tmpl w:val="C7C2E296"/>
    <w:lvl w:ilvl="0" w:tplc="03CCF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676CA4"/>
    <w:multiLevelType w:val="multilevel"/>
    <w:tmpl w:val="442CB372"/>
    <w:styleLink w:val="LFO28"/>
    <w:lvl w:ilvl="0">
      <w:start w:val="1"/>
      <w:numFmt w:val="decimal"/>
      <w:pStyle w:val="ListNumber2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5EE40F79"/>
    <w:multiLevelType w:val="hybridMultilevel"/>
    <w:tmpl w:val="6F72C8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B37A3"/>
    <w:multiLevelType w:val="hybridMultilevel"/>
    <w:tmpl w:val="EF16B97C"/>
    <w:lvl w:ilvl="0" w:tplc="112663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8802FE"/>
    <w:multiLevelType w:val="hybridMultilevel"/>
    <w:tmpl w:val="4626AC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149237">
    <w:abstractNumId w:val="1"/>
  </w:num>
  <w:num w:numId="2" w16cid:durableId="1523201965">
    <w:abstractNumId w:val="3"/>
  </w:num>
  <w:num w:numId="3" w16cid:durableId="386758058">
    <w:abstractNumId w:val="0"/>
  </w:num>
  <w:num w:numId="4" w16cid:durableId="1534659941">
    <w:abstractNumId w:val="8"/>
  </w:num>
  <w:num w:numId="5" w16cid:durableId="402987546">
    <w:abstractNumId w:val="7"/>
  </w:num>
  <w:num w:numId="6" w16cid:durableId="81613620">
    <w:abstractNumId w:val="6"/>
  </w:num>
  <w:num w:numId="7" w16cid:durableId="746804769">
    <w:abstractNumId w:val="4"/>
  </w:num>
  <w:num w:numId="8" w16cid:durableId="2090275703">
    <w:abstractNumId w:val="10"/>
  </w:num>
  <w:num w:numId="9" w16cid:durableId="1034423645">
    <w:abstractNumId w:val="2"/>
  </w:num>
  <w:num w:numId="10" w16cid:durableId="1273170951">
    <w:abstractNumId w:val="11"/>
  </w:num>
  <w:num w:numId="11" w16cid:durableId="521868830">
    <w:abstractNumId w:val="5"/>
  </w:num>
  <w:num w:numId="12" w16cid:durableId="10369314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42"/>
    <w:rsid w:val="00002A72"/>
    <w:rsid w:val="00011788"/>
    <w:rsid w:val="0001674E"/>
    <w:rsid w:val="00020D26"/>
    <w:rsid w:val="0003028A"/>
    <w:rsid w:val="0007023F"/>
    <w:rsid w:val="0007109F"/>
    <w:rsid w:val="0008477A"/>
    <w:rsid w:val="000A7B6A"/>
    <w:rsid w:val="000F10BD"/>
    <w:rsid w:val="000F4CB6"/>
    <w:rsid w:val="00150BBB"/>
    <w:rsid w:val="001564B7"/>
    <w:rsid w:val="00156AE3"/>
    <w:rsid w:val="00157D8D"/>
    <w:rsid w:val="00161D5D"/>
    <w:rsid w:val="00167E36"/>
    <w:rsid w:val="00173B1C"/>
    <w:rsid w:val="00176BC2"/>
    <w:rsid w:val="00183BBD"/>
    <w:rsid w:val="00187AAA"/>
    <w:rsid w:val="001930B7"/>
    <w:rsid w:val="00196F83"/>
    <w:rsid w:val="001B6B8E"/>
    <w:rsid w:val="001F398D"/>
    <w:rsid w:val="001F3D47"/>
    <w:rsid w:val="001F7459"/>
    <w:rsid w:val="0021033F"/>
    <w:rsid w:val="00231B37"/>
    <w:rsid w:val="002338B3"/>
    <w:rsid w:val="002364EE"/>
    <w:rsid w:val="00266E80"/>
    <w:rsid w:val="002700D8"/>
    <w:rsid w:val="00273F69"/>
    <w:rsid w:val="00275B81"/>
    <w:rsid w:val="00277E9A"/>
    <w:rsid w:val="00292198"/>
    <w:rsid w:val="00294481"/>
    <w:rsid w:val="002967CE"/>
    <w:rsid w:val="002A04A0"/>
    <w:rsid w:val="002A3CAF"/>
    <w:rsid w:val="002A46A0"/>
    <w:rsid w:val="002B7536"/>
    <w:rsid w:val="002C07D6"/>
    <w:rsid w:val="002E16E5"/>
    <w:rsid w:val="002E786C"/>
    <w:rsid w:val="00311AAB"/>
    <w:rsid w:val="00334B4C"/>
    <w:rsid w:val="003450A6"/>
    <w:rsid w:val="00384347"/>
    <w:rsid w:val="00387361"/>
    <w:rsid w:val="0039279A"/>
    <w:rsid w:val="003939FE"/>
    <w:rsid w:val="003A4BA5"/>
    <w:rsid w:val="003A5D4B"/>
    <w:rsid w:val="003B160B"/>
    <w:rsid w:val="003B578F"/>
    <w:rsid w:val="003B5D0A"/>
    <w:rsid w:val="003C160C"/>
    <w:rsid w:val="003F544B"/>
    <w:rsid w:val="004251B3"/>
    <w:rsid w:val="00444E4E"/>
    <w:rsid w:val="004557E6"/>
    <w:rsid w:val="004607E7"/>
    <w:rsid w:val="00467F49"/>
    <w:rsid w:val="00474BBB"/>
    <w:rsid w:val="004837B0"/>
    <w:rsid w:val="004A6BB7"/>
    <w:rsid w:val="004E5A1B"/>
    <w:rsid w:val="004E6FFE"/>
    <w:rsid w:val="004F214C"/>
    <w:rsid w:val="004F473A"/>
    <w:rsid w:val="005009A1"/>
    <w:rsid w:val="00504CE0"/>
    <w:rsid w:val="005055A5"/>
    <w:rsid w:val="00505DDD"/>
    <w:rsid w:val="0051322D"/>
    <w:rsid w:val="00514390"/>
    <w:rsid w:val="005156A4"/>
    <w:rsid w:val="00547C2C"/>
    <w:rsid w:val="005513B5"/>
    <w:rsid w:val="00552D7E"/>
    <w:rsid w:val="005557C2"/>
    <w:rsid w:val="00555CD6"/>
    <w:rsid w:val="00561A27"/>
    <w:rsid w:val="005660EF"/>
    <w:rsid w:val="00566C26"/>
    <w:rsid w:val="005716C5"/>
    <w:rsid w:val="00580F1D"/>
    <w:rsid w:val="005854A1"/>
    <w:rsid w:val="0058615C"/>
    <w:rsid w:val="00587EB3"/>
    <w:rsid w:val="0059303D"/>
    <w:rsid w:val="00595929"/>
    <w:rsid w:val="005A3DA6"/>
    <w:rsid w:val="005A461A"/>
    <w:rsid w:val="005B2AAC"/>
    <w:rsid w:val="005B3E21"/>
    <w:rsid w:val="005B4E52"/>
    <w:rsid w:val="005E279E"/>
    <w:rsid w:val="005E6CE0"/>
    <w:rsid w:val="00610C3E"/>
    <w:rsid w:val="00613C6B"/>
    <w:rsid w:val="0061767B"/>
    <w:rsid w:val="00620EA5"/>
    <w:rsid w:val="00633114"/>
    <w:rsid w:val="00634D05"/>
    <w:rsid w:val="0063667A"/>
    <w:rsid w:val="00640CA9"/>
    <w:rsid w:val="006530D5"/>
    <w:rsid w:val="00671243"/>
    <w:rsid w:val="00673643"/>
    <w:rsid w:val="00687335"/>
    <w:rsid w:val="006D5C58"/>
    <w:rsid w:val="006E1106"/>
    <w:rsid w:val="006F257F"/>
    <w:rsid w:val="00712E49"/>
    <w:rsid w:val="007132E6"/>
    <w:rsid w:val="00715B1C"/>
    <w:rsid w:val="007255DD"/>
    <w:rsid w:val="00740A9B"/>
    <w:rsid w:val="00753C8C"/>
    <w:rsid w:val="00753E0D"/>
    <w:rsid w:val="00760F47"/>
    <w:rsid w:val="00762888"/>
    <w:rsid w:val="00774D9F"/>
    <w:rsid w:val="00776957"/>
    <w:rsid w:val="00793AE8"/>
    <w:rsid w:val="00794134"/>
    <w:rsid w:val="007943B9"/>
    <w:rsid w:val="00797B97"/>
    <w:rsid w:val="007A70C2"/>
    <w:rsid w:val="007C6779"/>
    <w:rsid w:val="007F1973"/>
    <w:rsid w:val="008007BB"/>
    <w:rsid w:val="00815884"/>
    <w:rsid w:val="00822FD0"/>
    <w:rsid w:val="00826077"/>
    <w:rsid w:val="0082731D"/>
    <w:rsid w:val="0084500A"/>
    <w:rsid w:val="00861BA7"/>
    <w:rsid w:val="00862633"/>
    <w:rsid w:val="00863FA3"/>
    <w:rsid w:val="00866723"/>
    <w:rsid w:val="0087406E"/>
    <w:rsid w:val="00883443"/>
    <w:rsid w:val="00887DA5"/>
    <w:rsid w:val="00887FFE"/>
    <w:rsid w:val="00892EDB"/>
    <w:rsid w:val="008A22FA"/>
    <w:rsid w:val="008A2CA4"/>
    <w:rsid w:val="008B022F"/>
    <w:rsid w:val="008C1E24"/>
    <w:rsid w:val="008C2A11"/>
    <w:rsid w:val="008E2234"/>
    <w:rsid w:val="008F1EDD"/>
    <w:rsid w:val="00902292"/>
    <w:rsid w:val="00905665"/>
    <w:rsid w:val="00910779"/>
    <w:rsid w:val="00917FD5"/>
    <w:rsid w:val="0092750B"/>
    <w:rsid w:val="00932107"/>
    <w:rsid w:val="009402A0"/>
    <w:rsid w:val="0094433F"/>
    <w:rsid w:val="00944759"/>
    <w:rsid w:val="009708B8"/>
    <w:rsid w:val="00982EE2"/>
    <w:rsid w:val="00983037"/>
    <w:rsid w:val="009930DF"/>
    <w:rsid w:val="00995233"/>
    <w:rsid w:val="009A2F81"/>
    <w:rsid w:val="009C29C6"/>
    <w:rsid w:val="009D1C89"/>
    <w:rsid w:val="009D28C1"/>
    <w:rsid w:val="009D3B9A"/>
    <w:rsid w:val="009E03F3"/>
    <w:rsid w:val="009E527F"/>
    <w:rsid w:val="009F0952"/>
    <w:rsid w:val="009F113F"/>
    <w:rsid w:val="009F2E76"/>
    <w:rsid w:val="009F2E9A"/>
    <w:rsid w:val="00A549E9"/>
    <w:rsid w:val="00A738E7"/>
    <w:rsid w:val="00A73D79"/>
    <w:rsid w:val="00A92313"/>
    <w:rsid w:val="00A94EB6"/>
    <w:rsid w:val="00AA35B2"/>
    <w:rsid w:val="00AA64B6"/>
    <w:rsid w:val="00AB17D5"/>
    <w:rsid w:val="00AB657E"/>
    <w:rsid w:val="00AC0893"/>
    <w:rsid w:val="00AE06A1"/>
    <w:rsid w:val="00AE49F2"/>
    <w:rsid w:val="00B03951"/>
    <w:rsid w:val="00B0733A"/>
    <w:rsid w:val="00B11901"/>
    <w:rsid w:val="00B12ABC"/>
    <w:rsid w:val="00B27D87"/>
    <w:rsid w:val="00B34A77"/>
    <w:rsid w:val="00B36CFC"/>
    <w:rsid w:val="00B47F56"/>
    <w:rsid w:val="00B51751"/>
    <w:rsid w:val="00B55C30"/>
    <w:rsid w:val="00B60CEA"/>
    <w:rsid w:val="00B619C7"/>
    <w:rsid w:val="00B72B98"/>
    <w:rsid w:val="00B73880"/>
    <w:rsid w:val="00B75375"/>
    <w:rsid w:val="00B77D6A"/>
    <w:rsid w:val="00B83C3A"/>
    <w:rsid w:val="00B9235B"/>
    <w:rsid w:val="00B97549"/>
    <w:rsid w:val="00BB0E7F"/>
    <w:rsid w:val="00BB197D"/>
    <w:rsid w:val="00BB5038"/>
    <w:rsid w:val="00BB546E"/>
    <w:rsid w:val="00BC18B2"/>
    <w:rsid w:val="00BC6BB4"/>
    <w:rsid w:val="00BE07FE"/>
    <w:rsid w:val="00C22630"/>
    <w:rsid w:val="00C27F5F"/>
    <w:rsid w:val="00C30CD7"/>
    <w:rsid w:val="00C339DB"/>
    <w:rsid w:val="00C52A0B"/>
    <w:rsid w:val="00C603B9"/>
    <w:rsid w:val="00C67584"/>
    <w:rsid w:val="00C676D7"/>
    <w:rsid w:val="00C7215C"/>
    <w:rsid w:val="00C764F4"/>
    <w:rsid w:val="00C850D3"/>
    <w:rsid w:val="00C91CE4"/>
    <w:rsid w:val="00C929FB"/>
    <w:rsid w:val="00CC6B16"/>
    <w:rsid w:val="00CE0CC8"/>
    <w:rsid w:val="00CF1F32"/>
    <w:rsid w:val="00CF4F1B"/>
    <w:rsid w:val="00CF5D6F"/>
    <w:rsid w:val="00CF5F7A"/>
    <w:rsid w:val="00D11FAB"/>
    <w:rsid w:val="00D216D3"/>
    <w:rsid w:val="00D2351F"/>
    <w:rsid w:val="00D34051"/>
    <w:rsid w:val="00D644B0"/>
    <w:rsid w:val="00D71150"/>
    <w:rsid w:val="00D72D0E"/>
    <w:rsid w:val="00D82134"/>
    <w:rsid w:val="00D949B2"/>
    <w:rsid w:val="00DB1961"/>
    <w:rsid w:val="00DD2678"/>
    <w:rsid w:val="00DE1851"/>
    <w:rsid w:val="00DF5687"/>
    <w:rsid w:val="00E157C2"/>
    <w:rsid w:val="00E27342"/>
    <w:rsid w:val="00E32B45"/>
    <w:rsid w:val="00E32D09"/>
    <w:rsid w:val="00E33CB9"/>
    <w:rsid w:val="00E5304F"/>
    <w:rsid w:val="00E72CFA"/>
    <w:rsid w:val="00E80FE0"/>
    <w:rsid w:val="00E84DE8"/>
    <w:rsid w:val="00E950D3"/>
    <w:rsid w:val="00EA0847"/>
    <w:rsid w:val="00EA1633"/>
    <w:rsid w:val="00EA396D"/>
    <w:rsid w:val="00EC257F"/>
    <w:rsid w:val="00EC73FF"/>
    <w:rsid w:val="00EF2A41"/>
    <w:rsid w:val="00EF6A06"/>
    <w:rsid w:val="00F16F6B"/>
    <w:rsid w:val="00F30870"/>
    <w:rsid w:val="00F57F3C"/>
    <w:rsid w:val="00F60FF7"/>
    <w:rsid w:val="00F642B3"/>
    <w:rsid w:val="00F66848"/>
    <w:rsid w:val="00F70CE7"/>
    <w:rsid w:val="00F7455A"/>
    <w:rsid w:val="00F803F8"/>
    <w:rsid w:val="00FA2E6A"/>
    <w:rsid w:val="00FB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C79D"/>
  <w15:docId w15:val="{F9170629-4849-45E2-8FE0-D4E6CF81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en-US"/>
    </w:rPr>
  </w:style>
  <w:style w:type="paragraph" w:styleId="Heading1">
    <w:name w:val="heading 1"/>
    <w:basedOn w:val="Normal"/>
    <w:next w:val="NormalIndent"/>
    <w:uiPriority w:val="9"/>
    <w:qFormat/>
    <w:pPr>
      <w:keepNext/>
      <w:spacing w:before="240" w:after="120"/>
      <w:outlineLvl w:val="0"/>
    </w:pPr>
    <w:rPr>
      <w:rFonts w:ascii="Arial" w:hAnsi="Arial"/>
      <w:b/>
      <w:caps/>
      <w:kern w:val="3"/>
    </w:rPr>
  </w:style>
  <w:style w:type="paragraph" w:styleId="Heading2">
    <w:name w:val="heading 2"/>
    <w:basedOn w:val="Normal"/>
    <w:next w:val="NormalIndent"/>
    <w:uiPriority w:val="9"/>
    <w:semiHidden/>
    <w:unhideWhenUsed/>
    <w:qFormat/>
    <w:pPr>
      <w:keepNext/>
      <w:spacing w:before="16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Indent"/>
    <w:uiPriority w:val="9"/>
    <w:semiHidden/>
    <w:unhideWhenUsed/>
    <w:qFormat/>
    <w:pPr>
      <w:keepNext/>
      <w:spacing w:before="160"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Indent"/>
    <w:uiPriority w:val="9"/>
    <w:semiHidden/>
    <w:unhideWhenUsed/>
    <w:qFormat/>
    <w:pPr>
      <w:keepNext/>
      <w:spacing w:before="160" w:after="1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Indent"/>
    <w:uiPriority w:val="9"/>
    <w:semiHidden/>
    <w:unhideWhenUsed/>
    <w:qFormat/>
    <w:pPr>
      <w:spacing w:before="160" w:after="12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spacing w:after="120"/>
      <w:ind w:left="1304"/>
    </w:pPr>
  </w:style>
  <w:style w:type="paragraph" w:customStyle="1" w:styleId="Hangingindent">
    <w:name w:val="Hanging indent"/>
    <w:basedOn w:val="Normal"/>
    <w:next w:val="NormalIndent"/>
    <w:pPr>
      <w:tabs>
        <w:tab w:val="left" w:pos="1304"/>
      </w:tabs>
      <w:ind w:left="1304" w:hanging="1304"/>
    </w:pPr>
  </w:style>
  <w:style w:type="paragraph" w:styleId="Footer">
    <w:name w:val="footer"/>
    <w:basedOn w:val="Normal"/>
  </w:style>
  <w:style w:type="paragraph" w:styleId="Header">
    <w:name w:val="header"/>
    <w:basedOn w:val="Normal"/>
  </w:style>
  <w:style w:type="paragraph" w:customStyle="1" w:styleId="PaaOtsikko">
    <w:name w:val="PaaOtsikko"/>
    <w:basedOn w:val="Normal"/>
    <w:pPr>
      <w:keepNext/>
      <w:spacing w:before="240" w:after="120"/>
    </w:pPr>
    <w:rPr>
      <w:rFonts w:ascii="Arial" w:hAnsi="Arial"/>
      <w:b/>
      <w:caps/>
      <w:kern w:val="3"/>
    </w:rPr>
  </w:style>
  <w:style w:type="paragraph" w:styleId="TOC1">
    <w:name w:val="toc 1"/>
    <w:basedOn w:val="Normal"/>
    <w:next w:val="Normal"/>
    <w:pPr>
      <w:ind w:left="567" w:hanging="567"/>
    </w:pPr>
    <w:rPr>
      <w:rFonts w:ascii="Arial" w:hAnsi="Arial"/>
      <w:b/>
      <w:caps/>
      <w:szCs w:val="24"/>
    </w:rPr>
  </w:style>
  <w:style w:type="paragraph" w:styleId="TOC2">
    <w:name w:val="toc 2"/>
    <w:basedOn w:val="Normal"/>
    <w:next w:val="Normal"/>
    <w:pPr>
      <w:ind w:left="1418" w:hanging="851"/>
    </w:pPr>
    <w:rPr>
      <w:rFonts w:ascii="Arial" w:hAnsi="Arial"/>
      <w:b/>
      <w:szCs w:val="24"/>
    </w:rPr>
  </w:style>
  <w:style w:type="paragraph" w:styleId="TOC3">
    <w:name w:val="toc 3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Hangingindent2">
    <w:name w:val="Hanging indent 2"/>
    <w:basedOn w:val="Normal"/>
    <w:next w:val="NormalIndent"/>
    <w:pPr>
      <w:tabs>
        <w:tab w:val="left" w:pos="1304"/>
      </w:tabs>
      <w:ind w:left="1661" w:hanging="357"/>
    </w:pPr>
  </w:style>
  <w:style w:type="paragraph" w:styleId="ListBullet">
    <w:name w:val="List Bullet"/>
    <w:basedOn w:val="Normal"/>
    <w:pPr>
      <w:numPr>
        <w:numId w:val="1"/>
      </w:numPr>
    </w:pPr>
  </w:style>
  <w:style w:type="paragraph" w:styleId="ListBullet2">
    <w:name w:val="List Bullet 2"/>
    <w:basedOn w:val="Normal"/>
    <w:pPr>
      <w:numPr>
        <w:numId w:val="2"/>
      </w:numPr>
      <w:tabs>
        <w:tab w:val="left" w:pos="0"/>
      </w:tabs>
      <w:spacing w:after="120"/>
    </w:p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Number2">
    <w:name w:val="List Number 2"/>
    <w:basedOn w:val="Normal"/>
    <w:pPr>
      <w:numPr>
        <w:numId w:val="4"/>
      </w:numPr>
      <w:tabs>
        <w:tab w:val="left" w:pos="0"/>
      </w:tabs>
      <w:spacing w:after="120"/>
    </w:pPr>
  </w:style>
  <w:style w:type="paragraph" w:styleId="Title">
    <w:name w:val="Title"/>
    <w:basedOn w:val="PaaOtsikko"/>
    <w:next w:val="NormalIndent"/>
    <w:uiPriority w:val="10"/>
    <w:qFormat/>
    <w:pPr>
      <w:ind w:left="1304" w:hanging="1304"/>
      <w:outlineLvl w:val="0"/>
    </w:pPr>
  </w:style>
  <w:style w:type="paragraph" w:styleId="TOC4">
    <w:name w:val="toc 4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styleId="TOC5">
    <w:name w:val="toc 5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Viite">
    <w:name w:val="Viite"/>
    <w:basedOn w:val="Normal"/>
    <w:next w:val="Normal"/>
  </w:style>
  <w:style w:type="paragraph" w:styleId="BodyText">
    <w:name w:val="Body Text"/>
    <w:basedOn w:val="Normal"/>
    <w:pPr>
      <w:jc w:val="both"/>
    </w:pPr>
    <w:rPr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numbering" w:customStyle="1" w:styleId="LFO22">
    <w:name w:val="LFO22"/>
    <w:basedOn w:val="NoList"/>
    <w:pPr>
      <w:numPr>
        <w:numId w:val="1"/>
      </w:numPr>
    </w:pPr>
  </w:style>
  <w:style w:type="numbering" w:customStyle="1" w:styleId="LFO24">
    <w:name w:val="LFO24"/>
    <w:basedOn w:val="NoList"/>
    <w:pPr>
      <w:numPr>
        <w:numId w:val="2"/>
      </w:numPr>
    </w:pPr>
  </w:style>
  <w:style w:type="numbering" w:customStyle="1" w:styleId="LFO26">
    <w:name w:val="LFO26"/>
    <w:basedOn w:val="NoList"/>
    <w:pPr>
      <w:numPr>
        <w:numId w:val="3"/>
      </w:numPr>
    </w:pPr>
  </w:style>
  <w:style w:type="numbering" w:customStyle="1" w:styleId="LFO28">
    <w:name w:val="LFO28"/>
    <w:basedOn w:val="NoList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C30CD7"/>
    <w:pPr>
      <w:ind w:left="720"/>
      <w:contextualSpacing/>
    </w:pPr>
  </w:style>
  <w:style w:type="paragraph" w:customStyle="1" w:styleId="Standard">
    <w:name w:val="Standard"/>
    <w:rsid w:val="00E157C2"/>
    <w:pPr>
      <w:suppressAutoHyphens/>
    </w:pPr>
    <w:rPr>
      <w:rFonts w:ascii="Arial" w:eastAsia="Arial" w:hAnsi="Arial"/>
      <w:kern w:val="3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Tiia\Imatra_Elekter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Imatra_Elekter_kirjaplank.dotx</Template>
  <TotalTime>14</TotalTime>
  <Pages>2</Pages>
  <Words>300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Riina Pihlakas</dc:creator>
  <cp:lastModifiedBy>Tiia Koel</cp:lastModifiedBy>
  <cp:revision>2</cp:revision>
  <cp:lastPrinted>2023-01-20T12:07:00Z</cp:lastPrinted>
  <dcterms:created xsi:type="dcterms:W3CDTF">2024-03-13T07:20:00Z</dcterms:created>
  <dcterms:modified xsi:type="dcterms:W3CDTF">2024-03-13T07:20:00Z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