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7"/>
        <w:gridCol w:w="3965"/>
      </w:tblGrid>
      <w:tr w:rsidR="007B6AA9" w14:paraId="16B00E83" w14:textId="77777777" w:rsidTr="70C1048E">
        <w:trPr>
          <w:trHeight w:hRule="exact" w:val="2353"/>
        </w:trPr>
        <w:tc>
          <w:tcPr>
            <w:tcW w:w="5107" w:type="dxa"/>
          </w:tcPr>
          <w:p w14:paraId="5A3D690A" w14:textId="77777777" w:rsidR="007B6AA9" w:rsidRPr="00B066FE" w:rsidRDefault="007B6AA9" w:rsidP="00623B64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FC8117A" wp14:editId="11E7F86F">
                  <wp:simplePos x="0" y="0"/>
                  <wp:positionH relativeFrom="column">
                    <wp:posOffset>-895350</wp:posOffset>
                  </wp:positionH>
                  <wp:positionV relativeFrom="paragraph">
                    <wp:posOffset>-28575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5" w:type="dxa"/>
          </w:tcPr>
          <w:p w14:paraId="7ECA7A7D" w14:textId="77777777" w:rsidR="007B6AA9" w:rsidRPr="00B066FE" w:rsidRDefault="007B6AA9" w:rsidP="00623B64">
            <w:pPr>
              <w:rPr>
                <w:sz w:val="20"/>
                <w:szCs w:val="20"/>
              </w:rPr>
            </w:pPr>
          </w:p>
          <w:p w14:paraId="38CA0ABA" w14:textId="77777777" w:rsidR="007B6AA9" w:rsidRPr="00B066FE" w:rsidRDefault="007B6AA9" w:rsidP="00623B64">
            <w:pPr>
              <w:rPr>
                <w:sz w:val="20"/>
                <w:szCs w:val="20"/>
              </w:rPr>
            </w:pPr>
          </w:p>
          <w:p w14:paraId="3A0A66CD" w14:textId="77777777" w:rsidR="007B6AA9" w:rsidRPr="00B066FE" w:rsidRDefault="007B6AA9" w:rsidP="00623B64">
            <w:pPr>
              <w:rPr>
                <w:sz w:val="20"/>
                <w:szCs w:val="20"/>
              </w:rPr>
            </w:pPr>
          </w:p>
          <w:p w14:paraId="3C168929" w14:textId="77777777" w:rsidR="007B6AA9" w:rsidRPr="00B066FE" w:rsidRDefault="007B6AA9" w:rsidP="00623B64">
            <w:pPr>
              <w:rPr>
                <w:sz w:val="20"/>
                <w:szCs w:val="20"/>
              </w:rPr>
            </w:pPr>
          </w:p>
          <w:p w14:paraId="4798B6B2" w14:textId="77777777" w:rsidR="007B6AA9" w:rsidRPr="00B066FE" w:rsidRDefault="007B6AA9" w:rsidP="00623B64">
            <w:pPr>
              <w:rPr>
                <w:sz w:val="20"/>
                <w:szCs w:val="20"/>
              </w:rPr>
            </w:pPr>
          </w:p>
          <w:p w14:paraId="48A5AB79" w14:textId="77777777" w:rsidR="007B6AA9" w:rsidRPr="00B066FE" w:rsidRDefault="007B6AA9" w:rsidP="00623B64">
            <w:pPr>
              <w:rPr>
                <w:sz w:val="20"/>
                <w:szCs w:val="20"/>
              </w:rPr>
            </w:pPr>
          </w:p>
        </w:tc>
      </w:tr>
      <w:tr w:rsidR="007B6AA9" w14:paraId="3AAD5495" w14:textId="77777777" w:rsidTr="70C1048E">
        <w:trPr>
          <w:trHeight w:hRule="exact" w:val="1531"/>
        </w:trPr>
        <w:tc>
          <w:tcPr>
            <w:tcW w:w="5107" w:type="dxa"/>
          </w:tcPr>
          <w:p w14:paraId="7B296AFD" w14:textId="77777777" w:rsidR="007B6AA9" w:rsidRDefault="007B6AA9" w:rsidP="00623B64">
            <w:r>
              <w:t>MINISTRI MÄÄRUS</w:t>
            </w:r>
          </w:p>
        </w:tc>
        <w:tc>
          <w:tcPr>
            <w:tcW w:w="3965" w:type="dxa"/>
          </w:tcPr>
          <w:p w14:paraId="7EFA5CF9" w14:textId="77777777" w:rsidR="007B6AA9" w:rsidRDefault="007B6AA9" w:rsidP="00623B64"/>
          <w:p w14:paraId="65CDC067" w14:textId="77777777" w:rsidR="007B6AA9" w:rsidRDefault="007B6AA9" w:rsidP="00623B64"/>
          <w:p w14:paraId="215B2AAD" w14:textId="77777777" w:rsidR="007B6AA9" w:rsidRDefault="007B6AA9" w:rsidP="00623B64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318"/>
              <w:gridCol w:w="2647"/>
            </w:tblGrid>
            <w:tr w:rsidR="007B6AA9" w:rsidRPr="00425DCB" w14:paraId="1489B453" w14:textId="77777777" w:rsidTr="008D1A10">
              <w:trPr>
                <w:trHeight w:val="281"/>
              </w:trPr>
              <w:tc>
                <w:tcPr>
                  <w:tcW w:w="1276" w:type="dxa"/>
                </w:tcPr>
                <w:p w14:paraId="724FD06F" w14:textId="35E3A3F4" w:rsidR="00493BC6" w:rsidRPr="00493BC6" w:rsidRDefault="00493BC6" w:rsidP="00493BC6">
                  <w:pPr>
                    <w:rPr>
                      <w:rFonts w:eastAsia="Calibri" w:cs="Arial"/>
                    </w:rPr>
                  </w:pPr>
                  <w:r w:rsidRPr="00493BC6">
                    <w:rPr>
                      <w:rFonts w:eastAsia="Calibri" w:cs="Arial"/>
                    </w:rPr>
                    <w:fldChar w:fldCharType="begin"/>
                  </w:r>
                  <w:r w:rsidR="00326A87">
                    <w:rPr>
                      <w:rFonts w:eastAsia="Calibri" w:cs="Arial"/>
                    </w:rPr>
                    <w:instrText xml:space="preserve"> delta_regDateTime  \* MERGEFORMAT</w:instrText>
                  </w:r>
                  <w:r w:rsidRPr="00493BC6">
                    <w:rPr>
                      <w:rFonts w:eastAsia="Calibri" w:cs="Arial"/>
                    </w:rPr>
                    <w:fldChar w:fldCharType="separate"/>
                  </w:r>
                  <w:r w:rsidR="00326A87">
                    <w:rPr>
                      <w:rFonts w:eastAsia="Calibri" w:cs="Arial"/>
                    </w:rPr>
                    <w:t>11.12.2025</w:t>
                  </w:r>
                  <w:r w:rsidRPr="00493BC6">
                    <w:rPr>
                      <w:rFonts w:eastAsia="Calibri" w:cs="Arial"/>
                    </w:rPr>
                    <w:fldChar w:fldCharType="end"/>
                  </w:r>
                </w:p>
                <w:p w14:paraId="418100F8" w14:textId="77777777" w:rsidR="007B6AA9" w:rsidRPr="00425DCB" w:rsidRDefault="007B6AA9" w:rsidP="00623B64">
                  <w:pPr>
                    <w:ind w:right="-108"/>
                    <w:rPr>
                      <w:rFonts w:eastAsia="Times New Roman" w:cs="Arial"/>
                    </w:rPr>
                  </w:pPr>
                </w:p>
              </w:tc>
              <w:tc>
                <w:tcPr>
                  <w:tcW w:w="2689" w:type="dxa"/>
                </w:tcPr>
                <w:p w14:paraId="716F6B80" w14:textId="4BB8D630" w:rsidR="00493BC6" w:rsidRPr="00493BC6" w:rsidRDefault="00493BC6" w:rsidP="00493BC6">
                  <w:pPr>
                    <w:rPr>
                      <w:rFonts w:eastAsia="Calibri" w:cs="Arial"/>
                    </w:rPr>
                  </w:pPr>
                  <w:r>
                    <w:rPr>
                      <w:rFonts w:eastAsia="Times New Roman" w:cs="Arial"/>
                    </w:rPr>
                    <w:t>n</w:t>
                  </w:r>
                  <w:r w:rsidR="007B6AA9">
                    <w:rPr>
                      <w:rFonts w:eastAsia="Times New Roman" w:cs="Arial"/>
                    </w:rPr>
                    <w:t>r</w:t>
                  </w:r>
                  <w:r>
                    <w:rPr>
                      <w:rFonts w:eastAsia="Times New Roman" w:cs="Arial"/>
                    </w:rPr>
                    <w:t xml:space="preserve"> </w:t>
                  </w:r>
                  <w:r w:rsidR="008D0D32">
                    <w:rPr>
                      <w:rFonts w:eastAsia="Times New Roman" w:cs="Arial"/>
                    </w:rPr>
                    <w:t xml:space="preserve"> </w:t>
                  </w:r>
                  <w:r w:rsidRPr="00493BC6">
                    <w:rPr>
                      <w:rFonts w:eastAsia="Calibri" w:cs="Arial"/>
                    </w:rPr>
                    <w:fldChar w:fldCharType="begin"/>
                  </w:r>
                  <w:r w:rsidR="00326A87">
                    <w:rPr>
                      <w:rFonts w:eastAsia="Calibri" w:cs="Arial"/>
                    </w:rPr>
                    <w:instrText xml:space="preserve"> delta_regNumber  \* MERGEFORMAT</w:instrText>
                  </w:r>
                  <w:r w:rsidRPr="00493BC6">
                    <w:rPr>
                      <w:rFonts w:eastAsia="Calibri" w:cs="Arial"/>
                    </w:rPr>
                    <w:fldChar w:fldCharType="separate"/>
                  </w:r>
                  <w:r w:rsidR="00326A87">
                    <w:rPr>
                      <w:rFonts w:eastAsia="Calibri" w:cs="Arial"/>
                    </w:rPr>
                    <w:t>71</w:t>
                  </w:r>
                  <w:r w:rsidRPr="00493BC6">
                    <w:rPr>
                      <w:rFonts w:eastAsia="Calibri" w:cs="Arial"/>
                    </w:rPr>
                    <w:fldChar w:fldCharType="end"/>
                  </w:r>
                </w:p>
                <w:p w14:paraId="0D0F06EF" w14:textId="5A7C00D0" w:rsidR="007B6AA9" w:rsidRPr="00425DCB" w:rsidRDefault="007B6AA9" w:rsidP="00623B64">
                  <w:pPr>
                    <w:ind w:right="-62"/>
                    <w:rPr>
                      <w:rFonts w:eastAsia="Times New Roman" w:cs="Arial"/>
                    </w:rPr>
                  </w:pPr>
                </w:p>
              </w:tc>
            </w:tr>
          </w:tbl>
          <w:p w14:paraId="01D7A228" w14:textId="77777777" w:rsidR="007B6AA9" w:rsidRDefault="007B6AA9" w:rsidP="00623B64"/>
          <w:p w14:paraId="48748F61" w14:textId="77777777" w:rsidR="007B6AA9" w:rsidRDefault="007B6AA9" w:rsidP="00623B64"/>
        </w:tc>
      </w:tr>
    </w:tbl>
    <w:p w14:paraId="0DBA3D2F" w14:textId="2983F1B5" w:rsidR="00CC4EBB" w:rsidRPr="00B63B87" w:rsidRDefault="00CC4EBB" w:rsidP="32FE547A">
      <w:pPr>
        <w:jc w:val="both"/>
        <w:rPr>
          <w:b/>
          <w:bCs/>
        </w:rPr>
      </w:pPr>
      <w:r w:rsidRPr="00B63B87">
        <w:rPr>
          <w:b/>
          <w:bCs/>
        </w:rPr>
        <w:t>Ravikindlustuse seaduse alusel kehtestatud</w:t>
      </w:r>
    </w:p>
    <w:p w14:paraId="382446E4" w14:textId="70EB03C2" w:rsidR="00CC4EBB" w:rsidRPr="00B63B87" w:rsidRDefault="4B647312" w:rsidP="32FE547A">
      <w:pPr>
        <w:jc w:val="both"/>
        <w:rPr>
          <w:b/>
          <w:bCs/>
        </w:rPr>
      </w:pPr>
      <w:r w:rsidRPr="70C1048E">
        <w:rPr>
          <w:b/>
          <w:bCs/>
        </w:rPr>
        <w:t>r</w:t>
      </w:r>
      <w:r w:rsidR="00CC4EBB" w:rsidRPr="70C1048E">
        <w:rPr>
          <w:b/>
          <w:bCs/>
        </w:rPr>
        <w:t>avimitega</w:t>
      </w:r>
      <w:r w:rsidR="00B63B87" w:rsidRPr="70C1048E">
        <w:rPr>
          <w:b/>
          <w:bCs/>
        </w:rPr>
        <w:t xml:space="preserve"> seotud määrus</w:t>
      </w:r>
      <w:r w:rsidR="00190289">
        <w:rPr>
          <w:b/>
          <w:bCs/>
        </w:rPr>
        <w:t>t</w:t>
      </w:r>
      <w:r w:rsidR="00B63B87" w:rsidRPr="70C1048E">
        <w:rPr>
          <w:b/>
          <w:bCs/>
        </w:rPr>
        <w:t>e muutmine</w:t>
      </w:r>
    </w:p>
    <w:p w14:paraId="2A574BCA" w14:textId="77777777" w:rsidR="00CC4EBB" w:rsidRDefault="00CC4EBB" w:rsidP="32FE547A">
      <w:pPr>
        <w:jc w:val="both"/>
      </w:pPr>
    </w:p>
    <w:p w14:paraId="05F7C5BF" w14:textId="77777777" w:rsidR="00CC4EBB" w:rsidRDefault="00CC4EBB" w:rsidP="32FE547A">
      <w:pPr>
        <w:jc w:val="both"/>
      </w:pPr>
    </w:p>
    <w:p w14:paraId="1A17E964" w14:textId="6EC478C9" w:rsidR="007B6AA9" w:rsidRDefault="003F6583" w:rsidP="32FE547A">
      <w:pPr>
        <w:jc w:val="both"/>
      </w:pPr>
      <w:r>
        <w:t>Määrus kehtestatakse ravikindlustuse seaduse § 42 lõike 2</w:t>
      </w:r>
      <w:r w:rsidRPr="70C1048E">
        <w:rPr>
          <w:vertAlign w:val="superscript"/>
        </w:rPr>
        <w:t>1</w:t>
      </w:r>
      <w:r w:rsidR="6F03F7BD">
        <w:t xml:space="preserve">, </w:t>
      </w:r>
      <w:r w:rsidR="55906A70">
        <w:t xml:space="preserve">§ </w:t>
      </w:r>
      <w:r>
        <w:t xml:space="preserve">43 </w:t>
      </w:r>
      <w:r w:rsidR="00090E0F">
        <w:t>l</w:t>
      </w:r>
      <w:r w:rsidR="3BE620EC">
        <w:t xml:space="preserve">õike </w:t>
      </w:r>
      <w:r>
        <w:t>1</w:t>
      </w:r>
      <w:r w:rsidR="00090E0F">
        <w:t xml:space="preserve"> </w:t>
      </w:r>
      <w:r w:rsidR="6E1F732C">
        <w:t xml:space="preserve">ja </w:t>
      </w:r>
      <w:r w:rsidR="6E1F732C" w:rsidRPr="70C1048E">
        <w:rPr>
          <w:rFonts w:eastAsia="Arial" w:cs="Arial"/>
        </w:rPr>
        <w:t xml:space="preserve">§ 44 </w:t>
      </w:r>
      <w:r w:rsidR="3CFFA6B9" w:rsidRPr="70C1048E">
        <w:rPr>
          <w:rFonts w:eastAsia="Arial" w:cs="Arial"/>
        </w:rPr>
        <w:t>lõ</w:t>
      </w:r>
      <w:r w:rsidR="00285D02" w:rsidRPr="70C1048E">
        <w:rPr>
          <w:rFonts w:eastAsia="Arial" w:cs="Arial"/>
        </w:rPr>
        <w:t>ike</w:t>
      </w:r>
      <w:r w:rsidR="3CFFA6B9" w:rsidRPr="70C1048E">
        <w:rPr>
          <w:rFonts w:eastAsia="Arial" w:cs="Arial"/>
        </w:rPr>
        <w:t xml:space="preserve"> </w:t>
      </w:r>
      <w:r w:rsidR="00BD3A15" w:rsidRPr="70C1048E">
        <w:rPr>
          <w:rFonts w:eastAsia="Arial" w:cs="Arial"/>
        </w:rPr>
        <w:t>1</w:t>
      </w:r>
      <w:r w:rsidR="480E495B" w:rsidRPr="70C1048E">
        <w:rPr>
          <w:rFonts w:eastAsia="Arial" w:cs="Arial"/>
        </w:rPr>
        <w:t xml:space="preserve"> </w:t>
      </w:r>
      <w:r w:rsidR="7114CC41" w:rsidRPr="70C1048E">
        <w:rPr>
          <w:rFonts w:eastAsia="Arial" w:cs="Arial"/>
        </w:rPr>
        <w:t>alusel.</w:t>
      </w:r>
    </w:p>
    <w:p w14:paraId="3253D6E7" w14:textId="3F2B017E" w:rsidR="00225501" w:rsidRDefault="00225501" w:rsidP="3D2388F5">
      <w:pPr>
        <w:jc w:val="both"/>
        <w:rPr>
          <w:rFonts w:cs="Arial"/>
        </w:rPr>
      </w:pPr>
    </w:p>
    <w:p w14:paraId="5539E17C" w14:textId="08DC83D3" w:rsidR="00207C52" w:rsidRPr="00207C52" w:rsidRDefault="0F931887" w:rsidP="23A5D429">
      <w:pPr>
        <w:jc w:val="both"/>
        <w:rPr>
          <w:rFonts w:eastAsia="Arial" w:cs="Arial"/>
          <w:b/>
          <w:bCs/>
        </w:rPr>
      </w:pPr>
      <w:r w:rsidRPr="23A5D429">
        <w:rPr>
          <w:rFonts w:eastAsia="Arial" w:cs="Arial"/>
          <w:b/>
          <w:bCs/>
        </w:rPr>
        <w:t>§ 1. Tervise- ja tööministri 29. aprilli 2022. a määruse nr 40 „Haigused, mille ravimiseks või kergendamiseks mõeldud ravim kantakse ravimite loetellu soodustuse protsendiga 100 või 75</w:t>
      </w:r>
      <w:r w:rsidR="000879B6">
        <w:rPr>
          <w:rFonts w:eastAsia="Arial" w:cs="Arial"/>
          <w:b/>
          <w:bCs/>
        </w:rPr>
        <w:t>“</w:t>
      </w:r>
      <w:r w:rsidRPr="23A5D429">
        <w:rPr>
          <w:rFonts w:eastAsia="Arial" w:cs="Arial"/>
          <w:b/>
          <w:bCs/>
        </w:rPr>
        <w:t xml:space="preserve"> muutmine</w:t>
      </w:r>
    </w:p>
    <w:p w14:paraId="1E2EC0A4" w14:textId="5E825CC5" w:rsidR="00207C52" w:rsidRPr="00207C52" w:rsidRDefault="00207C52" w:rsidP="23A5D429">
      <w:pPr>
        <w:jc w:val="both"/>
        <w:rPr>
          <w:rFonts w:eastAsia="Arial" w:cs="Arial"/>
        </w:rPr>
      </w:pPr>
    </w:p>
    <w:p w14:paraId="57944CE3" w14:textId="237CFF56" w:rsidR="6229CDD1" w:rsidRDefault="0F931887" w:rsidP="42738FF2">
      <w:pPr>
        <w:jc w:val="both"/>
        <w:rPr>
          <w:rFonts w:eastAsia="Arial" w:cs="Arial"/>
        </w:rPr>
      </w:pPr>
      <w:r w:rsidRPr="3D7425AD">
        <w:rPr>
          <w:rFonts w:eastAsia="Arial" w:cs="Arial"/>
        </w:rPr>
        <w:t xml:space="preserve">Tervise- ja tööministri 29. aprilli 2022. a määruse nr 40 „Haigused, mille ravimiseks või kergendamiseks mõeldud ravim kantakse ravimite loetellu soodustuse protsendiga 100 või 75“ </w:t>
      </w:r>
      <w:r w:rsidR="000879B6">
        <w:rPr>
          <w:rFonts w:eastAsia="Arial" w:cs="Arial"/>
        </w:rPr>
        <w:t>§</w:t>
      </w:r>
      <w:r w:rsidR="00CB2BE5" w:rsidRPr="3D7425AD">
        <w:rPr>
          <w:rFonts w:eastAsia="Arial" w:cs="Arial"/>
        </w:rPr>
        <w:t xml:space="preserve"> 1 täiendatakse punkti</w:t>
      </w:r>
      <w:r w:rsidR="6CCD4D67" w:rsidRPr="3D7425AD">
        <w:rPr>
          <w:rFonts w:eastAsia="Arial" w:cs="Arial"/>
        </w:rPr>
        <w:t>de</w:t>
      </w:r>
      <w:r w:rsidR="00CB2BE5" w:rsidRPr="3D7425AD">
        <w:rPr>
          <w:rFonts w:eastAsia="Arial" w:cs="Arial"/>
        </w:rPr>
        <w:t>ga 7</w:t>
      </w:r>
      <w:r w:rsidR="2CF6181F" w:rsidRPr="3D7425AD">
        <w:rPr>
          <w:rFonts w:eastAsia="Arial" w:cs="Arial"/>
        </w:rPr>
        <w:t>3</w:t>
      </w:r>
      <w:r w:rsidR="54DC5C6E" w:rsidRPr="3D7425AD">
        <w:rPr>
          <w:rFonts w:eastAsia="Arial" w:cs="Arial"/>
        </w:rPr>
        <w:t xml:space="preserve"> ja 74</w:t>
      </w:r>
      <w:r w:rsidR="00CB2BE5" w:rsidRPr="3D7425AD">
        <w:rPr>
          <w:rFonts w:eastAsia="Arial" w:cs="Arial"/>
        </w:rPr>
        <w:t xml:space="preserve"> järgmises sõnastuses:</w:t>
      </w:r>
    </w:p>
    <w:p w14:paraId="49D5CF60" w14:textId="77777777" w:rsidR="00DF1196" w:rsidRPr="00EC1C35" w:rsidRDefault="00DF1196" w:rsidP="42738FF2">
      <w:pPr>
        <w:jc w:val="both"/>
        <w:rPr>
          <w:rFonts w:eastAsia="Arial" w:cs="Arial"/>
        </w:rPr>
      </w:pPr>
    </w:p>
    <w:p w14:paraId="2D297B07" w14:textId="3671E26C" w:rsidR="46876A7A" w:rsidRPr="000879B6" w:rsidRDefault="710250F5" w:rsidP="37B0B998">
      <w:pPr>
        <w:jc w:val="both"/>
        <w:rPr>
          <w:rFonts w:eastAsia="Arial" w:cs="Arial"/>
        </w:rPr>
      </w:pPr>
      <w:r w:rsidRPr="00601215">
        <w:rPr>
          <w:rFonts w:eastAsia="Arial" w:cs="Arial"/>
        </w:rPr>
        <w:t>„</w:t>
      </w:r>
      <w:r w:rsidR="000308DB" w:rsidRPr="00601215">
        <w:rPr>
          <w:rFonts w:eastAsia="Arial" w:cs="Arial"/>
        </w:rPr>
        <w:t>7</w:t>
      </w:r>
      <w:r w:rsidR="5D33E167" w:rsidRPr="00601215">
        <w:rPr>
          <w:rFonts w:eastAsia="Arial" w:cs="Arial"/>
        </w:rPr>
        <w:t>3</w:t>
      </w:r>
      <w:r w:rsidR="007E628C" w:rsidRPr="00601215">
        <w:rPr>
          <w:rFonts w:eastAsia="Arial" w:cs="Arial"/>
        </w:rPr>
        <w:t>)</w:t>
      </w:r>
      <w:r w:rsidR="004A5B5E" w:rsidRPr="00601215">
        <w:rPr>
          <w:rFonts w:eastAsia="Arial" w:cs="Arial"/>
        </w:rPr>
        <w:t xml:space="preserve"> </w:t>
      </w:r>
      <w:r w:rsidR="0E47F0A0" w:rsidRPr="00601215">
        <w:rPr>
          <w:rFonts w:eastAsia="Arial" w:cs="Arial"/>
        </w:rPr>
        <w:t xml:space="preserve">progresseeruv perekondlik </w:t>
      </w:r>
      <w:proofErr w:type="spellStart"/>
      <w:r w:rsidR="0E47F0A0" w:rsidRPr="00601215">
        <w:rPr>
          <w:rFonts w:eastAsia="Arial" w:cs="Arial"/>
        </w:rPr>
        <w:t>intrahepaatiline</w:t>
      </w:r>
      <w:proofErr w:type="spellEnd"/>
      <w:r w:rsidR="0E47F0A0" w:rsidRPr="00601215">
        <w:rPr>
          <w:rFonts w:eastAsia="Arial" w:cs="Arial"/>
        </w:rPr>
        <w:t xml:space="preserve"> </w:t>
      </w:r>
      <w:proofErr w:type="spellStart"/>
      <w:r w:rsidR="0E47F0A0" w:rsidRPr="00601215">
        <w:rPr>
          <w:rFonts w:eastAsia="Arial" w:cs="Arial"/>
        </w:rPr>
        <w:t>kolestaas</w:t>
      </w:r>
      <w:proofErr w:type="spellEnd"/>
      <w:r w:rsidR="003801D0" w:rsidRPr="00601215">
        <w:rPr>
          <w:rFonts w:eastAsia="Arial" w:cs="Arial"/>
        </w:rPr>
        <w:t xml:space="preserve"> </w:t>
      </w:r>
      <w:r w:rsidR="00DA1ED4" w:rsidRPr="00601215">
        <w:rPr>
          <w:rFonts w:eastAsia="Arial" w:cs="Arial"/>
        </w:rPr>
        <w:t>(</w:t>
      </w:r>
      <w:r w:rsidR="4A77FA23" w:rsidRPr="00601215">
        <w:rPr>
          <w:rFonts w:eastAsia="Arial" w:cs="Arial"/>
        </w:rPr>
        <w:t>K76</w:t>
      </w:r>
      <w:r w:rsidR="00EC1C35" w:rsidRPr="00601215">
        <w:rPr>
          <w:rFonts w:eastAsia="Arial" w:cs="Arial"/>
        </w:rPr>
        <w:t>.</w:t>
      </w:r>
      <w:r w:rsidR="0E8046C4" w:rsidRPr="00601215">
        <w:rPr>
          <w:rFonts w:eastAsia="Arial" w:cs="Arial"/>
        </w:rPr>
        <w:t>8</w:t>
      </w:r>
      <w:r w:rsidR="00DA1ED4" w:rsidRPr="00601215">
        <w:rPr>
          <w:rFonts w:eastAsia="Arial" w:cs="Arial"/>
        </w:rPr>
        <w:t>)</w:t>
      </w:r>
      <w:r w:rsidR="12F0ADE0" w:rsidRPr="00601215">
        <w:rPr>
          <w:rFonts w:eastAsia="Arial" w:cs="Arial"/>
        </w:rPr>
        <w:t>;</w:t>
      </w:r>
    </w:p>
    <w:p w14:paraId="5C979353" w14:textId="384F0084" w:rsidR="2FF480D8" w:rsidRPr="00601215" w:rsidRDefault="2FF480D8" w:rsidP="42738FF2">
      <w:pPr>
        <w:jc w:val="both"/>
        <w:rPr>
          <w:rFonts w:eastAsia="Arial" w:cs="Arial"/>
        </w:rPr>
      </w:pPr>
      <w:r w:rsidRPr="42738FF2">
        <w:rPr>
          <w:rFonts w:eastAsia="Arial" w:cs="Arial"/>
        </w:rPr>
        <w:t xml:space="preserve">74) </w:t>
      </w:r>
      <w:proofErr w:type="spellStart"/>
      <w:r w:rsidRPr="42738FF2">
        <w:rPr>
          <w:rFonts w:eastAsia="Arial" w:cs="Arial"/>
        </w:rPr>
        <w:t>Alagille</w:t>
      </w:r>
      <w:r w:rsidR="000879B6">
        <w:rPr>
          <w:rFonts w:eastAsia="Arial" w:cs="Arial"/>
        </w:rPr>
        <w:t>’</w:t>
      </w:r>
      <w:r w:rsidRPr="42738FF2">
        <w:rPr>
          <w:rFonts w:eastAsia="Arial" w:cs="Arial"/>
        </w:rPr>
        <w:t>i</w:t>
      </w:r>
      <w:proofErr w:type="spellEnd"/>
      <w:r w:rsidRPr="42738FF2">
        <w:rPr>
          <w:rFonts w:eastAsia="Arial" w:cs="Arial"/>
        </w:rPr>
        <w:t xml:space="preserve"> sündroom (Q44.7).</w:t>
      </w:r>
      <w:r w:rsidR="000879B6">
        <w:rPr>
          <w:rFonts w:eastAsia="Arial" w:cs="Arial"/>
        </w:rPr>
        <w:t>“</w:t>
      </w:r>
      <w:r w:rsidRPr="42738FF2">
        <w:rPr>
          <w:rFonts w:eastAsia="Arial" w:cs="Arial"/>
        </w:rPr>
        <w:t>.</w:t>
      </w:r>
    </w:p>
    <w:p w14:paraId="2CD10728" w14:textId="70D20D01" w:rsidR="00EB7294" w:rsidRPr="000879B6" w:rsidRDefault="00EB7294" w:rsidP="753EB549">
      <w:pPr>
        <w:jc w:val="both"/>
        <w:rPr>
          <w:rFonts w:eastAsia="Arial" w:cs="Arial"/>
          <w:highlight w:val="yellow"/>
        </w:rPr>
      </w:pPr>
    </w:p>
    <w:p w14:paraId="3FCD7AF1" w14:textId="6270C337" w:rsidR="00155BCA" w:rsidRPr="00A31943" w:rsidRDefault="00155BCA" w:rsidP="00A31943">
      <w:pPr>
        <w:jc w:val="both"/>
        <w:rPr>
          <w:b/>
          <w:bCs/>
        </w:rPr>
      </w:pPr>
      <w:r w:rsidRPr="18DC45DA">
        <w:rPr>
          <w:b/>
          <w:bCs/>
        </w:rPr>
        <w:t xml:space="preserve">§ </w:t>
      </w:r>
      <w:r w:rsidR="43018793" w:rsidRPr="18DC45DA">
        <w:rPr>
          <w:b/>
          <w:bCs/>
        </w:rPr>
        <w:t>2</w:t>
      </w:r>
      <w:r w:rsidRPr="18DC45DA">
        <w:rPr>
          <w:b/>
          <w:bCs/>
        </w:rPr>
        <w:t>. Sotsiaalministri 21. märtsi 2007. a määruse nr 33 „Ravimite piirhinnad</w:t>
      </w:r>
      <w:r w:rsidR="000879B6">
        <w:rPr>
          <w:b/>
          <w:bCs/>
        </w:rPr>
        <w:t>“</w:t>
      </w:r>
      <w:r w:rsidRPr="18DC45DA">
        <w:rPr>
          <w:b/>
          <w:bCs/>
        </w:rPr>
        <w:t xml:space="preserve"> muutmine</w:t>
      </w:r>
    </w:p>
    <w:p w14:paraId="4472C6C2" w14:textId="77777777" w:rsidR="00A31943" w:rsidRDefault="00A31943" w:rsidP="00A31943">
      <w:pPr>
        <w:jc w:val="both"/>
      </w:pPr>
    </w:p>
    <w:p w14:paraId="0F868F11" w14:textId="5E242C06" w:rsidR="00155BCA" w:rsidRDefault="00155BCA" w:rsidP="00A31943">
      <w:pPr>
        <w:jc w:val="both"/>
      </w:pPr>
      <w:r>
        <w:t>Sotsiaalministri 21. märtsi 2007. a määruse nr 33 „Ravimite piirhinnad</w:t>
      </w:r>
      <w:r w:rsidR="000879B6">
        <w:t>“</w:t>
      </w:r>
      <w:r>
        <w:t xml:space="preserve"> lisa kehtestatakse</w:t>
      </w:r>
      <w:r w:rsidR="00A31943">
        <w:t xml:space="preserve"> u</w:t>
      </w:r>
      <w:r>
        <w:t>ues</w:t>
      </w:r>
      <w:r w:rsidR="00A31943">
        <w:t xml:space="preserve"> </w:t>
      </w:r>
      <w:r>
        <w:t>sõnastuses (lisatud).</w:t>
      </w:r>
    </w:p>
    <w:p w14:paraId="5DFD507E" w14:textId="77777777" w:rsidR="00EB7294" w:rsidRDefault="00EB7294" w:rsidP="00A31943">
      <w:pPr>
        <w:jc w:val="both"/>
      </w:pPr>
    </w:p>
    <w:p w14:paraId="6DFACE8D" w14:textId="630A3D3F" w:rsidR="00155BCA" w:rsidRPr="00EB7294" w:rsidRDefault="00155BCA" w:rsidP="00A31943">
      <w:pPr>
        <w:jc w:val="both"/>
        <w:rPr>
          <w:b/>
          <w:bCs/>
        </w:rPr>
      </w:pPr>
      <w:r w:rsidRPr="18DC45DA">
        <w:rPr>
          <w:b/>
          <w:bCs/>
        </w:rPr>
        <w:t xml:space="preserve">§ </w:t>
      </w:r>
      <w:r w:rsidR="74948707" w:rsidRPr="18DC45DA">
        <w:rPr>
          <w:b/>
          <w:bCs/>
        </w:rPr>
        <w:t>3</w:t>
      </w:r>
      <w:r w:rsidRPr="18DC45DA">
        <w:rPr>
          <w:b/>
          <w:bCs/>
        </w:rPr>
        <w:t>. Sotsiaalministri 24. septembri 2002. a määruse nr 112 „Tervisekassa ravimite</w:t>
      </w:r>
      <w:r w:rsidR="00EB7294" w:rsidRPr="18DC45DA">
        <w:rPr>
          <w:b/>
          <w:bCs/>
        </w:rPr>
        <w:t xml:space="preserve"> </w:t>
      </w:r>
      <w:r w:rsidRPr="18DC45DA">
        <w:rPr>
          <w:b/>
          <w:bCs/>
        </w:rPr>
        <w:t>loetelu</w:t>
      </w:r>
      <w:r w:rsidR="000879B6">
        <w:rPr>
          <w:b/>
          <w:bCs/>
        </w:rPr>
        <w:t>“</w:t>
      </w:r>
      <w:r w:rsidRPr="18DC45DA">
        <w:rPr>
          <w:b/>
          <w:bCs/>
        </w:rPr>
        <w:t xml:space="preserve"> muutmine</w:t>
      </w:r>
    </w:p>
    <w:p w14:paraId="6FDC347B" w14:textId="77777777" w:rsidR="00EB7294" w:rsidRDefault="00EB7294" w:rsidP="00A31943">
      <w:pPr>
        <w:jc w:val="both"/>
      </w:pPr>
    </w:p>
    <w:p w14:paraId="3AD8A009" w14:textId="36D4C568" w:rsidR="00155BCA" w:rsidRDefault="00155BCA" w:rsidP="00A31943">
      <w:pPr>
        <w:jc w:val="both"/>
      </w:pPr>
      <w:r>
        <w:t>Sotsiaalministri 24. septembri 2002. a määruse nr 112 „Tervisekassa ravimite loetelu</w:t>
      </w:r>
      <w:r w:rsidR="000879B6">
        <w:t>“</w:t>
      </w:r>
      <w:r>
        <w:t xml:space="preserve"> lisa</w:t>
      </w:r>
      <w:r w:rsidR="00EB7294">
        <w:t xml:space="preserve"> </w:t>
      </w:r>
      <w:r>
        <w:t>kehtestatakse uues sõnastuses (lisatud).</w:t>
      </w:r>
    </w:p>
    <w:p w14:paraId="15B37F63" w14:textId="77777777" w:rsidR="00EB7294" w:rsidRDefault="00EB7294" w:rsidP="00A31943">
      <w:pPr>
        <w:jc w:val="both"/>
      </w:pPr>
    </w:p>
    <w:p w14:paraId="2380513D" w14:textId="7222C068" w:rsidR="00155BCA" w:rsidRDefault="00155BCA" w:rsidP="00A31943">
      <w:pPr>
        <w:jc w:val="both"/>
        <w:rPr>
          <w:b/>
          <w:bCs/>
        </w:rPr>
      </w:pPr>
      <w:r w:rsidRPr="18DC45DA">
        <w:rPr>
          <w:b/>
          <w:bCs/>
        </w:rPr>
        <w:t xml:space="preserve">§ </w:t>
      </w:r>
      <w:r w:rsidR="5951BBF7" w:rsidRPr="18DC45DA">
        <w:rPr>
          <w:b/>
          <w:bCs/>
        </w:rPr>
        <w:t>4</w:t>
      </w:r>
      <w:r w:rsidRPr="18DC45DA">
        <w:rPr>
          <w:b/>
          <w:bCs/>
        </w:rPr>
        <w:t>. Määruse jõustumine</w:t>
      </w:r>
    </w:p>
    <w:p w14:paraId="65843F1B" w14:textId="77777777" w:rsidR="002D2B25" w:rsidRPr="00EB7294" w:rsidRDefault="002D2B25" w:rsidP="00A31943">
      <w:pPr>
        <w:jc w:val="both"/>
        <w:rPr>
          <w:b/>
          <w:bCs/>
        </w:rPr>
      </w:pPr>
    </w:p>
    <w:p w14:paraId="3E0F9320" w14:textId="77777777" w:rsidR="00286E3A" w:rsidRDefault="00155BCA" w:rsidP="00A31943">
      <w:pPr>
        <w:jc w:val="both"/>
      </w:pPr>
      <w:r>
        <w:t xml:space="preserve">Määrus jõustub 1. </w:t>
      </w:r>
      <w:r w:rsidR="13B67FD3">
        <w:t xml:space="preserve">jaanuaril </w:t>
      </w:r>
      <w:r>
        <w:t>202</w:t>
      </w:r>
      <w:r w:rsidR="01565846">
        <w:t>6</w:t>
      </w:r>
      <w:r>
        <w:t>. a.</w:t>
      </w:r>
    </w:p>
    <w:p w14:paraId="5FF4D6DD" w14:textId="768C0618" w:rsidR="007B6AA9" w:rsidRDefault="007B6AA9" w:rsidP="00A31943">
      <w:pPr>
        <w:jc w:val="both"/>
        <w:rPr>
          <w:rFonts w:cs="Arial"/>
        </w:rPr>
      </w:pPr>
    </w:p>
    <w:p w14:paraId="4EE3D6DE" w14:textId="77777777" w:rsidR="007B6AA9" w:rsidRDefault="007B6AA9" w:rsidP="007B6AA9">
      <w:pPr>
        <w:rPr>
          <w:rFonts w:cs="Arial"/>
        </w:rPr>
        <w:sectPr w:rsidR="007B6AA9" w:rsidSect="007B6AA9">
          <w:headerReference w:type="default" r:id="rId12"/>
          <w:type w:val="continuous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04290291" w14:textId="77777777" w:rsidR="00D93D49" w:rsidRDefault="00D93D49" w:rsidP="007B6AA9">
      <w:pPr>
        <w:rPr>
          <w:rFonts w:cs="Arial"/>
        </w:rPr>
      </w:pPr>
    </w:p>
    <w:p w14:paraId="1231D195" w14:textId="77777777" w:rsidR="000879B6" w:rsidRDefault="000879B6" w:rsidP="007B6AA9">
      <w:pPr>
        <w:rPr>
          <w:rFonts w:cs="Arial"/>
        </w:rPr>
      </w:pPr>
    </w:p>
    <w:p w14:paraId="203B46BF" w14:textId="7D5D8F70" w:rsidR="004F783F" w:rsidRDefault="007B6AA9" w:rsidP="00A54AFA">
      <w:pPr>
        <w:rPr>
          <w:rFonts w:cs="Arial"/>
        </w:rPr>
      </w:pPr>
      <w:r w:rsidRPr="6229CDD1">
        <w:rPr>
          <w:rFonts w:cs="Arial"/>
        </w:rPr>
        <w:t>(allkirjastatud digitaalselt)</w:t>
      </w:r>
    </w:p>
    <w:p w14:paraId="03E20C80" w14:textId="3938CA5E" w:rsidR="00693AF5" w:rsidRDefault="54140BA6" w:rsidP="00A54AFA">
      <w:r>
        <w:t xml:space="preserve">Karmen </w:t>
      </w:r>
      <w:proofErr w:type="spellStart"/>
      <w:r>
        <w:t>Joller</w:t>
      </w:r>
      <w:proofErr w:type="spellEnd"/>
    </w:p>
    <w:p w14:paraId="69942D6D" w14:textId="475C1304" w:rsidR="00A54AFA" w:rsidRDefault="120F7DD1" w:rsidP="00A54AFA">
      <w:pPr>
        <w:rPr>
          <w:rFonts w:cs="Arial"/>
        </w:rPr>
      </w:pPr>
      <w:r>
        <w:t>sotsiaalminister</w:t>
      </w:r>
    </w:p>
    <w:p w14:paraId="749F9433" w14:textId="77777777" w:rsidR="007B6AA9" w:rsidRDefault="007B6AA9" w:rsidP="007B6AA9">
      <w:pPr>
        <w:rPr>
          <w:rFonts w:cs="Arial"/>
        </w:rPr>
      </w:pPr>
    </w:p>
    <w:p w14:paraId="29054E0F" w14:textId="77777777" w:rsidR="007B6AA9" w:rsidRDefault="007B6AA9" w:rsidP="007B6AA9">
      <w:pPr>
        <w:rPr>
          <w:rFonts w:cs="Arial"/>
        </w:rPr>
      </w:pPr>
    </w:p>
    <w:p w14:paraId="0D0FE497" w14:textId="77777777" w:rsidR="002D2B25" w:rsidRPr="002D2B25" w:rsidRDefault="002D2B25" w:rsidP="002D2B25">
      <w:pPr>
        <w:rPr>
          <w:rFonts w:cs="Arial"/>
        </w:rPr>
      </w:pPr>
      <w:r w:rsidRPr="002D2B25">
        <w:rPr>
          <w:rFonts w:cs="Arial"/>
        </w:rPr>
        <w:t>(allkirjastatud digitaalselt)</w:t>
      </w:r>
    </w:p>
    <w:p w14:paraId="35C13538" w14:textId="77777777" w:rsidR="002D2B25" w:rsidRPr="002D2B25" w:rsidRDefault="002D2B25" w:rsidP="002D2B25">
      <w:pPr>
        <w:rPr>
          <w:rFonts w:cs="Arial"/>
        </w:rPr>
      </w:pPr>
      <w:proofErr w:type="spellStart"/>
      <w:r w:rsidRPr="002D2B25">
        <w:rPr>
          <w:rFonts w:cs="Arial"/>
        </w:rPr>
        <w:t>Maarjo</w:t>
      </w:r>
      <w:proofErr w:type="spellEnd"/>
      <w:r w:rsidRPr="002D2B25">
        <w:rPr>
          <w:rFonts w:cs="Arial"/>
        </w:rPr>
        <w:t xml:space="preserve"> Mändmaa</w:t>
      </w:r>
    </w:p>
    <w:p w14:paraId="1362DD49" w14:textId="5023804E" w:rsidR="007B6AA9" w:rsidRDefault="002D2B25" w:rsidP="002D2B25">
      <w:pPr>
        <w:sectPr w:rsidR="007B6AA9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  <w:r w:rsidRPr="002D2B25">
        <w:rPr>
          <w:rFonts w:cs="Arial"/>
        </w:rPr>
        <w:t>kantsler</w:t>
      </w:r>
    </w:p>
    <w:p w14:paraId="52CFEAAC" w14:textId="77777777" w:rsidR="007B6AA9" w:rsidRPr="00805BB9" w:rsidRDefault="007B6AA9" w:rsidP="007B6AA9"/>
    <w:p w14:paraId="406A19FD" w14:textId="255FDC92" w:rsidR="00EB7294" w:rsidRDefault="00EB7294" w:rsidP="70C1048E">
      <w:pPr>
        <w:spacing w:line="259" w:lineRule="auto"/>
      </w:pPr>
    </w:p>
    <w:p w14:paraId="0AD80081" w14:textId="77269EA4" w:rsidR="6FBFDE77" w:rsidRDefault="6FBFDE77" w:rsidP="70C1048E">
      <w:pPr>
        <w:spacing w:line="259" w:lineRule="auto"/>
      </w:pPr>
      <w:r>
        <w:t>Lisad:</w:t>
      </w:r>
    </w:p>
    <w:p w14:paraId="189E49A7" w14:textId="6D12E57E" w:rsidR="6FBFDE77" w:rsidRDefault="6FBFDE77" w:rsidP="70C1048E">
      <w:pPr>
        <w:spacing w:line="259" w:lineRule="auto"/>
      </w:pPr>
      <w:r>
        <w:t>1. Sotsiaalministri 21. märtsi 2007. a määrus</w:t>
      </w:r>
      <w:r w:rsidR="000879B6">
        <w:t>e</w:t>
      </w:r>
      <w:r>
        <w:t xml:space="preserve"> nr 33 „Ravimite piirhinnad“ </w:t>
      </w:r>
      <w:r w:rsidR="000879B6">
        <w:t>l</w:t>
      </w:r>
      <w:r>
        <w:t>isa</w:t>
      </w:r>
    </w:p>
    <w:p w14:paraId="07D25018" w14:textId="72011397" w:rsidR="6FBFDE77" w:rsidRDefault="6FBFDE77" w:rsidP="70C1048E">
      <w:pPr>
        <w:spacing w:line="259" w:lineRule="auto"/>
      </w:pPr>
      <w:r>
        <w:t>2. Sotsiaalministri 24. septembri 2002. a määrus</w:t>
      </w:r>
      <w:r w:rsidR="000879B6">
        <w:t>e</w:t>
      </w:r>
      <w:r>
        <w:t xml:space="preserve"> nr 112 „Tervisekassa ravimite loetelu“ </w:t>
      </w:r>
      <w:r w:rsidR="000879B6">
        <w:t>l</w:t>
      </w:r>
      <w:r>
        <w:t>isa</w:t>
      </w:r>
    </w:p>
    <w:sectPr w:rsidR="6FBFDE77" w:rsidSect="001D53AE">
      <w:headerReference w:type="default" r:id="rId13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FABA5" w14:textId="77777777" w:rsidR="00F40F14" w:rsidRDefault="00F40F14" w:rsidP="00E52553">
      <w:r>
        <w:separator/>
      </w:r>
    </w:p>
  </w:endnote>
  <w:endnote w:type="continuationSeparator" w:id="0">
    <w:p w14:paraId="604961E4" w14:textId="77777777" w:rsidR="00F40F14" w:rsidRDefault="00F40F14" w:rsidP="00E52553">
      <w:r>
        <w:continuationSeparator/>
      </w:r>
    </w:p>
  </w:endnote>
  <w:endnote w:type="continuationNotice" w:id="1">
    <w:p w14:paraId="1EB624A3" w14:textId="77777777" w:rsidR="00F40F14" w:rsidRDefault="00F40F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E1EA6" w14:textId="77777777" w:rsidR="00F40F14" w:rsidRDefault="00F40F14" w:rsidP="00E52553">
      <w:r>
        <w:separator/>
      </w:r>
    </w:p>
  </w:footnote>
  <w:footnote w:type="continuationSeparator" w:id="0">
    <w:p w14:paraId="54E51667" w14:textId="77777777" w:rsidR="00F40F14" w:rsidRDefault="00F40F14" w:rsidP="00E52553">
      <w:r>
        <w:continuationSeparator/>
      </w:r>
    </w:p>
  </w:footnote>
  <w:footnote w:type="continuationNotice" w:id="1">
    <w:p w14:paraId="5DA25A5E" w14:textId="77777777" w:rsidR="00F40F14" w:rsidRDefault="00F40F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4C46B8C" w14:textId="77777777" w:rsidR="007B6AA9" w:rsidRPr="00E52553" w:rsidRDefault="007B6AA9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1E5E9C8C" w14:textId="77777777" w:rsidR="007B6AA9" w:rsidRDefault="007B6AA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9FB35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660D6"/>
    <w:multiLevelType w:val="hybridMultilevel"/>
    <w:tmpl w:val="433CB2D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B57E8"/>
    <w:multiLevelType w:val="hybridMultilevel"/>
    <w:tmpl w:val="0EBE15C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53C0C"/>
    <w:multiLevelType w:val="hybridMultilevel"/>
    <w:tmpl w:val="F932AA1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971848">
    <w:abstractNumId w:val="0"/>
  </w:num>
  <w:num w:numId="2" w16cid:durableId="1876043421">
    <w:abstractNumId w:val="2"/>
  </w:num>
  <w:num w:numId="3" w16cid:durableId="1660496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51F"/>
    <w:rsid w:val="000035D6"/>
    <w:rsid w:val="00007760"/>
    <w:rsid w:val="00010BEB"/>
    <w:rsid w:val="00014154"/>
    <w:rsid w:val="00015395"/>
    <w:rsid w:val="00023293"/>
    <w:rsid w:val="000308DB"/>
    <w:rsid w:val="00031344"/>
    <w:rsid w:val="000344C3"/>
    <w:rsid w:val="00050856"/>
    <w:rsid w:val="000517DE"/>
    <w:rsid w:val="00053A7B"/>
    <w:rsid w:val="0005469B"/>
    <w:rsid w:val="0006086F"/>
    <w:rsid w:val="00064668"/>
    <w:rsid w:val="00070153"/>
    <w:rsid w:val="000725E2"/>
    <w:rsid w:val="00073552"/>
    <w:rsid w:val="00084CEB"/>
    <w:rsid w:val="000879B6"/>
    <w:rsid w:val="00090E0F"/>
    <w:rsid w:val="0009319A"/>
    <w:rsid w:val="00094BF0"/>
    <w:rsid w:val="000971BC"/>
    <w:rsid w:val="000A646F"/>
    <w:rsid w:val="000A6E2A"/>
    <w:rsid w:val="000C1374"/>
    <w:rsid w:val="000C409B"/>
    <w:rsid w:val="000C6B61"/>
    <w:rsid w:val="000D0B25"/>
    <w:rsid w:val="000D1C51"/>
    <w:rsid w:val="000D4B89"/>
    <w:rsid w:val="000D7732"/>
    <w:rsid w:val="000E125F"/>
    <w:rsid w:val="000E22F3"/>
    <w:rsid w:val="000E6CAB"/>
    <w:rsid w:val="000E7648"/>
    <w:rsid w:val="000F051F"/>
    <w:rsid w:val="000F2436"/>
    <w:rsid w:val="000F537C"/>
    <w:rsid w:val="000F5A7A"/>
    <w:rsid w:val="000F684F"/>
    <w:rsid w:val="0010661C"/>
    <w:rsid w:val="00110252"/>
    <w:rsid w:val="00113F1F"/>
    <w:rsid w:val="0011661E"/>
    <w:rsid w:val="001221F5"/>
    <w:rsid w:val="00134907"/>
    <w:rsid w:val="00144358"/>
    <w:rsid w:val="00144C39"/>
    <w:rsid w:val="0014701E"/>
    <w:rsid w:val="00150F1F"/>
    <w:rsid w:val="00155BCA"/>
    <w:rsid w:val="001604DB"/>
    <w:rsid w:val="0016709C"/>
    <w:rsid w:val="0017550F"/>
    <w:rsid w:val="00180B2A"/>
    <w:rsid w:val="001811CB"/>
    <w:rsid w:val="00181F9C"/>
    <w:rsid w:val="00190289"/>
    <w:rsid w:val="00194F0A"/>
    <w:rsid w:val="001A0A53"/>
    <w:rsid w:val="001A0B04"/>
    <w:rsid w:val="001A3082"/>
    <w:rsid w:val="001A760E"/>
    <w:rsid w:val="001B35F3"/>
    <w:rsid w:val="001B651E"/>
    <w:rsid w:val="001C31D8"/>
    <w:rsid w:val="001D53AE"/>
    <w:rsid w:val="001E4261"/>
    <w:rsid w:val="001E4E63"/>
    <w:rsid w:val="001E5B6A"/>
    <w:rsid w:val="001E77CE"/>
    <w:rsid w:val="001F1535"/>
    <w:rsid w:val="00202D28"/>
    <w:rsid w:val="00207C52"/>
    <w:rsid w:val="0021070A"/>
    <w:rsid w:val="002159B9"/>
    <w:rsid w:val="00217723"/>
    <w:rsid w:val="00222719"/>
    <w:rsid w:val="00222856"/>
    <w:rsid w:val="00225501"/>
    <w:rsid w:val="00230751"/>
    <w:rsid w:val="00230D87"/>
    <w:rsid w:val="00235A22"/>
    <w:rsid w:val="002419B2"/>
    <w:rsid w:val="002459FF"/>
    <w:rsid w:val="00252782"/>
    <w:rsid w:val="00252884"/>
    <w:rsid w:val="00272AFA"/>
    <w:rsid w:val="00273503"/>
    <w:rsid w:val="00281668"/>
    <w:rsid w:val="00285D02"/>
    <w:rsid w:val="00286E3A"/>
    <w:rsid w:val="002919F4"/>
    <w:rsid w:val="00293ECF"/>
    <w:rsid w:val="002A3B60"/>
    <w:rsid w:val="002A5C88"/>
    <w:rsid w:val="002C0F67"/>
    <w:rsid w:val="002D2B25"/>
    <w:rsid w:val="002D7F53"/>
    <w:rsid w:val="002E1DC8"/>
    <w:rsid w:val="002E4CB4"/>
    <w:rsid w:val="002F4508"/>
    <w:rsid w:val="00311234"/>
    <w:rsid w:val="00312CB3"/>
    <w:rsid w:val="00315DD8"/>
    <w:rsid w:val="003234BE"/>
    <w:rsid w:val="00324675"/>
    <w:rsid w:val="00326A87"/>
    <w:rsid w:val="00331A7C"/>
    <w:rsid w:val="00332B2D"/>
    <w:rsid w:val="003473DA"/>
    <w:rsid w:val="003562DB"/>
    <w:rsid w:val="003700DD"/>
    <w:rsid w:val="00371802"/>
    <w:rsid w:val="00372E50"/>
    <w:rsid w:val="00373AC5"/>
    <w:rsid w:val="003801D0"/>
    <w:rsid w:val="003925B0"/>
    <w:rsid w:val="0039403C"/>
    <w:rsid w:val="003A69AC"/>
    <w:rsid w:val="003B2BFC"/>
    <w:rsid w:val="003B3CE2"/>
    <w:rsid w:val="003C082E"/>
    <w:rsid w:val="003D32DB"/>
    <w:rsid w:val="003E16E8"/>
    <w:rsid w:val="003E42AC"/>
    <w:rsid w:val="003E6613"/>
    <w:rsid w:val="003F04F8"/>
    <w:rsid w:val="003F09B2"/>
    <w:rsid w:val="003F6583"/>
    <w:rsid w:val="00401F6F"/>
    <w:rsid w:val="004115F9"/>
    <w:rsid w:val="0041268A"/>
    <w:rsid w:val="00414D72"/>
    <w:rsid w:val="0041621A"/>
    <w:rsid w:val="00420DBA"/>
    <w:rsid w:val="00421186"/>
    <w:rsid w:val="00431771"/>
    <w:rsid w:val="00433613"/>
    <w:rsid w:val="00433FE5"/>
    <w:rsid w:val="00434D20"/>
    <w:rsid w:val="00436532"/>
    <w:rsid w:val="00437173"/>
    <w:rsid w:val="004445EE"/>
    <w:rsid w:val="00446FB2"/>
    <w:rsid w:val="00464999"/>
    <w:rsid w:val="00467068"/>
    <w:rsid w:val="00472F01"/>
    <w:rsid w:val="00474EE6"/>
    <w:rsid w:val="0048061D"/>
    <w:rsid w:val="00481721"/>
    <w:rsid w:val="004833B2"/>
    <w:rsid w:val="00484AB2"/>
    <w:rsid w:val="00492545"/>
    <w:rsid w:val="00493BC6"/>
    <w:rsid w:val="004A5B5E"/>
    <w:rsid w:val="004C0D26"/>
    <w:rsid w:val="004D2641"/>
    <w:rsid w:val="004D5657"/>
    <w:rsid w:val="004E04E6"/>
    <w:rsid w:val="004E1B92"/>
    <w:rsid w:val="004F3343"/>
    <w:rsid w:val="004F783F"/>
    <w:rsid w:val="00506B54"/>
    <w:rsid w:val="00510A9C"/>
    <w:rsid w:val="0051521F"/>
    <w:rsid w:val="00520055"/>
    <w:rsid w:val="00527E75"/>
    <w:rsid w:val="005339CD"/>
    <w:rsid w:val="00541033"/>
    <w:rsid w:val="00544B98"/>
    <w:rsid w:val="00544C87"/>
    <w:rsid w:val="00555DC7"/>
    <w:rsid w:val="005635DE"/>
    <w:rsid w:val="005649CD"/>
    <w:rsid w:val="00567685"/>
    <w:rsid w:val="0057362D"/>
    <w:rsid w:val="00575E5A"/>
    <w:rsid w:val="005843E9"/>
    <w:rsid w:val="005857D0"/>
    <w:rsid w:val="00587F56"/>
    <w:rsid w:val="0059681C"/>
    <w:rsid w:val="005A0A41"/>
    <w:rsid w:val="005A6FDE"/>
    <w:rsid w:val="005B053C"/>
    <w:rsid w:val="005B27AC"/>
    <w:rsid w:val="005B339B"/>
    <w:rsid w:val="005B3D59"/>
    <w:rsid w:val="005B7E98"/>
    <w:rsid w:val="005C20EC"/>
    <w:rsid w:val="005C6FF6"/>
    <w:rsid w:val="005D0F3B"/>
    <w:rsid w:val="005D52A7"/>
    <w:rsid w:val="005E1F0A"/>
    <w:rsid w:val="005F2231"/>
    <w:rsid w:val="00601215"/>
    <w:rsid w:val="00610A9F"/>
    <w:rsid w:val="006238F3"/>
    <w:rsid w:val="00623B64"/>
    <w:rsid w:val="006405F5"/>
    <w:rsid w:val="00651DAC"/>
    <w:rsid w:val="00654105"/>
    <w:rsid w:val="00656757"/>
    <w:rsid w:val="00677223"/>
    <w:rsid w:val="00683757"/>
    <w:rsid w:val="00684452"/>
    <w:rsid w:val="00692C84"/>
    <w:rsid w:val="00693AF5"/>
    <w:rsid w:val="006B3C6D"/>
    <w:rsid w:val="006B5267"/>
    <w:rsid w:val="006E109B"/>
    <w:rsid w:val="006F508E"/>
    <w:rsid w:val="007024FA"/>
    <w:rsid w:val="00702C05"/>
    <w:rsid w:val="00703C9E"/>
    <w:rsid w:val="00707806"/>
    <w:rsid w:val="00707E0D"/>
    <w:rsid w:val="007123C5"/>
    <w:rsid w:val="007135C5"/>
    <w:rsid w:val="00723B8F"/>
    <w:rsid w:val="007251F4"/>
    <w:rsid w:val="00727959"/>
    <w:rsid w:val="007325C5"/>
    <w:rsid w:val="007352AA"/>
    <w:rsid w:val="007519AD"/>
    <w:rsid w:val="00752553"/>
    <w:rsid w:val="007538D5"/>
    <w:rsid w:val="0076785A"/>
    <w:rsid w:val="00780D00"/>
    <w:rsid w:val="00784527"/>
    <w:rsid w:val="00785C2D"/>
    <w:rsid w:val="00793D2C"/>
    <w:rsid w:val="00794851"/>
    <w:rsid w:val="00797FDE"/>
    <w:rsid w:val="007A2193"/>
    <w:rsid w:val="007A4A1B"/>
    <w:rsid w:val="007B47C3"/>
    <w:rsid w:val="007B4B34"/>
    <w:rsid w:val="007B6AA9"/>
    <w:rsid w:val="007C4A2E"/>
    <w:rsid w:val="007D0996"/>
    <w:rsid w:val="007D3160"/>
    <w:rsid w:val="007D3986"/>
    <w:rsid w:val="007D4157"/>
    <w:rsid w:val="007D651F"/>
    <w:rsid w:val="007D6F91"/>
    <w:rsid w:val="007E4C06"/>
    <w:rsid w:val="007E5AE7"/>
    <w:rsid w:val="007E628C"/>
    <w:rsid w:val="007F5157"/>
    <w:rsid w:val="00805127"/>
    <w:rsid w:val="00805BB9"/>
    <w:rsid w:val="00811DF8"/>
    <w:rsid w:val="008121EA"/>
    <w:rsid w:val="00812D03"/>
    <w:rsid w:val="008210EE"/>
    <w:rsid w:val="00825188"/>
    <w:rsid w:val="0082798D"/>
    <w:rsid w:val="00852AD4"/>
    <w:rsid w:val="00853C16"/>
    <w:rsid w:val="0085659C"/>
    <w:rsid w:val="008569C1"/>
    <w:rsid w:val="008639D1"/>
    <w:rsid w:val="00890213"/>
    <w:rsid w:val="0089177E"/>
    <w:rsid w:val="00891C0D"/>
    <w:rsid w:val="00892364"/>
    <w:rsid w:val="00896A94"/>
    <w:rsid w:val="008A131B"/>
    <w:rsid w:val="008A5256"/>
    <w:rsid w:val="008A5FA7"/>
    <w:rsid w:val="008B0EB8"/>
    <w:rsid w:val="008B1F70"/>
    <w:rsid w:val="008B304B"/>
    <w:rsid w:val="008B602D"/>
    <w:rsid w:val="008C0C68"/>
    <w:rsid w:val="008C6E9B"/>
    <w:rsid w:val="008D0CC9"/>
    <w:rsid w:val="008D0D32"/>
    <w:rsid w:val="008D1A10"/>
    <w:rsid w:val="008D55BD"/>
    <w:rsid w:val="008E2F54"/>
    <w:rsid w:val="008E65AA"/>
    <w:rsid w:val="008F12A5"/>
    <w:rsid w:val="008F32BC"/>
    <w:rsid w:val="008F32F7"/>
    <w:rsid w:val="008F48F0"/>
    <w:rsid w:val="008F719A"/>
    <w:rsid w:val="009004BD"/>
    <w:rsid w:val="0091147E"/>
    <w:rsid w:val="0091440A"/>
    <w:rsid w:val="0091622F"/>
    <w:rsid w:val="00917ED6"/>
    <w:rsid w:val="00920295"/>
    <w:rsid w:val="00930BA1"/>
    <w:rsid w:val="0093378D"/>
    <w:rsid w:val="00933E21"/>
    <w:rsid w:val="00947ECF"/>
    <w:rsid w:val="009669E5"/>
    <w:rsid w:val="00971C12"/>
    <w:rsid w:val="009744D7"/>
    <w:rsid w:val="009835FB"/>
    <w:rsid w:val="00990E5F"/>
    <w:rsid w:val="00994F86"/>
    <w:rsid w:val="00996F22"/>
    <w:rsid w:val="009A08FF"/>
    <w:rsid w:val="009A11A1"/>
    <w:rsid w:val="009B2E81"/>
    <w:rsid w:val="009B4BF5"/>
    <w:rsid w:val="009B7C87"/>
    <w:rsid w:val="009C0BC1"/>
    <w:rsid w:val="009D0E6C"/>
    <w:rsid w:val="009D41C2"/>
    <w:rsid w:val="009D5D92"/>
    <w:rsid w:val="009D6672"/>
    <w:rsid w:val="009E0D18"/>
    <w:rsid w:val="009E7876"/>
    <w:rsid w:val="009F7AC5"/>
    <w:rsid w:val="00A07444"/>
    <w:rsid w:val="00A17C1F"/>
    <w:rsid w:val="00A31525"/>
    <w:rsid w:val="00A31943"/>
    <w:rsid w:val="00A33966"/>
    <w:rsid w:val="00A42D4B"/>
    <w:rsid w:val="00A454C8"/>
    <w:rsid w:val="00A54AFA"/>
    <w:rsid w:val="00A721A6"/>
    <w:rsid w:val="00A7301C"/>
    <w:rsid w:val="00A7427D"/>
    <w:rsid w:val="00A81A82"/>
    <w:rsid w:val="00A86528"/>
    <w:rsid w:val="00A87680"/>
    <w:rsid w:val="00A92036"/>
    <w:rsid w:val="00AA6C33"/>
    <w:rsid w:val="00AB7F88"/>
    <w:rsid w:val="00AC1FA6"/>
    <w:rsid w:val="00AC34B9"/>
    <w:rsid w:val="00AC3AF5"/>
    <w:rsid w:val="00AC4480"/>
    <w:rsid w:val="00AD48B5"/>
    <w:rsid w:val="00AD4B06"/>
    <w:rsid w:val="00AD75DA"/>
    <w:rsid w:val="00AE2FC5"/>
    <w:rsid w:val="00AE3F55"/>
    <w:rsid w:val="00AE7B45"/>
    <w:rsid w:val="00AF335B"/>
    <w:rsid w:val="00AF38F2"/>
    <w:rsid w:val="00AF7CB2"/>
    <w:rsid w:val="00B066FE"/>
    <w:rsid w:val="00B076FA"/>
    <w:rsid w:val="00B209F2"/>
    <w:rsid w:val="00B20AB8"/>
    <w:rsid w:val="00B25BF0"/>
    <w:rsid w:val="00B261C9"/>
    <w:rsid w:val="00B52B96"/>
    <w:rsid w:val="00B550EB"/>
    <w:rsid w:val="00B55121"/>
    <w:rsid w:val="00B551C4"/>
    <w:rsid w:val="00B60D48"/>
    <w:rsid w:val="00B625F3"/>
    <w:rsid w:val="00B63B87"/>
    <w:rsid w:val="00B7156E"/>
    <w:rsid w:val="00B80A5D"/>
    <w:rsid w:val="00B81116"/>
    <w:rsid w:val="00B81B12"/>
    <w:rsid w:val="00BA19D6"/>
    <w:rsid w:val="00BB2734"/>
    <w:rsid w:val="00BC71EE"/>
    <w:rsid w:val="00BD3A15"/>
    <w:rsid w:val="00BD3E97"/>
    <w:rsid w:val="00BD6335"/>
    <w:rsid w:val="00BE049C"/>
    <w:rsid w:val="00BE1AC9"/>
    <w:rsid w:val="00BE26B1"/>
    <w:rsid w:val="00BF2481"/>
    <w:rsid w:val="00BF4EF2"/>
    <w:rsid w:val="00BF7299"/>
    <w:rsid w:val="00C07974"/>
    <w:rsid w:val="00C11A92"/>
    <w:rsid w:val="00C148CF"/>
    <w:rsid w:val="00C156C6"/>
    <w:rsid w:val="00C16907"/>
    <w:rsid w:val="00C21D9A"/>
    <w:rsid w:val="00C22990"/>
    <w:rsid w:val="00C3165D"/>
    <w:rsid w:val="00C36806"/>
    <w:rsid w:val="00C55F57"/>
    <w:rsid w:val="00C60F05"/>
    <w:rsid w:val="00C6556C"/>
    <w:rsid w:val="00C725ED"/>
    <w:rsid w:val="00C75028"/>
    <w:rsid w:val="00C8647C"/>
    <w:rsid w:val="00C9117B"/>
    <w:rsid w:val="00CA6049"/>
    <w:rsid w:val="00CB2BE5"/>
    <w:rsid w:val="00CB5417"/>
    <w:rsid w:val="00CC1603"/>
    <w:rsid w:val="00CC4B83"/>
    <w:rsid w:val="00CC4EBB"/>
    <w:rsid w:val="00CC5B01"/>
    <w:rsid w:val="00CC7848"/>
    <w:rsid w:val="00CD734B"/>
    <w:rsid w:val="00D03D8D"/>
    <w:rsid w:val="00D07A66"/>
    <w:rsid w:val="00D10C9F"/>
    <w:rsid w:val="00D141B4"/>
    <w:rsid w:val="00D1697B"/>
    <w:rsid w:val="00D178A5"/>
    <w:rsid w:val="00D24046"/>
    <w:rsid w:val="00D261DB"/>
    <w:rsid w:val="00D2691F"/>
    <w:rsid w:val="00D321B8"/>
    <w:rsid w:val="00D350EB"/>
    <w:rsid w:val="00D35360"/>
    <w:rsid w:val="00D43DB1"/>
    <w:rsid w:val="00D62A2A"/>
    <w:rsid w:val="00D7132F"/>
    <w:rsid w:val="00D85F55"/>
    <w:rsid w:val="00D93D49"/>
    <w:rsid w:val="00D976B4"/>
    <w:rsid w:val="00D97932"/>
    <w:rsid w:val="00DA1ED4"/>
    <w:rsid w:val="00DA3FAA"/>
    <w:rsid w:val="00DB3436"/>
    <w:rsid w:val="00DB3C4A"/>
    <w:rsid w:val="00DC7D78"/>
    <w:rsid w:val="00DD5F9F"/>
    <w:rsid w:val="00DD6046"/>
    <w:rsid w:val="00DD63B5"/>
    <w:rsid w:val="00DF1196"/>
    <w:rsid w:val="00DF27E5"/>
    <w:rsid w:val="00DF3719"/>
    <w:rsid w:val="00DF66C5"/>
    <w:rsid w:val="00DF71F7"/>
    <w:rsid w:val="00E03A36"/>
    <w:rsid w:val="00E03FBD"/>
    <w:rsid w:val="00E119B1"/>
    <w:rsid w:val="00E12F3B"/>
    <w:rsid w:val="00E20148"/>
    <w:rsid w:val="00E201D4"/>
    <w:rsid w:val="00E210BF"/>
    <w:rsid w:val="00E26F77"/>
    <w:rsid w:val="00E43027"/>
    <w:rsid w:val="00E452A7"/>
    <w:rsid w:val="00E464CB"/>
    <w:rsid w:val="00E47A3A"/>
    <w:rsid w:val="00E518B8"/>
    <w:rsid w:val="00E52553"/>
    <w:rsid w:val="00E71701"/>
    <w:rsid w:val="00E72D7E"/>
    <w:rsid w:val="00E81E68"/>
    <w:rsid w:val="00E82C9D"/>
    <w:rsid w:val="00E91FDE"/>
    <w:rsid w:val="00E94087"/>
    <w:rsid w:val="00E946EE"/>
    <w:rsid w:val="00E9553E"/>
    <w:rsid w:val="00EA0331"/>
    <w:rsid w:val="00EA42AE"/>
    <w:rsid w:val="00EA5C04"/>
    <w:rsid w:val="00EB023C"/>
    <w:rsid w:val="00EB047E"/>
    <w:rsid w:val="00EB07A4"/>
    <w:rsid w:val="00EB107B"/>
    <w:rsid w:val="00EB36FC"/>
    <w:rsid w:val="00EB6409"/>
    <w:rsid w:val="00EB7294"/>
    <w:rsid w:val="00EB7879"/>
    <w:rsid w:val="00EC109F"/>
    <w:rsid w:val="00EC1C35"/>
    <w:rsid w:val="00EC2F98"/>
    <w:rsid w:val="00ED05EC"/>
    <w:rsid w:val="00ED7FE9"/>
    <w:rsid w:val="00EE08FE"/>
    <w:rsid w:val="00EE142C"/>
    <w:rsid w:val="00EE4406"/>
    <w:rsid w:val="00EF0205"/>
    <w:rsid w:val="00F02457"/>
    <w:rsid w:val="00F109E6"/>
    <w:rsid w:val="00F12F44"/>
    <w:rsid w:val="00F23F9D"/>
    <w:rsid w:val="00F35366"/>
    <w:rsid w:val="00F36366"/>
    <w:rsid w:val="00F40F14"/>
    <w:rsid w:val="00F447E8"/>
    <w:rsid w:val="00F47C43"/>
    <w:rsid w:val="00F51E96"/>
    <w:rsid w:val="00F526E9"/>
    <w:rsid w:val="00F53D29"/>
    <w:rsid w:val="00F57A08"/>
    <w:rsid w:val="00F611FE"/>
    <w:rsid w:val="00F73D77"/>
    <w:rsid w:val="00F7494A"/>
    <w:rsid w:val="00F75C11"/>
    <w:rsid w:val="00F76121"/>
    <w:rsid w:val="00F8071B"/>
    <w:rsid w:val="00F81566"/>
    <w:rsid w:val="00F9185E"/>
    <w:rsid w:val="00F936E3"/>
    <w:rsid w:val="00FB7A35"/>
    <w:rsid w:val="00FC0619"/>
    <w:rsid w:val="00FD1D1F"/>
    <w:rsid w:val="00FE4683"/>
    <w:rsid w:val="00FE755F"/>
    <w:rsid w:val="00FF10D0"/>
    <w:rsid w:val="00FF6327"/>
    <w:rsid w:val="01565846"/>
    <w:rsid w:val="024D015E"/>
    <w:rsid w:val="04D23C17"/>
    <w:rsid w:val="04E0C776"/>
    <w:rsid w:val="058D1831"/>
    <w:rsid w:val="06666FA5"/>
    <w:rsid w:val="06C84746"/>
    <w:rsid w:val="072FE9C3"/>
    <w:rsid w:val="08BE5AEA"/>
    <w:rsid w:val="08FD2290"/>
    <w:rsid w:val="0AC7EC78"/>
    <w:rsid w:val="0AFC61AF"/>
    <w:rsid w:val="0E170056"/>
    <w:rsid w:val="0E451074"/>
    <w:rsid w:val="0E47F0A0"/>
    <w:rsid w:val="0E8046C4"/>
    <w:rsid w:val="0E8D9ABB"/>
    <w:rsid w:val="0EA14852"/>
    <w:rsid w:val="0F0A1ED8"/>
    <w:rsid w:val="0F931887"/>
    <w:rsid w:val="0F98E12D"/>
    <w:rsid w:val="0FFB90B8"/>
    <w:rsid w:val="103F8C12"/>
    <w:rsid w:val="10709136"/>
    <w:rsid w:val="10CC78F9"/>
    <w:rsid w:val="113B5A98"/>
    <w:rsid w:val="1149DD85"/>
    <w:rsid w:val="120F7DD1"/>
    <w:rsid w:val="12707DE9"/>
    <w:rsid w:val="12B90E99"/>
    <w:rsid w:val="12F0ADE0"/>
    <w:rsid w:val="13AC4863"/>
    <w:rsid w:val="13B67FD3"/>
    <w:rsid w:val="15BA4101"/>
    <w:rsid w:val="182B25CC"/>
    <w:rsid w:val="18433210"/>
    <w:rsid w:val="18DC45DA"/>
    <w:rsid w:val="1950CC42"/>
    <w:rsid w:val="19912F2F"/>
    <w:rsid w:val="1A955F62"/>
    <w:rsid w:val="1AED068F"/>
    <w:rsid w:val="1BCFEE3F"/>
    <w:rsid w:val="1CD75323"/>
    <w:rsid w:val="1D910C22"/>
    <w:rsid w:val="1E0BE204"/>
    <w:rsid w:val="1E3DC3F0"/>
    <w:rsid w:val="1F0F16E5"/>
    <w:rsid w:val="1FDE7B42"/>
    <w:rsid w:val="2010EDA9"/>
    <w:rsid w:val="21490EF0"/>
    <w:rsid w:val="2164739A"/>
    <w:rsid w:val="2203996C"/>
    <w:rsid w:val="22E1F52C"/>
    <w:rsid w:val="2375F06C"/>
    <w:rsid w:val="23A5D429"/>
    <w:rsid w:val="2494CDC7"/>
    <w:rsid w:val="251872AD"/>
    <w:rsid w:val="255555FB"/>
    <w:rsid w:val="25A278F4"/>
    <w:rsid w:val="25A89384"/>
    <w:rsid w:val="261D4A5C"/>
    <w:rsid w:val="264AFC9E"/>
    <w:rsid w:val="265ABC13"/>
    <w:rsid w:val="2689E25D"/>
    <w:rsid w:val="26A71A8C"/>
    <w:rsid w:val="26BB923D"/>
    <w:rsid w:val="27EAC31E"/>
    <w:rsid w:val="28BB5600"/>
    <w:rsid w:val="290C9BAD"/>
    <w:rsid w:val="2917AEE4"/>
    <w:rsid w:val="2A4FDDC3"/>
    <w:rsid w:val="2AC1163D"/>
    <w:rsid w:val="2ADF1B06"/>
    <w:rsid w:val="2B491C9E"/>
    <w:rsid w:val="2B89547E"/>
    <w:rsid w:val="2BD7D1EE"/>
    <w:rsid w:val="2C61EC2E"/>
    <w:rsid w:val="2CF6181F"/>
    <w:rsid w:val="2E308ED6"/>
    <w:rsid w:val="2ED9413C"/>
    <w:rsid w:val="2F248B2B"/>
    <w:rsid w:val="2FF480D8"/>
    <w:rsid w:val="3077CD18"/>
    <w:rsid w:val="3087FB81"/>
    <w:rsid w:val="30F36567"/>
    <w:rsid w:val="3139EBEB"/>
    <w:rsid w:val="31548304"/>
    <w:rsid w:val="31D0C284"/>
    <w:rsid w:val="31E35913"/>
    <w:rsid w:val="320C60D7"/>
    <w:rsid w:val="321B7AEF"/>
    <w:rsid w:val="32711EC0"/>
    <w:rsid w:val="32FE547A"/>
    <w:rsid w:val="330E688D"/>
    <w:rsid w:val="332C5422"/>
    <w:rsid w:val="3361D137"/>
    <w:rsid w:val="33E3EB8D"/>
    <w:rsid w:val="33EA40EE"/>
    <w:rsid w:val="34BAFFAF"/>
    <w:rsid w:val="3612BDE5"/>
    <w:rsid w:val="365BD3E7"/>
    <w:rsid w:val="367B746B"/>
    <w:rsid w:val="379B84BD"/>
    <w:rsid w:val="37B0B998"/>
    <w:rsid w:val="37BD250A"/>
    <w:rsid w:val="37CB3B6B"/>
    <w:rsid w:val="391CFC7E"/>
    <w:rsid w:val="393F4655"/>
    <w:rsid w:val="39C7486F"/>
    <w:rsid w:val="39E10185"/>
    <w:rsid w:val="39E9E812"/>
    <w:rsid w:val="3B181260"/>
    <w:rsid w:val="3BA4925E"/>
    <w:rsid w:val="3BB4D145"/>
    <w:rsid w:val="3BB637C9"/>
    <w:rsid w:val="3BE620EC"/>
    <w:rsid w:val="3C5840D2"/>
    <w:rsid w:val="3CBE739A"/>
    <w:rsid w:val="3CFFA6B9"/>
    <w:rsid w:val="3D2388F5"/>
    <w:rsid w:val="3D7425AD"/>
    <w:rsid w:val="3E5F9CD5"/>
    <w:rsid w:val="3F815CBD"/>
    <w:rsid w:val="3FB30A00"/>
    <w:rsid w:val="3FFB81B0"/>
    <w:rsid w:val="40544B15"/>
    <w:rsid w:val="41496C6D"/>
    <w:rsid w:val="418A2004"/>
    <w:rsid w:val="423CC9C9"/>
    <w:rsid w:val="42738FF2"/>
    <w:rsid w:val="42B25637"/>
    <w:rsid w:val="43018793"/>
    <w:rsid w:val="433D3B21"/>
    <w:rsid w:val="44CF3664"/>
    <w:rsid w:val="44D76512"/>
    <w:rsid w:val="46876A7A"/>
    <w:rsid w:val="47D74DAF"/>
    <w:rsid w:val="480E495B"/>
    <w:rsid w:val="48629939"/>
    <w:rsid w:val="48A8AF0E"/>
    <w:rsid w:val="48E4DF0B"/>
    <w:rsid w:val="4919F7EB"/>
    <w:rsid w:val="49F22F9D"/>
    <w:rsid w:val="4A15A045"/>
    <w:rsid w:val="4A77FA23"/>
    <w:rsid w:val="4B647312"/>
    <w:rsid w:val="4B6D4B24"/>
    <w:rsid w:val="4B901EBD"/>
    <w:rsid w:val="4B9C4CA2"/>
    <w:rsid w:val="4BB6DA0B"/>
    <w:rsid w:val="4C2BBE68"/>
    <w:rsid w:val="4C505596"/>
    <w:rsid w:val="4CB44A85"/>
    <w:rsid w:val="4CC2F5A6"/>
    <w:rsid w:val="4E4EA639"/>
    <w:rsid w:val="4E632EC7"/>
    <w:rsid w:val="4F4E6024"/>
    <w:rsid w:val="4FC85BA8"/>
    <w:rsid w:val="501D265D"/>
    <w:rsid w:val="50D5BA58"/>
    <w:rsid w:val="51F1D315"/>
    <w:rsid w:val="53225C00"/>
    <w:rsid w:val="53703DAD"/>
    <w:rsid w:val="54140BA6"/>
    <w:rsid w:val="5476058E"/>
    <w:rsid w:val="548A725D"/>
    <w:rsid w:val="54B5B98C"/>
    <w:rsid w:val="54DC5C6E"/>
    <w:rsid w:val="55906A70"/>
    <w:rsid w:val="55A80156"/>
    <w:rsid w:val="562D96C7"/>
    <w:rsid w:val="567561DA"/>
    <w:rsid w:val="56DBCC5D"/>
    <w:rsid w:val="570CF978"/>
    <w:rsid w:val="575E212F"/>
    <w:rsid w:val="57EA9135"/>
    <w:rsid w:val="581DD48B"/>
    <w:rsid w:val="58466FF9"/>
    <w:rsid w:val="5877EE7D"/>
    <w:rsid w:val="587C48AF"/>
    <w:rsid w:val="58E0E2F4"/>
    <w:rsid w:val="5951BBF7"/>
    <w:rsid w:val="5BDE92A8"/>
    <w:rsid w:val="5D33E167"/>
    <w:rsid w:val="5D7E0F59"/>
    <w:rsid w:val="5EF5B290"/>
    <w:rsid w:val="5F41852D"/>
    <w:rsid w:val="6229CDD1"/>
    <w:rsid w:val="62C22E51"/>
    <w:rsid w:val="6316A7FB"/>
    <w:rsid w:val="63257E08"/>
    <w:rsid w:val="63FB3737"/>
    <w:rsid w:val="648410A9"/>
    <w:rsid w:val="64DADE71"/>
    <w:rsid w:val="650A7DFD"/>
    <w:rsid w:val="65582279"/>
    <w:rsid w:val="65870123"/>
    <w:rsid w:val="65F9812E"/>
    <w:rsid w:val="6655B228"/>
    <w:rsid w:val="665810A9"/>
    <w:rsid w:val="6689182C"/>
    <w:rsid w:val="6725F4EB"/>
    <w:rsid w:val="673568CF"/>
    <w:rsid w:val="67AF64E6"/>
    <w:rsid w:val="67DD93BE"/>
    <w:rsid w:val="67E039AC"/>
    <w:rsid w:val="691E3A2B"/>
    <w:rsid w:val="695A6F99"/>
    <w:rsid w:val="6973A2A3"/>
    <w:rsid w:val="6A8F05A8"/>
    <w:rsid w:val="6AC25CB9"/>
    <w:rsid w:val="6BB7A5E0"/>
    <w:rsid w:val="6CCD4D67"/>
    <w:rsid w:val="6CDC18C8"/>
    <w:rsid w:val="6CF5AC22"/>
    <w:rsid w:val="6D08B09D"/>
    <w:rsid w:val="6DAA4B04"/>
    <w:rsid w:val="6DC5DA59"/>
    <w:rsid w:val="6E1F732C"/>
    <w:rsid w:val="6E45E4D6"/>
    <w:rsid w:val="6E7C31F0"/>
    <w:rsid w:val="6EE1EE60"/>
    <w:rsid w:val="6EE6F2FD"/>
    <w:rsid w:val="6F03F7BD"/>
    <w:rsid w:val="6FBFDE77"/>
    <w:rsid w:val="6FC92452"/>
    <w:rsid w:val="7006608C"/>
    <w:rsid w:val="70C1048E"/>
    <w:rsid w:val="710250F5"/>
    <w:rsid w:val="7114CC41"/>
    <w:rsid w:val="71500AC4"/>
    <w:rsid w:val="71AF4BA7"/>
    <w:rsid w:val="723CE39A"/>
    <w:rsid w:val="73747FED"/>
    <w:rsid w:val="74948707"/>
    <w:rsid w:val="74E9ABC0"/>
    <w:rsid w:val="750CC30C"/>
    <w:rsid w:val="75283A11"/>
    <w:rsid w:val="753EB549"/>
    <w:rsid w:val="766F2DA7"/>
    <w:rsid w:val="7690908C"/>
    <w:rsid w:val="7693F744"/>
    <w:rsid w:val="7698FF5B"/>
    <w:rsid w:val="76B25C86"/>
    <w:rsid w:val="76C6A323"/>
    <w:rsid w:val="770E046A"/>
    <w:rsid w:val="789E42EE"/>
    <w:rsid w:val="78AE5CD8"/>
    <w:rsid w:val="78C98E01"/>
    <w:rsid w:val="79BF6D9E"/>
    <w:rsid w:val="7A2DE264"/>
    <w:rsid w:val="7A3C26EE"/>
    <w:rsid w:val="7A8DD6F2"/>
    <w:rsid w:val="7AB10BE1"/>
    <w:rsid w:val="7B950753"/>
    <w:rsid w:val="7BFF954C"/>
    <w:rsid w:val="7C9A767A"/>
    <w:rsid w:val="7E12BB3F"/>
    <w:rsid w:val="7E1F4CA5"/>
    <w:rsid w:val="7E29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D4BE"/>
  <w15:chartTrackingRefBased/>
  <w15:docId w15:val="{98839722-8B1E-4DCA-82F5-2DBD58082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/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paragraph" w:styleId="Loendilik">
    <w:name w:val="List Paragraph"/>
    <w:basedOn w:val="Normaallaad"/>
    <w:uiPriority w:val="34"/>
    <w:qFormat/>
    <w:rsid w:val="00AC34B9"/>
    <w:pPr>
      <w:ind w:left="720"/>
      <w:contextualSpacing/>
    </w:pPr>
  </w:style>
  <w:style w:type="paragraph" w:styleId="Redaktsioon">
    <w:name w:val="Revision"/>
    <w:hidden/>
    <w:uiPriority w:val="99"/>
    <w:semiHidden/>
    <w:rsid w:val="00BD3A15"/>
    <w:pPr>
      <w:spacing w:after="0" w:line="240" w:lineRule="auto"/>
    </w:pPr>
    <w:rPr>
      <w:rFonts w:ascii="Arial" w:hAnsi="Arial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6F50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F50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F508E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F50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F508E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5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t.allert\Downloads\Ministri%20m&#228;&#228;ruse%20eeln&#245;u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96565BFA-0943-4397-90BC-2316B2ACA5FD}">
    <t:Anchor>
      <t:Comment id="1571212278"/>
    </t:Anchor>
    <t:History>
      <t:Event id="{CFE3FFE8-5B1F-464E-93A1-9DA5F5783AB3}" time="2025-04-14T09:21:45.187Z">
        <t:Attribution userId="S::aigi.veber@haigekassa.ee::06f31b37-257a-463b-ac06-f96320c08d95" userProvider="AD" userName="Aigi Veber"/>
        <t:Anchor>
          <t:Comment id="1571212278"/>
        </t:Anchor>
        <t:Create/>
      </t:Event>
      <t:Event id="{1B1F72DF-E367-4269-8B45-9FBE889C79C8}" time="2025-04-14T09:21:45.187Z">
        <t:Attribution userId="S::aigi.veber@haigekassa.ee::06f31b37-257a-463b-ac06-f96320c08d95" userProvider="AD" userName="Aigi Veber"/>
        <t:Anchor>
          <t:Comment id="1571212278"/>
        </t:Anchor>
        <t:Assign userId="S::getter.hark@haigekassa.ee::430e21cd-5ec0-466e-ab65-65108729c0d0" userProvider="AD" userName="Getter Hark"/>
      </t:Event>
      <t:Event id="{8B2FC540-FCAF-402F-AFD0-9F3372D6A96A}" time="2025-04-14T09:21:45.187Z">
        <t:Attribution userId="S::aigi.veber@haigekassa.ee::06f31b37-257a-463b-ac06-f96320c08d95" userProvider="AD" userName="Aigi Veber"/>
        <t:Anchor>
          <t:Comment id="1571212278"/>
        </t:Anchor>
        <t:SetTitle title="@Getter Hark haiguste loetelu muudatused"/>
      </t:Event>
    </t:History>
  </t:Task>
</t:Task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Eri_x00f5_eteenus xmlns="fba58e3c-88d7-47b5-83a3-f2277f39d6e1" xsi:nil="true"/>
    <TaxCatchAll xmlns="d563ee63-fc49-4e0f-9474-773f50116adb" xsi:nil="true"/>
    <lcf76f155ced4ddcb4097134ff3c332f xmlns="fba58e3c-88d7-47b5-83a3-f2277f39d6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915E40571AC0449EDF3E0FF4DB9D94" ma:contentTypeVersion="27" ma:contentTypeDescription="Create a new document." ma:contentTypeScope="" ma:versionID="9e74914e1ca66084168b9dd9896e7ac9">
  <xsd:schema xmlns:xsd="http://www.w3.org/2001/XMLSchema" xmlns:xs="http://www.w3.org/2001/XMLSchema" xmlns:p="http://schemas.microsoft.com/office/2006/metadata/properties" xmlns:ns1="http://schemas.microsoft.com/sharepoint/v3" xmlns:ns2="fba58e3c-88d7-47b5-83a3-f2277f39d6e1" xmlns:ns3="d563ee63-fc49-4e0f-9474-773f50116adb" targetNamespace="http://schemas.microsoft.com/office/2006/metadata/properties" ma:root="true" ma:fieldsID="e3ab563a6c15cddb452075c920895c01" ns1:_="" ns2:_="" ns3:_="">
    <xsd:import namespace="http://schemas.microsoft.com/sharepoint/v3"/>
    <xsd:import namespace="fba58e3c-88d7-47b5-83a3-f2277f39d6e1"/>
    <xsd:import namespace="d563ee63-fc49-4e0f-9474-773f50116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Eri_x00f5_eteen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58e3c-88d7-47b5-83a3-f2277f39d6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0dfdd9a-08aa-49ba-8b8c-1f0b5c74ee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Eri_x00f5_eteenus" ma:index="25" nillable="true" ma:displayName="Eriõe teenus" ma:description="Siin tähtsamad eriõe teenuse ja katseprojektia seotud dokumendid" ma:format="Dropdown" ma:internalName="Eri_x00f5_eteenus">
      <xsd:simpleType>
        <xsd:restriction base="dms:Text">
          <xsd:maxLength value="255"/>
        </xsd:restriction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3ee63-fc49-4e0f-9474-773f50116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e119c7-e299-4254-971c-a0fd98709c42}" ma:internalName="TaxCatchAll" ma:showField="CatchAllData" ma:web="d563ee63-fc49-4e0f-9474-773f50116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69AC41-A1F4-4F3F-8350-BD3EE7F7DF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903281-6AA3-4F4D-9E09-41968F42F9C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a58e3c-88d7-47b5-83a3-f2277f39d6e1"/>
    <ds:schemaRef ds:uri="d563ee63-fc49-4e0f-9474-773f50116adb"/>
  </ds:schemaRefs>
</ds:datastoreItem>
</file>

<file path=customXml/itemProps3.xml><?xml version="1.0" encoding="utf-8"?>
<ds:datastoreItem xmlns:ds="http://schemas.openxmlformats.org/officeDocument/2006/customXml" ds:itemID="{4BF25DBF-BA2D-406D-825C-E708F26925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905667-646E-48EA-B31F-E3BD3C6BB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ba58e3c-88d7-47b5-83a3-f2277f39d6e1"/>
    <ds:schemaRef ds:uri="d563ee63-fc49-4e0f-9474-773f50116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määruse eelnõu</Template>
  <TotalTime>1</TotalTime>
  <Pages>2</Pages>
  <Words>242</Words>
  <Characters>1407</Characters>
  <Application>Microsoft Office Word</Application>
  <DocSecurity>0</DocSecurity>
  <Lines>11</Lines>
  <Paragraphs>3</Paragraphs>
  <ScaleCrop>false</ScaleCrop>
  <Company>Sotsiaalministeerium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Tervisekassa nõukogule ettepaneku tegemine esitada terviseministrile ettepanek ravikindlustuse seaduse alusel kehtestatud ravimitega seotud määruste muutmiseks</dc:title>
  <dc:subject/>
  <dc:creator>Kärt Allert</dc:creator>
  <cp:keywords/>
  <dc:description/>
  <cp:lastModifiedBy>Merle Järve - RAM</cp:lastModifiedBy>
  <cp:revision>2</cp:revision>
  <cp:lastPrinted>2025-02-20T01:55:00Z</cp:lastPrinted>
  <dcterms:created xsi:type="dcterms:W3CDTF">2025-12-15T06:56:00Z</dcterms:created>
  <dcterms:modified xsi:type="dcterms:W3CDTF">2025-12-15T06:56:00Z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0x0101005E915E40571AC0449EDF3E0FF4DB9D94</vt:lpwstr>
  </property>
  <property fmtid="{D5CDD505-2E9C-101B-9397-08002B2CF9AE}" pid="10" name="_dlc_DocIdItemGuid">
    <vt:lpwstr>3add94be-578b-4513-bdf2-5e1c3203f32a</vt:lpwstr>
  </property>
  <property fmtid="{D5CDD505-2E9C-101B-9397-08002B2CF9AE}" pid="11" name="MediaServiceImageTags">
    <vt:lpwstr/>
  </property>
  <property fmtid="{D5CDD505-2E9C-101B-9397-08002B2CF9AE}" pid="12" name="MSIP_Label_defa4170-0d19-0005-0004-bc88714345d2_Enabled">
    <vt:lpwstr>true</vt:lpwstr>
  </property>
  <property fmtid="{D5CDD505-2E9C-101B-9397-08002B2CF9AE}" pid="13" name="MSIP_Label_defa4170-0d19-0005-0004-bc88714345d2_SetDate">
    <vt:lpwstr>2025-02-10T10:21:48Z</vt:lpwstr>
  </property>
  <property fmtid="{D5CDD505-2E9C-101B-9397-08002B2CF9AE}" pid="14" name="MSIP_Label_defa4170-0d19-0005-0004-bc88714345d2_Method">
    <vt:lpwstr>Standard</vt:lpwstr>
  </property>
  <property fmtid="{D5CDD505-2E9C-101B-9397-08002B2CF9AE}" pid="15" name="MSIP_Label_defa4170-0d19-0005-0004-bc88714345d2_Name">
    <vt:lpwstr>defa4170-0d19-0005-0004-bc88714345d2</vt:lpwstr>
  </property>
  <property fmtid="{D5CDD505-2E9C-101B-9397-08002B2CF9AE}" pid="16" name="MSIP_Label_defa4170-0d19-0005-0004-bc88714345d2_SiteId">
    <vt:lpwstr>8fe098d2-428d-4bd4-9803-7195fe96f0e2</vt:lpwstr>
  </property>
  <property fmtid="{D5CDD505-2E9C-101B-9397-08002B2CF9AE}" pid="17" name="MSIP_Label_defa4170-0d19-0005-0004-bc88714345d2_ActionId">
    <vt:lpwstr>3b282971-5204-43ed-8ea5-dd450563dd23</vt:lpwstr>
  </property>
  <property fmtid="{D5CDD505-2E9C-101B-9397-08002B2CF9AE}" pid="18" name="MSIP_Label_defa4170-0d19-0005-0004-bc88714345d2_ContentBits">
    <vt:lpwstr>0</vt:lpwstr>
  </property>
</Properties>
</file>