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08DB8E1D"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A556BF">
        <w:rPr>
          <w:noProof/>
          <w:color w:val="000000"/>
          <w:szCs w:val="24"/>
        </w:rPr>
        <w:t>2022/292</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B25C02"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201"/>
        <w:gridCol w:w="2902"/>
      </w:tblGrid>
      <w:tr w:rsidR="009C4BE2" w:rsidRPr="001A6691" w14:paraId="0FCE6165" w14:textId="77777777" w:rsidTr="009C4BE2">
        <w:tc>
          <w:tcPr>
            <w:tcW w:w="3700" w:type="dxa"/>
            <w:tcBorders>
              <w:top w:val="single" w:sz="4" w:space="0" w:color="auto"/>
              <w:left w:val="single" w:sz="4" w:space="0" w:color="auto"/>
              <w:bottom w:val="single" w:sz="4" w:space="0" w:color="auto"/>
              <w:right w:val="single" w:sz="4" w:space="0" w:color="auto"/>
            </w:tcBorders>
          </w:tcPr>
          <w:p w14:paraId="4773BF6C" w14:textId="77777777" w:rsidR="009C4BE2" w:rsidRPr="009C4BE2" w:rsidRDefault="009C4BE2" w:rsidP="009C4BE2">
            <w:pPr>
              <w:rPr>
                <w:szCs w:val="24"/>
              </w:rPr>
            </w:pPr>
            <w:r w:rsidRPr="009C4BE2">
              <w:rPr>
                <w:szCs w:val="24"/>
              </w:rPr>
              <w:t>Aegviidu Puit AS</w:t>
            </w:r>
          </w:p>
          <w:p w14:paraId="252A3CE6" w14:textId="6DE00D86" w:rsidR="009C4BE2" w:rsidRPr="00DF353B" w:rsidRDefault="009C4BE2" w:rsidP="009C4BE2">
            <w:pPr>
              <w:rPr>
                <w:szCs w:val="24"/>
              </w:rPr>
            </w:pPr>
          </w:p>
        </w:tc>
        <w:tc>
          <w:tcPr>
            <w:tcW w:w="3201" w:type="dxa"/>
            <w:tcBorders>
              <w:top w:val="single" w:sz="4" w:space="0" w:color="auto"/>
              <w:left w:val="single" w:sz="4" w:space="0" w:color="auto"/>
              <w:bottom w:val="single" w:sz="4" w:space="0" w:color="auto"/>
              <w:right w:val="single" w:sz="4" w:space="0" w:color="auto"/>
            </w:tcBorders>
          </w:tcPr>
          <w:p w14:paraId="514EF829" w14:textId="77777777" w:rsidR="009C4BE2" w:rsidRPr="009C4BE2" w:rsidRDefault="009C4BE2" w:rsidP="009C4BE2">
            <w:pPr>
              <w:rPr>
                <w:szCs w:val="24"/>
              </w:rPr>
            </w:pPr>
            <w:r w:rsidRPr="009C4BE2">
              <w:rPr>
                <w:szCs w:val="24"/>
              </w:rPr>
              <w:t>Registrikood 10077765</w:t>
            </w:r>
          </w:p>
          <w:p w14:paraId="1C2D1DE6" w14:textId="5D932DA9" w:rsidR="009C4BE2" w:rsidRPr="001A6691" w:rsidRDefault="009C4BE2" w:rsidP="009C4BE2">
            <w:pPr>
              <w:rPr>
                <w:szCs w:val="24"/>
              </w:rPr>
            </w:pPr>
            <w:r w:rsidRPr="009C4BE2">
              <w:rPr>
                <w:szCs w:val="24"/>
              </w:rPr>
              <w:t>Niinsoni tee 2, Aegviidu 74501 Harjumaa</w:t>
            </w:r>
          </w:p>
        </w:tc>
        <w:tc>
          <w:tcPr>
            <w:tcW w:w="2902" w:type="dxa"/>
            <w:tcBorders>
              <w:top w:val="single" w:sz="4" w:space="0" w:color="auto"/>
              <w:left w:val="single" w:sz="4" w:space="0" w:color="auto"/>
              <w:bottom w:val="single" w:sz="4" w:space="0" w:color="auto"/>
              <w:right w:val="single" w:sz="4" w:space="0" w:color="auto"/>
            </w:tcBorders>
          </w:tcPr>
          <w:p w14:paraId="724B9464" w14:textId="77777777" w:rsidR="009C4BE2" w:rsidRPr="009C4BE2" w:rsidRDefault="009C4BE2" w:rsidP="009C4BE2">
            <w:pPr>
              <w:rPr>
                <w:szCs w:val="24"/>
              </w:rPr>
            </w:pPr>
            <w:r w:rsidRPr="009C4BE2">
              <w:rPr>
                <w:szCs w:val="24"/>
              </w:rPr>
              <w:t>Tel  605 3660</w:t>
            </w:r>
          </w:p>
          <w:p w14:paraId="09E0CABD" w14:textId="65FDAC1A" w:rsidR="009C4BE2" w:rsidRPr="001A6691" w:rsidRDefault="009C4BE2" w:rsidP="009C4BE2">
            <w:pPr>
              <w:rPr>
                <w:szCs w:val="24"/>
              </w:rPr>
            </w:pPr>
          </w:p>
        </w:tc>
      </w:tr>
      <w:tr w:rsidR="001A6691" w:rsidRPr="001A6691" w14:paraId="1D1490F0" w14:textId="77777777" w:rsidTr="009C4BE2">
        <w:tc>
          <w:tcPr>
            <w:tcW w:w="3700" w:type="dxa"/>
          </w:tcPr>
          <w:p w14:paraId="7623972D" w14:textId="77777777" w:rsidR="00BB24A6" w:rsidRPr="00BB24A6" w:rsidRDefault="00BB24A6" w:rsidP="00BB24A6">
            <w:pPr>
              <w:rPr>
                <w:szCs w:val="24"/>
              </w:rPr>
            </w:pPr>
            <w:r w:rsidRPr="00BB24A6">
              <w:rPr>
                <w:szCs w:val="24"/>
              </w:rPr>
              <w:t>Aivo Kalmet</w:t>
            </w:r>
          </w:p>
          <w:p w14:paraId="7B7B2406" w14:textId="4E6B93C8" w:rsidR="001A6691" w:rsidRPr="001A6691" w:rsidRDefault="00BB24A6" w:rsidP="00BB24A6">
            <w:pPr>
              <w:rPr>
                <w:szCs w:val="24"/>
              </w:rPr>
            </w:pPr>
            <w:r w:rsidRPr="00BB24A6">
              <w:rPr>
                <w:szCs w:val="24"/>
              </w:rPr>
              <w:t>Varumisosakonna juhataja</w:t>
            </w:r>
          </w:p>
        </w:tc>
        <w:tc>
          <w:tcPr>
            <w:tcW w:w="3201" w:type="dxa"/>
          </w:tcPr>
          <w:p w14:paraId="3E21ED32" w14:textId="15ABFDAC" w:rsidR="001A6691" w:rsidRPr="00DF353B" w:rsidRDefault="00F16363" w:rsidP="001A6691">
            <w:pPr>
              <w:rPr>
                <w:szCs w:val="24"/>
              </w:rPr>
            </w:pPr>
            <w:r>
              <w:rPr>
                <w:szCs w:val="24"/>
              </w:rPr>
              <w:t>38210290278</w:t>
            </w:r>
          </w:p>
        </w:tc>
        <w:tc>
          <w:tcPr>
            <w:tcW w:w="2902" w:type="dxa"/>
          </w:tcPr>
          <w:p w14:paraId="36956A1C" w14:textId="6BA4BB95" w:rsidR="001A6691" w:rsidRPr="00DF353B" w:rsidRDefault="00B25C02" w:rsidP="00DF353B">
            <w:pPr>
              <w:rPr>
                <w:szCs w:val="24"/>
              </w:rPr>
            </w:pPr>
            <w:hyperlink r:id="rId14" w:history="1">
              <w:r w:rsidR="00F16363" w:rsidRPr="007910E9">
                <w:rPr>
                  <w:rStyle w:val="Hyperlink"/>
                  <w:szCs w:val="24"/>
                </w:rPr>
                <w:t>aivo.kalmet@nordwood.ee</w:t>
              </w:r>
            </w:hyperlink>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547C23B2" w:rsidR="001A6691" w:rsidRPr="00DF353B" w:rsidRDefault="001A6691" w:rsidP="001A6691">
            <w:pPr>
              <w:rPr>
                <w:szCs w:val="24"/>
              </w:rPr>
            </w:pPr>
            <w:r w:rsidRPr="00DF353B">
              <w:rPr>
                <w:szCs w:val="24"/>
              </w:rPr>
              <w:t xml:space="preserve">Esindusõigus tuleneb (volitamise alus): </w:t>
            </w:r>
            <w:r w:rsidR="00DF353B" w:rsidRPr="00DF353B">
              <w:rPr>
                <w:szCs w:val="24"/>
              </w:rPr>
              <w:t>juhatuse liikme poolt kinnitatud volikiri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53511104" w:rsidR="009E2AD7" w:rsidRDefault="009E2AD7" w:rsidP="009C4BE2">
      <w:pPr>
        <w:pStyle w:val="ListParagraph"/>
        <w:numPr>
          <w:ilvl w:val="0"/>
          <w:numId w:val="18"/>
        </w:numPr>
        <w:jc w:val="both"/>
        <w:rPr>
          <w:szCs w:val="24"/>
        </w:rPr>
      </w:pPr>
      <w:r w:rsidRPr="00C63431">
        <w:rPr>
          <w:szCs w:val="24"/>
        </w:rPr>
        <w:t xml:space="preserve">Vastates RMK poolt avaldatud läbirääkimiste teatele, esitas </w:t>
      </w:r>
      <w:r w:rsidR="009C4BE2" w:rsidRPr="009C4BE2">
        <w:rPr>
          <w:bCs/>
          <w:szCs w:val="24"/>
        </w:rPr>
        <w:t>Aegviidu Puit AS</w:t>
      </w:r>
      <w:r w:rsidR="009C4BE2">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9C4BE2" w:rsidRPr="009C4BE2">
        <w:t xml:space="preserve"> </w:t>
      </w:r>
      <w:r w:rsidR="009C4BE2" w:rsidRPr="009C4BE2">
        <w:rPr>
          <w:bCs/>
          <w:szCs w:val="24"/>
        </w:rPr>
        <w:t>Aegviidu Puit AS</w:t>
      </w:r>
      <w:r w:rsidR="009C4BE2">
        <w:rPr>
          <w:bCs/>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lastRenderedPageBreak/>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5F3515F8"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9C4BE2">
        <w:rPr>
          <w:noProof/>
          <w:color w:val="000000"/>
        </w:rPr>
        <w:t>Aegviidu</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 xml:space="preserve">Tarnitud metsamaterjali kvaliteedi hindamise teostab ostja </w:t>
      </w:r>
      <w:r w:rsidR="00B128B6" w:rsidRPr="00073EA0">
        <w:rPr>
          <w:szCs w:val="24"/>
        </w:rPr>
        <w:lastRenderedPageBreak/>
        <w:t>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46F8AAD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A565D0">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lastRenderedPageBreak/>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24F16282" w:rsidR="006E0604" w:rsidRPr="00DF353B" w:rsidRDefault="009C4BE2" w:rsidP="00F16363">
            <w:pPr>
              <w:shd w:val="clear" w:color="auto" w:fill="FFFFFF" w:themeFill="background1"/>
            </w:pPr>
            <w:r>
              <w:t>1</w:t>
            </w:r>
            <w:r w:rsidR="00F16363">
              <w:t>4</w:t>
            </w:r>
            <w:r>
              <w:t xml:space="preserve"> (neliteist</w:t>
            </w:r>
            <w:r w:rsidR="00F16363">
              <w:t>)</w:t>
            </w:r>
            <w:r w:rsidR="00DF353B" w:rsidRPr="00DF353B">
              <w:t xml:space="preserve">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5A4BBEC2" w:rsidR="006E0604" w:rsidRPr="00DA56B1" w:rsidRDefault="006E0604" w:rsidP="004811F1">
      <w:pPr>
        <w:shd w:val="clear" w:color="auto" w:fill="FFFFFF" w:themeFill="background1"/>
        <w:jc w:val="both"/>
        <w:rPr>
          <w:szCs w:val="24"/>
        </w:rPr>
      </w:pPr>
      <w:r w:rsidRPr="001A6691">
        <w:rPr>
          <w:b/>
          <w:szCs w:val="24"/>
        </w:rPr>
        <w:lastRenderedPageBreak/>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9C4BE2" w:rsidRPr="004B6848">
          <w:rPr>
            <w:rStyle w:val="Hyperlink"/>
          </w:rPr>
          <w:t>leana.joe@nordwood.ee</w:t>
        </w:r>
      </w:hyperlink>
      <w:r w:rsidR="009C4BE2">
        <w:t xml:space="preserve"> </w:t>
      </w:r>
      <w:r w:rsidR="009C4BE2" w:rsidRPr="009C4BE2">
        <w:t>.</w:t>
      </w:r>
      <w:r w:rsidR="009C4BE2">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F16363"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F16363" w14:paraId="57537315" w14:textId="77777777" w:rsidTr="005F6CA8">
        <w:tc>
          <w:tcPr>
            <w:tcW w:w="1388" w:type="pct"/>
            <w:shd w:val="clear" w:color="auto" w:fill="auto"/>
          </w:tcPr>
          <w:p w14:paraId="7C157E14" w14:textId="4BF99206" w:rsidR="00F16363" w:rsidRPr="00F16363" w:rsidRDefault="00F16363" w:rsidP="00F16363">
            <w:pPr>
              <w:shd w:val="clear" w:color="auto" w:fill="FFFFFF" w:themeFill="background1"/>
              <w:jc w:val="both"/>
              <w:rPr>
                <w:bCs/>
                <w:szCs w:val="24"/>
              </w:rPr>
            </w:pPr>
            <w:r w:rsidRPr="00F16363">
              <w:rPr>
                <w:bCs/>
                <w:szCs w:val="24"/>
              </w:rPr>
              <w:t>Eve Merbach</w:t>
            </w:r>
          </w:p>
        </w:tc>
        <w:tc>
          <w:tcPr>
            <w:tcW w:w="1845" w:type="pct"/>
            <w:shd w:val="clear" w:color="auto" w:fill="auto"/>
          </w:tcPr>
          <w:p w14:paraId="5F92CC36" w14:textId="0B7956A7" w:rsidR="00F16363" w:rsidRPr="00F16363" w:rsidRDefault="00F16363" w:rsidP="00F16363">
            <w:pPr>
              <w:shd w:val="clear" w:color="auto" w:fill="FFFFFF" w:themeFill="background1"/>
              <w:jc w:val="both"/>
              <w:rPr>
                <w:bCs/>
                <w:szCs w:val="24"/>
              </w:rPr>
            </w:pPr>
            <w:r w:rsidRPr="00F16363">
              <w:rPr>
                <w:bCs/>
                <w:szCs w:val="24"/>
              </w:rPr>
              <w:t>502 0821</w:t>
            </w:r>
          </w:p>
        </w:tc>
        <w:tc>
          <w:tcPr>
            <w:tcW w:w="1767" w:type="pct"/>
            <w:shd w:val="clear" w:color="auto" w:fill="auto"/>
          </w:tcPr>
          <w:p w14:paraId="1DB112B4" w14:textId="764C8ECA" w:rsidR="00F16363" w:rsidRPr="00F16363" w:rsidRDefault="00B25C02" w:rsidP="00F16363">
            <w:pPr>
              <w:shd w:val="clear" w:color="auto" w:fill="FFFFFF" w:themeFill="background1"/>
              <w:jc w:val="both"/>
              <w:rPr>
                <w:bCs/>
                <w:szCs w:val="24"/>
              </w:rPr>
            </w:pPr>
            <w:hyperlink r:id="rId19" w:history="1">
              <w:r w:rsidR="00F16363" w:rsidRPr="007910E9">
                <w:rPr>
                  <w:rStyle w:val="Hyperlink"/>
                  <w:bCs/>
                  <w:szCs w:val="24"/>
                </w:rPr>
                <w:t>aktid.kirde@rmk.ee</w:t>
              </w:r>
            </w:hyperlink>
            <w:r w:rsidR="00F16363">
              <w:rPr>
                <w:bCs/>
                <w:szCs w:val="24"/>
              </w:rPr>
              <w:t xml:space="preserve"> </w:t>
            </w:r>
          </w:p>
        </w:tc>
      </w:tr>
    </w:tbl>
    <w:p w14:paraId="3772D514" w14:textId="71E667EC"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F16363"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9C4BE2" w:rsidRPr="00F16363" w14:paraId="087D25FF" w14:textId="77777777" w:rsidTr="005F6CA8">
        <w:tc>
          <w:tcPr>
            <w:tcW w:w="1364" w:type="pct"/>
            <w:shd w:val="clear" w:color="auto" w:fill="auto"/>
          </w:tcPr>
          <w:p w14:paraId="54704815" w14:textId="45C145AC" w:rsidR="009C4BE2" w:rsidRPr="00F16363" w:rsidRDefault="009C4BE2" w:rsidP="009C4BE2">
            <w:pPr>
              <w:shd w:val="clear" w:color="auto" w:fill="FFFFFF" w:themeFill="background1"/>
              <w:jc w:val="both"/>
              <w:rPr>
                <w:bCs/>
                <w:szCs w:val="24"/>
              </w:rPr>
            </w:pPr>
            <w:r w:rsidRPr="00250F92">
              <w:t xml:space="preserve">Leana Jõe </w:t>
            </w:r>
          </w:p>
        </w:tc>
        <w:tc>
          <w:tcPr>
            <w:tcW w:w="1900" w:type="pct"/>
            <w:shd w:val="clear" w:color="auto" w:fill="auto"/>
          </w:tcPr>
          <w:p w14:paraId="728A3541" w14:textId="21752724" w:rsidR="009C4BE2" w:rsidRPr="00F16363" w:rsidRDefault="009C4BE2" w:rsidP="009C4BE2">
            <w:pPr>
              <w:shd w:val="clear" w:color="auto" w:fill="FFFFFF" w:themeFill="background1"/>
              <w:jc w:val="both"/>
              <w:rPr>
                <w:bCs/>
                <w:szCs w:val="24"/>
              </w:rPr>
            </w:pPr>
            <w:r w:rsidRPr="00250F92">
              <w:t>605 3661</w:t>
            </w:r>
          </w:p>
        </w:tc>
        <w:tc>
          <w:tcPr>
            <w:tcW w:w="1736" w:type="pct"/>
            <w:shd w:val="clear" w:color="auto" w:fill="auto"/>
          </w:tcPr>
          <w:p w14:paraId="3B29E078" w14:textId="342FD26F" w:rsidR="009C4BE2" w:rsidRPr="00F16363" w:rsidRDefault="00B25C02" w:rsidP="009C4BE2">
            <w:pPr>
              <w:shd w:val="clear" w:color="auto" w:fill="FFFFFF" w:themeFill="background1"/>
              <w:jc w:val="both"/>
              <w:rPr>
                <w:bCs/>
                <w:szCs w:val="24"/>
              </w:rPr>
            </w:pPr>
            <w:hyperlink r:id="rId20" w:history="1">
              <w:r w:rsidR="009C4BE2" w:rsidRPr="004B6848">
                <w:rPr>
                  <w:rStyle w:val="Hyperlink"/>
                </w:rPr>
                <w:t>Leana.Joe@nordwood.ee</w:t>
              </w:r>
            </w:hyperlink>
            <w:r w:rsidR="009C4BE2">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2ACFFD5F" w:rsidR="00F604E0" w:rsidRPr="001A6691" w:rsidRDefault="00F16363" w:rsidP="00A81AF8">
            <w:pPr>
              <w:shd w:val="clear" w:color="auto" w:fill="FFFFFF" w:themeFill="background1"/>
              <w:jc w:val="both"/>
              <w:rPr>
                <w:szCs w:val="24"/>
              </w:rPr>
            </w:pPr>
            <w:r>
              <w:rPr>
                <w:spacing w:val="0"/>
                <w:szCs w:val="24"/>
                <w:lang w:val="en-AU"/>
              </w:rPr>
              <w:t>Raul Orgla</w:t>
            </w:r>
          </w:p>
        </w:tc>
        <w:tc>
          <w:tcPr>
            <w:tcW w:w="1461" w:type="pct"/>
            <w:shd w:val="clear" w:color="auto" w:fill="auto"/>
          </w:tcPr>
          <w:p w14:paraId="31DA8DAD" w14:textId="6E240899" w:rsidR="00F604E0" w:rsidRPr="001A6691" w:rsidRDefault="00F16363">
            <w:pPr>
              <w:shd w:val="clear" w:color="auto" w:fill="FFFFFF" w:themeFill="background1"/>
              <w:jc w:val="both"/>
              <w:rPr>
                <w:szCs w:val="24"/>
              </w:rPr>
            </w:pPr>
            <w:r>
              <w:t>5051441</w:t>
            </w:r>
          </w:p>
        </w:tc>
        <w:tc>
          <w:tcPr>
            <w:tcW w:w="2225" w:type="pct"/>
            <w:shd w:val="clear" w:color="auto" w:fill="auto"/>
          </w:tcPr>
          <w:p w14:paraId="2879F533" w14:textId="680AFBC3" w:rsidR="00F604E0" w:rsidRPr="001A6691" w:rsidRDefault="00B25C02">
            <w:pPr>
              <w:shd w:val="clear" w:color="auto" w:fill="FFFFFF" w:themeFill="background1"/>
              <w:jc w:val="both"/>
              <w:rPr>
                <w:color w:val="0000FF"/>
                <w:szCs w:val="24"/>
              </w:rPr>
            </w:pPr>
            <w:hyperlink r:id="rId21" w:history="1">
              <w:r w:rsidR="00F16363" w:rsidRPr="007910E9">
                <w:rPr>
                  <w:rStyle w:val="Hyperlink"/>
                  <w:spacing w:val="0"/>
                  <w:szCs w:val="24"/>
                  <w:lang w:val="en-AU"/>
                </w:rPr>
                <w:t>raul.orgla@rmk.ee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1C82761C"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Pr="00DA56B1">
        <w:rPr>
          <w:bCs/>
          <w:szCs w:val="24"/>
        </w:rPr>
        <w:t xml:space="preserve"> punktis 10.1-10.</w:t>
      </w:r>
      <w:r w:rsidR="005F6CA8">
        <w:rPr>
          <w:bCs/>
          <w:szCs w:val="24"/>
        </w:rPr>
        <w:t>3</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lastRenderedPageBreak/>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B25C02"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B25C02"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4C4D0A3D" w:rsidR="00DA56B1" w:rsidRPr="00366BEF" w:rsidRDefault="007B2242" w:rsidP="006F5ABD">
            <w:pPr>
              <w:tabs>
                <w:tab w:val="left" w:pos="4320"/>
              </w:tabs>
              <w:rPr>
                <w:spacing w:val="0"/>
                <w:szCs w:val="24"/>
              </w:rPr>
            </w:pPr>
            <w:r>
              <w:rPr>
                <w:spacing w:val="0"/>
                <w:szCs w:val="24"/>
                <w:lang w:val="en-AU"/>
              </w:rPr>
              <w:t>Aivo Kalmet</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C5C7A" w14:textId="77777777" w:rsidR="006E1510" w:rsidRDefault="006E1510">
      <w:r>
        <w:separator/>
      </w:r>
    </w:p>
  </w:endnote>
  <w:endnote w:type="continuationSeparator" w:id="0">
    <w:p w14:paraId="6C6B04CE" w14:textId="77777777" w:rsidR="006E1510" w:rsidRDefault="006E1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E065D" w14:textId="77777777" w:rsidR="006E1510" w:rsidRDefault="006E1510">
      <w:r>
        <w:separator/>
      </w:r>
    </w:p>
  </w:footnote>
  <w:footnote w:type="continuationSeparator" w:id="0">
    <w:p w14:paraId="7E2567B0" w14:textId="77777777" w:rsidR="006E1510" w:rsidRDefault="006E1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652363525">
    <w:abstractNumId w:val="1"/>
  </w:num>
  <w:num w:numId="2" w16cid:durableId="1293095617">
    <w:abstractNumId w:val="9"/>
  </w:num>
  <w:num w:numId="3" w16cid:durableId="544023706">
    <w:abstractNumId w:val="3"/>
  </w:num>
  <w:num w:numId="4" w16cid:durableId="699475691">
    <w:abstractNumId w:val="5"/>
  </w:num>
  <w:num w:numId="5" w16cid:durableId="1293172799">
    <w:abstractNumId w:val="7"/>
  </w:num>
  <w:num w:numId="6" w16cid:durableId="1794783161">
    <w:abstractNumId w:val="15"/>
  </w:num>
  <w:num w:numId="7" w16cid:durableId="2067292417">
    <w:abstractNumId w:val="18"/>
  </w:num>
  <w:num w:numId="8" w16cid:durableId="171186418">
    <w:abstractNumId w:val="0"/>
  </w:num>
  <w:num w:numId="9" w16cid:durableId="108546083">
    <w:abstractNumId w:val="16"/>
  </w:num>
  <w:num w:numId="10" w16cid:durableId="1758672244">
    <w:abstractNumId w:val="6"/>
  </w:num>
  <w:num w:numId="11" w16cid:durableId="1426804478">
    <w:abstractNumId w:val="13"/>
  </w:num>
  <w:num w:numId="12" w16cid:durableId="917709715">
    <w:abstractNumId w:val="17"/>
  </w:num>
  <w:num w:numId="13" w16cid:durableId="845940304">
    <w:abstractNumId w:val="10"/>
  </w:num>
  <w:num w:numId="14" w16cid:durableId="862137644">
    <w:abstractNumId w:val="14"/>
  </w:num>
  <w:num w:numId="15" w16cid:durableId="1342123755">
    <w:abstractNumId w:val="2"/>
  </w:num>
  <w:num w:numId="16" w16cid:durableId="329918166">
    <w:abstractNumId w:val="12"/>
  </w:num>
  <w:num w:numId="17" w16cid:durableId="591549616">
    <w:abstractNumId w:val="8"/>
  </w:num>
  <w:num w:numId="18" w16cid:durableId="1223323256">
    <w:abstractNumId w:val="11"/>
  </w:num>
  <w:num w:numId="19" w16cid:durableId="2696290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1510"/>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4BE2"/>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556BF"/>
    <w:rsid w:val="00A565D0"/>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25C02"/>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leana.joe@nordwood.ee"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Leana.Joe@nordwood.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ivo.kalmet@nordwood.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88C"/>
    <w:rsid w:val="0006453C"/>
    <w:rsid w:val="0006603B"/>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31871"/>
    <w:rsid w:val="00A74CC1"/>
    <w:rsid w:val="00AE19AC"/>
    <w:rsid w:val="00B54238"/>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AD848-AC4F-4DBC-8E85-8B23CB304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3</TotalTime>
  <Pages>6</Pages>
  <Words>1640</Words>
  <Characters>13200</Characters>
  <Application>Microsoft Office Word</Application>
  <DocSecurity>0</DocSecurity>
  <Lines>110</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Aivo Kalmet</cp:lastModifiedBy>
  <cp:revision>4</cp:revision>
  <cp:lastPrinted>2008-07-14T13:18:00Z</cp:lastPrinted>
  <dcterms:created xsi:type="dcterms:W3CDTF">2023-01-10T08:00:00Z</dcterms:created>
  <dcterms:modified xsi:type="dcterms:W3CDTF">2023-01-10T10:19:00Z</dcterms:modified>
  <cp:contentStatus/>
</cp:coreProperties>
</file>