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CED8D" w14:textId="1C90968B" w:rsidR="007F7B25" w:rsidRPr="007632FC" w:rsidRDefault="000825E9" w:rsidP="007632FC">
      <w:pPr>
        <w:jc w:val="both"/>
        <w:rPr>
          <w:rFonts w:cs="Arial"/>
          <w:strike/>
          <w:sz w:val="22"/>
          <w:szCs w:val="22"/>
          <w:lang w:val="et-EE"/>
        </w:rPr>
      </w:pPr>
      <w:r w:rsidRPr="00CE6783">
        <w:rPr>
          <w:noProof/>
          <w:lang w:val="et-EE" w:eastAsia="et-EE"/>
        </w:rPr>
        <w:drawing>
          <wp:anchor distT="0" distB="0" distL="114300" distR="114300" simplePos="0" relativeHeight="251663360" behindDoc="0" locked="0" layoutInCell="1" allowOverlap="1" wp14:anchorId="0E74EEF0" wp14:editId="240A5BF5">
            <wp:simplePos x="0" y="0"/>
            <wp:positionH relativeFrom="margin">
              <wp:posOffset>4102735</wp:posOffset>
            </wp:positionH>
            <wp:positionV relativeFrom="paragraph">
              <wp:posOffset>-1045845</wp:posOffset>
            </wp:positionV>
            <wp:extent cx="1947545" cy="887095"/>
            <wp:effectExtent l="0" t="0" r="0" b="8255"/>
            <wp:wrapNone/>
            <wp:docPr id="5" name="Picture 5" descr="elektrile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ktrilevi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887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47AA">
        <w:rPr>
          <w:rFonts w:cs="Arial"/>
          <w:sz w:val="21"/>
          <w:szCs w:val="21"/>
        </w:rPr>
        <w:t>Transpordia</w:t>
      </w:r>
      <w:r w:rsidR="007F7B25" w:rsidRPr="006B63B3">
        <w:rPr>
          <w:rFonts w:cs="Arial"/>
          <w:sz w:val="21"/>
          <w:szCs w:val="21"/>
        </w:rPr>
        <w:t xml:space="preserve">met </w:t>
      </w:r>
    </w:p>
    <w:p w14:paraId="56EF596B" w14:textId="1144FAB4" w:rsidR="007F7B25" w:rsidRPr="006B63B3" w:rsidRDefault="000E07B0" w:rsidP="007F7B25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info</w:t>
      </w:r>
      <w:r w:rsidR="007F7B25" w:rsidRPr="006B63B3">
        <w:rPr>
          <w:rFonts w:cs="Arial"/>
          <w:sz w:val="21"/>
          <w:szCs w:val="21"/>
        </w:rPr>
        <w:t>@</w:t>
      </w:r>
      <w:r>
        <w:rPr>
          <w:rFonts w:cs="Arial"/>
          <w:sz w:val="21"/>
          <w:szCs w:val="21"/>
        </w:rPr>
        <w:t>tra</w:t>
      </w:r>
      <w:r w:rsidR="008F0137">
        <w:rPr>
          <w:rFonts w:cs="Arial"/>
          <w:sz w:val="21"/>
          <w:szCs w:val="21"/>
        </w:rPr>
        <w:t>nspordiamet</w:t>
      </w:r>
      <w:r w:rsidR="007F7B25" w:rsidRPr="006B63B3">
        <w:rPr>
          <w:rFonts w:cs="Arial"/>
          <w:sz w:val="21"/>
          <w:szCs w:val="21"/>
        </w:rPr>
        <w:t xml:space="preserve">.ee </w:t>
      </w:r>
      <w:r w:rsidR="007F7B25" w:rsidRPr="006B63B3">
        <w:rPr>
          <w:rFonts w:cs="Arial"/>
          <w:sz w:val="21"/>
          <w:szCs w:val="21"/>
        </w:rPr>
        <w:tab/>
      </w:r>
      <w:r w:rsidR="007F7B25" w:rsidRPr="006B63B3">
        <w:rPr>
          <w:rFonts w:cs="Arial"/>
          <w:sz w:val="21"/>
          <w:szCs w:val="21"/>
        </w:rPr>
        <w:tab/>
      </w:r>
      <w:r w:rsidR="007F7B25" w:rsidRPr="006B63B3">
        <w:rPr>
          <w:rFonts w:cs="Arial"/>
          <w:sz w:val="21"/>
          <w:szCs w:val="21"/>
        </w:rPr>
        <w:tab/>
      </w:r>
      <w:r w:rsidR="007F7B25" w:rsidRPr="006B63B3">
        <w:rPr>
          <w:rFonts w:cs="Arial"/>
          <w:sz w:val="21"/>
          <w:szCs w:val="21"/>
        </w:rPr>
        <w:tab/>
      </w:r>
      <w:r w:rsidR="007F7B25">
        <w:rPr>
          <w:rFonts w:cs="Arial"/>
          <w:sz w:val="21"/>
          <w:szCs w:val="21"/>
        </w:rPr>
        <w:t xml:space="preserve">   </w:t>
      </w:r>
      <w:r w:rsidR="00E91362">
        <w:rPr>
          <w:rFonts w:cs="Arial"/>
          <w:sz w:val="21"/>
          <w:szCs w:val="21"/>
        </w:rPr>
        <w:t xml:space="preserve">  </w:t>
      </w:r>
      <w:r w:rsidR="00EF0209">
        <w:rPr>
          <w:rFonts w:cs="Arial"/>
          <w:sz w:val="21"/>
          <w:szCs w:val="21"/>
        </w:rPr>
        <w:t xml:space="preserve"> </w:t>
      </w:r>
      <w:r w:rsidR="007F7B25" w:rsidRPr="006B63B3">
        <w:rPr>
          <w:rFonts w:cs="Arial"/>
          <w:sz w:val="21"/>
          <w:szCs w:val="21"/>
        </w:rPr>
        <w:t xml:space="preserve">Meie: </w:t>
      </w:r>
      <w:r w:rsidR="001F17D6">
        <w:rPr>
          <w:rFonts w:cs="Arial"/>
          <w:sz w:val="21"/>
          <w:szCs w:val="21"/>
        </w:rPr>
        <w:t>2</w:t>
      </w:r>
      <w:r w:rsidR="0030371F">
        <w:rPr>
          <w:rFonts w:cs="Arial"/>
          <w:sz w:val="21"/>
          <w:szCs w:val="21"/>
        </w:rPr>
        <w:t>7</w:t>
      </w:r>
      <w:r w:rsidR="007F7B25">
        <w:rPr>
          <w:rFonts w:cs="Arial"/>
          <w:sz w:val="21"/>
          <w:szCs w:val="21"/>
        </w:rPr>
        <w:t>.</w:t>
      </w:r>
      <w:r w:rsidR="00227DD2">
        <w:rPr>
          <w:rFonts w:cs="Arial"/>
          <w:sz w:val="21"/>
          <w:szCs w:val="21"/>
        </w:rPr>
        <w:t>0</w:t>
      </w:r>
      <w:r w:rsidR="00FB491E">
        <w:rPr>
          <w:rFonts w:cs="Arial"/>
          <w:sz w:val="21"/>
          <w:szCs w:val="21"/>
        </w:rPr>
        <w:t>2</w:t>
      </w:r>
      <w:r w:rsidR="007F7B25">
        <w:rPr>
          <w:rFonts w:cs="Arial"/>
          <w:sz w:val="21"/>
          <w:szCs w:val="21"/>
        </w:rPr>
        <w:t>.</w:t>
      </w:r>
      <w:r w:rsidR="007F7B25" w:rsidRPr="006B63B3">
        <w:rPr>
          <w:rFonts w:cs="Arial"/>
          <w:sz w:val="21"/>
          <w:szCs w:val="21"/>
        </w:rPr>
        <w:t>202</w:t>
      </w:r>
      <w:r w:rsidR="00FB491E">
        <w:rPr>
          <w:rFonts w:cs="Arial"/>
          <w:sz w:val="21"/>
          <w:szCs w:val="21"/>
        </w:rPr>
        <w:t>4</w:t>
      </w:r>
      <w:r w:rsidR="007F7B25" w:rsidRPr="006B63B3">
        <w:rPr>
          <w:rFonts w:cs="Arial"/>
          <w:sz w:val="21"/>
          <w:szCs w:val="21"/>
        </w:rPr>
        <w:t>.a nr JV-MAA-1/</w:t>
      </w:r>
      <w:r w:rsidR="00DA3F49">
        <w:rPr>
          <w:rFonts w:cs="Arial"/>
          <w:sz w:val="21"/>
          <w:szCs w:val="21"/>
        </w:rPr>
        <w:t>1087</w:t>
      </w:r>
    </w:p>
    <w:p w14:paraId="37463071" w14:textId="77777777" w:rsidR="007F7B25" w:rsidRPr="001178F1" w:rsidRDefault="007F7B25" w:rsidP="007F7B25">
      <w:pPr>
        <w:rPr>
          <w:rFonts w:cs="Arial"/>
          <w:b/>
          <w:sz w:val="22"/>
          <w:szCs w:val="22"/>
        </w:rPr>
      </w:pPr>
    </w:p>
    <w:p w14:paraId="35307088" w14:textId="77777777" w:rsidR="00DD3AC6" w:rsidRPr="001178F1" w:rsidRDefault="00DD3AC6" w:rsidP="007F7B25">
      <w:pPr>
        <w:rPr>
          <w:rFonts w:cs="Arial"/>
          <w:b/>
          <w:sz w:val="22"/>
          <w:szCs w:val="22"/>
        </w:rPr>
      </w:pPr>
    </w:p>
    <w:p w14:paraId="3CE20F3B" w14:textId="77777777" w:rsidR="00DD3AC6" w:rsidRDefault="00DD3AC6" w:rsidP="00DD3AC6">
      <w:pPr>
        <w:rPr>
          <w:rFonts w:cs="Arial"/>
          <w:b/>
          <w:bCs/>
          <w:sz w:val="22"/>
          <w:szCs w:val="22"/>
        </w:rPr>
      </w:pPr>
      <w:r w:rsidRPr="001178F1">
        <w:rPr>
          <w:rFonts w:cs="Arial"/>
          <w:b/>
          <w:bCs/>
          <w:sz w:val="22"/>
          <w:szCs w:val="22"/>
        </w:rPr>
        <w:t>RIIGIVARA KASUTAMISEKS ANDMISE  ja ISIKLIKU KASUTUSÕIGUSE SEADMISE TAOTLUS (tehnovõrgud ja rajatised)</w:t>
      </w:r>
    </w:p>
    <w:p w14:paraId="37472B0B" w14:textId="77777777" w:rsidR="00330F52" w:rsidRPr="001178F1" w:rsidRDefault="00330F52" w:rsidP="00DD3AC6">
      <w:pPr>
        <w:rPr>
          <w:rFonts w:cs="Arial"/>
          <w:color w:val="FF0000"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DD3AC6" w:rsidRPr="001178F1" w14:paraId="5AAFC2F5" w14:textId="77777777" w:rsidTr="00DC34E4">
        <w:trPr>
          <w:trHeight w:val="417"/>
        </w:trPr>
        <w:tc>
          <w:tcPr>
            <w:tcW w:w="2405" w:type="dxa"/>
            <w:vMerge w:val="restart"/>
            <w:tcBorders>
              <w:right w:val="single" w:sz="4" w:space="0" w:color="auto"/>
            </w:tcBorders>
          </w:tcPr>
          <w:p w14:paraId="476F0EB1" w14:textId="77777777" w:rsidR="00DD3AC6" w:rsidRPr="004772F5" w:rsidRDefault="00DD3AC6" w:rsidP="00876F7A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14:paraId="0A93885A" w14:textId="77777777" w:rsidR="00DD3AC6" w:rsidRPr="004772F5" w:rsidRDefault="00DD3AC6" w:rsidP="00876F7A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14:paraId="58E29553" w14:textId="77777777" w:rsidR="00DD3AC6" w:rsidRPr="004772F5" w:rsidRDefault="00DD3AC6" w:rsidP="00876F7A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14:paraId="07876693" w14:textId="77777777" w:rsidR="00DD3AC6" w:rsidRPr="004772F5" w:rsidRDefault="00DD3AC6" w:rsidP="00876F7A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14:paraId="7076CB93" w14:textId="77777777" w:rsidR="00DD3AC6" w:rsidRPr="004772F5" w:rsidRDefault="00DD3AC6" w:rsidP="00876F7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4772F5">
              <w:rPr>
                <w:rFonts w:cs="Arial"/>
                <w:b/>
                <w:sz w:val="22"/>
                <w:szCs w:val="22"/>
              </w:rPr>
              <w:t>TAOTLEJA</w:t>
            </w:r>
          </w:p>
          <w:p w14:paraId="186CACC2" w14:textId="77777777" w:rsidR="00DD3AC6" w:rsidRPr="004772F5" w:rsidRDefault="00DD3AC6" w:rsidP="00876F7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4772F5">
              <w:rPr>
                <w:rFonts w:cs="Arial"/>
                <w:b/>
                <w:sz w:val="22"/>
                <w:szCs w:val="22"/>
              </w:rPr>
              <w:t>ANDMED</w:t>
            </w:r>
          </w:p>
          <w:p w14:paraId="1C2C46C0" w14:textId="77777777" w:rsidR="00DD3AC6" w:rsidRPr="004772F5" w:rsidRDefault="00DD3AC6" w:rsidP="00876F7A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14:paraId="69A2F709" w14:textId="77777777" w:rsidR="00DD3AC6" w:rsidRPr="004772F5" w:rsidRDefault="00DD3AC6" w:rsidP="00876F7A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14:paraId="2BEBF275" w14:textId="77777777" w:rsidR="00DD3AC6" w:rsidRPr="004772F5" w:rsidRDefault="00DD3AC6" w:rsidP="00876F7A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14:paraId="15C13259" w14:textId="77777777" w:rsidR="00DD3AC6" w:rsidRPr="004772F5" w:rsidRDefault="00DD3AC6" w:rsidP="00876F7A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662" w:type="dxa"/>
            <w:tcBorders>
              <w:left w:val="single" w:sz="4" w:space="0" w:color="auto"/>
            </w:tcBorders>
          </w:tcPr>
          <w:p w14:paraId="2FB52A85" w14:textId="77777777" w:rsidR="00DD3AC6" w:rsidRPr="001178F1" w:rsidRDefault="00DD3AC6" w:rsidP="00876F7A">
            <w:pPr>
              <w:rPr>
                <w:rFonts w:cs="Arial"/>
                <w:sz w:val="22"/>
                <w:szCs w:val="22"/>
              </w:rPr>
            </w:pPr>
            <w:r w:rsidRPr="001178F1">
              <w:rPr>
                <w:rFonts w:cs="Arial"/>
                <w:sz w:val="22"/>
                <w:szCs w:val="22"/>
              </w:rPr>
              <w:t>Nimi: Elektrilevi OÜ</w:t>
            </w:r>
          </w:p>
          <w:p w14:paraId="542CEDE8" w14:textId="77777777" w:rsidR="00DD3AC6" w:rsidRPr="001178F1" w:rsidRDefault="00DD3AC6" w:rsidP="00876F7A">
            <w:pPr>
              <w:rPr>
                <w:rFonts w:cs="Arial"/>
                <w:sz w:val="22"/>
                <w:szCs w:val="22"/>
              </w:rPr>
            </w:pPr>
          </w:p>
        </w:tc>
      </w:tr>
      <w:tr w:rsidR="00DD3AC6" w:rsidRPr="001178F1" w14:paraId="4E52873E" w14:textId="77777777" w:rsidTr="00DC34E4">
        <w:trPr>
          <w:trHeight w:val="415"/>
        </w:trPr>
        <w:tc>
          <w:tcPr>
            <w:tcW w:w="2405" w:type="dxa"/>
            <w:vMerge/>
            <w:tcBorders>
              <w:right w:val="single" w:sz="4" w:space="0" w:color="auto"/>
            </w:tcBorders>
          </w:tcPr>
          <w:p w14:paraId="23D71D81" w14:textId="77777777" w:rsidR="00DD3AC6" w:rsidRPr="004772F5" w:rsidRDefault="00DD3AC6" w:rsidP="00876F7A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662" w:type="dxa"/>
            <w:tcBorders>
              <w:left w:val="single" w:sz="4" w:space="0" w:color="auto"/>
            </w:tcBorders>
          </w:tcPr>
          <w:p w14:paraId="0E9391F1" w14:textId="77777777" w:rsidR="00DD3AC6" w:rsidRPr="001178F1" w:rsidRDefault="00DD3AC6" w:rsidP="00876F7A">
            <w:pPr>
              <w:rPr>
                <w:rFonts w:cs="Arial"/>
                <w:sz w:val="22"/>
                <w:szCs w:val="22"/>
              </w:rPr>
            </w:pPr>
            <w:r w:rsidRPr="001178F1">
              <w:rPr>
                <w:rFonts w:cs="Arial"/>
                <w:sz w:val="22"/>
                <w:szCs w:val="22"/>
              </w:rPr>
              <w:t>Registrikood või isikukood:11050857</w:t>
            </w:r>
          </w:p>
        </w:tc>
      </w:tr>
      <w:tr w:rsidR="00DD3AC6" w:rsidRPr="001178F1" w14:paraId="19AEB2AE" w14:textId="77777777" w:rsidTr="00DC34E4">
        <w:trPr>
          <w:trHeight w:val="272"/>
        </w:trPr>
        <w:tc>
          <w:tcPr>
            <w:tcW w:w="2405" w:type="dxa"/>
            <w:vMerge/>
            <w:tcBorders>
              <w:right w:val="single" w:sz="4" w:space="0" w:color="auto"/>
            </w:tcBorders>
          </w:tcPr>
          <w:p w14:paraId="4F1B344F" w14:textId="77777777" w:rsidR="00DD3AC6" w:rsidRPr="004772F5" w:rsidRDefault="00DD3AC6" w:rsidP="00876F7A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662" w:type="dxa"/>
            <w:tcBorders>
              <w:left w:val="single" w:sz="4" w:space="0" w:color="auto"/>
            </w:tcBorders>
          </w:tcPr>
          <w:p w14:paraId="61B28BEB" w14:textId="77777777" w:rsidR="00DD3AC6" w:rsidRPr="001178F1" w:rsidRDefault="00DD3AC6" w:rsidP="00876F7A">
            <w:pPr>
              <w:rPr>
                <w:rFonts w:cs="Arial"/>
                <w:sz w:val="22"/>
                <w:szCs w:val="22"/>
              </w:rPr>
            </w:pPr>
            <w:r w:rsidRPr="001178F1">
              <w:rPr>
                <w:rFonts w:cs="Arial"/>
                <w:sz w:val="22"/>
                <w:szCs w:val="22"/>
              </w:rPr>
              <w:t>Aadress:  Veskiposti 2, 10138 Tallinn</w:t>
            </w:r>
          </w:p>
        </w:tc>
      </w:tr>
      <w:tr w:rsidR="00DD3AC6" w:rsidRPr="001178F1" w14:paraId="08E259EE" w14:textId="77777777" w:rsidTr="00DC34E4">
        <w:trPr>
          <w:trHeight w:val="421"/>
        </w:trPr>
        <w:tc>
          <w:tcPr>
            <w:tcW w:w="2405" w:type="dxa"/>
            <w:vMerge/>
            <w:tcBorders>
              <w:right w:val="single" w:sz="4" w:space="0" w:color="auto"/>
            </w:tcBorders>
          </w:tcPr>
          <w:p w14:paraId="5E097DCC" w14:textId="77777777" w:rsidR="00DD3AC6" w:rsidRPr="004772F5" w:rsidRDefault="00DD3AC6" w:rsidP="00876F7A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662" w:type="dxa"/>
            <w:tcBorders>
              <w:left w:val="single" w:sz="4" w:space="0" w:color="auto"/>
            </w:tcBorders>
          </w:tcPr>
          <w:p w14:paraId="2D2BEAFB" w14:textId="77777777" w:rsidR="00DD3AC6" w:rsidRPr="001178F1" w:rsidRDefault="00DD3AC6" w:rsidP="00876F7A">
            <w:pPr>
              <w:rPr>
                <w:rFonts w:cs="Arial"/>
                <w:sz w:val="22"/>
                <w:szCs w:val="22"/>
              </w:rPr>
            </w:pPr>
            <w:r w:rsidRPr="001178F1">
              <w:rPr>
                <w:rFonts w:cs="Arial"/>
                <w:sz w:val="22"/>
                <w:szCs w:val="22"/>
              </w:rPr>
              <w:t xml:space="preserve">Õigustatud isiku poolne lepingu sõlmija nimi </w:t>
            </w:r>
            <w:r w:rsidRPr="001178F1">
              <w:rPr>
                <w:rFonts w:cs="Arial"/>
                <w:b/>
                <w:bCs/>
                <w:sz w:val="22"/>
                <w:szCs w:val="22"/>
              </w:rPr>
              <w:t>Andra McManus</w:t>
            </w:r>
          </w:p>
        </w:tc>
      </w:tr>
      <w:tr w:rsidR="00DD3AC6" w:rsidRPr="001178F1" w14:paraId="206244B9" w14:textId="77777777" w:rsidTr="00DC34E4">
        <w:trPr>
          <w:trHeight w:val="272"/>
        </w:trPr>
        <w:tc>
          <w:tcPr>
            <w:tcW w:w="2405" w:type="dxa"/>
            <w:vMerge/>
            <w:tcBorders>
              <w:right w:val="single" w:sz="4" w:space="0" w:color="auto"/>
            </w:tcBorders>
          </w:tcPr>
          <w:p w14:paraId="6EA0C285" w14:textId="77777777" w:rsidR="00DD3AC6" w:rsidRPr="004772F5" w:rsidRDefault="00DD3AC6" w:rsidP="00876F7A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662" w:type="dxa"/>
            <w:tcBorders>
              <w:left w:val="single" w:sz="4" w:space="0" w:color="auto"/>
            </w:tcBorders>
          </w:tcPr>
          <w:p w14:paraId="285357F6" w14:textId="77777777" w:rsidR="00DD3AC6" w:rsidRPr="001178F1" w:rsidRDefault="00DD3AC6" w:rsidP="00876F7A">
            <w:pPr>
              <w:rPr>
                <w:rFonts w:cs="Arial"/>
                <w:sz w:val="22"/>
                <w:szCs w:val="22"/>
              </w:rPr>
            </w:pPr>
            <w:r w:rsidRPr="001178F1">
              <w:rPr>
                <w:rFonts w:cs="Arial"/>
                <w:sz w:val="22"/>
                <w:szCs w:val="22"/>
              </w:rPr>
              <w:t>Vajadusel koopia lepingu allkirjastaja volikirjast, kui allkirjastamine toimub volituse alusel.  Volikiri_McManus.asice</w:t>
            </w:r>
          </w:p>
        </w:tc>
      </w:tr>
      <w:tr w:rsidR="00DD3AC6" w:rsidRPr="001178F1" w14:paraId="3458DA37" w14:textId="77777777" w:rsidTr="00DC34E4">
        <w:trPr>
          <w:trHeight w:val="272"/>
        </w:trPr>
        <w:tc>
          <w:tcPr>
            <w:tcW w:w="2405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74F32434" w14:textId="77777777" w:rsidR="00DD3AC6" w:rsidRPr="004772F5" w:rsidRDefault="00DD3AC6" w:rsidP="00876F7A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662" w:type="dxa"/>
            <w:tcBorders>
              <w:left w:val="single" w:sz="4" w:space="0" w:color="auto"/>
            </w:tcBorders>
          </w:tcPr>
          <w:p w14:paraId="2EC0C52B" w14:textId="77777777" w:rsidR="00DD3AC6" w:rsidRPr="001178F1" w:rsidRDefault="00DD3AC6" w:rsidP="00876F7A">
            <w:pPr>
              <w:rPr>
                <w:rFonts w:cs="Arial"/>
                <w:sz w:val="22"/>
                <w:szCs w:val="22"/>
              </w:rPr>
            </w:pPr>
            <w:r w:rsidRPr="001178F1">
              <w:rPr>
                <w:rFonts w:cs="Arial"/>
                <w:sz w:val="22"/>
                <w:szCs w:val="22"/>
              </w:rPr>
              <w:t>Lepingu sõlmija e-posti aadress, telefoni number:    Andra.Mcmanus@energia.ee, +372 512 3441</w:t>
            </w:r>
          </w:p>
        </w:tc>
      </w:tr>
      <w:tr w:rsidR="00DD3AC6" w:rsidRPr="001178F1" w14:paraId="227653D3" w14:textId="77777777" w:rsidTr="00DC34E4">
        <w:trPr>
          <w:trHeight w:val="94"/>
        </w:trPr>
        <w:tc>
          <w:tcPr>
            <w:tcW w:w="2405" w:type="dxa"/>
            <w:vMerge w:val="restart"/>
            <w:tcBorders>
              <w:right w:val="single" w:sz="4" w:space="0" w:color="auto"/>
            </w:tcBorders>
          </w:tcPr>
          <w:p w14:paraId="22BAB158" w14:textId="77777777" w:rsidR="004772F5" w:rsidRDefault="004772F5" w:rsidP="00876F7A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14:paraId="4FB8306B" w14:textId="457132E7" w:rsidR="00DD3AC6" w:rsidRPr="004772F5" w:rsidRDefault="00DD3AC6" w:rsidP="00876F7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4772F5">
              <w:rPr>
                <w:rFonts w:cs="Arial"/>
                <w:b/>
                <w:sz w:val="22"/>
                <w:szCs w:val="22"/>
              </w:rPr>
              <w:t xml:space="preserve">TAOTLEJA KONTAKTISIK 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14:paraId="68265ACD" w14:textId="77777777" w:rsidR="00DD3AC6" w:rsidRPr="001178F1" w:rsidRDefault="00DD3AC6" w:rsidP="00876F7A">
            <w:pPr>
              <w:rPr>
                <w:rFonts w:cs="Arial"/>
                <w:sz w:val="22"/>
                <w:szCs w:val="22"/>
              </w:rPr>
            </w:pPr>
            <w:r w:rsidRPr="001178F1">
              <w:rPr>
                <w:rFonts w:cs="Arial"/>
                <w:sz w:val="22"/>
                <w:szCs w:val="22"/>
              </w:rPr>
              <w:t>Nimi  Tiia Koel</w:t>
            </w:r>
          </w:p>
        </w:tc>
      </w:tr>
      <w:tr w:rsidR="00DD3AC6" w:rsidRPr="001178F1" w14:paraId="68140CB3" w14:textId="77777777" w:rsidTr="00DC34E4">
        <w:trPr>
          <w:trHeight w:val="93"/>
        </w:trPr>
        <w:tc>
          <w:tcPr>
            <w:tcW w:w="2405" w:type="dxa"/>
            <w:vMerge/>
            <w:tcBorders>
              <w:bottom w:val="nil"/>
              <w:right w:val="single" w:sz="4" w:space="0" w:color="auto"/>
            </w:tcBorders>
          </w:tcPr>
          <w:p w14:paraId="307A87F7" w14:textId="77777777" w:rsidR="00DD3AC6" w:rsidRPr="004772F5" w:rsidRDefault="00DD3AC6" w:rsidP="00876F7A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662" w:type="dxa"/>
            <w:tcBorders>
              <w:left w:val="single" w:sz="4" w:space="0" w:color="auto"/>
            </w:tcBorders>
          </w:tcPr>
          <w:p w14:paraId="67BEDF0D" w14:textId="2F974716" w:rsidR="00DD3AC6" w:rsidRPr="001178F1" w:rsidRDefault="00DD3AC6" w:rsidP="00876F7A">
            <w:pPr>
              <w:rPr>
                <w:rFonts w:cs="Arial"/>
                <w:color w:val="0070C0"/>
                <w:sz w:val="22"/>
                <w:szCs w:val="22"/>
              </w:rPr>
            </w:pPr>
            <w:r w:rsidRPr="001178F1">
              <w:rPr>
                <w:rFonts w:cs="Arial"/>
                <w:sz w:val="22"/>
                <w:szCs w:val="22"/>
              </w:rPr>
              <w:t>e-posti aadress, telefoni numbe</w:t>
            </w:r>
            <w:r w:rsidR="004772F5">
              <w:rPr>
                <w:rFonts w:cs="Arial"/>
                <w:sz w:val="22"/>
                <w:szCs w:val="22"/>
              </w:rPr>
              <w:t>r</w:t>
            </w:r>
            <w:r w:rsidRPr="001178F1">
              <w:rPr>
                <w:rFonts w:cs="Arial"/>
                <w:sz w:val="22"/>
                <w:szCs w:val="22"/>
              </w:rPr>
              <w:t>: Tiia.Koel@energia.ee, tel 5291427</w:t>
            </w:r>
          </w:p>
          <w:p w14:paraId="666C6964" w14:textId="77777777" w:rsidR="00DD3AC6" w:rsidRPr="001178F1" w:rsidRDefault="00DD3AC6" w:rsidP="00876F7A">
            <w:pPr>
              <w:rPr>
                <w:rFonts w:cs="Arial"/>
                <w:sz w:val="22"/>
                <w:szCs w:val="22"/>
              </w:rPr>
            </w:pPr>
          </w:p>
        </w:tc>
      </w:tr>
      <w:tr w:rsidR="00DD3AC6" w:rsidRPr="001178F1" w14:paraId="06FD0AE4" w14:textId="77777777" w:rsidTr="00DC34E4">
        <w:trPr>
          <w:trHeight w:val="93"/>
        </w:trPr>
        <w:tc>
          <w:tcPr>
            <w:tcW w:w="2405" w:type="dxa"/>
            <w:tcBorders>
              <w:bottom w:val="nil"/>
              <w:right w:val="single" w:sz="4" w:space="0" w:color="auto"/>
            </w:tcBorders>
          </w:tcPr>
          <w:p w14:paraId="64381407" w14:textId="77777777" w:rsidR="00DD3AC6" w:rsidRPr="004772F5" w:rsidRDefault="00DD3AC6" w:rsidP="00876F7A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662" w:type="dxa"/>
            <w:vMerge w:val="restart"/>
            <w:tcBorders>
              <w:left w:val="single" w:sz="4" w:space="0" w:color="auto"/>
            </w:tcBorders>
          </w:tcPr>
          <w:p w14:paraId="56654B0D" w14:textId="77777777" w:rsidR="00DD3AC6" w:rsidRPr="001178F1" w:rsidRDefault="00DD3AC6" w:rsidP="00876F7A">
            <w:pPr>
              <w:rPr>
                <w:rFonts w:cs="Arial"/>
                <w:sz w:val="22"/>
                <w:szCs w:val="22"/>
              </w:rPr>
            </w:pPr>
            <w:r w:rsidRPr="001178F1">
              <w:rPr>
                <w:rFonts w:cs="Arial"/>
                <w:sz w:val="22"/>
                <w:szCs w:val="22"/>
                <w:u w:val="single"/>
              </w:rPr>
              <w:br/>
            </w:r>
            <w:r w:rsidRPr="001178F1">
              <w:rPr>
                <w:rFonts w:cs="Arial"/>
                <w:sz w:val="22"/>
                <w:szCs w:val="22"/>
              </w:rPr>
              <w:t>tehnovõrgu rekonstrueerimine</w:t>
            </w:r>
          </w:p>
        </w:tc>
      </w:tr>
      <w:tr w:rsidR="00DD3AC6" w:rsidRPr="001178F1" w14:paraId="54282396" w14:textId="77777777" w:rsidTr="00DC34E4">
        <w:trPr>
          <w:trHeight w:val="272"/>
        </w:trPr>
        <w:tc>
          <w:tcPr>
            <w:tcW w:w="2405" w:type="dxa"/>
            <w:tcBorders>
              <w:top w:val="nil"/>
              <w:right w:val="single" w:sz="4" w:space="0" w:color="auto"/>
            </w:tcBorders>
          </w:tcPr>
          <w:p w14:paraId="34978626" w14:textId="77777777" w:rsidR="00DD3AC6" w:rsidRPr="004772F5" w:rsidRDefault="00DD3AC6" w:rsidP="00876F7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4772F5">
              <w:rPr>
                <w:rFonts w:cs="Arial"/>
                <w:b/>
                <w:sz w:val="22"/>
                <w:szCs w:val="22"/>
              </w:rPr>
              <w:t>TEHNORAJATISE PAIGALDAMISE EESMÄRK</w:t>
            </w:r>
          </w:p>
        </w:tc>
        <w:tc>
          <w:tcPr>
            <w:tcW w:w="6662" w:type="dxa"/>
            <w:vMerge/>
            <w:tcBorders>
              <w:left w:val="single" w:sz="4" w:space="0" w:color="auto"/>
            </w:tcBorders>
          </w:tcPr>
          <w:p w14:paraId="340237EC" w14:textId="77777777" w:rsidR="00DD3AC6" w:rsidRPr="001178F1" w:rsidRDefault="00DD3AC6" w:rsidP="00876F7A">
            <w:pPr>
              <w:rPr>
                <w:rFonts w:cs="Arial"/>
                <w:color w:val="0070C0"/>
                <w:sz w:val="22"/>
                <w:szCs w:val="22"/>
                <w:u w:val="single"/>
              </w:rPr>
            </w:pPr>
          </w:p>
        </w:tc>
      </w:tr>
      <w:tr w:rsidR="00DD3AC6" w:rsidRPr="001178F1" w14:paraId="37B67BE9" w14:textId="77777777" w:rsidTr="00DC34E4">
        <w:trPr>
          <w:trHeight w:val="580"/>
        </w:trPr>
        <w:tc>
          <w:tcPr>
            <w:tcW w:w="2405" w:type="dxa"/>
            <w:vMerge w:val="restart"/>
            <w:tcBorders>
              <w:right w:val="single" w:sz="4" w:space="0" w:color="auto"/>
            </w:tcBorders>
          </w:tcPr>
          <w:p w14:paraId="22EA1CF1" w14:textId="77777777" w:rsidR="00DD3AC6" w:rsidRPr="004772F5" w:rsidRDefault="00DD3AC6" w:rsidP="00876F7A">
            <w:pPr>
              <w:rPr>
                <w:rFonts w:cs="Arial"/>
                <w:b/>
                <w:sz w:val="22"/>
                <w:szCs w:val="22"/>
              </w:rPr>
            </w:pPr>
          </w:p>
          <w:p w14:paraId="76BDD173" w14:textId="77777777" w:rsidR="004772F5" w:rsidRDefault="004772F5" w:rsidP="00876F7A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14:paraId="3DB948C7" w14:textId="77777777" w:rsidR="004772F5" w:rsidRDefault="004772F5" w:rsidP="00876F7A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14:paraId="0A650F2A" w14:textId="6B191EA3" w:rsidR="00DD3AC6" w:rsidRPr="004772F5" w:rsidRDefault="00DD3AC6" w:rsidP="00876F7A">
            <w:pPr>
              <w:ind w:left="-252" w:firstLine="252"/>
              <w:jc w:val="center"/>
              <w:rPr>
                <w:rFonts w:cs="Arial"/>
                <w:b/>
                <w:sz w:val="22"/>
                <w:szCs w:val="22"/>
              </w:rPr>
            </w:pPr>
            <w:r w:rsidRPr="004772F5">
              <w:rPr>
                <w:rFonts w:cs="Arial"/>
                <w:b/>
                <w:sz w:val="22"/>
                <w:szCs w:val="22"/>
              </w:rPr>
              <w:t>PROJEKT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14:paraId="620367EB" w14:textId="7F5A044E" w:rsidR="00DD3AC6" w:rsidRPr="001178F1" w:rsidRDefault="00DD3AC6" w:rsidP="00876F7A">
            <w:pPr>
              <w:rPr>
                <w:rFonts w:cs="Arial"/>
                <w:sz w:val="22"/>
                <w:szCs w:val="22"/>
              </w:rPr>
            </w:pPr>
            <w:r w:rsidRPr="001178F1">
              <w:rPr>
                <w:rFonts w:cs="Arial"/>
                <w:sz w:val="22"/>
                <w:szCs w:val="22"/>
              </w:rPr>
              <w:t>Projekti nimetus ja number</w:t>
            </w:r>
            <w:r w:rsidR="005115C5" w:rsidRPr="001178F1">
              <w:rPr>
                <w:rFonts w:cs="Arial"/>
                <w:sz w:val="22"/>
                <w:szCs w:val="22"/>
              </w:rPr>
              <w:t xml:space="preserve"> </w:t>
            </w:r>
            <w:r w:rsidR="00F426DD">
              <w:t xml:space="preserve"> </w:t>
            </w:r>
            <w:r w:rsidR="00F426DD" w:rsidRPr="00F426DD">
              <w:rPr>
                <w:rFonts w:cs="Arial"/>
                <w:i/>
                <w:iCs/>
                <w:sz w:val="22"/>
                <w:szCs w:val="22"/>
              </w:rPr>
              <w:t>„Kihelkonna-Kihelkonna II etapp (asula), Kihelkonna alevik, Saaremaa vald, Saare maakond“.</w:t>
            </w:r>
            <w:r w:rsidR="00F426DD" w:rsidRPr="00F426DD">
              <w:rPr>
                <w:rFonts w:cs="Arial"/>
                <w:sz w:val="22"/>
                <w:szCs w:val="22"/>
              </w:rPr>
              <w:t xml:space="preserve"> </w:t>
            </w:r>
            <w:r w:rsidR="00F426DD" w:rsidRPr="00F426DD">
              <w:rPr>
                <w:rFonts w:cs="Arial"/>
                <w:i/>
                <w:iCs/>
                <w:sz w:val="22"/>
                <w:szCs w:val="22"/>
              </w:rPr>
              <w:t>IP6384</w:t>
            </w:r>
          </w:p>
        </w:tc>
      </w:tr>
      <w:tr w:rsidR="00DD3AC6" w:rsidRPr="001178F1" w14:paraId="591897EB" w14:textId="77777777" w:rsidTr="00DC34E4">
        <w:trPr>
          <w:trHeight w:val="580"/>
        </w:trPr>
        <w:tc>
          <w:tcPr>
            <w:tcW w:w="2405" w:type="dxa"/>
            <w:vMerge/>
            <w:tcBorders>
              <w:right w:val="single" w:sz="4" w:space="0" w:color="auto"/>
            </w:tcBorders>
          </w:tcPr>
          <w:p w14:paraId="6EBC75CE" w14:textId="77777777" w:rsidR="00DD3AC6" w:rsidRPr="001178F1" w:rsidRDefault="00DD3AC6" w:rsidP="00876F7A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left w:val="single" w:sz="4" w:space="0" w:color="auto"/>
            </w:tcBorders>
          </w:tcPr>
          <w:p w14:paraId="4F0049B6" w14:textId="5B9A54A7" w:rsidR="00DD3AC6" w:rsidRPr="001178F1" w:rsidRDefault="00DD3AC6" w:rsidP="00876F7A">
            <w:pPr>
              <w:rPr>
                <w:rFonts w:cs="Arial"/>
                <w:sz w:val="22"/>
                <w:szCs w:val="22"/>
              </w:rPr>
            </w:pPr>
            <w:r w:rsidRPr="001178F1">
              <w:rPr>
                <w:rFonts w:cs="Arial"/>
                <w:sz w:val="22"/>
                <w:szCs w:val="22"/>
              </w:rPr>
              <w:t>Projekti koostaja</w:t>
            </w:r>
            <w:r w:rsidR="005115C5" w:rsidRPr="001178F1">
              <w:rPr>
                <w:rFonts w:cs="Arial"/>
                <w:sz w:val="22"/>
                <w:szCs w:val="22"/>
              </w:rPr>
              <w:t xml:space="preserve"> Keskkonnaprojekt OÜ</w:t>
            </w:r>
          </w:p>
        </w:tc>
      </w:tr>
      <w:tr w:rsidR="00DD3AC6" w:rsidRPr="001178F1" w14:paraId="0898591C" w14:textId="77777777" w:rsidTr="00DC34E4">
        <w:trPr>
          <w:trHeight w:val="580"/>
        </w:trPr>
        <w:tc>
          <w:tcPr>
            <w:tcW w:w="2405" w:type="dxa"/>
            <w:vMerge/>
            <w:tcBorders>
              <w:right w:val="single" w:sz="4" w:space="0" w:color="auto"/>
            </w:tcBorders>
          </w:tcPr>
          <w:p w14:paraId="1F88F32E" w14:textId="77777777" w:rsidR="00DD3AC6" w:rsidRPr="001178F1" w:rsidRDefault="00DD3AC6" w:rsidP="00876F7A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left w:val="single" w:sz="4" w:space="0" w:color="auto"/>
            </w:tcBorders>
          </w:tcPr>
          <w:p w14:paraId="63E5F943" w14:textId="6D13632C" w:rsidR="00DD3AC6" w:rsidRPr="001178F1" w:rsidRDefault="00DD3AC6" w:rsidP="00876F7A">
            <w:pPr>
              <w:rPr>
                <w:rFonts w:cs="Arial"/>
                <w:sz w:val="22"/>
                <w:szCs w:val="22"/>
              </w:rPr>
            </w:pPr>
            <w:r w:rsidRPr="001178F1">
              <w:rPr>
                <w:rFonts w:cs="Arial"/>
                <w:sz w:val="22"/>
                <w:szCs w:val="22"/>
              </w:rPr>
              <w:t>Transpordiameti kooskõlastuse vastuskirja number ja kuupäev:</w:t>
            </w:r>
            <w:r w:rsidR="00962A5B" w:rsidRPr="001178F1">
              <w:rPr>
                <w:rFonts w:cs="Arial"/>
                <w:sz w:val="22"/>
                <w:szCs w:val="22"/>
              </w:rPr>
              <w:t xml:space="preserve"> </w:t>
            </w:r>
            <w:r w:rsidR="00FB103E">
              <w:t xml:space="preserve"> </w:t>
            </w:r>
            <w:r w:rsidR="00FB103E" w:rsidRPr="00FB103E">
              <w:rPr>
                <w:rFonts w:cs="Arial"/>
                <w:sz w:val="22"/>
                <w:szCs w:val="22"/>
              </w:rPr>
              <w:t>Meie 14.02.2024 nr 7.1-2/24/20618-4</w:t>
            </w:r>
          </w:p>
        </w:tc>
      </w:tr>
    </w:tbl>
    <w:p w14:paraId="74A16C24" w14:textId="77777777" w:rsidR="007F7B25" w:rsidRPr="00776E2E" w:rsidRDefault="007F7B25" w:rsidP="007F7B25">
      <w:pPr>
        <w:pStyle w:val="Standard"/>
        <w:rPr>
          <w:rFonts w:cs="Arial"/>
          <w:sz w:val="21"/>
          <w:szCs w:val="21"/>
        </w:rPr>
      </w:pPr>
      <w:bookmarkStart w:id="0" w:name="Bookmark1"/>
      <w:bookmarkEnd w:id="0"/>
    </w:p>
    <w:tbl>
      <w:tblPr>
        <w:tblW w:w="9026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6616"/>
      </w:tblGrid>
      <w:tr w:rsidR="00321313" w:rsidRPr="00776E2E" w14:paraId="31E8179D" w14:textId="77777777" w:rsidTr="00DC34E4">
        <w:trPr>
          <w:trHeight w:val="11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35EFC" w14:textId="44A6C7D2" w:rsidR="00321313" w:rsidRPr="008B6106" w:rsidRDefault="001E0372" w:rsidP="00321313">
            <w:pPr>
              <w:pStyle w:val="Standard"/>
              <w:rPr>
                <w:rFonts w:cs="Arial"/>
                <w:b/>
                <w:bCs/>
                <w:sz w:val="21"/>
                <w:szCs w:val="21"/>
              </w:rPr>
            </w:pPr>
            <w:bookmarkStart w:id="1" w:name="_Hlk129352142"/>
            <w:r>
              <w:rPr>
                <w:rFonts w:cs="Arial"/>
                <w:b/>
                <w:bCs/>
                <w:sz w:val="21"/>
                <w:szCs w:val="21"/>
              </w:rPr>
              <w:t>1</w:t>
            </w:r>
            <w:r w:rsidR="00321313" w:rsidRPr="008B6106">
              <w:rPr>
                <w:rFonts w:cs="Arial"/>
                <w:b/>
                <w:bCs/>
                <w:sz w:val="21"/>
                <w:szCs w:val="21"/>
              </w:rPr>
              <w:t>. KOORMATAVA</w:t>
            </w:r>
          </w:p>
          <w:p w14:paraId="427FA916" w14:textId="77777777" w:rsidR="00321313" w:rsidRPr="008B6106" w:rsidRDefault="00321313" w:rsidP="00321313">
            <w:pPr>
              <w:pStyle w:val="Standard"/>
              <w:rPr>
                <w:rFonts w:cs="Arial"/>
                <w:b/>
                <w:bCs/>
                <w:sz w:val="21"/>
                <w:szCs w:val="21"/>
              </w:rPr>
            </w:pPr>
            <w:r w:rsidRPr="008B6106">
              <w:rPr>
                <w:rFonts w:cs="Arial"/>
                <w:b/>
                <w:bCs/>
                <w:sz w:val="21"/>
                <w:szCs w:val="21"/>
              </w:rPr>
              <w:t>RIIGITEE ANDMED</w:t>
            </w:r>
          </w:p>
          <w:p w14:paraId="16F1789E" w14:textId="36868C08" w:rsidR="00321313" w:rsidRPr="00B7051D" w:rsidRDefault="00321313" w:rsidP="00321313">
            <w:pPr>
              <w:rPr>
                <w:rFonts w:cs="Arial"/>
                <w:sz w:val="21"/>
                <w:szCs w:val="21"/>
              </w:rPr>
            </w:pPr>
            <w:r w:rsidRPr="008B6106">
              <w:rPr>
                <w:rFonts w:cs="Arial"/>
                <w:b/>
                <w:bCs/>
                <w:sz w:val="21"/>
                <w:szCs w:val="21"/>
              </w:rPr>
              <w:t>ANDMED:</w:t>
            </w: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6DCFB" w14:textId="77777777" w:rsidR="00321313" w:rsidRDefault="00321313" w:rsidP="00321313">
            <w:pPr>
              <w:pStyle w:val="Standard"/>
              <w:rPr>
                <w:rFonts w:cs="Arial"/>
                <w:sz w:val="21"/>
                <w:szCs w:val="21"/>
              </w:rPr>
            </w:pPr>
          </w:p>
          <w:p w14:paraId="48AD0D68" w14:textId="55D48153" w:rsidR="00321313" w:rsidRPr="00C843AC" w:rsidRDefault="00321313" w:rsidP="00321313">
            <w:pPr>
              <w:pStyle w:val="Standard"/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  <w:r w:rsidRPr="004D1D44">
              <w:rPr>
                <w:rFonts w:cs="Arial"/>
                <w:sz w:val="21"/>
                <w:szCs w:val="21"/>
              </w:rPr>
              <w:t>Number ja nimetus</w:t>
            </w:r>
            <w:r w:rsidRPr="00C201F5">
              <w:rPr>
                <w:rFonts w:cs="Arial"/>
                <w:sz w:val="21"/>
                <w:szCs w:val="21"/>
              </w:rPr>
              <w:t xml:space="preserve">: </w:t>
            </w:r>
            <w:r w:rsidR="006D22F9" w:rsidRPr="006D22F9">
              <w:rPr>
                <w:rFonts w:cs="Arial"/>
                <w:b/>
                <w:bCs/>
                <w:sz w:val="21"/>
                <w:szCs w:val="21"/>
              </w:rPr>
              <w:t>21182 Viki-Kurevere tee</w:t>
            </w:r>
          </w:p>
        </w:tc>
      </w:tr>
      <w:bookmarkEnd w:id="1"/>
      <w:tr w:rsidR="00E25449" w:rsidRPr="00776E2E" w14:paraId="31D420AE" w14:textId="77777777" w:rsidTr="00DC34E4">
        <w:trPr>
          <w:trHeight w:val="4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AF8AF" w14:textId="10BBBB13" w:rsidR="00BB4176" w:rsidRPr="00BB4176" w:rsidRDefault="001E0372" w:rsidP="00BB4176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1</w:t>
            </w:r>
            <w:r w:rsidR="00C50750">
              <w:rPr>
                <w:rFonts w:cs="Arial"/>
                <w:b/>
                <w:bCs/>
                <w:sz w:val="21"/>
                <w:szCs w:val="21"/>
              </w:rPr>
              <w:t xml:space="preserve">.1 </w:t>
            </w:r>
            <w:r w:rsidR="00BB4176" w:rsidRPr="00BB4176">
              <w:rPr>
                <w:rFonts w:cs="Arial"/>
                <w:b/>
                <w:bCs/>
                <w:sz w:val="21"/>
                <w:szCs w:val="21"/>
              </w:rPr>
              <w:t>KATASTRIÜKSUSE</w:t>
            </w:r>
          </w:p>
          <w:p w14:paraId="2FDEAACB" w14:textId="71333FCB" w:rsidR="00E25449" w:rsidRPr="00B7051D" w:rsidRDefault="00BB4176" w:rsidP="00BB4176">
            <w:pPr>
              <w:rPr>
                <w:rFonts w:cs="Arial"/>
                <w:sz w:val="21"/>
                <w:szCs w:val="21"/>
              </w:rPr>
            </w:pPr>
            <w:r w:rsidRPr="00BB4176">
              <w:rPr>
                <w:rFonts w:cs="Arial"/>
                <w:b/>
                <w:bCs/>
                <w:sz w:val="21"/>
                <w:szCs w:val="21"/>
              </w:rPr>
              <w:t>ANDMED:</w:t>
            </w: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10BD2" w14:textId="37E54F5A" w:rsidR="00E25449" w:rsidRDefault="00A2586E" w:rsidP="00321313">
            <w:pPr>
              <w:pStyle w:val="Standard"/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  <w:r w:rsidRPr="00A2586E">
              <w:rPr>
                <w:rFonts w:cs="Arial"/>
                <w:sz w:val="21"/>
                <w:szCs w:val="21"/>
                <w:shd w:val="clear" w:color="auto" w:fill="FFFFFF"/>
              </w:rPr>
              <w:t>Katastritunnus</w:t>
            </w:r>
            <w:r w:rsidR="00E25449" w:rsidRPr="00E25449">
              <w:rPr>
                <w:rFonts w:cs="Arial"/>
                <w:sz w:val="21"/>
                <w:szCs w:val="21"/>
                <w:shd w:val="clear" w:color="auto" w:fill="FFFFFF"/>
              </w:rPr>
              <w:t>:</w:t>
            </w:r>
            <w:r w:rsidR="00E25449" w:rsidRPr="00E25449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="006D22F9" w:rsidRPr="006D22F9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30101:005:0321</w:t>
            </w:r>
          </w:p>
          <w:p w14:paraId="0C4AEF89" w14:textId="68544B13" w:rsidR="00E25449" w:rsidRPr="00C843AC" w:rsidRDefault="00E25449" w:rsidP="00321313">
            <w:pPr>
              <w:pStyle w:val="Standard"/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</w:p>
        </w:tc>
      </w:tr>
      <w:tr w:rsidR="00E25449" w:rsidRPr="00776E2E" w14:paraId="10AFEAA5" w14:textId="77777777" w:rsidTr="00DC34E4">
        <w:trPr>
          <w:trHeight w:val="4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89100" w14:textId="77777777" w:rsidR="00E25449" w:rsidRPr="00B7051D" w:rsidRDefault="00E25449" w:rsidP="00321313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FA0FE" w14:textId="7F17FDEA" w:rsidR="00AE3D15" w:rsidRPr="00C843AC" w:rsidRDefault="00CA6840" w:rsidP="00321313">
            <w:pPr>
              <w:pStyle w:val="Standard"/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  <w:r w:rsidRPr="00CA6840">
              <w:rPr>
                <w:rFonts w:cs="Arial"/>
                <w:sz w:val="21"/>
                <w:szCs w:val="21"/>
                <w:shd w:val="clear" w:color="auto" w:fill="FFFFFF"/>
              </w:rPr>
              <w:t xml:space="preserve">Kinnistusraamatu registriosa nr: </w:t>
            </w:r>
            <w:r w:rsidR="006D22F9" w:rsidRPr="006D22F9">
              <w:rPr>
                <w:rFonts w:cs="Arial"/>
                <w:sz w:val="21"/>
                <w:szCs w:val="21"/>
                <w:shd w:val="clear" w:color="auto" w:fill="FFFFFF"/>
              </w:rPr>
              <w:t>9433250</w:t>
            </w:r>
          </w:p>
        </w:tc>
      </w:tr>
      <w:tr w:rsidR="00E25449" w:rsidRPr="00776E2E" w14:paraId="44443414" w14:textId="77777777" w:rsidTr="00DC34E4">
        <w:trPr>
          <w:trHeight w:val="4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CE465" w14:textId="77777777" w:rsidR="00E25449" w:rsidRPr="00B7051D" w:rsidRDefault="00E25449" w:rsidP="00321313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63555" w14:textId="6AB89D47" w:rsidR="001F2181" w:rsidRDefault="001F2181" w:rsidP="00321313">
            <w:pPr>
              <w:pStyle w:val="Standard"/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  <w:r w:rsidRPr="001F2181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Riigi kinnisvararegistri objekti kood: </w:t>
            </w:r>
            <w:r w:rsidR="006D22F9" w:rsidRPr="006D22F9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KV23390</w:t>
            </w:r>
          </w:p>
          <w:p w14:paraId="0CB2D93A" w14:textId="3C7A3D58" w:rsidR="00E25449" w:rsidRPr="00C843AC" w:rsidRDefault="00E25449" w:rsidP="00321313">
            <w:pPr>
              <w:pStyle w:val="Standard"/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</w:p>
        </w:tc>
      </w:tr>
      <w:tr w:rsidR="00E25449" w:rsidRPr="00776E2E" w14:paraId="0618DC89" w14:textId="77777777" w:rsidTr="00DC34E4">
        <w:trPr>
          <w:trHeight w:val="48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EAAFA" w14:textId="77777777" w:rsidR="00E25449" w:rsidRPr="00B7051D" w:rsidRDefault="00E25449" w:rsidP="00321313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574C4" w14:textId="76C1CF6D" w:rsidR="00E25449" w:rsidRDefault="00E25449" w:rsidP="00321313">
            <w:pPr>
              <w:pStyle w:val="Standard"/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  <w:r w:rsidRPr="00E25449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Elektrimaakaabelliin 10 </w:t>
            </w:r>
            <w:r w:rsidR="00613072" w:rsidRPr="00613072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kV ja reservtoru</w:t>
            </w:r>
            <w:r w:rsidR="00A86E78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="00A86E78" w:rsidRPr="00A86E78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rajamiseks</w:t>
            </w:r>
          </w:p>
          <w:p w14:paraId="2D6AD585" w14:textId="77777777" w:rsidR="00F30C31" w:rsidRDefault="00F30C31" w:rsidP="00321313">
            <w:pPr>
              <w:pStyle w:val="Standard"/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</w:p>
          <w:p w14:paraId="59C33A3E" w14:textId="7F9C9572" w:rsidR="001C6824" w:rsidRDefault="0000150E" w:rsidP="00321313">
            <w:pPr>
              <w:pStyle w:val="Standard"/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  <w:r w:rsidRPr="0000150E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Ruumikuju andmed: </w:t>
            </w:r>
          </w:p>
          <w:p w14:paraId="1AB1C6B7" w14:textId="45440AE4" w:rsidR="0000150E" w:rsidRPr="008044B1" w:rsidRDefault="0000150E" w:rsidP="009E2A38">
            <w:pPr>
              <w:pStyle w:val="Standard"/>
              <w:numPr>
                <w:ilvl w:val="0"/>
                <w:numId w:val="7"/>
              </w:numPr>
              <w:shd w:val="clear" w:color="auto" w:fill="FFFFFF"/>
              <w:rPr>
                <w:rFonts w:cs="Arial"/>
                <w:sz w:val="21"/>
                <w:szCs w:val="21"/>
                <w:shd w:val="clear" w:color="auto" w:fill="FFFFFF"/>
              </w:rPr>
            </w:pPr>
            <w:r w:rsidRPr="0000150E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PARI 1</w:t>
            </w:r>
            <w:r w:rsidR="001C6824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1409</w:t>
            </w:r>
            <w:r w:rsidR="008044B1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  - </w:t>
            </w:r>
            <w:r w:rsidR="008044B1" w:rsidRPr="008044B1">
              <w:rPr>
                <w:rFonts w:cs="Arial"/>
                <w:sz w:val="21"/>
                <w:szCs w:val="21"/>
                <w:shd w:val="clear" w:color="auto" w:fill="FFFFFF"/>
              </w:rPr>
              <w:t>https://pari.kataster.ee/magic-link/9fb2df6d-56ac-4d0a-ae8a-047db39ded58</w:t>
            </w:r>
          </w:p>
          <w:p w14:paraId="3CF46D67" w14:textId="176AC99F" w:rsidR="001C6824" w:rsidRPr="00B00207" w:rsidRDefault="009E2A38" w:rsidP="009E2A38">
            <w:pPr>
              <w:pStyle w:val="Standard"/>
              <w:numPr>
                <w:ilvl w:val="0"/>
                <w:numId w:val="7"/>
              </w:numPr>
              <w:shd w:val="clear" w:color="auto" w:fill="FFFFFF"/>
              <w:rPr>
                <w:rFonts w:cs="Arial"/>
                <w:sz w:val="21"/>
                <w:szCs w:val="21"/>
                <w:shd w:val="clear" w:color="auto" w:fill="FFFFFF"/>
              </w:rPr>
            </w:pPr>
            <w:r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PARI 11411</w:t>
            </w:r>
            <w:r w:rsidR="008044B1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 - </w:t>
            </w:r>
            <w:r w:rsidR="00B00207" w:rsidRPr="00B00207">
              <w:rPr>
                <w:rFonts w:cs="Arial"/>
                <w:sz w:val="21"/>
                <w:szCs w:val="21"/>
                <w:shd w:val="clear" w:color="auto" w:fill="FFFFFF"/>
              </w:rPr>
              <w:t>https://pari.kataster.ee/magic-link/da80ee86-67a8-40b5-8ef9-2f51aa7cdf2f</w:t>
            </w:r>
          </w:p>
          <w:p w14:paraId="2B2D5B37" w14:textId="36F18D40" w:rsidR="009E2A38" w:rsidRPr="00F82B67" w:rsidRDefault="009E2A38" w:rsidP="009E2A38">
            <w:pPr>
              <w:pStyle w:val="Standard"/>
              <w:numPr>
                <w:ilvl w:val="0"/>
                <w:numId w:val="7"/>
              </w:numPr>
              <w:shd w:val="clear" w:color="auto" w:fill="FFFFFF"/>
              <w:rPr>
                <w:rFonts w:cs="Arial"/>
                <w:sz w:val="21"/>
                <w:szCs w:val="21"/>
                <w:shd w:val="clear" w:color="auto" w:fill="FFFFFF"/>
              </w:rPr>
            </w:pPr>
            <w:r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lastRenderedPageBreak/>
              <w:t>PARI 11416</w:t>
            </w:r>
            <w:r w:rsidR="00B00207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 - </w:t>
            </w:r>
            <w:r w:rsidR="00F82B67" w:rsidRPr="00F82B67">
              <w:rPr>
                <w:rFonts w:cs="Arial"/>
                <w:sz w:val="21"/>
                <w:szCs w:val="21"/>
                <w:shd w:val="clear" w:color="auto" w:fill="FFFFFF"/>
              </w:rPr>
              <w:t>https://pari.kataster.ee/magic-link/0b6dcd66-856d-469e-a620-4898e2cb4bea</w:t>
            </w:r>
          </w:p>
          <w:p w14:paraId="411FEB22" w14:textId="51BBB9BC" w:rsidR="009E2A38" w:rsidRPr="008250A7" w:rsidRDefault="009E2A38" w:rsidP="009E2A38">
            <w:pPr>
              <w:pStyle w:val="Standard"/>
              <w:numPr>
                <w:ilvl w:val="0"/>
                <w:numId w:val="7"/>
              </w:numPr>
              <w:shd w:val="clear" w:color="auto" w:fill="FFFFFF"/>
              <w:rPr>
                <w:rFonts w:cs="Arial"/>
                <w:sz w:val="21"/>
                <w:szCs w:val="21"/>
                <w:shd w:val="clear" w:color="auto" w:fill="FFFFFF"/>
              </w:rPr>
            </w:pPr>
            <w:r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PARI 11417</w:t>
            </w:r>
            <w:r w:rsidR="00F82B67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 - </w:t>
            </w:r>
            <w:r w:rsidR="008250A7" w:rsidRPr="008250A7">
              <w:rPr>
                <w:rFonts w:cs="Arial"/>
                <w:sz w:val="21"/>
                <w:szCs w:val="21"/>
                <w:shd w:val="clear" w:color="auto" w:fill="FFFFFF"/>
              </w:rPr>
              <w:t>https://pari.kataster.ee/magic-link/6fc22b45-575f-4274-9953-74e31f57361f</w:t>
            </w:r>
          </w:p>
          <w:p w14:paraId="0741E5C8" w14:textId="24DF3FE5" w:rsidR="009E2A38" w:rsidRPr="00C843AC" w:rsidRDefault="009E2A38" w:rsidP="00321313">
            <w:pPr>
              <w:pStyle w:val="Standard"/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</w:p>
        </w:tc>
      </w:tr>
      <w:tr w:rsidR="00EA5534" w:rsidRPr="00776E2E" w14:paraId="715D7FFB" w14:textId="77777777" w:rsidTr="00DC34E4">
        <w:trPr>
          <w:trHeight w:val="12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6882B" w14:textId="308D6ED8" w:rsidR="00EA5534" w:rsidRPr="00B13A31" w:rsidRDefault="005D2C02" w:rsidP="00EA5534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lastRenderedPageBreak/>
              <w:t>1</w:t>
            </w:r>
            <w:r w:rsidR="00C50750">
              <w:rPr>
                <w:rFonts w:cs="Arial"/>
                <w:b/>
                <w:bCs/>
                <w:sz w:val="21"/>
                <w:szCs w:val="21"/>
              </w:rPr>
              <w:t>.2</w:t>
            </w:r>
            <w:r w:rsidR="001A3999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EA5534" w:rsidRPr="00B13A31">
              <w:rPr>
                <w:rFonts w:cs="Arial"/>
                <w:b/>
                <w:bCs/>
                <w:sz w:val="21"/>
                <w:szCs w:val="21"/>
              </w:rPr>
              <w:t>KATASTRIÜKSUSE</w:t>
            </w:r>
          </w:p>
          <w:p w14:paraId="26B09CDD" w14:textId="5452D8D9" w:rsidR="00EA5534" w:rsidRPr="00B7051D" w:rsidRDefault="00EA5534" w:rsidP="00EA5534">
            <w:pPr>
              <w:rPr>
                <w:rFonts w:cs="Arial"/>
                <w:sz w:val="21"/>
                <w:szCs w:val="21"/>
              </w:rPr>
            </w:pPr>
            <w:r w:rsidRPr="00B13A31">
              <w:rPr>
                <w:rFonts w:cs="Arial"/>
                <w:b/>
                <w:bCs/>
                <w:sz w:val="21"/>
                <w:szCs w:val="21"/>
              </w:rPr>
              <w:t>ANDMED:</w:t>
            </w: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3B985" w14:textId="77777777" w:rsidR="00CE17D5" w:rsidRDefault="00CE17D5" w:rsidP="00EA5534">
            <w:pPr>
              <w:pStyle w:val="Standard"/>
              <w:shd w:val="clear" w:color="auto" w:fill="FFFFFF"/>
              <w:rPr>
                <w:rFonts w:cs="Arial"/>
                <w:sz w:val="21"/>
                <w:szCs w:val="21"/>
                <w:shd w:val="clear" w:color="auto" w:fill="FFFFFF"/>
              </w:rPr>
            </w:pPr>
          </w:p>
          <w:p w14:paraId="4D4EED55" w14:textId="4F617D95" w:rsidR="00EA5534" w:rsidRPr="005E5AC2" w:rsidRDefault="00A2586E" w:rsidP="00EA5534">
            <w:pPr>
              <w:pStyle w:val="Standard"/>
              <w:shd w:val="clear" w:color="auto" w:fill="FFFFFF"/>
              <w:rPr>
                <w:rFonts w:cs="Arial"/>
                <w:sz w:val="21"/>
                <w:szCs w:val="21"/>
                <w:shd w:val="clear" w:color="auto" w:fill="FFFFFF"/>
              </w:rPr>
            </w:pPr>
            <w:r w:rsidRPr="00A2586E">
              <w:rPr>
                <w:rFonts w:cs="Arial"/>
                <w:sz w:val="21"/>
                <w:szCs w:val="21"/>
                <w:shd w:val="clear" w:color="auto" w:fill="FFFFFF"/>
              </w:rPr>
              <w:t>Katastritunnus</w:t>
            </w:r>
            <w:r w:rsidR="00EA5534" w:rsidRPr="00E25449">
              <w:rPr>
                <w:rFonts w:cs="Arial"/>
                <w:sz w:val="21"/>
                <w:szCs w:val="21"/>
                <w:shd w:val="clear" w:color="auto" w:fill="FFFFFF"/>
              </w:rPr>
              <w:t>:</w:t>
            </w:r>
            <w:r w:rsidR="00EA5534" w:rsidRPr="00E25449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="004A41F2" w:rsidRPr="005E5AC2">
              <w:rPr>
                <w:rFonts w:cs="Arial"/>
                <w:sz w:val="21"/>
                <w:szCs w:val="21"/>
                <w:shd w:val="clear" w:color="auto" w:fill="FFFFFF"/>
              </w:rPr>
              <w:t>30101:003:0335</w:t>
            </w:r>
          </w:p>
          <w:p w14:paraId="607E8913" w14:textId="19842F7B" w:rsidR="00EA5534" w:rsidRPr="00C843AC" w:rsidRDefault="00EA5534" w:rsidP="00EA5534">
            <w:pPr>
              <w:pStyle w:val="Standard"/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</w:p>
        </w:tc>
      </w:tr>
      <w:tr w:rsidR="00EA5534" w:rsidRPr="00776E2E" w14:paraId="603D04B4" w14:textId="77777777" w:rsidTr="00DC34E4">
        <w:trPr>
          <w:trHeight w:val="12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8987A" w14:textId="77777777" w:rsidR="00EA5534" w:rsidRPr="00B7051D" w:rsidRDefault="00EA5534" w:rsidP="00EA5534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7B422" w14:textId="25487FA1" w:rsidR="006C0EBE" w:rsidRPr="006C0EBE" w:rsidRDefault="006C0EBE" w:rsidP="006C0EBE">
            <w:pPr>
              <w:rPr>
                <w:rFonts w:cs="Arial"/>
                <w:kern w:val="3"/>
                <w:sz w:val="21"/>
                <w:szCs w:val="21"/>
                <w:shd w:val="clear" w:color="auto" w:fill="FFFFFF"/>
              </w:rPr>
            </w:pPr>
            <w:r w:rsidRPr="006C0EBE">
              <w:rPr>
                <w:rFonts w:cs="Arial"/>
                <w:kern w:val="3"/>
                <w:sz w:val="21"/>
                <w:szCs w:val="21"/>
                <w:shd w:val="clear" w:color="auto" w:fill="FFFFFF"/>
              </w:rPr>
              <w:t xml:space="preserve">Kinnistusraamatu registriosa nr: </w:t>
            </w:r>
            <w:r w:rsidR="00BF6518" w:rsidRPr="00BF6518">
              <w:rPr>
                <w:rFonts w:cs="Arial"/>
                <w:kern w:val="3"/>
                <w:sz w:val="21"/>
                <w:szCs w:val="21"/>
                <w:shd w:val="clear" w:color="auto" w:fill="FFFFFF"/>
              </w:rPr>
              <w:t>9371650</w:t>
            </w:r>
          </w:p>
          <w:p w14:paraId="561E3751" w14:textId="77777777" w:rsidR="00EA5534" w:rsidRDefault="00EA5534" w:rsidP="00EA5534">
            <w:pPr>
              <w:pStyle w:val="Standard"/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</w:p>
        </w:tc>
      </w:tr>
      <w:tr w:rsidR="00EA5534" w:rsidRPr="00776E2E" w14:paraId="34F07FDC" w14:textId="77777777" w:rsidTr="00DC34E4">
        <w:trPr>
          <w:trHeight w:val="12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A5060" w14:textId="77777777" w:rsidR="00EA5534" w:rsidRPr="00B7051D" w:rsidRDefault="00EA5534" w:rsidP="00EA5534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A2453" w14:textId="3DA51008" w:rsidR="00EA5534" w:rsidRDefault="00B135F6" w:rsidP="00EA5534">
            <w:pPr>
              <w:pStyle w:val="Standard"/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  <w:r w:rsidRPr="00B135F6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Riigi kinnisvararegistri objekti kood</w:t>
            </w:r>
            <w:r w:rsidRPr="00F00C79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:</w:t>
            </w:r>
            <w:r w:rsidR="004A41F2" w:rsidRPr="00F00C79">
              <w:t xml:space="preserve"> </w:t>
            </w:r>
            <w:r w:rsidR="004A41F2" w:rsidRPr="00F00C79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KV74644</w:t>
            </w:r>
          </w:p>
        </w:tc>
      </w:tr>
      <w:tr w:rsidR="00A73054" w:rsidRPr="00776E2E" w14:paraId="25ABEAE1" w14:textId="77777777" w:rsidTr="00DC34E4">
        <w:trPr>
          <w:trHeight w:val="12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B4158" w14:textId="77777777" w:rsidR="00A73054" w:rsidRPr="00B7051D" w:rsidRDefault="00A73054" w:rsidP="00EA5534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5DD01" w14:textId="1810B530" w:rsidR="00A73054" w:rsidRDefault="001304FD" w:rsidP="00EA5534">
            <w:pPr>
              <w:pStyle w:val="Standard"/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  <w:r w:rsidRPr="00E25449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Elektrimaakaabelliin </w:t>
            </w:r>
            <w:r w:rsidR="00A105CF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 10 kV</w:t>
            </w:r>
            <w:r w:rsidRPr="00613072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 ja  reservtoru</w:t>
            </w:r>
            <w:r w:rsidR="00A86E78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="00A86E78" w:rsidRPr="00A86E78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rajamiseks</w:t>
            </w:r>
          </w:p>
          <w:p w14:paraId="4C823B9C" w14:textId="77777777" w:rsidR="006C21CB" w:rsidRDefault="006C21CB" w:rsidP="00EA5534">
            <w:pPr>
              <w:pStyle w:val="Standard"/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</w:p>
          <w:p w14:paraId="48E529DF" w14:textId="77777777" w:rsidR="00A105CF" w:rsidRDefault="006C21CB" w:rsidP="002D552F">
            <w:pPr>
              <w:pStyle w:val="Standard"/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  <w:r w:rsidRPr="006C21CB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Ruumikuju andmed: </w:t>
            </w:r>
          </w:p>
          <w:p w14:paraId="02E13997" w14:textId="22D14554" w:rsidR="00114A5A" w:rsidRPr="00F00C79" w:rsidRDefault="006C21CB" w:rsidP="002D552F">
            <w:pPr>
              <w:pStyle w:val="Standard"/>
              <w:numPr>
                <w:ilvl w:val="0"/>
                <w:numId w:val="5"/>
              </w:numPr>
              <w:shd w:val="clear" w:color="auto" w:fill="FFFFFF"/>
              <w:rPr>
                <w:rFonts w:cs="Arial"/>
                <w:sz w:val="21"/>
                <w:szCs w:val="21"/>
                <w:shd w:val="clear" w:color="auto" w:fill="FFFFFF"/>
              </w:rPr>
            </w:pPr>
            <w:r w:rsidRPr="006C21CB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PARI </w:t>
            </w:r>
            <w:r w:rsidR="002D552F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11418</w:t>
            </w:r>
            <w:r w:rsidRPr="006C21CB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="00FF4248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- </w:t>
            </w:r>
            <w:r w:rsidR="00F00C79" w:rsidRPr="00F00C79">
              <w:rPr>
                <w:rFonts w:cs="Arial"/>
                <w:sz w:val="21"/>
                <w:szCs w:val="21"/>
                <w:shd w:val="clear" w:color="auto" w:fill="FFFFFF"/>
              </w:rPr>
              <w:t>https://pari.kataster.ee/magic-link/b18da2f5-96bc-487b-9e00-d3cdb73f3a9c</w:t>
            </w:r>
          </w:p>
          <w:p w14:paraId="73DB591D" w14:textId="55D756B3" w:rsidR="002D552F" w:rsidRPr="002D4C29" w:rsidRDefault="00E52BFC" w:rsidP="002D552F">
            <w:pPr>
              <w:pStyle w:val="Standard"/>
              <w:numPr>
                <w:ilvl w:val="0"/>
                <w:numId w:val="5"/>
              </w:numPr>
              <w:shd w:val="clear" w:color="auto" w:fill="FFFFFF"/>
              <w:rPr>
                <w:rFonts w:cs="Arial"/>
                <w:sz w:val="21"/>
                <w:szCs w:val="21"/>
                <w:shd w:val="clear" w:color="auto" w:fill="FFFFFF"/>
              </w:rPr>
            </w:pPr>
            <w:r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PARI 1</w:t>
            </w:r>
            <w:r w:rsidR="00114A5A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1420</w:t>
            </w:r>
            <w:r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="002D4C29" w:rsidRPr="002D4C29">
              <w:rPr>
                <w:rFonts w:cs="Arial"/>
                <w:sz w:val="21"/>
                <w:szCs w:val="21"/>
                <w:shd w:val="clear" w:color="auto" w:fill="FFFFFF"/>
              </w:rPr>
              <w:t>- https://pari.kataster.ee/magic-link/b53dc02b-3911-46cc-9429-55fc5ffc252f</w:t>
            </w:r>
          </w:p>
          <w:p w14:paraId="3AF6B5DE" w14:textId="471FF5DF" w:rsidR="00E52BFC" w:rsidRPr="00E25449" w:rsidRDefault="002D552F" w:rsidP="002D552F">
            <w:pPr>
              <w:pStyle w:val="Standard"/>
              <w:numPr>
                <w:ilvl w:val="0"/>
                <w:numId w:val="5"/>
              </w:numPr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PARI</w:t>
            </w:r>
            <w:r w:rsidR="00114A5A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="00114A5A" w:rsidRPr="00114A5A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1142</w:t>
            </w:r>
            <w:r w:rsidR="005D2C02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1</w:t>
            </w:r>
            <w:r w:rsidR="006078D0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 - </w:t>
            </w:r>
            <w:r w:rsidR="006320A6" w:rsidRPr="006320A6">
              <w:rPr>
                <w:rFonts w:cs="Arial"/>
                <w:sz w:val="21"/>
                <w:szCs w:val="21"/>
                <w:shd w:val="clear" w:color="auto" w:fill="FFFFFF"/>
              </w:rPr>
              <w:t>https://pari.kataster.ee/magic-link/a3308be0-f1d6-47d1-b571-e43ca77bbbf6</w:t>
            </w:r>
          </w:p>
        </w:tc>
      </w:tr>
      <w:tr w:rsidR="006C21CB" w:rsidRPr="00776E2E" w14:paraId="49AB871A" w14:textId="77777777" w:rsidTr="00DC34E4">
        <w:trPr>
          <w:gridAfter w:val="1"/>
          <w:wAfter w:w="6616" w:type="dxa"/>
          <w:trHeight w:val="241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5F092" w14:textId="77777777" w:rsidR="006C21CB" w:rsidRPr="00B7051D" w:rsidRDefault="006C21CB" w:rsidP="00EA5534">
            <w:pPr>
              <w:rPr>
                <w:rFonts w:cs="Arial"/>
                <w:sz w:val="21"/>
                <w:szCs w:val="21"/>
              </w:rPr>
            </w:pPr>
          </w:p>
        </w:tc>
      </w:tr>
      <w:tr w:rsidR="00EA5534" w:rsidRPr="00776E2E" w14:paraId="5E7D06DF" w14:textId="77777777" w:rsidTr="00DC34E4">
        <w:trPr>
          <w:trHeight w:val="11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BA97A" w14:textId="4C50DBC9" w:rsidR="00EA5534" w:rsidRPr="00BD64E1" w:rsidRDefault="005D2C02" w:rsidP="00EA5534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2</w:t>
            </w:r>
            <w:r w:rsidR="00EA5534" w:rsidRPr="00BD64E1">
              <w:rPr>
                <w:rFonts w:cs="Arial"/>
                <w:b/>
                <w:bCs/>
                <w:sz w:val="21"/>
                <w:szCs w:val="21"/>
              </w:rPr>
              <w:t>. KOORMATAVA</w:t>
            </w:r>
          </w:p>
          <w:p w14:paraId="5A518AE8" w14:textId="77777777" w:rsidR="00EA5534" w:rsidRPr="00BD64E1" w:rsidRDefault="00EA5534" w:rsidP="00EA5534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BD64E1">
              <w:rPr>
                <w:rFonts w:cs="Arial"/>
                <w:b/>
                <w:bCs/>
                <w:sz w:val="21"/>
                <w:szCs w:val="21"/>
              </w:rPr>
              <w:t>RIIGITEE ANDMED</w:t>
            </w:r>
          </w:p>
          <w:p w14:paraId="0EB6459A" w14:textId="054ABB1B" w:rsidR="00EA5534" w:rsidRPr="00B7051D" w:rsidRDefault="00EA5534" w:rsidP="00EA5534">
            <w:pPr>
              <w:rPr>
                <w:rFonts w:cs="Arial"/>
                <w:sz w:val="21"/>
                <w:szCs w:val="21"/>
              </w:rPr>
            </w:pPr>
            <w:r w:rsidRPr="00BD64E1">
              <w:rPr>
                <w:rFonts w:cs="Arial"/>
                <w:b/>
                <w:bCs/>
                <w:sz w:val="21"/>
                <w:szCs w:val="21"/>
              </w:rPr>
              <w:t>ANDMED:</w:t>
            </w: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89F9A" w14:textId="77777777" w:rsidR="00EA5534" w:rsidRPr="00B66BAB" w:rsidRDefault="00EA5534" w:rsidP="00EA5534">
            <w:pPr>
              <w:pStyle w:val="Standard"/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</w:p>
          <w:p w14:paraId="0198D055" w14:textId="4989B5F5" w:rsidR="00EA5534" w:rsidRPr="00B66BAB" w:rsidRDefault="00EA5534" w:rsidP="00EA5534">
            <w:pPr>
              <w:pStyle w:val="Standard"/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  <w:r w:rsidRPr="00B66BAB">
              <w:rPr>
                <w:rFonts w:cs="Arial"/>
                <w:sz w:val="21"/>
                <w:szCs w:val="21"/>
                <w:shd w:val="clear" w:color="auto" w:fill="FFFFFF"/>
              </w:rPr>
              <w:t>Number ja nimetus</w:t>
            </w:r>
            <w:r w:rsidRPr="00B66BAB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: </w:t>
            </w:r>
            <w:r w:rsidR="00C44155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21102 </w:t>
            </w:r>
            <w:r w:rsidR="00C44155" w:rsidRPr="00C44155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Mustjala-Kihelkonna-Tehumardi tee</w:t>
            </w:r>
          </w:p>
        </w:tc>
      </w:tr>
      <w:tr w:rsidR="00EA5534" w:rsidRPr="00776E2E" w14:paraId="6B95E439" w14:textId="77777777" w:rsidTr="00DC34E4">
        <w:trPr>
          <w:trHeight w:val="4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3E821" w14:textId="1699498B" w:rsidR="00EA5534" w:rsidRPr="00B7051D" w:rsidRDefault="00EA5534" w:rsidP="00EA5534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8D19F" w14:textId="25D0D650" w:rsidR="00EA5534" w:rsidRPr="00B66BAB" w:rsidRDefault="00A2586E" w:rsidP="00EA5534">
            <w:pPr>
              <w:pStyle w:val="Standard"/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  <w:r w:rsidRPr="00A2586E">
              <w:rPr>
                <w:rFonts w:cs="Arial"/>
                <w:sz w:val="21"/>
                <w:szCs w:val="21"/>
                <w:shd w:val="clear" w:color="auto" w:fill="FFFFFF"/>
              </w:rPr>
              <w:t>Katastritunnus</w:t>
            </w:r>
            <w:r w:rsidR="00885630">
              <w:rPr>
                <w:rFonts w:cs="Arial"/>
                <w:sz w:val="21"/>
                <w:szCs w:val="21"/>
                <w:shd w:val="clear" w:color="auto" w:fill="FFFFFF"/>
              </w:rPr>
              <w:t xml:space="preserve">: </w:t>
            </w:r>
            <w:r w:rsidR="00885630" w:rsidRPr="00885630">
              <w:rPr>
                <w:rFonts w:cs="Arial"/>
                <w:sz w:val="21"/>
                <w:szCs w:val="21"/>
                <w:shd w:val="clear" w:color="auto" w:fill="FFFFFF"/>
              </w:rPr>
              <w:t>30101:005:0323</w:t>
            </w:r>
          </w:p>
          <w:p w14:paraId="13FCFD80" w14:textId="77777777" w:rsidR="00EA5534" w:rsidRPr="00B66BAB" w:rsidRDefault="00EA5534" w:rsidP="00EA5534">
            <w:pPr>
              <w:pStyle w:val="Standard"/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</w:p>
        </w:tc>
      </w:tr>
      <w:tr w:rsidR="00EA5534" w:rsidRPr="00776E2E" w14:paraId="6533972A" w14:textId="77777777" w:rsidTr="00DC34E4">
        <w:trPr>
          <w:trHeight w:val="4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1E095" w14:textId="77777777" w:rsidR="00EA5534" w:rsidRPr="00B7051D" w:rsidRDefault="00EA5534" w:rsidP="00EA5534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17A0A" w14:textId="7198D191" w:rsidR="00EA5534" w:rsidRPr="00C843AC" w:rsidRDefault="001B30E8" w:rsidP="00EA5534">
            <w:pPr>
              <w:pStyle w:val="Standard"/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  <w:r w:rsidRPr="001B30E8">
              <w:rPr>
                <w:rFonts w:cs="Arial"/>
                <w:sz w:val="21"/>
                <w:szCs w:val="21"/>
                <w:shd w:val="clear" w:color="auto" w:fill="FFFFFF"/>
              </w:rPr>
              <w:t xml:space="preserve">Kinnistusraamatu registriosa nr: </w:t>
            </w:r>
            <w:r w:rsidR="00B553DF" w:rsidRPr="00B553DF">
              <w:rPr>
                <w:rFonts w:cs="Arial"/>
                <w:sz w:val="21"/>
                <w:szCs w:val="21"/>
                <w:shd w:val="clear" w:color="auto" w:fill="FFFFFF"/>
              </w:rPr>
              <w:t>13726150</w:t>
            </w:r>
          </w:p>
        </w:tc>
      </w:tr>
      <w:tr w:rsidR="00EA5534" w:rsidRPr="00776E2E" w14:paraId="41CFE95A" w14:textId="77777777" w:rsidTr="00DC34E4">
        <w:trPr>
          <w:trHeight w:val="4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CFE7D" w14:textId="77777777" w:rsidR="00EA5534" w:rsidRPr="00B7051D" w:rsidRDefault="00EA5534" w:rsidP="00EA5534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BC7E2" w14:textId="09B4933D" w:rsidR="00EA5534" w:rsidRPr="00C843AC" w:rsidRDefault="001B30E8" w:rsidP="001B30E8">
            <w:pPr>
              <w:pStyle w:val="Standard"/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  <w:r w:rsidRPr="001B30E8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Riigi kinnisvararegistri objekti kood: </w:t>
            </w:r>
            <w:r w:rsidR="00F22880" w:rsidRPr="00F22880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KV74646</w:t>
            </w:r>
          </w:p>
        </w:tc>
      </w:tr>
      <w:tr w:rsidR="00A73054" w:rsidRPr="00776E2E" w14:paraId="16476182" w14:textId="77777777" w:rsidTr="00DC34E4">
        <w:trPr>
          <w:trHeight w:val="48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8DFDC" w14:textId="77777777" w:rsidR="00A73054" w:rsidRPr="00B7051D" w:rsidRDefault="00A73054" w:rsidP="00EA5534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233F8" w14:textId="52AE13D6" w:rsidR="001B30E8" w:rsidRDefault="001B30E8" w:rsidP="001B30E8">
            <w:pPr>
              <w:pStyle w:val="Standard"/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  <w:r w:rsidRPr="00E25449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Elektrimaakaabelliin </w:t>
            </w:r>
            <w:r w:rsidR="008B27C9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10 kV </w:t>
            </w:r>
            <w:r w:rsidR="00A86E78" w:rsidRPr="00A86E78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rajamiseks</w:t>
            </w:r>
          </w:p>
          <w:p w14:paraId="4F662131" w14:textId="77777777" w:rsidR="00F22880" w:rsidRDefault="007D2C52" w:rsidP="007D2C52">
            <w:pPr>
              <w:pStyle w:val="Standard"/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  <w:r w:rsidRPr="007D2C52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Ruumikuju andmed: </w:t>
            </w:r>
          </w:p>
          <w:p w14:paraId="23FC216B" w14:textId="22FDD225" w:rsidR="00417625" w:rsidRDefault="007D2C52" w:rsidP="00F22880">
            <w:pPr>
              <w:pStyle w:val="Standard"/>
              <w:numPr>
                <w:ilvl w:val="0"/>
                <w:numId w:val="8"/>
              </w:numPr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  <w:r w:rsidRPr="007D2C52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PARI 1</w:t>
            </w:r>
            <w:r w:rsidR="00B6536D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1422</w:t>
            </w:r>
            <w:r w:rsidR="00005234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 - </w:t>
            </w:r>
            <w:r w:rsidR="00C65FA0" w:rsidRPr="00C65FA0">
              <w:rPr>
                <w:rFonts w:cs="Arial"/>
                <w:sz w:val="21"/>
                <w:szCs w:val="21"/>
                <w:shd w:val="clear" w:color="auto" w:fill="FFFFFF"/>
              </w:rPr>
              <w:t>https://pari.kataster.ee/magic-link/1ea33587-e2b7-4b1e-8746-8b01ba8df001</w:t>
            </w:r>
          </w:p>
          <w:p w14:paraId="7A0DC8FB" w14:textId="58F6E484" w:rsidR="00B6536D" w:rsidRDefault="00B6536D" w:rsidP="00F22880">
            <w:pPr>
              <w:pStyle w:val="Standard"/>
              <w:numPr>
                <w:ilvl w:val="0"/>
                <w:numId w:val="8"/>
              </w:numPr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PARI 11423</w:t>
            </w:r>
            <w:r w:rsidR="001C64C5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 - </w:t>
            </w:r>
            <w:r w:rsidR="00827D33" w:rsidRPr="00827D33">
              <w:rPr>
                <w:rFonts w:cs="Arial"/>
                <w:sz w:val="21"/>
                <w:szCs w:val="21"/>
                <w:shd w:val="clear" w:color="auto" w:fill="FFFFFF"/>
              </w:rPr>
              <w:t>https://pari.kataster.ee/magic-link/8b269571-808b-4d70-828b-9bcda7b31f12</w:t>
            </w:r>
          </w:p>
          <w:p w14:paraId="218D6AFD" w14:textId="58898C7E" w:rsidR="00B6536D" w:rsidRPr="00A040B0" w:rsidRDefault="00B6536D" w:rsidP="00F22880">
            <w:pPr>
              <w:pStyle w:val="Standard"/>
              <w:numPr>
                <w:ilvl w:val="0"/>
                <w:numId w:val="8"/>
              </w:numPr>
              <w:shd w:val="clear" w:color="auto" w:fill="FFFFFF"/>
              <w:rPr>
                <w:rFonts w:cs="Arial"/>
                <w:sz w:val="21"/>
                <w:szCs w:val="21"/>
                <w:shd w:val="clear" w:color="auto" w:fill="FFFFFF"/>
              </w:rPr>
            </w:pPr>
            <w:r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PARI</w:t>
            </w:r>
            <w:r w:rsidR="00901D76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11424</w:t>
            </w:r>
            <w:r w:rsidR="00827D33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 xml:space="preserve"> – </w:t>
            </w:r>
            <w:r w:rsidR="00A040B0" w:rsidRPr="00A040B0">
              <w:rPr>
                <w:rFonts w:cs="Arial"/>
                <w:sz w:val="21"/>
                <w:szCs w:val="21"/>
                <w:shd w:val="clear" w:color="auto" w:fill="FFFFFF"/>
              </w:rPr>
              <w:t>https://pari.kataster.ee/magic-link/fa7da4ff-5762-46f5-bed7-6ea0929009c8</w:t>
            </w:r>
          </w:p>
          <w:p w14:paraId="5E30EED6" w14:textId="5A902D90" w:rsidR="00A73054" w:rsidRPr="00E25449" w:rsidRDefault="00A73054" w:rsidP="00B6536D">
            <w:pPr>
              <w:pStyle w:val="Standard"/>
              <w:shd w:val="clear" w:color="auto" w:fill="FFFFFF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</w:p>
        </w:tc>
      </w:tr>
    </w:tbl>
    <w:p w14:paraId="76715BCA" w14:textId="77777777" w:rsidR="00706B2D" w:rsidRPr="00035483" w:rsidRDefault="00706B2D" w:rsidP="00035483">
      <w:pPr>
        <w:rPr>
          <w:sz w:val="22"/>
          <w:szCs w:val="22"/>
        </w:rPr>
      </w:pPr>
    </w:p>
    <w:tbl>
      <w:tblPr>
        <w:tblpPr w:leftFromText="180" w:rightFromText="180" w:vertAnchor="text" w:tblpX="-147" w:tblpY="1"/>
        <w:tblOverlap w:val="never"/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6520"/>
      </w:tblGrid>
      <w:tr w:rsidR="00A8169E" w:rsidRPr="00B90C98" w14:paraId="42E5039F" w14:textId="77777777" w:rsidTr="00B8614B">
        <w:trPr>
          <w:trHeight w:val="453"/>
        </w:trPr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14:paraId="24DED4EC" w14:textId="77777777" w:rsidR="00A8169E" w:rsidRPr="00ED68E5" w:rsidRDefault="00A8169E" w:rsidP="00A8169E">
            <w:pPr>
              <w:rPr>
                <w:rFonts w:cs="Arial"/>
                <w:bCs/>
                <w:sz w:val="21"/>
                <w:szCs w:val="21"/>
              </w:rPr>
            </w:pPr>
            <w:r w:rsidRPr="00ED68E5">
              <w:rPr>
                <w:rFonts w:cs="Arial"/>
                <w:bCs/>
                <w:sz w:val="21"/>
                <w:szCs w:val="21"/>
              </w:rPr>
              <w:t>LEPINGU SÕLMIMISE KULUD TASUB</w:t>
            </w:r>
          </w:p>
        </w:tc>
        <w:tc>
          <w:tcPr>
            <w:tcW w:w="6520" w:type="dxa"/>
            <w:tcBorders>
              <w:left w:val="single" w:sz="4" w:space="0" w:color="auto"/>
            </w:tcBorders>
          </w:tcPr>
          <w:p w14:paraId="139B2B9E" w14:textId="4A6B5819" w:rsidR="00A8169E" w:rsidRPr="00AE1F25" w:rsidRDefault="00ED68E5" w:rsidP="00A8169E">
            <w:pPr>
              <w:rPr>
                <w:rFonts w:cs="Arial"/>
                <w:i/>
                <w:iCs/>
                <w:sz w:val="21"/>
                <w:szCs w:val="21"/>
              </w:rPr>
            </w:pPr>
            <w:r w:rsidRPr="00AE1F25">
              <w:rPr>
                <w:rFonts w:cs="Arial"/>
                <w:i/>
                <w:iCs/>
                <w:sz w:val="21"/>
                <w:szCs w:val="21"/>
              </w:rPr>
              <w:t>Elektrilevi OÜ</w:t>
            </w:r>
          </w:p>
        </w:tc>
      </w:tr>
      <w:tr w:rsidR="00A8169E" w:rsidRPr="00B90C98" w14:paraId="1714E51E" w14:textId="77777777" w:rsidTr="00B8614B">
        <w:trPr>
          <w:trHeight w:val="453"/>
        </w:trPr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14:paraId="66C8BF94" w14:textId="77777777" w:rsidR="00A8169E" w:rsidRPr="00ED68E5" w:rsidRDefault="00A8169E" w:rsidP="00A8169E">
            <w:pPr>
              <w:rPr>
                <w:rFonts w:cs="Arial"/>
                <w:bCs/>
                <w:sz w:val="21"/>
                <w:szCs w:val="21"/>
              </w:rPr>
            </w:pPr>
            <w:r w:rsidRPr="00ED68E5">
              <w:rPr>
                <w:rFonts w:cs="Arial"/>
                <w:bCs/>
                <w:sz w:val="21"/>
                <w:szCs w:val="21"/>
              </w:rPr>
              <w:t>TAOTLUSE LISAD</w:t>
            </w:r>
          </w:p>
        </w:tc>
        <w:tc>
          <w:tcPr>
            <w:tcW w:w="6520" w:type="dxa"/>
            <w:tcBorders>
              <w:left w:val="single" w:sz="4" w:space="0" w:color="auto"/>
            </w:tcBorders>
          </w:tcPr>
          <w:p w14:paraId="3E6A8248" w14:textId="323F2B39" w:rsidR="00A8169E" w:rsidRPr="00AE1F25" w:rsidRDefault="00A8169E" w:rsidP="00A8169E">
            <w:pPr>
              <w:rPr>
                <w:rFonts w:cs="Arial"/>
                <w:sz w:val="21"/>
                <w:szCs w:val="21"/>
              </w:rPr>
            </w:pPr>
            <w:r w:rsidRPr="00AE1F25">
              <w:rPr>
                <w:rFonts w:cs="Arial"/>
                <w:sz w:val="21"/>
                <w:szCs w:val="21"/>
              </w:rPr>
              <w:t xml:space="preserve">Isikliku kasutusõiguse seadmise plaanid </w:t>
            </w:r>
          </w:p>
        </w:tc>
      </w:tr>
      <w:tr w:rsidR="00A8169E" w:rsidRPr="00DF477C" w14:paraId="3D838CD8" w14:textId="77777777" w:rsidTr="00B8614B">
        <w:trPr>
          <w:trHeight w:val="453"/>
        </w:trPr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14:paraId="17A66506" w14:textId="77777777" w:rsidR="00A8169E" w:rsidRPr="00ED68E5" w:rsidRDefault="00A8169E" w:rsidP="00A8169E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14:paraId="657E68B3" w14:textId="77777777" w:rsidR="00A8169E" w:rsidRPr="00ED68E5" w:rsidRDefault="00A8169E" w:rsidP="00A8169E">
            <w:pPr>
              <w:rPr>
                <w:rFonts w:cs="Arial"/>
                <w:sz w:val="21"/>
                <w:szCs w:val="21"/>
              </w:rPr>
            </w:pPr>
            <w:r w:rsidRPr="00ED68E5">
              <w:rPr>
                <w:rFonts w:cs="Arial"/>
                <w:sz w:val="21"/>
                <w:szCs w:val="21"/>
              </w:rPr>
              <w:t>Koel_volikiri.asice</w:t>
            </w:r>
          </w:p>
        </w:tc>
      </w:tr>
    </w:tbl>
    <w:p w14:paraId="444DD981" w14:textId="143332C6" w:rsidR="008A3FE6" w:rsidRPr="00677E14" w:rsidRDefault="008A3FE6" w:rsidP="008A3FE6">
      <w:pPr>
        <w:rPr>
          <w:sz w:val="22"/>
          <w:szCs w:val="22"/>
        </w:rPr>
      </w:pPr>
    </w:p>
    <w:sectPr w:rsidR="008A3FE6" w:rsidRPr="00677E14" w:rsidSect="00EC3E41">
      <w:footerReference w:type="first" r:id="rId12"/>
      <w:pgSz w:w="11900" w:h="16840"/>
      <w:pgMar w:top="2155" w:right="1127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9F80E" w14:textId="77777777" w:rsidR="00EC3E41" w:rsidRDefault="00EC3E41">
      <w:r>
        <w:separator/>
      </w:r>
    </w:p>
  </w:endnote>
  <w:endnote w:type="continuationSeparator" w:id="0">
    <w:p w14:paraId="5EDE9BA2" w14:textId="77777777" w:rsidR="00EC3E41" w:rsidRDefault="00EC3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1140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3471"/>
      <w:gridCol w:w="2478"/>
      <w:gridCol w:w="3471"/>
      <w:gridCol w:w="1985"/>
    </w:tblGrid>
    <w:tr w:rsidR="000825E9" w14:paraId="44ECED9E" w14:textId="77777777" w:rsidTr="000825E9">
      <w:tc>
        <w:tcPr>
          <w:tcW w:w="3471" w:type="dxa"/>
        </w:tcPr>
        <w:p w14:paraId="05B15E74" w14:textId="6A21DA3C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78" w:type="dxa"/>
        </w:tcPr>
        <w:p w14:paraId="008139F9" w14:textId="77777777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3471" w:type="dxa"/>
        </w:tcPr>
        <w:p w14:paraId="64E38D70" w14:textId="2A4A7684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08B5E3B3" w14:textId="77777777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0825E9" w:rsidRPr="0077377F" w14:paraId="6420944A" w14:textId="77777777" w:rsidTr="000825E9">
      <w:tc>
        <w:tcPr>
          <w:tcW w:w="3471" w:type="dxa"/>
        </w:tcPr>
        <w:p w14:paraId="2FBE25BC" w14:textId="77777777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2CBA7364" w14:textId="77777777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Eraklientide teenindus: 777 1545</w:t>
          </w:r>
        </w:p>
        <w:p w14:paraId="3B24E856" w14:textId="07E991DB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Äriklientide teenindus: 777 1747 Rikketelefon 1343</w:t>
          </w:r>
        </w:p>
      </w:tc>
      <w:tc>
        <w:tcPr>
          <w:tcW w:w="2478" w:type="dxa"/>
        </w:tcPr>
        <w:p w14:paraId="268D3FD3" w14:textId="77777777" w:rsidR="000825E9" w:rsidRPr="00E52AFB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</w:t>
          </w:r>
          <w:r w:rsidRPr="0077377F">
            <w:rPr>
              <w:rFonts w:eastAsia="Cambria" w:cs="Arial"/>
              <w:sz w:val="18"/>
              <w:lang w:val="lv-LV"/>
            </w:rPr>
            <w:t>kood 11050857</w:t>
          </w:r>
        </w:p>
        <w:p w14:paraId="13D63D26" w14:textId="77777777" w:rsidR="000825E9" w:rsidRPr="0077377F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info@elektrilevi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1CF496D3" w14:textId="77777777" w:rsidR="000825E9" w:rsidRPr="0077377F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ariklient@elektrilevi.ee</w:t>
          </w:r>
        </w:p>
        <w:p w14:paraId="11F1FCD8" w14:textId="6E4AE315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16FB8C23" w14:textId="7899B0EA" w:rsidR="000825E9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07C6791A" w14:textId="7C3A533C" w:rsidR="000825E9" w:rsidRPr="0077377F" w:rsidRDefault="000825E9" w:rsidP="000825E9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50E5BD6A" w14:textId="77777777" w:rsidR="008C171A" w:rsidRDefault="008C17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B7A8E" w14:textId="77777777" w:rsidR="00EC3E41" w:rsidRDefault="00EC3E41">
      <w:r>
        <w:separator/>
      </w:r>
    </w:p>
  </w:footnote>
  <w:footnote w:type="continuationSeparator" w:id="0">
    <w:p w14:paraId="0704AB19" w14:textId="77777777" w:rsidR="00EC3E41" w:rsidRDefault="00EC3E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10D57"/>
    <w:multiLevelType w:val="multilevel"/>
    <w:tmpl w:val="024696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362C6E33"/>
    <w:multiLevelType w:val="hybridMultilevel"/>
    <w:tmpl w:val="C2A01A44"/>
    <w:lvl w:ilvl="0" w:tplc="00CCFF02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33DB8"/>
    <w:multiLevelType w:val="hybridMultilevel"/>
    <w:tmpl w:val="66E83F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012A64"/>
    <w:multiLevelType w:val="hybridMultilevel"/>
    <w:tmpl w:val="8F342024"/>
    <w:lvl w:ilvl="0" w:tplc="9F70FC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07D54"/>
    <w:multiLevelType w:val="hybridMultilevel"/>
    <w:tmpl w:val="F6ACB19E"/>
    <w:lvl w:ilvl="0" w:tplc="3828A704">
      <w:start w:val="1"/>
      <w:numFmt w:val="decimal"/>
      <w:lvlText w:val="%1."/>
      <w:lvlJc w:val="left"/>
      <w:pPr>
        <w:ind w:left="6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59" w:hanging="360"/>
      </w:pPr>
    </w:lvl>
    <w:lvl w:ilvl="2" w:tplc="0425001B" w:tentative="1">
      <w:start w:val="1"/>
      <w:numFmt w:val="lowerRoman"/>
      <w:lvlText w:val="%3."/>
      <w:lvlJc w:val="right"/>
      <w:pPr>
        <w:ind w:left="2079" w:hanging="180"/>
      </w:pPr>
    </w:lvl>
    <w:lvl w:ilvl="3" w:tplc="0425000F" w:tentative="1">
      <w:start w:val="1"/>
      <w:numFmt w:val="decimal"/>
      <w:lvlText w:val="%4."/>
      <w:lvlJc w:val="left"/>
      <w:pPr>
        <w:ind w:left="2799" w:hanging="360"/>
      </w:pPr>
    </w:lvl>
    <w:lvl w:ilvl="4" w:tplc="04250019" w:tentative="1">
      <w:start w:val="1"/>
      <w:numFmt w:val="lowerLetter"/>
      <w:lvlText w:val="%5."/>
      <w:lvlJc w:val="left"/>
      <w:pPr>
        <w:ind w:left="3519" w:hanging="360"/>
      </w:pPr>
    </w:lvl>
    <w:lvl w:ilvl="5" w:tplc="0425001B" w:tentative="1">
      <w:start w:val="1"/>
      <w:numFmt w:val="lowerRoman"/>
      <w:lvlText w:val="%6."/>
      <w:lvlJc w:val="right"/>
      <w:pPr>
        <w:ind w:left="4239" w:hanging="180"/>
      </w:pPr>
    </w:lvl>
    <w:lvl w:ilvl="6" w:tplc="0425000F" w:tentative="1">
      <w:start w:val="1"/>
      <w:numFmt w:val="decimal"/>
      <w:lvlText w:val="%7."/>
      <w:lvlJc w:val="left"/>
      <w:pPr>
        <w:ind w:left="4959" w:hanging="360"/>
      </w:pPr>
    </w:lvl>
    <w:lvl w:ilvl="7" w:tplc="04250019" w:tentative="1">
      <w:start w:val="1"/>
      <w:numFmt w:val="lowerLetter"/>
      <w:lvlText w:val="%8."/>
      <w:lvlJc w:val="left"/>
      <w:pPr>
        <w:ind w:left="5679" w:hanging="360"/>
      </w:pPr>
    </w:lvl>
    <w:lvl w:ilvl="8" w:tplc="0425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6" w15:restartNumberingAfterBreak="0">
    <w:nsid w:val="5EE40F79"/>
    <w:multiLevelType w:val="hybridMultilevel"/>
    <w:tmpl w:val="6F72C8D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802FE"/>
    <w:multiLevelType w:val="hybridMultilevel"/>
    <w:tmpl w:val="4626AC3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065056">
    <w:abstractNumId w:val="5"/>
  </w:num>
  <w:num w:numId="2" w16cid:durableId="50621956">
    <w:abstractNumId w:val="3"/>
  </w:num>
  <w:num w:numId="3" w16cid:durableId="98531360">
    <w:abstractNumId w:val="0"/>
  </w:num>
  <w:num w:numId="4" w16cid:durableId="2035037223">
    <w:abstractNumId w:val="4"/>
  </w:num>
  <w:num w:numId="5" w16cid:durableId="1273170951">
    <w:abstractNumId w:val="7"/>
  </w:num>
  <w:num w:numId="6" w16cid:durableId="1373069609">
    <w:abstractNumId w:val="1"/>
  </w:num>
  <w:num w:numId="7" w16cid:durableId="521868830">
    <w:abstractNumId w:val="2"/>
  </w:num>
  <w:num w:numId="8" w16cid:durableId="10369314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0B50"/>
    <w:rsid w:val="0000150E"/>
    <w:rsid w:val="00004866"/>
    <w:rsid w:val="00005234"/>
    <w:rsid w:val="0000774D"/>
    <w:rsid w:val="0001792D"/>
    <w:rsid w:val="00022C53"/>
    <w:rsid w:val="00024274"/>
    <w:rsid w:val="00026A5D"/>
    <w:rsid w:val="00026B63"/>
    <w:rsid w:val="0003443B"/>
    <w:rsid w:val="00035483"/>
    <w:rsid w:val="00035D9E"/>
    <w:rsid w:val="00036E46"/>
    <w:rsid w:val="00036EA2"/>
    <w:rsid w:val="00046714"/>
    <w:rsid w:val="0005126B"/>
    <w:rsid w:val="000522E9"/>
    <w:rsid w:val="0005703D"/>
    <w:rsid w:val="000575DE"/>
    <w:rsid w:val="00064296"/>
    <w:rsid w:val="00065D13"/>
    <w:rsid w:val="000664A7"/>
    <w:rsid w:val="000672A6"/>
    <w:rsid w:val="00071CBF"/>
    <w:rsid w:val="00072287"/>
    <w:rsid w:val="00072728"/>
    <w:rsid w:val="00073429"/>
    <w:rsid w:val="00076C42"/>
    <w:rsid w:val="000825E9"/>
    <w:rsid w:val="00082675"/>
    <w:rsid w:val="0008294A"/>
    <w:rsid w:val="00084B87"/>
    <w:rsid w:val="00094495"/>
    <w:rsid w:val="00095D57"/>
    <w:rsid w:val="000A22EC"/>
    <w:rsid w:val="000A2725"/>
    <w:rsid w:val="000A3688"/>
    <w:rsid w:val="000A730F"/>
    <w:rsid w:val="000B65E5"/>
    <w:rsid w:val="000B7407"/>
    <w:rsid w:val="000C0D8A"/>
    <w:rsid w:val="000C5BC5"/>
    <w:rsid w:val="000D1723"/>
    <w:rsid w:val="000E009D"/>
    <w:rsid w:val="000E073C"/>
    <w:rsid w:val="000E07B0"/>
    <w:rsid w:val="000E39B6"/>
    <w:rsid w:val="000E3F68"/>
    <w:rsid w:val="000E7088"/>
    <w:rsid w:val="000E782B"/>
    <w:rsid w:val="000E7CAD"/>
    <w:rsid w:val="000F0EE4"/>
    <w:rsid w:val="000F3EBC"/>
    <w:rsid w:val="0010585D"/>
    <w:rsid w:val="00105CE9"/>
    <w:rsid w:val="00106E6C"/>
    <w:rsid w:val="001078A7"/>
    <w:rsid w:val="001149FD"/>
    <w:rsid w:val="00114A5A"/>
    <w:rsid w:val="00117244"/>
    <w:rsid w:val="001178F1"/>
    <w:rsid w:val="0012108B"/>
    <w:rsid w:val="0012564D"/>
    <w:rsid w:val="001304FD"/>
    <w:rsid w:val="001412F7"/>
    <w:rsid w:val="00145029"/>
    <w:rsid w:val="00147DB0"/>
    <w:rsid w:val="00152B76"/>
    <w:rsid w:val="00154D6B"/>
    <w:rsid w:val="0016361B"/>
    <w:rsid w:val="0016421D"/>
    <w:rsid w:val="001756D7"/>
    <w:rsid w:val="001805E7"/>
    <w:rsid w:val="00181742"/>
    <w:rsid w:val="00184755"/>
    <w:rsid w:val="00185242"/>
    <w:rsid w:val="001870D4"/>
    <w:rsid w:val="0019102C"/>
    <w:rsid w:val="001934A2"/>
    <w:rsid w:val="00194BF0"/>
    <w:rsid w:val="001952B4"/>
    <w:rsid w:val="001A3999"/>
    <w:rsid w:val="001A6BA0"/>
    <w:rsid w:val="001B2042"/>
    <w:rsid w:val="001B24F1"/>
    <w:rsid w:val="001B30E8"/>
    <w:rsid w:val="001B30FA"/>
    <w:rsid w:val="001B3EFB"/>
    <w:rsid w:val="001B48E1"/>
    <w:rsid w:val="001B6B2F"/>
    <w:rsid w:val="001C2F06"/>
    <w:rsid w:val="001C5396"/>
    <w:rsid w:val="001C64C5"/>
    <w:rsid w:val="001C6824"/>
    <w:rsid w:val="001D0766"/>
    <w:rsid w:val="001D2A9F"/>
    <w:rsid w:val="001D3A18"/>
    <w:rsid w:val="001D4DE2"/>
    <w:rsid w:val="001E0372"/>
    <w:rsid w:val="001E3505"/>
    <w:rsid w:val="001E4A7F"/>
    <w:rsid w:val="001E4ABA"/>
    <w:rsid w:val="001F17D6"/>
    <w:rsid w:val="001F2181"/>
    <w:rsid w:val="001F7F6E"/>
    <w:rsid w:val="002078E5"/>
    <w:rsid w:val="002135E7"/>
    <w:rsid w:val="00214493"/>
    <w:rsid w:val="0021537F"/>
    <w:rsid w:val="00217C65"/>
    <w:rsid w:val="00220A06"/>
    <w:rsid w:val="002256DE"/>
    <w:rsid w:val="0022732D"/>
    <w:rsid w:val="00227DD2"/>
    <w:rsid w:val="00230481"/>
    <w:rsid w:val="00230CB8"/>
    <w:rsid w:val="00232DFA"/>
    <w:rsid w:val="002342DD"/>
    <w:rsid w:val="00234A65"/>
    <w:rsid w:val="00242B9F"/>
    <w:rsid w:val="002515D8"/>
    <w:rsid w:val="00252BE0"/>
    <w:rsid w:val="0025654D"/>
    <w:rsid w:val="0026088F"/>
    <w:rsid w:val="00262570"/>
    <w:rsid w:val="002641A4"/>
    <w:rsid w:val="0026431E"/>
    <w:rsid w:val="00266727"/>
    <w:rsid w:val="00267577"/>
    <w:rsid w:val="00270BAD"/>
    <w:rsid w:val="00276122"/>
    <w:rsid w:val="00276F69"/>
    <w:rsid w:val="00293A1E"/>
    <w:rsid w:val="00294573"/>
    <w:rsid w:val="002A304A"/>
    <w:rsid w:val="002A7C39"/>
    <w:rsid w:val="002B2520"/>
    <w:rsid w:val="002C1911"/>
    <w:rsid w:val="002C1B13"/>
    <w:rsid w:val="002C3544"/>
    <w:rsid w:val="002C4A1D"/>
    <w:rsid w:val="002D2CC0"/>
    <w:rsid w:val="002D2E18"/>
    <w:rsid w:val="002D3EAA"/>
    <w:rsid w:val="002D4C29"/>
    <w:rsid w:val="002D5194"/>
    <w:rsid w:val="002D552F"/>
    <w:rsid w:val="002E0148"/>
    <w:rsid w:val="002F5C71"/>
    <w:rsid w:val="0030370B"/>
    <w:rsid w:val="0030371F"/>
    <w:rsid w:val="00304649"/>
    <w:rsid w:val="003064C3"/>
    <w:rsid w:val="0031342E"/>
    <w:rsid w:val="00320DAE"/>
    <w:rsid w:val="00321313"/>
    <w:rsid w:val="0032350A"/>
    <w:rsid w:val="00323B25"/>
    <w:rsid w:val="00324CA3"/>
    <w:rsid w:val="00330F52"/>
    <w:rsid w:val="00336851"/>
    <w:rsid w:val="0034398F"/>
    <w:rsid w:val="00346E56"/>
    <w:rsid w:val="00352B7A"/>
    <w:rsid w:val="00353B70"/>
    <w:rsid w:val="00355D86"/>
    <w:rsid w:val="003602F3"/>
    <w:rsid w:val="00360991"/>
    <w:rsid w:val="003664D8"/>
    <w:rsid w:val="00366593"/>
    <w:rsid w:val="00380FD3"/>
    <w:rsid w:val="00381D80"/>
    <w:rsid w:val="00382C13"/>
    <w:rsid w:val="00384E0E"/>
    <w:rsid w:val="003867CE"/>
    <w:rsid w:val="00390EDE"/>
    <w:rsid w:val="00394BA6"/>
    <w:rsid w:val="003A2815"/>
    <w:rsid w:val="003A634F"/>
    <w:rsid w:val="003B389A"/>
    <w:rsid w:val="003C4241"/>
    <w:rsid w:val="003D0BDC"/>
    <w:rsid w:val="003D4DB8"/>
    <w:rsid w:val="003E072E"/>
    <w:rsid w:val="003E57BA"/>
    <w:rsid w:val="003E615B"/>
    <w:rsid w:val="003F5F76"/>
    <w:rsid w:val="003F6762"/>
    <w:rsid w:val="003F72A8"/>
    <w:rsid w:val="003F75D9"/>
    <w:rsid w:val="003F7F45"/>
    <w:rsid w:val="00402D3B"/>
    <w:rsid w:val="00415266"/>
    <w:rsid w:val="00416CA5"/>
    <w:rsid w:val="00417500"/>
    <w:rsid w:val="00417625"/>
    <w:rsid w:val="00420098"/>
    <w:rsid w:val="00423446"/>
    <w:rsid w:val="00424251"/>
    <w:rsid w:val="004272E1"/>
    <w:rsid w:val="00430509"/>
    <w:rsid w:val="004439ED"/>
    <w:rsid w:val="00444085"/>
    <w:rsid w:val="00444CBE"/>
    <w:rsid w:val="00454811"/>
    <w:rsid w:val="00460F79"/>
    <w:rsid w:val="00462691"/>
    <w:rsid w:val="00463825"/>
    <w:rsid w:val="0047017C"/>
    <w:rsid w:val="004743DC"/>
    <w:rsid w:val="0047475E"/>
    <w:rsid w:val="004772F5"/>
    <w:rsid w:val="00477353"/>
    <w:rsid w:val="00482577"/>
    <w:rsid w:val="00490353"/>
    <w:rsid w:val="004963FE"/>
    <w:rsid w:val="004964C6"/>
    <w:rsid w:val="004A0B11"/>
    <w:rsid w:val="004A41F2"/>
    <w:rsid w:val="004A457A"/>
    <w:rsid w:val="004A57B0"/>
    <w:rsid w:val="004B0172"/>
    <w:rsid w:val="004B5219"/>
    <w:rsid w:val="004B68BD"/>
    <w:rsid w:val="004B6F3F"/>
    <w:rsid w:val="004C20F3"/>
    <w:rsid w:val="004C3A90"/>
    <w:rsid w:val="004D0966"/>
    <w:rsid w:val="004D1D44"/>
    <w:rsid w:val="004D2E06"/>
    <w:rsid w:val="004E3928"/>
    <w:rsid w:val="00501AED"/>
    <w:rsid w:val="00502AE6"/>
    <w:rsid w:val="0050762F"/>
    <w:rsid w:val="005115C5"/>
    <w:rsid w:val="00513291"/>
    <w:rsid w:val="00514FED"/>
    <w:rsid w:val="00520F47"/>
    <w:rsid w:val="00522F8A"/>
    <w:rsid w:val="00527318"/>
    <w:rsid w:val="0053163A"/>
    <w:rsid w:val="005349EF"/>
    <w:rsid w:val="00546F75"/>
    <w:rsid w:val="005535B3"/>
    <w:rsid w:val="005575EE"/>
    <w:rsid w:val="00560A98"/>
    <w:rsid w:val="0056201D"/>
    <w:rsid w:val="005653AB"/>
    <w:rsid w:val="00573026"/>
    <w:rsid w:val="00573268"/>
    <w:rsid w:val="00577E1C"/>
    <w:rsid w:val="005819EA"/>
    <w:rsid w:val="0058503D"/>
    <w:rsid w:val="00585D2B"/>
    <w:rsid w:val="005933EA"/>
    <w:rsid w:val="00594183"/>
    <w:rsid w:val="00594BD8"/>
    <w:rsid w:val="005A3271"/>
    <w:rsid w:val="005B3673"/>
    <w:rsid w:val="005B4012"/>
    <w:rsid w:val="005C09A0"/>
    <w:rsid w:val="005C0E01"/>
    <w:rsid w:val="005C3E78"/>
    <w:rsid w:val="005D048A"/>
    <w:rsid w:val="005D2C02"/>
    <w:rsid w:val="005E3B9B"/>
    <w:rsid w:val="005E4925"/>
    <w:rsid w:val="005E5AC2"/>
    <w:rsid w:val="005F1B50"/>
    <w:rsid w:val="005F6277"/>
    <w:rsid w:val="0060010B"/>
    <w:rsid w:val="00600383"/>
    <w:rsid w:val="00600C7A"/>
    <w:rsid w:val="006015C8"/>
    <w:rsid w:val="006078D0"/>
    <w:rsid w:val="00613072"/>
    <w:rsid w:val="006140AD"/>
    <w:rsid w:val="00617184"/>
    <w:rsid w:val="006204E8"/>
    <w:rsid w:val="006220E9"/>
    <w:rsid w:val="00623B58"/>
    <w:rsid w:val="00623CA6"/>
    <w:rsid w:val="00627953"/>
    <w:rsid w:val="00630878"/>
    <w:rsid w:val="00631DD5"/>
    <w:rsid w:val="006320A6"/>
    <w:rsid w:val="006323F2"/>
    <w:rsid w:val="00633831"/>
    <w:rsid w:val="006374BF"/>
    <w:rsid w:val="00640557"/>
    <w:rsid w:val="006407A4"/>
    <w:rsid w:val="00644A9D"/>
    <w:rsid w:val="006469FD"/>
    <w:rsid w:val="00650283"/>
    <w:rsid w:val="00651A37"/>
    <w:rsid w:val="00651C8B"/>
    <w:rsid w:val="00652EB1"/>
    <w:rsid w:val="00654E75"/>
    <w:rsid w:val="00656048"/>
    <w:rsid w:val="006607EB"/>
    <w:rsid w:val="00663F45"/>
    <w:rsid w:val="00665462"/>
    <w:rsid w:val="00680292"/>
    <w:rsid w:val="00680E03"/>
    <w:rsid w:val="00681596"/>
    <w:rsid w:val="00681DDA"/>
    <w:rsid w:val="00685429"/>
    <w:rsid w:val="00685774"/>
    <w:rsid w:val="0069088F"/>
    <w:rsid w:val="006930F6"/>
    <w:rsid w:val="00695058"/>
    <w:rsid w:val="00695EC9"/>
    <w:rsid w:val="006A32D2"/>
    <w:rsid w:val="006A3B1D"/>
    <w:rsid w:val="006A796D"/>
    <w:rsid w:val="006B4762"/>
    <w:rsid w:val="006B7CA5"/>
    <w:rsid w:val="006C0774"/>
    <w:rsid w:val="006C0EBE"/>
    <w:rsid w:val="006C1570"/>
    <w:rsid w:val="006C21CB"/>
    <w:rsid w:val="006D22F9"/>
    <w:rsid w:val="006D2438"/>
    <w:rsid w:val="006D5C0C"/>
    <w:rsid w:val="006E61C8"/>
    <w:rsid w:val="006F0F6B"/>
    <w:rsid w:val="0070272A"/>
    <w:rsid w:val="00706B2D"/>
    <w:rsid w:val="0070709F"/>
    <w:rsid w:val="007119E3"/>
    <w:rsid w:val="00711F80"/>
    <w:rsid w:val="0071251D"/>
    <w:rsid w:val="007126D4"/>
    <w:rsid w:val="00714801"/>
    <w:rsid w:val="007170D4"/>
    <w:rsid w:val="007179C0"/>
    <w:rsid w:val="00721A98"/>
    <w:rsid w:val="007238BA"/>
    <w:rsid w:val="007240BF"/>
    <w:rsid w:val="00726F08"/>
    <w:rsid w:val="00730575"/>
    <w:rsid w:val="00731856"/>
    <w:rsid w:val="007321A3"/>
    <w:rsid w:val="007332CF"/>
    <w:rsid w:val="00742212"/>
    <w:rsid w:val="00744673"/>
    <w:rsid w:val="007505C9"/>
    <w:rsid w:val="00753FD4"/>
    <w:rsid w:val="007615CE"/>
    <w:rsid w:val="007632FC"/>
    <w:rsid w:val="0077377F"/>
    <w:rsid w:val="00774858"/>
    <w:rsid w:val="007749F9"/>
    <w:rsid w:val="007801E1"/>
    <w:rsid w:val="00780F80"/>
    <w:rsid w:val="007836FF"/>
    <w:rsid w:val="00784202"/>
    <w:rsid w:val="00786496"/>
    <w:rsid w:val="00787CA2"/>
    <w:rsid w:val="00790A65"/>
    <w:rsid w:val="00793C94"/>
    <w:rsid w:val="00797389"/>
    <w:rsid w:val="007A4366"/>
    <w:rsid w:val="007A49C8"/>
    <w:rsid w:val="007B185E"/>
    <w:rsid w:val="007B6562"/>
    <w:rsid w:val="007C5487"/>
    <w:rsid w:val="007C5920"/>
    <w:rsid w:val="007C6992"/>
    <w:rsid w:val="007D09BB"/>
    <w:rsid w:val="007D0DF4"/>
    <w:rsid w:val="007D24DA"/>
    <w:rsid w:val="007D2B07"/>
    <w:rsid w:val="007D2C52"/>
    <w:rsid w:val="007D3BAD"/>
    <w:rsid w:val="007D733F"/>
    <w:rsid w:val="007E68E8"/>
    <w:rsid w:val="007F5CA1"/>
    <w:rsid w:val="007F6FE0"/>
    <w:rsid w:val="007F7B25"/>
    <w:rsid w:val="008044B1"/>
    <w:rsid w:val="0080606E"/>
    <w:rsid w:val="00810D15"/>
    <w:rsid w:val="00822F67"/>
    <w:rsid w:val="008250A7"/>
    <w:rsid w:val="00826F61"/>
    <w:rsid w:val="0082757D"/>
    <w:rsid w:val="00827D33"/>
    <w:rsid w:val="00830053"/>
    <w:rsid w:val="0083420A"/>
    <w:rsid w:val="00842904"/>
    <w:rsid w:val="00844676"/>
    <w:rsid w:val="00844E59"/>
    <w:rsid w:val="00845AD8"/>
    <w:rsid w:val="00847965"/>
    <w:rsid w:val="00852FCE"/>
    <w:rsid w:val="00854A5E"/>
    <w:rsid w:val="008603E4"/>
    <w:rsid w:val="00860AB8"/>
    <w:rsid w:val="00867192"/>
    <w:rsid w:val="0086768D"/>
    <w:rsid w:val="008713EF"/>
    <w:rsid w:val="00872647"/>
    <w:rsid w:val="00872A0F"/>
    <w:rsid w:val="00872F80"/>
    <w:rsid w:val="00873EAC"/>
    <w:rsid w:val="00875D82"/>
    <w:rsid w:val="00876F7A"/>
    <w:rsid w:val="00884DC1"/>
    <w:rsid w:val="00885630"/>
    <w:rsid w:val="00887DA3"/>
    <w:rsid w:val="008903EB"/>
    <w:rsid w:val="00894799"/>
    <w:rsid w:val="00895293"/>
    <w:rsid w:val="0089538B"/>
    <w:rsid w:val="00895D73"/>
    <w:rsid w:val="0089651F"/>
    <w:rsid w:val="008968B0"/>
    <w:rsid w:val="008A2C0F"/>
    <w:rsid w:val="008A3FE6"/>
    <w:rsid w:val="008A43D3"/>
    <w:rsid w:val="008A6FED"/>
    <w:rsid w:val="008A7751"/>
    <w:rsid w:val="008B27C9"/>
    <w:rsid w:val="008B5199"/>
    <w:rsid w:val="008B51D5"/>
    <w:rsid w:val="008B6106"/>
    <w:rsid w:val="008B75DC"/>
    <w:rsid w:val="008C171A"/>
    <w:rsid w:val="008C56F9"/>
    <w:rsid w:val="008D13B9"/>
    <w:rsid w:val="008D6291"/>
    <w:rsid w:val="008E0CEF"/>
    <w:rsid w:val="008E1DA2"/>
    <w:rsid w:val="008E3A3A"/>
    <w:rsid w:val="008F0137"/>
    <w:rsid w:val="008F034E"/>
    <w:rsid w:val="008F3F51"/>
    <w:rsid w:val="008F462B"/>
    <w:rsid w:val="008F65E4"/>
    <w:rsid w:val="008F6D02"/>
    <w:rsid w:val="008F73B8"/>
    <w:rsid w:val="00901D76"/>
    <w:rsid w:val="009026A6"/>
    <w:rsid w:val="00904432"/>
    <w:rsid w:val="00911F87"/>
    <w:rsid w:val="009150A7"/>
    <w:rsid w:val="00937F5F"/>
    <w:rsid w:val="00945ADC"/>
    <w:rsid w:val="00945FCE"/>
    <w:rsid w:val="00950B39"/>
    <w:rsid w:val="00951FCF"/>
    <w:rsid w:val="00955106"/>
    <w:rsid w:val="00960CD1"/>
    <w:rsid w:val="00962A5B"/>
    <w:rsid w:val="00973D81"/>
    <w:rsid w:val="0098049A"/>
    <w:rsid w:val="00983028"/>
    <w:rsid w:val="00992557"/>
    <w:rsid w:val="0099301B"/>
    <w:rsid w:val="009A115D"/>
    <w:rsid w:val="009A1844"/>
    <w:rsid w:val="009B205F"/>
    <w:rsid w:val="009C273B"/>
    <w:rsid w:val="009C5EEE"/>
    <w:rsid w:val="009E2A38"/>
    <w:rsid w:val="009E69D1"/>
    <w:rsid w:val="009E6EC0"/>
    <w:rsid w:val="009F22F3"/>
    <w:rsid w:val="009F2C4C"/>
    <w:rsid w:val="009F4418"/>
    <w:rsid w:val="00A0002B"/>
    <w:rsid w:val="00A0153D"/>
    <w:rsid w:val="00A040B0"/>
    <w:rsid w:val="00A040E9"/>
    <w:rsid w:val="00A04F02"/>
    <w:rsid w:val="00A1024E"/>
    <w:rsid w:val="00A105CF"/>
    <w:rsid w:val="00A11915"/>
    <w:rsid w:val="00A11F27"/>
    <w:rsid w:val="00A12DE7"/>
    <w:rsid w:val="00A17EEE"/>
    <w:rsid w:val="00A250DD"/>
    <w:rsid w:val="00A2586E"/>
    <w:rsid w:val="00A30119"/>
    <w:rsid w:val="00A3725F"/>
    <w:rsid w:val="00A37CEE"/>
    <w:rsid w:val="00A43A0C"/>
    <w:rsid w:val="00A4553D"/>
    <w:rsid w:val="00A5324E"/>
    <w:rsid w:val="00A55A4A"/>
    <w:rsid w:val="00A57C8D"/>
    <w:rsid w:val="00A63269"/>
    <w:rsid w:val="00A70FFD"/>
    <w:rsid w:val="00A73054"/>
    <w:rsid w:val="00A7362A"/>
    <w:rsid w:val="00A75ADA"/>
    <w:rsid w:val="00A76306"/>
    <w:rsid w:val="00A812F9"/>
    <w:rsid w:val="00A8169E"/>
    <w:rsid w:val="00A81C6D"/>
    <w:rsid w:val="00A854C3"/>
    <w:rsid w:val="00A86E78"/>
    <w:rsid w:val="00A87E36"/>
    <w:rsid w:val="00A915D2"/>
    <w:rsid w:val="00A94FAE"/>
    <w:rsid w:val="00AA1F23"/>
    <w:rsid w:val="00AB0156"/>
    <w:rsid w:val="00AB3D7F"/>
    <w:rsid w:val="00AC3818"/>
    <w:rsid w:val="00AC7403"/>
    <w:rsid w:val="00AD5C75"/>
    <w:rsid w:val="00AD7635"/>
    <w:rsid w:val="00AE1F25"/>
    <w:rsid w:val="00AE24CA"/>
    <w:rsid w:val="00AE3D15"/>
    <w:rsid w:val="00AE6847"/>
    <w:rsid w:val="00AF2B73"/>
    <w:rsid w:val="00AF5B07"/>
    <w:rsid w:val="00AF7A19"/>
    <w:rsid w:val="00B000D0"/>
    <w:rsid w:val="00B00207"/>
    <w:rsid w:val="00B02507"/>
    <w:rsid w:val="00B05D09"/>
    <w:rsid w:val="00B12545"/>
    <w:rsid w:val="00B135F6"/>
    <w:rsid w:val="00B13A31"/>
    <w:rsid w:val="00B13F83"/>
    <w:rsid w:val="00B157BA"/>
    <w:rsid w:val="00B16C19"/>
    <w:rsid w:val="00B229FF"/>
    <w:rsid w:val="00B238CA"/>
    <w:rsid w:val="00B30881"/>
    <w:rsid w:val="00B32585"/>
    <w:rsid w:val="00B33E13"/>
    <w:rsid w:val="00B4279E"/>
    <w:rsid w:val="00B42890"/>
    <w:rsid w:val="00B43E6C"/>
    <w:rsid w:val="00B444F6"/>
    <w:rsid w:val="00B4726F"/>
    <w:rsid w:val="00B50096"/>
    <w:rsid w:val="00B50379"/>
    <w:rsid w:val="00B5285A"/>
    <w:rsid w:val="00B5296D"/>
    <w:rsid w:val="00B543FD"/>
    <w:rsid w:val="00B547AA"/>
    <w:rsid w:val="00B553DF"/>
    <w:rsid w:val="00B622B4"/>
    <w:rsid w:val="00B629B5"/>
    <w:rsid w:val="00B63117"/>
    <w:rsid w:val="00B6536D"/>
    <w:rsid w:val="00B66BAB"/>
    <w:rsid w:val="00B728D2"/>
    <w:rsid w:val="00B73175"/>
    <w:rsid w:val="00B75600"/>
    <w:rsid w:val="00B81A04"/>
    <w:rsid w:val="00B82865"/>
    <w:rsid w:val="00B8614B"/>
    <w:rsid w:val="00B86B3F"/>
    <w:rsid w:val="00B90045"/>
    <w:rsid w:val="00B927F3"/>
    <w:rsid w:val="00B94FE7"/>
    <w:rsid w:val="00BA0CB2"/>
    <w:rsid w:val="00BA16C8"/>
    <w:rsid w:val="00BA656F"/>
    <w:rsid w:val="00BA73AB"/>
    <w:rsid w:val="00BB1195"/>
    <w:rsid w:val="00BB4176"/>
    <w:rsid w:val="00BB5A09"/>
    <w:rsid w:val="00BB624C"/>
    <w:rsid w:val="00BC0313"/>
    <w:rsid w:val="00BC2347"/>
    <w:rsid w:val="00BC3174"/>
    <w:rsid w:val="00BC618D"/>
    <w:rsid w:val="00BD5755"/>
    <w:rsid w:val="00BD6336"/>
    <w:rsid w:val="00BD64E1"/>
    <w:rsid w:val="00BD6B6F"/>
    <w:rsid w:val="00BE0815"/>
    <w:rsid w:val="00BE2C50"/>
    <w:rsid w:val="00BE4042"/>
    <w:rsid w:val="00BE5953"/>
    <w:rsid w:val="00BE7E3E"/>
    <w:rsid w:val="00BF3A4D"/>
    <w:rsid w:val="00BF6518"/>
    <w:rsid w:val="00C00397"/>
    <w:rsid w:val="00C03ECF"/>
    <w:rsid w:val="00C04659"/>
    <w:rsid w:val="00C04B10"/>
    <w:rsid w:val="00C0726B"/>
    <w:rsid w:val="00C07E86"/>
    <w:rsid w:val="00C11837"/>
    <w:rsid w:val="00C136D7"/>
    <w:rsid w:val="00C1707A"/>
    <w:rsid w:val="00C201F5"/>
    <w:rsid w:val="00C271D3"/>
    <w:rsid w:val="00C2785E"/>
    <w:rsid w:val="00C3535E"/>
    <w:rsid w:val="00C36846"/>
    <w:rsid w:val="00C431AF"/>
    <w:rsid w:val="00C44155"/>
    <w:rsid w:val="00C50750"/>
    <w:rsid w:val="00C50760"/>
    <w:rsid w:val="00C61260"/>
    <w:rsid w:val="00C65FA0"/>
    <w:rsid w:val="00C66885"/>
    <w:rsid w:val="00C6690E"/>
    <w:rsid w:val="00C72B89"/>
    <w:rsid w:val="00C7414C"/>
    <w:rsid w:val="00C76392"/>
    <w:rsid w:val="00C84EFA"/>
    <w:rsid w:val="00C85974"/>
    <w:rsid w:val="00C86A61"/>
    <w:rsid w:val="00C90DD2"/>
    <w:rsid w:val="00C91249"/>
    <w:rsid w:val="00C93195"/>
    <w:rsid w:val="00C967E2"/>
    <w:rsid w:val="00C97312"/>
    <w:rsid w:val="00C97354"/>
    <w:rsid w:val="00CA3907"/>
    <w:rsid w:val="00CA3E8F"/>
    <w:rsid w:val="00CA4E4D"/>
    <w:rsid w:val="00CA5C69"/>
    <w:rsid w:val="00CA6840"/>
    <w:rsid w:val="00CB65FF"/>
    <w:rsid w:val="00CB75A4"/>
    <w:rsid w:val="00CB7B33"/>
    <w:rsid w:val="00CC1EFF"/>
    <w:rsid w:val="00CC3F5B"/>
    <w:rsid w:val="00CC6072"/>
    <w:rsid w:val="00CC6DD6"/>
    <w:rsid w:val="00CC7A3C"/>
    <w:rsid w:val="00CD2C2A"/>
    <w:rsid w:val="00CD4E2E"/>
    <w:rsid w:val="00CE17D5"/>
    <w:rsid w:val="00CE2057"/>
    <w:rsid w:val="00CE20E4"/>
    <w:rsid w:val="00CE2331"/>
    <w:rsid w:val="00CE4547"/>
    <w:rsid w:val="00CE69CC"/>
    <w:rsid w:val="00CE749C"/>
    <w:rsid w:val="00CF1B51"/>
    <w:rsid w:val="00CF62B5"/>
    <w:rsid w:val="00D018AE"/>
    <w:rsid w:val="00D104C5"/>
    <w:rsid w:val="00D10A5F"/>
    <w:rsid w:val="00D12512"/>
    <w:rsid w:val="00D14F48"/>
    <w:rsid w:val="00D14F62"/>
    <w:rsid w:val="00D1714B"/>
    <w:rsid w:val="00D2248E"/>
    <w:rsid w:val="00D24381"/>
    <w:rsid w:val="00D25A9E"/>
    <w:rsid w:val="00D277E8"/>
    <w:rsid w:val="00D333BB"/>
    <w:rsid w:val="00D368E6"/>
    <w:rsid w:val="00D37C64"/>
    <w:rsid w:val="00D40B69"/>
    <w:rsid w:val="00D416A2"/>
    <w:rsid w:val="00D47444"/>
    <w:rsid w:val="00D51CD3"/>
    <w:rsid w:val="00D51CDF"/>
    <w:rsid w:val="00D53017"/>
    <w:rsid w:val="00D53A76"/>
    <w:rsid w:val="00D64837"/>
    <w:rsid w:val="00D660C8"/>
    <w:rsid w:val="00D77BE4"/>
    <w:rsid w:val="00D81E61"/>
    <w:rsid w:val="00D86EE2"/>
    <w:rsid w:val="00D92436"/>
    <w:rsid w:val="00DA3F49"/>
    <w:rsid w:val="00DA5EFE"/>
    <w:rsid w:val="00DA6E73"/>
    <w:rsid w:val="00DB0603"/>
    <w:rsid w:val="00DB7EF2"/>
    <w:rsid w:val="00DC34E4"/>
    <w:rsid w:val="00DC47E3"/>
    <w:rsid w:val="00DC4D9E"/>
    <w:rsid w:val="00DD0B05"/>
    <w:rsid w:val="00DD1447"/>
    <w:rsid w:val="00DD2047"/>
    <w:rsid w:val="00DD2975"/>
    <w:rsid w:val="00DD3AC6"/>
    <w:rsid w:val="00DD3C94"/>
    <w:rsid w:val="00DD43D6"/>
    <w:rsid w:val="00DE4D70"/>
    <w:rsid w:val="00DE683C"/>
    <w:rsid w:val="00DE6C7E"/>
    <w:rsid w:val="00DF18D9"/>
    <w:rsid w:val="00DF1F2C"/>
    <w:rsid w:val="00DF477C"/>
    <w:rsid w:val="00DF7DAF"/>
    <w:rsid w:val="00E007FD"/>
    <w:rsid w:val="00E00A0E"/>
    <w:rsid w:val="00E021D5"/>
    <w:rsid w:val="00E100F9"/>
    <w:rsid w:val="00E147E3"/>
    <w:rsid w:val="00E157DA"/>
    <w:rsid w:val="00E21438"/>
    <w:rsid w:val="00E2166F"/>
    <w:rsid w:val="00E25449"/>
    <w:rsid w:val="00E509BE"/>
    <w:rsid w:val="00E523F7"/>
    <w:rsid w:val="00E52BFC"/>
    <w:rsid w:val="00E541FE"/>
    <w:rsid w:val="00E553AC"/>
    <w:rsid w:val="00E61A1D"/>
    <w:rsid w:val="00E65E0C"/>
    <w:rsid w:val="00E704BC"/>
    <w:rsid w:val="00E729C5"/>
    <w:rsid w:val="00E7410E"/>
    <w:rsid w:val="00E76080"/>
    <w:rsid w:val="00E85755"/>
    <w:rsid w:val="00E91362"/>
    <w:rsid w:val="00EA188F"/>
    <w:rsid w:val="00EA26EB"/>
    <w:rsid w:val="00EA3594"/>
    <w:rsid w:val="00EA4DF2"/>
    <w:rsid w:val="00EA5534"/>
    <w:rsid w:val="00EA7FCE"/>
    <w:rsid w:val="00EB0622"/>
    <w:rsid w:val="00EB343D"/>
    <w:rsid w:val="00EB5F2E"/>
    <w:rsid w:val="00EB6C5D"/>
    <w:rsid w:val="00EC1319"/>
    <w:rsid w:val="00EC3E41"/>
    <w:rsid w:val="00EC5337"/>
    <w:rsid w:val="00EC68A8"/>
    <w:rsid w:val="00ED68E5"/>
    <w:rsid w:val="00ED6B90"/>
    <w:rsid w:val="00EE244B"/>
    <w:rsid w:val="00EE3D51"/>
    <w:rsid w:val="00EE4E40"/>
    <w:rsid w:val="00EE64FB"/>
    <w:rsid w:val="00EF0209"/>
    <w:rsid w:val="00EF21BB"/>
    <w:rsid w:val="00EF27EE"/>
    <w:rsid w:val="00EF365E"/>
    <w:rsid w:val="00EF3A5F"/>
    <w:rsid w:val="00F0077E"/>
    <w:rsid w:val="00F00C79"/>
    <w:rsid w:val="00F03051"/>
    <w:rsid w:val="00F038E8"/>
    <w:rsid w:val="00F10BF8"/>
    <w:rsid w:val="00F13004"/>
    <w:rsid w:val="00F154B3"/>
    <w:rsid w:val="00F15884"/>
    <w:rsid w:val="00F16871"/>
    <w:rsid w:val="00F16942"/>
    <w:rsid w:val="00F17225"/>
    <w:rsid w:val="00F201B2"/>
    <w:rsid w:val="00F21140"/>
    <w:rsid w:val="00F215D9"/>
    <w:rsid w:val="00F22880"/>
    <w:rsid w:val="00F24C80"/>
    <w:rsid w:val="00F26D15"/>
    <w:rsid w:val="00F27F72"/>
    <w:rsid w:val="00F30C31"/>
    <w:rsid w:val="00F329F4"/>
    <w:rsid w:val="00F33F5A"/>
    <w:rsid w:val="00F34752"/>
    <w:rsid w:val="00F426DD"/>
    <w:rsid w:val="00F42FED"/>
    <w:rsid w:val="00F56615"/>
    <w:rsid w:val="00F679F2"/>
    <w:rsid w:val="00F7383C"/>
    <w:rsid w:val="00F73BE6"/>
    <w:rsid w:val="00F73EBD"/>
    <w:rsid w:val="00F75952"/>
    <w:rsid w:val="00F75D3A"/>
    <w:rsid w:val="00F76B0C"/>
    <w:rsid w:val="00F82B67"/>
    <w:rsid w:val="00F865F7"/>
    <w:rsid w:val="00F87E59"/>
    <w:rsid w:val="00F91AFE"/>
    <w:rsid w:val="00F92DCA"/>
    <w:rsid w:val="00F96DC0"/>
    <w:rsid w:val="00FA0F8F"/>
    <w:rsid w:val="00FA6617"/>
    <w:rsid w:val="00FB00A0"/>
    <w:rsid w:val="00FB0DA7"/>
    <w:rsid w:val="00FB103E"/>
    <w:rsid w:val="00FB1277"/>
    <w:rsid w:val="00FB491E"/>
    <w:rsid w:val="00FB7055"/>
    <w:rsid w:val="00FB707E"/>
    <w:rsid w:val="00FC6570"/>
    <w:rsid w:val="00FD3817"/>
    <w:rsid w:val="00FE2D1E"/>
    <w:rsid w:val="00FE3113"/>
    <w:rsid w:val="00FF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14DF89"/>
  <w15:docId w15:val="{B0994703-912B-4838-9C98-0CD47139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6DC0"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rsid w:val="00B43E6C"/>
    <w:pPr>
      <w:jc w:val="both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rsid w:val="005819EA"/>
    <w:rPr>
      <w:color w:val="0000FF"/>
      <w:u w:val="single"/>
    </w:rPr>
  </w:style>
  <w:style w:type="table" w:styleId="TableGrid">
    <w:name w:val="Table Grid"/>
    <w:basedOn w:val="TableNormal"/>
    <w:uiPriority w:val="59"/>
    <w:rsid w:val="008A3FE6"/>
    <w:rPr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3FE6"/>
    <w:pPr>
      <w:ind w:left="720"/>
      <w:contextualSpacing/>
    </w:pPr>
  </w:style>
  <w:style w:type="paragraph" w:customStyle="1" w:styleId="Standard">
    <w:name w:val="Standard"/>
    <w:rsid w:val="007F7B25"/>
    <w:pPr>
      <w:suppressAutoHyphens/>
      <w:autoSpaceDN w:val="0"/>
      <w:textAlignment w:val="baseline"/>
    </w:pPr>
    <w:rPr>
      <w:kern w:val="3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91407F2FE6764CA9F2BE34926EF00C" ma:contentTypeVersion="4" ma:contentTypeDescription="Create a new document." ma:contentTypeScope="" ma:versionID="9976f87c9ce31f1f01d23c82c6fc1bef">
  <xsd:schema xmlns:xsd="http://www.w3.org/2001/XMLSchema" xmlns:xs="http://www.w3.org/2001/XMLSchema" xmlns:p="http://schemas.microsoft.com/office/2006/metadata/properties" xmlns:ns2="9feb6612-87f5-4234-aaa1-522012de41ea" targetNamespace="http://schemas.microsoft.com/office/2006/metadata/properties" ma:root="true" ma:fieldsID="faf8082235d283f214bdbc59cf62b0bf" ns2:_="">
    <xsd:import namespace="9feb6612-87f5-4234-aaa1-522012de4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b6612-87f5-4234-aaa1-522012de4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C89B8A-5353-4E43-98C2-1D3CCC926D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368069-3E63-4DD8-99D0-A633F66437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eb6612-87f5-4234-aaa1-522012de4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7F2B8A-2146-4B0B-88AB-F9EDAD4A72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E13B12-D54A-4F43-86CC-40A0F6A710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70</TotalTime>
  <Pages>2</Pages>
  <Words>422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ITH</dc:creator>
  <cp:lastModifiedBy>Tiia Koel</cp:lastModifiedBy>
  <cp:revision>52</cp:revision>
  <cp:lastPrinted>2023-07-14T08:41:00Z</cp:lastPrinted>
  <dcterms:created xsi:type="dcterms:W3CDTF">2024-02-23T10:27:00Z</dcterms:created>
  <dcterms:modified xsi:type="dcterms:W3CDTF">2024-02-27T07:58:00Z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0x010100C691407F2FE6764CA9F2BE34926EF00C</vt:lpwstr>
  </property>
</Properties>
</file>