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8848D" w14:textId="1658C86B" w:rsidR="00DB785F" w:rsidRDefault="00DB785F" w:rsidP="00900256">
      <w:pPr>
        <w:spacing w:line="360" w:lineRule="auto"/>
        <w:rPr>
          <w:rFonts w:asciiTheme="majorBidi" w:hAnsiTheme="majorBidi" w:cstheme="majorBidi"/>
          <w:sz w:val="22"/>
          <w:szCs w:val="22"/>
        </w:rPr>
      </w:pPr>
    </w:p>
    <w:p w14:paraId="670D6E03" w14:textId="77777777" w:rsidR="00867BF6" w:rsidRPr="00697E27" w:rsidRDefault="00867BF6" w:rsidP="00900256">
      <w:pPr>
        <w:spacing w:line="360" w:lineRule="auto"/>
        <w:rPr>
          <w:rFonts w:asciiTheme="majorBidi" w:hAnsiTheme="majorBidi" w:cstheme="majorBidi"/>
          <w:sz w:val="22"/>
          <w:szCs w:val="22"/>
        </w:rPr>
      </w:pPr>
    </w:p>
    <w:p w14:paraId="02C24E9D" w14:textId="654A3451" w:rsidR="00900256" w:rsidRPr="00697E27" w:rsidRDefault="00D94E91" w:rsidP="00900256">
      <w:pPr>
        <w:spacing w:line="360" w:lineRule="auto"/>
        <w:rPr>
          <w:rFonts w:asciiTheme="majorBidi" w:hAnsiTheme="majorBidi" w:cstheme="majorBidi"/>
          <w:sz w:val="22"/>
          <w:szCs w:val="22"/>
        </w:rPr>
      </w:pPr>
      <w:r w:rsidRPr="00697E27">
        <w:rPr>
          <w:rFonts w:asciiTheme="majorBidi" w:hAnsiTheme="majorBidi" w:cstheme="majorBidi"/>
          <w:sz w:val="22"/>
          <w:szCs w:val="22"/>
        </w:rPr>
        <w:t>Tarmo Miilits</w:t>
      </w:r>
    </w:p>
    <w:p w14:paraId="734E856B" w14:textId="75C4DF69" w:rsidR="00900256" w:rsidRPr="00697E27" w:rsidRDefault="00697E27" w:rsidP="00900256">
      <w:pPr>
        <w:spacing w:line="360" w:lineRule="auto"/>
        <w:rPr>
          <w:rFonts w:asciiTheme="majorBidi" w:hAnsiTheme="majorBidi" w:cstheme="majorBidi"/>
          <w:sz w:val="22"/>
          <w:szCs w:val="22"/>
        </w:rPr>
      </w:pPr>
      <w:r w:rsidRPr="00697E27">
        <w:rPr>
          <w:rFonts w:asciiTheme="majorBidi" w:hAnsiTheme="majorBidi" w:cstheme="majorBidi"/>
          <w:sz w:val="22"/>
          <w:szCs w:val="22"/>
        </w:rPr>
        <w:t>Rahvastiku toimingute osakond</w:t>
      </w:r>
    </w:p>
    <w:p w14:paraId="26615668" w14:textId="6DABC1DA" w:rsidR="00900256" w:rsidRPr="00697E27" w:rsidRDefault="00697E27" w:rsidP="00900256">
      <w:pPr>
        <w:spacing w:line="360" w:lineRule="auto"/>
        <w:rPr>
          <w:rFonts w:asciiTheme="majorBidi" w:hAnsiTheme="majorBidi" w:cstheme="majorBidi"/>
          <w:sz w:val="22"/>
          <w:szCs w:val="22"/>
        </w:rPr>
      </w:pPr>
      <w:r w:rsidRPr="00697E27">
        <w:rPr>
          <w:rFonts w:asciiTheme="majorBidi" w:hAnsiTheme="majorBidi" w:cstheme="majorBidi"/>
          <w:sz w:val="22"/>
          <w:szCs w:val="22"/>
        </w:rPr>
        <w:t>Sise</w:t>
      </w:r>
      <w:r w:rsidR="00900256" w:rsidRPr="00697E27">
        <w:rPr>
          <w:rFonts w:asciiTheme="majorBidi" w:hAnsiTheme="majorBidi" w:cstheme="majorBidi"/>
          <w:sz w:val="22"/>
          <w:szCs w:val="22"/>
        </w:rPr>
        <w:t>ministeerium</w:t>
      </w:r>
    </w:p>
    <w:p w14:paraId="7F3C99FC" w14:textId="35E34826" w:rsidR="00900256" w:rsidRPr="00697E27" w:rsidRDefault="00900256" w:rsidP="00900256">
      <w:pPr>
        <w:spacing w:line="360" w:lineRule="auto"/>
        <w:rPr>
          <w:rFonts w:asciiTheme="majorBidi" w:hAnsiTheme="majorBidi" w:cstheme="majorBidi"/>
          <w:sz w:val="22"/>
          <w:szCs w:val="22"/>
        </w:rPr>
      </w:pPr>
      <w:r w:rsidRPr="00697E27">
        <w:rPr>
          <w:rFonts w:asciiTheme="majorBidi" w:hAnsiTheme="majorBidi" w:cstheme="majorBidi"/>
          <w:sz w:val="22"/>
          <w:szCs w:val="22"/>
        </w:rPr>
        <w:t>info@</w:t>
      </w:r>
      <w:r w:rsidR="00BD175A">
        <w:rPr>
          <w:rFonts w:asciiTheme="majorBidi" w:hAnsiTheme="majorBidi" w:cstheme="majorBidi"/>
          <w:sz w:val="22"/>
          <w:szCs w:val="22"/>
        </w:rPr>
        <w:t>s</w:t>
      </w:r>
      <w:r w:rsidR="00697E27" w:rsidRPr="00697E27">
        <w:rPr>
          <w:rFonts w:asciiTheme="majorBidi" w:hAnsiTheme="majorBidi" w:cstheme="majorBidi"/>
          <w:sz w:val="22"/>
          <w:szCs w:val="22"/>
        </w:rPr>
        <w:t>iseministeerium</w:t>
      </w:r>
      <w:r w:rsidR="00697E27" w:rsidRPr="00697E27">
        <w:rPr>
          <w:rFonts w:asciiTheme="majorBidi" w:hAnsiTheme="majorBidi" w:cstheme="majorBidi"/>
          <w:sz w:val="22"/>
          <w:szCs w:val="22"/>
        </w:rPr>
        <w:t>.</w:t>
      </w:r>
      <w:r w:rsidRPr="00697E27">
        <w:rPr>
          <w:rFonts w:asciiTheme="majorBidi" w:hAnsiTheme="majorBidi" w:cstheme="majorBidi"/>
          <w:sz w:val="22"/>
          <w:szCs w:val="22"/>
        </w:rPr>
        <w:t xml:space="preserve">ee                                                 </w:t>
      </w:r>
      <w:r w:rsidRPr="00697E27">
        <w:rPr>
          <w:rFonts w:asciiTheme="majorBidi" w:hAnsiTheme="majorBidi" w:cstheme="majorBidi"/>
          <w:sz w:val="22"/>
          <w:szCs w:val="22"/>
        </w:rPr>
        <w:tab/>
        <w:t xml:space="preserve">   </w:t>
      </w:r>
      <w:r w:rsidRPr="00697E27">
        <w:rPr>
          <w:rFonts w:asciiTheme="majorBidi" w:hAnsiTheme="majorBidi" w:cstheme="majorBidi"/>
          <w:sz w:val="22"/>
          <w:szCs w:val="22"/>
        </w:rPr>
        <w:tab/>
        <w:t xml:space="preserve">       </w:t>
      </w:r>
      <w:r w:rsidR="00D94E91" w:rsidRPr="00697E27">
        <w:rPr>
          <w:rFonts w:asciiTheme="majorBidi" w:hAnsiTheme="majorBidi" w:cstheme="majorBidi"/>
          <w:sz w:val="22"/>
          <w:szCs w:val="22"/>
        </w:rPr>
        <w:t>18.04</w:t>
      </w:r>
      <w:r w:rsidRPr="00697E27">
        <w:rPr>
          <w:rFonts w:asciiTheme="majorBidi" w:hAnsiTheme="majorBidi" w:cstheme="majorBidi"/>
          <w:sz w:val="22"/>
          <w:szCs w:val="22"/>
        </w:rPr>
        <w:t>.</w:t>
      </w:r>
      <w:r w:rsidRPr="00867BF6">
        <w:rPr>
          <w:rFonts w:asciiTheme="majorBidi" w:hAnsiTheme="majorBidi" w:cstheme="majorBidi"/>
          <w:sz w:val="22"/>
          <w:szCs w:val="22"/>
        </w:rPr>
        <w:t>2022 nr 00</w:t>
      </w:r>
      <w:r w:rsidR="00867BF6" w:rsidRPr="00867BF6">
        <w:rPr>
          <w:rFonts w:asciiTheme="majorBidi" w:hAnsiTheme="majorBidi" w:cstheme="majorBidi"/>
          <w:sz w:val="22"/>
          <w:szCs w:val="22"/>
        </w:rPr>
        <w:t>7</w:t>
      </w:r>
      <w:r w:rsidRPr="00867BF6">
        <w:rPr>
          <w:rFonts w:asciiTheme="majorBidi" w:hAnsiTheme="majorBidi" w:cstheme="majorBidi"/>
          <w:sz w:val="22"/>
          <w:szCs w:val="22"/>
        </w:rPr>
        <w:t>/1.1-8</w:t>
      </w:r>
    </w:p>
    <w:p w14:paraId="52EC6051" w14:textId="0A03F9F6" w:rsidR="00900256" w:rsidRPr="00697E27" w:rsidRDefault="00900256" w:rsidP="00900256">
      <w:pPr>
        <w:spacing w:line="360" w:lineRule="auto"/>
        <w:rPr>
          <w:rFonts w:asciiTheme="majorBidi" w:hAnsiTheme="majorBidi" w:cstheme="majorBidi"/>
          <w:sz w:val="22"/>
          <w:szCs w:val="22"/>
        </w:rPr>
      </w:pPr>
      <w:r w:rsidRPr="00697E27">
        <w:rPr>
          <w:rFonts w:asciiTheme="majorBidi" w:hAnsiTheme="majorBidi" w:cstheme="majorBidi"/>
          <w:sz w:val="22"/>
          <w:szCs w:val="22"/>
        </w:rPr>
        <w:t xml:space="preserve"> </w:t>
      </w:r>
    </w:p>
    <w:p w14:paraId="55991AAC" w14:textId="77777777" w:rsidR="00DB785F" w:rsidRPr="00697E27" w:rsidRDefault="00DB785F" w:rsidP="00900256">
      <w:pPr>
        <w:spacing w:line="360" w:lineRule="auto"/>
        <w:rPr>
          <w:rFonts w:asciiTheme="majorBidi" w:hAnsiTheme="majorBidi" w:cstheme="majorBidi"/>
          <w:sz w:val="22"/>
          <w:szCs w:val="22"/>
        </w:rPr>
      </w:pPr>
    </w:p>
    <w:p w14:paraId="680F455E" w14:textId="77777777" w:rsidR="00900256" w:rsidRPr="00697E27" w:rsidRDefault="00900256" w:rsidP="00900256">
      <w:pPr>
        <w:spacing w:line="360" w:lineRule="auto"/>
        <w:rPr>
          <w:rFonts w:asciiTheme="majorBidi" w:hAnsiTheme="majorBidi" w:cstheme="majorBidi"/>
          <w:sz w:val="22"/>
          <w:szCs w:val="22"/>
        </w:rPr>
      </w:pPr>
    </w:p>
    <w:p w14:paraId="58E99912" w14:textId="77777777" w:rsidR="00DB785F" w:rsidRPr="00697E27" w:rsidRDefault="00DB785F" w:rsidP="00900256">
      <w:pPr>
        <w:spacing w:line="360" w:lineRule="auto"/>
        <w:rPr>
          <w:rFonts w:asciiTheme="majorBidi" w:hAnsiTheme="majorBidi" w:cstheme="majorBidi"/>
          <w:b/>
          <w:bCs/>
          <w:sz w:val="22"/>
          <w:szCs w:val="22"/>
        </w:rPr>
      </w:pPr>
    </w:p>
    <w:p w14:paraId="5137E25C" w14:textId="6DA11D2F" w:rsidR="00900256" w:rsidRPr="00697E27" w:rsidRDefault="00900256" w:rsidP="00900256">
      <w:pPr>
        <w:spacing w:line="360" w:lineRule="auto"/>
        <w:rPr>
          <w:rFonts w:asciiTheme="majorBidi" w:hAnsiTheme="majorBidi" w:cstheme="majorBidi"/>
          <w:b/>
          <w:bCs/>
          <w:sz w:val="22"/>
          <w:szCs w:val="22"/>
        </w:rPr>
      </w:pPr>
      <w:r w:rsidRPr="00697E27">
        <w:rPr>
          <w:rFonts w:asciiTheme="majorBidi" w:hAnsiTheme="majorBidi" w:cstheme="majorBidi"/>
          <w:b/>
          <w:bCs/>
          <w:sz w:val="22"/>
          <w:szCs w:val="22"/>
        </w:rPr>
        <w:t>KAASKIRI</w:t>
      </w:r>
    </w:p>
    <w:p w14:paraId="67F3C294" w14:textId="77777777" w:rsidR="00900256" w:rsidRPr="00697E27" w:rsidRDefault="00900256" w:rsidP="00900256">
      <w:pPr>
        <w:spacing w:line="360" w:lineRule="auto"/>
        <w:rPr>
          <w:rFonts w:asciiTheme="majorBidi" w:hAnsiTheme="majorBidi" w:cstheme="majorBidi"/>
          <w:sz w:val="22"/>
          <w:szCs w:val="22"/>
        </w:rPr>
      </w:pPr>
      <w:r w:rsidRPr="00697E27">
        <w:rPr>
          <w:rFonts w:asciiTheme="majorBidi" w:hAnsiTheme="majorBidi" w:cstheme="majorBidi"/>
          <w:sz w:val="22"/>
          <w:szCs w:val="22"/>
        </w:rPr>
        <w:t xml:space="preserve"> </w:t>
      </w:r>
    </w:p>
    <w:p w14:paraId="7A648E0E" w14:textId="39600F18" w:rsidR="00697E27" w:rsidRPr="00697E27" w:rsidRDefault="00900256" w:rsidP="00697E27">
      <w:pPr>
        <w:pStyle w:val="Default"/>
        <w:rPr>
          <w:sz w:val="22"/>
          <w:szCs w:val="22"/>
          <w:lang w:val="et-EE"/>
        </w:rPr>
      </w:pPr>
      <w:r w:rsidRPr="00697E27">
        <w:rPr>
          <w:rFonts w:asciiTheme="majorBidi" w:hAnsiTheme="majorBidi" w:cstheme="majorBidi"/>
          <w:sz w:val="22"/>
          <w:szCs w:val="22"/>
          <w:lang w:val="et-EE"/>
        </w:rPr>
        <w:t xml:space="preserve">Käesolevaga esitan </w:t>
      </w:r>
      <w:r w:rsidR="00697E27" w:rsidRPr="00697E27">
        <w:rPr>
          <w:sz w:val="22"/>
          <w:szCs w:val="22"/>
          <w:lang w:val="et-EE"/>
        </w:rPr>
        <w:t>2021. a kasutamata riigieelarvelise toetuse kasutamise ettepanek</w:t>
      </w:r>
      <w:r w:rsidR="00697E27">
        <w:rPr>
          <w:sz w:val="22"/>
          <w:szCs w:val="22"/>
          <w:lang w:val="et-EE"/>
        </w:rPr>
        <w:t>u</w:t>
      </w:r>
      <w:r w:rsidR="00697E27" w:rsidRPr="00697E27">
        <w:rPr>
          <w:sz w:val="22"/>
          <w:szCs w:val="22"/>
          <w:lang w:val="et-EE"/>
        </w:rPr>
        <w:t xml:space="preserve"> 2022. a kohta </w:t>
      </w:r>
      <w:r w:rsidR="00697E27" w:rsidRPr="00697E27">
        <w:rPr>
          <w:sz w:val="22"/>
          <w:szCs w:val="22"/>
          <w:lang w:val="et-EE"/>
        </w:rPr>
        <w:t>(Lisa 1).</w:t>
      </w:r>
    </w:p>
    <w:p w14:paraId="0072FBB8" w14:textId="27463C9E" w:rsidR="00900256" w:rsidRPr="00697E27" w:rsidRDefault="00900256" w:rsidP="00900256">
      <w:pPr>
        <w:spacing w:line="360" w:lineRule="auto"/>
        <w:rPr>
          <w:rFonts w:asciiTheme="majorBidi" w:hAnsiTheme="majorBidi" w:cstheme="majorBidi"/>
          <w:sz w:val="22"/>
          <w:szCs w:val="22"/>
        </w:rPr>
      </w:pPr>
    </w:p>
    <w:p w14:paraId="4C9041C7" w14:textId="77777777" w:rsidR="00DB785F" w:rsidRPr="00697E27" w:rsidRDefault="00DB785F" w:rsidP="00900256">
      <w:pPr>
        <w:spacing w:line="360" w:lineRule="auto"/>
        <w:rPr>
          <w:rFonts w:asciiTheme="majorBidi" w:hAnsiTheme="majorBidi" w:cstheme="majorBidi"/>
          <w:sz w:val="22"/>
          <w:szCs w:val="22"/>
        </w:rPr>
      </w:pPr>
    </w:p>
    <w:p w14:paraId="562F844E" w14:textId="77777777" w:rsidR="00900256" w:rsidRPr="00697E27" w:rsidRDefault="00900256" w:rsidP="00900256">
      <w:pPr>
        <w:spacing w:line="360" w:lineRule="auto"/>
        <w:rPr>
          <w:rFonts w:asciiTheme="majorBidi" w:hAnsiTheme="majorBidi" w:cstheme="majorBidi"/>
          <w:sz w:val="22"/>
          <w:szCs w:val="22"/>
        </w:rPr>
      </w:pPr>
      <w:r w:rsidRPr="00697E27">
        <w:rPr>
          <w:rFonts w:asciiTheme="majorBidi" w:hAnsiTheme="majorBidi" w:cstheme="majorBidi"/>
          <w:sz w:val="22"/>
          <w:szCs w:val="22"/>
        </w:rPr>
        <w:t>Lugupidamisega,</w:t>
      </w:r>
    </w:p>
    <w:p w14:paraId="6A9FC1D8" w14:textId="4EC2B8D1" w:rsidR="00900256" w:rsidRPr="00697E27" w:rsidRDefault="00900256" w:rsidP="00900256">
      <w:pPr>
        <w:spacing w:line="360" w:lineRule="auto"/>
        <w:rPr>
          <w:rFonts w:asciiTheme="majorBidi" w:hAnsiTheme="majorBidi" w:cstheme="majorBidi"/>
          <w:sz w:val="22"/>
          <w:szCs w:val="22"/>
        </w:rPr>
      </w:pPr>
    </w:p>
    <w:p w14:paraId="6AF3151F" w14:textId="77777777" w:rsidR="00DB785F" w:rsidRPr="00697E27" w:rsidRDefault="00DB785F" w:rsidP="00DB785F">
      <w:pPr>
        <w:spacing w:line="360" w:lineRule="auto"/>
        <w:rPr>
          <w:rFonts w:asciiTheme="majorBidi" w:hAnsiTheme="majorBidi" w:cstheme="majorBidi"/>
          <w:sz w:val="22"/>
          <w:szCs w:val="22"/>
        </w:rPr>
      </w:pPr>
      <w:r w:rsidRPr="00697E27">
        <w:rPr>
          <w:rFonts w:asciiTheme="majorBidi" w:hAnsiTheme="majorBidi" w:cstheme="majorBidi"/>
          <w:sz w:val="22"/>
          <w:szCs w:val="22"/>
        </w:rPr>
        <w:t>(allkirjastatud digitaalselt)</w:t>
      </w:r>
    </w:p>
    <w:p w14:paraId="77F38298" w14:textId="2CE50FE6" w:rsidR="00900256" w:rsidRPr="00697E27" w:rsidRDefault="00900256" w:rsidP="00900256">
      <w:pPr>
        <w:spacing w:line="360" w:lineRule="auto"/>
        <w:rPr>
          <w:rFonts w:asciiTheme="majorBidi" w:hAnsiTheme="majorBidi" w:cstheme="majorBidi"/>
          <w:sz w:val="22"/>
          <w:szCs w:val="22"/>
        </w:rPr>
      </w:pPr>
      <w:r w:rsidRPr="00697E27">
        <w:rPr>
          <w:rFonts w:asciiTheme="majorBidi" w:hAnsiTheme="majorBidi" w:cstheme="majorBidi"/>
          <w:sz w:val="22"/>
          <w:szCs w:val="22"/>
        </w:rPr>
        <w:t>Anneli Roosalu</w:t>
      </w:r>
    </w:p>
    <w:p w14:paraId="5C4540E4" w14:textId="4F5067A6" w:rsidR="00900256" w:rsidRPr="00697E27" w:rsidRDefault="00867BF6" w:rsidP="00900256">
      <w:pPr>
        <w:spacing w:line="360" w:lineRule="auto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>j</w:t>
      </w:r>
      <w:r w:rsidR="00900256" w:rsidRPr="00697E27">
        <w:rPr>
          <w:rFonts w:asciiTheme="majorBidi" w:hAnsiTheme="majorBidi" w:cstheme="majorBidi"/>
          <w:sz w:val="22"/>
          <w:szCs w:val="22"/>
        </w:rPr>
        <w:t>uhatuse liige</w:t>
      </w:r>
    </w:p>
    <w:p w14:paraId="763CD202" w14:textId="55385AF7" w:rsidR="00900256" w:rsidRPr="00697E27" w:rsidRDefault="00900256" w:rsidP="00900256">
      <w:pPr>
        <w:spacing w:line="360" w:lineRule="auto"/>
        <w:rPr>
          <w:rFonts w:asciiTheme="majorBidi" w:hAnsiTheme="majorBidi" w:cstheme="majorBidi"/>
          <w:sz w:val="22"/>
          <w:szCs w:val="22"/>
        </w:rPr>
      </w:pPr>
    </w:p>
    <w:p w14:paraId="16519402" w14:textId="5D861BA8" w:rsidR="00900256" w:rsidRPr="00697E27" w:rsidRDefault="00900256" w:rsidP="00900256">
      <w:pPr>
        <w:spacing w:line="360" w:lineRule="auto"/>
        <w:rPr>
          <w:rFonts w:asciiTheme="majorBidi" w:hAnsiTheme="majorBidi" w:cstheme="majorBidi"/>
          <w:sz w:val="22"/>
          <w:szCs w:val="22"/>
        </w:rPr>
      </w:pPr>
      <w:r w:rsidRPr="00697E27">
        <w:rPr>
          <w:rFonts w:asciiTheme="majorBidi" w:hAnsiTheme="majorBidi" w:cstheme="majorBidi"/>
          <w:sz w:val="22"/>
          <w:szCs w:val="22"/>
        </w:rPr>
        <w:t>Lisa 1:</w:t>
      </w:r>
      <w:r w:rsidR="00697E27">
        <w:rPr>
          <w:rFonts w:asciiTheme="majorBidi" w:hAnsiTheme="majorBidi" w:cstheme="majorBidi"/>
          <w:sz w:val="22"/>
          <w:szCs w:val="22"/>
        </w:rPr>
        <w:t xml:space="preserve"> KÜSK 2021 tegevuskava, sh </w:t>
      </w:r>
      <w:r w:rsidR="00697E27" w:rsidRPr="00697E27">
        <w:rPr>
          <w:rFonts w:asciiTheme="majorBidi" w:hAnsiTheme="majorBidi" w:cstheme="majorBidi"/>
          <w:sz w:val="22"/>
          <w:szCs w:val="22"/>
        </w:rPr>
        <w:t>2021. a kasutamata riigieelarvelise toetuse kasutamise ettepanek 2022. a kohta</w:t>
      </w:r>
    </w:p>
    <w:p w14:paraId="78576BD2" w14:textId="598532D0" w:rsidR="00195527" w:rsidRDefault="00195527" w:rsidP="00195527">
      <w:pPr>
        <w:rPr>
          <w:rFonts w:ascii="Calibri" w:hAnsi="Calibri"/>
          <w:b/>
          <w:sz w:val="22"/>
          <w:szCs w:val="22"/>
        </w:rPr>
      </w:pPr>
    </w:p>
    <w:p w14:paraId="65FB4C52" w14:textId="77777777" w:rsidR="00697E27" w:rsidRPr="00697E27" w:rsidRDefault="00697E27" w:rsidP="00195527">
      <w:pPr>
        <w:rPr>
          <w:rFonts w:ascii="Calibri" w:hAnsi="Calibri"/>
          <w:b/>
          <w:sz w:val="22"/>
          <w:szCs w:val="22"/>
        </w:rPr>
      </w:pPr>
    </w:p>
    <w:sectPr w:rsidR="00697E27" w:rsidRPr="00697E27" w:rsidSect="00A510AA">
      <w:headerReference w:type="default" r:id="rId7"/>
      <w:footerReference w:type="default" r:id="rId8"/>
      <w:pgSz w:w="11900" w:h="16840"/>
      <w:pgMar w:top="192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C5014" w14:textId="77777777" w:rsidR="00667AE1" w:rsidRDefault="00667AE1" w:rsidP="0040241D">
      <w:r>
        <w:separator/>
      </w:r>
    </w:p>
  </w:endnote>
  <w:endnote w:type="continuationSeparator" w:id="0">
    <w:p w14:paraId="27656385" w14:textId="77777777" w:rsidR="00667AE1" w:rsidRDefault="00667AE1" w:rsidP="00402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altName w:val="Times New Roman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 CE">
    <w:altName w:val="Segoe UI"/>
    <w:charset w:val="58"/>
    <w:family w:val="auto"/>
    <w:pitch w:val="variable"/>
    <w:sig w:usb0="E1000AEF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-Bold">
    <w:altName w:val="Georg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09643" w14:textId="77777777" w:rsidR="001568C4" w:rsidRDefault="001568C4">
    <w:pPr>
      <w:pStyle w:val="Footer"/>
    </w:pPr>
    <w:r>
      <w:rPr>
        <w:noProof/>
        <w:lang w:eastAsia="et-EE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62057B8" wp14:editId="41D1F88C">
              <wp:simplePos x="0" y="0"/>
              <wp:positionH relativeFrom="column">
                <wp:posOffset>1571625</wp:posOffset>
              </wp:positionH>
              <wp:positionV relativeFrom="paragraph">
                <wp:posOffset>-238125</wp:posOffset>
              </wp:positionV>
              <wp:extent cx="2571750" cy="558165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7175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leGrid"/>
                            <w:tblW w:w="0" w:type="auto"/>
                            <w:tblBorders>
                              <w:left w:val="single" w:sz="8" w:space="0" w:color="FF9D00"/>
                              <w:bottom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2313"/>
                          </w:tblGrid>
                          <w:tr w:rsidR="00C32368" w:rsidRPr="00E75CDD" w14:paraId="585A0D08" w14:textId="77777777" w:rsidTr="00C67328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244DD110" w14:textId="77777777" w:rsidR="00C32368" w:rsidRPr="00E75CDD" w:rsidRDefault="00C32368" w:rsidP="00C32368">
                                <w:pPr>
                                  <w:pStyle w:val="BasicParagraph"/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  <w:r w:rsidRPr="00E75CDD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fr-FR"/>
                                  </w:rPr>
                                  <w:t>Vabaduse plats 2, Viljandi 71020</w:t>
                                </w:r>
                              </w:p>
                            </w:tc>
                          </w:tr>
                          <w:tr w:rsidR="00C32368" w:rsidRPr="007C2659" w14:paraId="131F5923" w14:textId="77777777" w:rsidTr="00C67328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11B2CAEB" w14:textId="77777777" w:rsidR="00C32368" w:rsidRPr="007C2659" w:rsidRDefault="00C32368" w:rsidP="00C32368">
                                <w:pPr>
                                  <w:pStyle w:val="BasicParagraph"/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</w:pPr>
                                <w:r w:rsidRPr="007C2659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 xml:space="preserve">Tel: +372 </w:t>
                                </w:r>
                                <w:r w:rsidRPr="00A402AB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516 5825</w:t>
                                </w:r>
                              </w:p>
                            </w:tc>
                          </w:tr>
                          <w:tr w:rsidR="00C32368" w:rsidRPr="00FC2F73" w14:paraId="2D26EE53" w14:textId="77777777" w:rsidTr="00C67328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34AB5D4C" w14:textId="77777777" w:rsidR="00C32368" w:rsidRPr="00E75CDD" w:rsidRDefault="00C32368" w:rsidP="00C32368">
                                <w:pPr>
                                  <w:rPr>
                                    <w:rFonts w:asciiTheme="majorHAnsi" w:hAnsiTheme="majorHAnsi"/>
                                    <w:color w:val="000000" w:themeColor="text1"/>
                                    <w:lang w:val="fr-FR"/>
                                  </w:rPr>
                                </w:pPr>
                                <w:r w:rsidRPr="00E75CDD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fr-FR"/>
                                  </w:rPr>
                                  <w:t>E-post: kysk@kysk.ee</w:t>
                                </w:r>
                              </w:p>
                            </w:tc>
                          </w:tr>
                        </w:tbl>
                        <w:p w14:paraId="4991A518" w14:textId="77777777" w:rsidR="001568C4" w:rsidRPr="00E75CDD" w:rsidRDefault="001568C4" w:rsidP="007C2659">
                          <w:pPr>
                            <w:rPr>
                              <w:rFonts w:asciiTheme="majorHAnsi" w:hAnsiTheme="majorHAnsi"/>
                              <w:color w:val="000000"/>
                              <w:lang w:val="fr-FR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2057B8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123.75pt;margin-top:-18.75pt;width:202.5pt;height:4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" filled="f" stroked="f">
              <v:textbox>
                <w:txbxContent>
                  <w:tbl>
                    <w:tblPr>
                      <w:tblStyle w:val="TableGrid"/>
                      <w:tblW w:w="0" w:type="auto"/>
                      <w:tblBorders>
                        <w:left w:val="single" w:sz="8" w:space="0" w:color="FF9D00"/>
                        <w:bottom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2313"/>
                    </w:tblGrid>
                    <w:tr w:rsidR="00C32368" w:rsidRPr="00E75CDD" w14:paraId="585A0D08" w14:textId="77777777" w:rsidTr="00C67328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bottom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244DD110" w14:textId="77777777" w:rsidR="00C32368" w:rsidRPr="00E75CDD" w:rsidRDefault="00C32368" w:rsidP="00C32368">
                          <w:pPr>
                            <w:pStyle w:val="BasicParagraph"/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fr-FR"/>
                            </w:rPr>
                          </w:pPr>
                          <w:r w:rsidRPr="00E75CDD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fr-FR"/>
                            </w:rPr>
                            <w:t>Vabaduse plats 2, Viljandi 71020</w:t>
                          </w:r>
                        </w:p>
                      </w:tc>
                    </w:tr>
                    <w:tr w:rsidR="00C32368" w:rsidRPr="007C2659" w14:paraId="131F5923" w14:textId="77777777" w:rsidTr="00C67328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bottom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11B2CAEB" w14:textId="77777777" w:rsidR="00C32368" w:rsidRPr="007C2659" w:rsidRDefault="00C32368" w:rsidP="00C32368">
                          <w:pPr>
                            <w:pStyle w:val="BasicParagraph"/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7C2659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  <w:t xml:space="preserve">Tel: +372 </w:t>
                          </w:r>
                          <w:r w:rsidRPr="00A402AB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  <w:t>516 5825</w:t>
                          </w:r>
                        </w:p>
                      </w:tc>
                    </w:tr>
                    <w:tr w:rsidR="00C32368" w:rsidRPr="00FC2F73" w14:paraId="2D26EE53" w14:textId="77777777" w:rsidTr="00C67328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34AB5D4C" w14:textId="77777777" w:rsidR="00C32368" w:rsidRPr="00E75CDD" w:rsidRDefault="00C32368" w:rsidP="00C32368">
                          <w:pPr>
                            <w:rPr>
                              <w:rFonts w:asciiTheme="majorHAnsi" w:hAnsiTheme="majorHAnsi"/>
                              <w:color w:val="000000" w:themeColor="text1"/>
                              <w:lang w:val="fr-FR"/>
                            </w:rPr>
                          </w:pPr>
                          <w:r w:rsidRPr="00E75CDD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fr-FR"/>
                            </w:rPr>
                            <w:t>E-post: kysk@kysk.ee</w:t>
                          </w:r>
                        </w:p>
                      </w:tc>
                    </w:tr>
                  </w:tbl>
                  <w:p w14:paraId="4991A518" w14:textId="77777777" w:rsidR="001568C4" w:rsidRPr="00E75CDD" w:rsidRDefault="001568C4" w:rsidP="007C2659">
                    <w:pPr>
                      <w:rPr>
                        <w:rFonts w:asciiTheme="majorHAnsi" w:hAnsiTheme="majorHAnsi"/>
                        <w:color w:val="000000"/>
                        <w:lang w:val="fr-FR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t-EE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38F05F" wp14:editId="366A3A5D">
              <wp:simplePos x="0" y="0"/>
              <wp:positionH relativeFrom="column">
                <wp:posOffset>-683895</wp:posOffset>
              </wp:positionH>
              <wp:positionV relativeFrom="paragraph">
                <wp:posOffset>-81915</wp:posOffset>
              </wp:positionV>
              <wp:extent cx="2099945" cy="375920"/>
              <wp:effectExtent l="0" t="0" r="0" b="508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9945" cy="375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leGrid"/>
                            <w:tblW w:w="3004" w:type="dxa"/>
                            <w:tblInd w:w="108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3004"/>
                          </w:tblGrid>
                          <w:tr w:rsidR="001568C4" w:rsidRPr="00C03833" w14:paraId="2A59F2EB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4" w:space="0" w:color="FFFFFF" w:themeColor="background1"/>
                                  <w:left w:val="single" w:sz="8" w:space="0" w:color="FF9D00"/>
                                  <w:bottom w:val="single" w:sz="4" w:space="0" w:color="FFFFFF" w:themeColor="background1"/>
                                  <w:right w:val="single" w:sz="4" w:space="0" w:color="FFFFFF" w:themeColor="background1"/>
                                </w:tcBorders>
                              </w:tcPr>
                              <w:p w14:paraId="43C6528E" w14:textId="77777777" w:rsidR="001568C4" w:rsidRPr="00724041" w:rsidRDefault="001568C4" w:rsidP="00C03833">
                                <w:pPr>
                                  <w:pStyle w:val="BasicParagraph"/>
                                  <w:rPr>
                                    <w:rFonts w:asciiTheme="majorHAnsi" w:hAnsiTheme="majorHAnsi" w:cs="Calibri-Bol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  <w:r w:rsidRPr="00724041">
                                  <w:rPr>
                                    <w:rFonts w:asciiTheme="majorHAnsi" w:hAnsiTheme="majorHAnsi" w:cs="Calibri-Bol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 xml:space="preserve">Sihtasutus Kodanikuühiskonna Sihtkapital </w:t>
                                </w:r>
                              </w:p>
                            </w:tc>
                          </w:tr>
                          <w:tr w:rsidR="001568C4" w:rsidRPr="00C03833" w14:paraId="54123B85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4" w:space="0" w:color="FFFFFF" w:themeColor="background1"/>
                                  <w:left w:val="single" w:sz="8" w:space="0" w:color="FF9D00"/>
                                  <w:bottom w:val="single" w:sz="4" w:space="0" w:color="FFFFFF" w:themeColor="background1"/>
                                  <w:right w:val="single" w:sz="4" w:space="0" w:color="FFFFFF" w:themeColor="background1"/>
                                </w:tcBorders>
                              </w:tcPr>
                              <w:p w14:paraId="57C8F956" w14:textId="77777777" w:rsidR="001568C4" w:rsidRPr="00724041" w:rsidRDefault="001568C4" w:rsidP="00C03833">
                                <w:pPr>
                                  <w:rPr>
                                    <w:rFonts w:asciiTheme="majorHAnsi" w:hAnsiTheme="majorHAnsi"/>
                                    <w:color w:val="000000"/>
                                  </w:rPr>
                                </w:pPr>
                                <w:r w:rsidRPr="00724041">
                                  <w:rPr>
                                    <w:rFonts w:asciiTheme="majorHAnsi" w:hAnsiTheme="majorHAnsi" w:cs="Calibri"/>
                                    <w:color w:val="000000"/>
                                    <w:sz w:val="16"/>
                                    <w:szCs w:val="16"/>
                                  </w:rPr>
                                  <w:t>Reg. kood 90009654</w:t>
                                </w:r>
                              </w:p>
                            </w:tc>
                          </w:tr>
                        </w:tbl>
                        <w:p w14:paraId="5A825101" w14:textId="77777777" w:rsidR="001568C4" w:rsidRPr="00C03833" w:rsidRDefault="001568C4" w:rsidP="00C03833">
                          <w:pPr>
                            <w:rPr>
                              <w:rFonts w:asciiTheme="majorHAnsi" w:hAnsiTheme="majorHAns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38F05F" id="Text Box 4" o:spid="_x0000_s1027" type="#_x0000_t202" style="position:absolute;margin-left:-53.85pt;margin-top:-6.45pt;width:165.35pt;height:2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" filled="f" stroked="f">
              <v:textbox>
                <w:txbxContent>
                  <w:tbl>
                    <w:tblPr>
                      <w:tblStyle w:val="TableGrid"/>
                      <w:tblW w:w="3004" w:type="dxa"/>
                      <w:tblInd w:w="108" w:type="dxa"/>
                      <w:tblLook w:val="04A0" w:firstRow="1" w:lastRow="0" w:firstColumn="1" w:lastColumn="0" w:noHBand="0" w:noVBand="1"/>
                    </w:tblPr>
                    <w:tblGrid>
                      <w:gridCol w:w="3004"/>
                    </w:tblGrid>
                    <w:tr w:rsidR="001568C4" w:rsidRPr="00C03833" w14:paraId="2A59F2EB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4" w:space="0" w:color="FFFFFF" w:themeColor="background1"/>
                            <w:left w:val="single" w:sz="8" w:space="0" w:color="FF9D00"/>
                            <w:bottom w:val="single" w:sz="4" w:space="0" w:color="FFFFFF" w:themeColor="background1"/>
                            <w:right w:val="single" w:sz="4" w:space="0" w:color="FFFFFF" w:themeColor="background1"/>
                          </w:tcBorders>
                        </w:tcPr>
                        <w:p w14:paraId="43C6528E" w14:textId="77777777" w:rsidR="001568C4" w:rsidRPr="00724041" w:rsidRDefault="001568C4" w:rsidP="00C03833">
                          <w:pPr>
                            <w:pStyle w:val="BasicParagraph"/>
                            <w:rPr>
                              <w:rFonts w:asciiTheme="majorHAnsi" w:hAnsiTheme="majorHAnsi" w:cs="Calibri-Bold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724041">
                            <w:rPr>
                              <w:rFonts w:asciiTheme="majorHAnsi" w:hAnsiTheme="majorHAnsi" w:cs="Calibri-Bold"/>
                              <w:b/>
                              <w:bCs/>
                              <w:sz w:val="16"/>
                              <w:szCs w:val="16"/>
                            </w:rPr>
                            <w:t xml:space="preserve">Sihtasutus Kodanikuühiskonna Sihtkapital </w:t>
                          </w:r>
                        </w:p>
                      </w:tc>
                    </w:tr>
                    <w:tr w:rsidR="001568C4" w:rsidRPr="00C03833" w14:paraId="54123B85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4" w:space="0" w:color="FFFFFF" w:themeColor="background1"/>
                            <w:left w:val="single" w:sz="8" w:space="0" w:color="FF9D00"/>
                            <w:bottom w:val="single" w:sz="4" w:space="0" w:color="FFFFFF" w:themeColor="background1"/>
                            <w:right w:val="single" w:sz="4" w:space="0" w:color="FFFFFF" w:themeColor="background1"/>
                          </w:tcBorders>
                        </w:tcPr>
                        <w:p w14:paraId="57C8F956" w14:textId="77777777" w:rsidR="001568C4" w:rsidRPr="00724041" w:rsidRDefault="001568C4" w:rsidP="00C03833">
                          <w:pPr>
                            <w:rPr>
                              <w:rFonts w:asciiTheme="majorHAnsi" w:hAnsiTheme="majorHAnsi"/>
                              <w:color w:val="000000"/>
                            </w:rPr>
                          </w:pPr>
                          <w:r w:rsidRPr="00724041">
                            <w:rPr>
                              <w:rFonts w:asciiTheme="majorHAnsi" w:hAnsiTheme="majorHAnsi" w:cs="Calibri"/>
                              <w:color w:val="000000"/>
                              <w:sz w:val="16"/>
                              <w:szCs w:val="16"/>
                            </w:rPr>
                            <w:t>Reg. kood 90009654</w:t>
                          </w:r>
                        </w:p>
                      </w:tc>
                    </w:tr>
                  </w:tbl>
                  <w:p w14:paraId="5A825101" w14:textId="77777777" w:rsidR="001568C4" w:rsidRPr="00C03833" w:rsidRDefault="001568C4" w:rsidP="00C03833">
                    <w:pPr>
                      <w:rPr>
                        <w:rFonts w:asciiTheme="majorHAnsi" w:hAnsiTheme="majorHAnsi"/>
                        <w:color w:val="000000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23575" w14:textId="77777777" w:rsidR="00667AE1" w:rsidRDefault="00667AE1" w:rsidP="0040241D">
      <w:r>
        <w:separator/>
      </w:r>
    </w:p>
  </w:footnote>
  <w:footnote w:type="continuationSeparator" w:id="0">
    <w:p w14:paraId="14227904" w14:textId="77777777" w:rsidR="00667AE1" w:rsidRDefault="00667AE1" w:rsidP="00402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AC752" w14:textId="77777777" w:rsidR="001568C4" w:rsidRDefault="00FC2F73">
    <w:pPr>
      <w:pStyle w:val="Header"/>
    </w:pPr>
    <w:r>
      <w:rPr>
        <w:noProof/>
        <w:lang w:eastAsia="et-EE" w:bidi="ar-SA"/>
      </w:rPr>
      <w:drawing>
        <wp:anchor distT="0" distB="0" distL="114300" distR="114300" simplePos="0" relativeHeight="251664384" behindDoc="1" locked="0" layoutInCell="1" allowOverlap="1" wp14:anchorId="0BD2B3EC" wp14:editId="2D4D1F41">
          <wp:simplePos x="0" y="0"/>
          <wp:positionH relativeFrom="margin">
            <wp:align>left</wp:align>
          </wp:positionH>
          <wp:positionV relativeFrom="paragraph">
            <wp:posOffset>45085</wp:posOffset>
          </wp:positionV>
          <wp:extent cx="2673350" cy="517525"/>
          <wp:effectExtent l="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ysk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3350" cy="517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12947">
      <w:rPr>
        <w:noProof/>
        <w:lang w:eastAsia="et-EE" w:bidi="ar-SA"/>
      </w:rPr>
      <w:drawing>
        <wp:anchor distT="0" distB="0" distL="114300" distR="114300" simplePos="0" relativeHeight="251663360" behindDoc="1" locked="1" layoutInCell="1" allowOverlap="1" wp14:anchorId="02B4D523" wp14:editId="6E614EFE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2088" cy="10693908"/>
          <wp:effectExtent l="0" t="0" r="762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n3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088" cy="1069390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256"/>
    <w:rsid w:val="00037EE8"/>
    <w:rsid w:val="000C5BC0"/>
    <w:rsid w:val="000E041B"/>
    <w:rsid w:val="00137C60"/>
    <w:rsid w:val="001568C4"/>
    <w:rsid w:val="00195527"/>
    <w:rsid w:val="001B5238"/>
    <w:rsid w:val="00253F82"/>
    <w:rsid w:val="002C18D8"/>
    <w:rsid w:val="002C43D6"/>
    <w:rsid w:val="00322B05"/>
    <w:rsid w:val="00342427"/>
    <w:rsid w:val="00370512"/>
    <w:rsid w:val="003F22D1"/>
    <w:rsid w:val="0040241D"/>
    <w:rsid w:val="00481FC6"/>
    <w:rsid w:val="00482DC7"/>
    <w:rsid w:val="00496682"/>
    <w:rsid w:val="004D3759"/>
    <w:rsid w:val="00537DBA"/>
    <w:rsid w:val="00552989"/>
    <w:rsid w:val="00556B82"/>
    <w:rsid w:val="0064589A"/>
    <w:rsid w:val="00667AE1"/>
    <w:rsid w:val="00697E27"/>
    <w:rsid w:val="006B3474"/>
    <w:rsid w:val="006B42D4"/>
    <w:rsid w:val="006F389E"/>
    <w:rsid w:val="00722E3F"/>
    <w:rsid w:val="00724041"/>
    <w:rsid w:val="007C2659"/>
    <w:rsid w:val="00867BF6"/>
    <w:rsid w:val="00894CAD"/>
    <w:rsid w:val="00900256"/>
    <w:rsid w:val="0093515F"/>
    <w:rsid w:val="00980253"/>
    <w:rsid w:val="009F601A"/>
    <w:rsid w:val="00A510AA"/>
    <w:rsid w:val="00A75DF2"/>
    <w:rsid w:val="00AA002B"/>
    <w:rsid w:val="00AD3C21"/>
    <w:rsid w:val="00B263A6"/>
    <w:rsid w:val="00BB4DB6"/>
    <w:rsid w:val="00BD175A"/>
    <w:rsid w:val="00BD5F9C"/>
    <w:rsid w:val="00C02106"/>
    <w:rsid w:val="00C03833"/>
    <w:rsid w:val="00C32368"/>
    <w:rsid w:val="00CC4406"/>
    <w:rsid w:val="00D94E91"/>
    <w:rsid w:val="00D96BC0"/>
    <w:rsid w:val="00DB785F"/>
    <w:rsid w:val="00DC56AF"/>
    <w:rsid w:val="00E43C79"/>
    <w:rsid w:val="00E75CDD"/>
    <w:rsid w:val="00E873FB"/>
    <w:rsid w:val="00F12947"/>
    <w:rsid w:val="00F510A0"/>
    <w:rsid w:val="00F7092A"/>
    <w:rsid w:val="00F845BD"/>
    <w:rsid w:val="00FC2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96ACA9"/>
  <w14:defaultImageDpi w14:val="300"/>
  <w15:docId w15:val="{1CEA705D-67CD-41A5-8227-1A1A78845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2B05"/>
    <w:pPr>
      <w:widowControl w:val="0"/>
      <w:suppressAutoHyphens/>
    </w:pPr>
    <w:rPr>
      <w:rFonts w:eastAsia="SimSun" w:cs="Mangal"/>
      <w:kern w:val="1"/>
      <w:sz w:val="24"/>
      <w:szCs w:val="24"/>
      <w:lang w:val="et-EE" w:eastAsia="hi-I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2B0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29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4242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2B05"/>
    <w:rPr>
      <w:rFonts w:asciiTheme="majorHAnsi" w:eastAsiaTheme="majorEastAsia" w:hAnsiTheme="majorHAnsi" w:cs="Mangal"/>
      <w:b/>
      <w:bCs/>
      <w:kern w:val="32"/>
      <w:sz w:val="32"/>
      <w:szCs w:val="29"/>
      <w:lang w:val="en-GB" w:eastAsia="hi-IN" w:bidi="hi-I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42427"/>
    <w:rPr>
      <w:rFonts w:asciiTheme="majorHAnsi" w:eastAsiaTheme="majorEastAsia" w:hAnsiTheme="majorHAnsi" w:cs="Mangal"/>
      <w:b/>
      <w:bCs/>
      <w:i/>
      <w:iCs/>
      <w:kern w:val="1"/>
      <w:sz w:val="28"/>
      <w:szCs w:val="25"/>
      <w:lang w:val="en-GB" w:eastAsia="hi-IN" w:bidi="hi-IN"/>
    </w:rPr>
  </w:style>
  <w:style w:type="paragraph" w:customStyle="1" w:styleId="Body">
    <w:name w:val="Body"/>
    <w:basedOn w:val="Normal"/>
    <w:next w:val="Normal"/>
    <w:rsid w:val="00342427"/>
    <w:pPr>
      <w:spacing w:after="120"/>
    </w:pPr>
    <w:rPr>
      <w:sz w:val="22"/>
    </w:rPr>
  </w:style>
  <w:style w:type="paragraph" w:customStyle="1" w:styleId="PullQuote">
    <w:name w:val="Pull Quote"/>
    <w:basedOn w:val="Normal"/>
    <w:rsid w:val="00342427"/>
    <w:pPr>
      <w:pBdr>
        <w:left w:val="single" w:sz="4" w:space="0" w:color="auto"/>
      </w:pBdr>
      <w:shd w:val="clear" w:color="auto" w:fill="FF9400"/>
      <w:spacing w:before="240" w:after="240"/>
    </w:pPr>
    <w:rPr>
      <w:rFonts w:ascii="Arial" w:hAnsi="Arial"/>
      <w:b/>
      <w:i/>
      <w:color w:val="544239"/>
      <w:sz w:val="28"/>
    </w:rPr>
  </w:style>
  <w:style w:type="paragraph" w:customStyle="1" w:styleId="documentinfo">
    <w:name w:val="document info"/>
    <w:basedOn w:val="Normal"/>
    <w:rsid w:val="00980253"/>
    <w:rPr>
      <w:rFonts w:ascii="Arial" w:hAnsi="Arial"/>
      <w:b/>
      <w:bCs/>
      <w:color w:val="FFFFFF" w:themeColor="background1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40241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241D"/>
    <w:rPr>
      <w:rFonts w:ascii="Georgia" w:hAnsi="Georgia" w:cs="Times New Roman"/>
      <w:sz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0241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241D"/>
    <w:rPr>
      <w:rFonts w:ascii="Georgia" w:hAnsi="Georgia" w:cs="Times New Roman"/>
      <w:sz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241D"/>
    <w:rPr>
      <w:rFonts w:ascii="Lucida Grande CE" w:hAnsi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41D"/>
    <w:rPr>
      <w:rFonts w:ascii="Lucida Grande CE" w:hAnsi="Lucida Grande CE" w:cs="Times New Roman"/>
      <w:sz w:val="18"/>
      <w:szCs w:val="18"/>
      <w:lang w:val="en-US"/>
    </w:rPr>
  </w:style>
  <w:style w:type="paragraph" w:customStyle="1" w:styleId="BasicParagraph">
    <w:name w:val="[Basic Paragraph]"/>
    <w:basedOn w:val="Normal"/>
    <w:uiPriority w:val="99"/>
    <w:rsid w:val="00C03833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table" w:styleId="TableGrid">
    <w:name w:val="Table Grid"/>
    <w:basedOn w:val="TableNormal"/>
    <w:uiPriority w:val="59"/>
    <w:rsid w:val="00C03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qFormat/>
    <w:rsid w:val="00322B05"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322B0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29"/>
    </w:rPr>
  </w:style>
  <w:style w:type="character" w:customStyle="1" w:styleId="TitleChar">
    <w:name w:val="Title Char"/>
    <w:basedOn w:val="DefaultParagraphFont"/>
    <w:link w:val="Title"/>
    <w:uiPriority w:val="10"/>
    <w:rsid w:val="00322B05"/>
    <w:rPr>
      <w:rFonts w:asciiTheme="majorHAnsi" w:eastAsiaTheme="majorEastAsia" w:hAnsiTheme="majorHAnsi" w:cs="Mangal"/>
      <w:b/>
      <w:bCs/>
      <w:kern w:val="28"/>
      <w:sz w:val="32"/>
      <w:szCs w:val="29"/>
      <w:lang w:val="en-GB" w:eastAsia="hi-IN" w:bidi="hi-IN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2B05"/>
    <w:pPr>
      <w:spacing w:after="60"/>
      <w:jc w:val="center"/>
      <w:outlineLvl w:val="1"/>
    </w:pPr>
    <w:rPr>
      <w:rFonts w:asciiTheme="majorHAnsi" w:eastAsiaTheme="majorEastAsia" w:hAnsiTheme="majorHAnsi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322B05"/>
    <w:rPr>
      <w:rFonts w:asciiTheme="majorHAnsi" w:eastAsiaTheme="majorEastAsia" w:hAnsiTheme="majorHAnsi" w:cs="Mangal"/>
      <w:kern w:val="1"/>
      <w:sz w:val="24"/>
      <w:szCs w:val="21"/>
      <w:lang w:val="en-GB" w:eastAsia="hi-IN" w:bidi="hi-IN"/>
    </w:rPr>
  </w:style>
  <w:style w:type="paragraph" w:styleId="NoSpacing">
    <w:name w:val="No Spacing"/>
    <w:uiPriority w:val="1"/>
    <w:qFormat/>
    <w:rsid w:val="00322B05"/>
    <w:pPr>
      <w:widowControl w:val="0"/>
      <w:suppressAutoHyphens/>
    </w:pPr>
    <w:rPr>
      <w:rFonts w:eastAsia="SimSun" w:cs="Mangal"/>
      <w:kern w:val="1"/>
      <w:sz w:val="24"/>
      <w:szCs w:val="21"/>
      <w:lang w:val="en-GB" w:eastAsia="hi-IN" w:bidi="hi-IN"/>
    </w:rPr>
  </w:style>
  <w:style w:type="paragraph" w:styleId="ListParagraph">
    <w:name w:val="List Paragraph"/>
    <w:basedOn w:val="Normal"/>
    <w:uiPriority w:val="34"/>
    <w:qFormat/>
    <w:rsid w:val="00322B05"/>
    <w:pPr>
      <w:ind w:left="708"/>
    </w:pPr>
    <w:rPr>
      <w:szCs w:val="21"/>
    </w:rPr>
  </w:style>
  <w:style w:type="character" w:styleId="Strong">
    <w:name w:val="Strong"/>
    <w:basedOn w:val="DefaultParagraphFont"/>
    <w:uiPriority w:val="22"/>
    <w:qFormat/>
    <w:rsid w:val="00E75CDD"/>
    <w:rPr>
      <w:b/>
      <w:bCs/>
    </w:rPr>
  </w:style>
  <w:style w:type="paragraph" w:customStyle="1" w:styleId="Default">
    <w:name w:val="Default"/>
    <w:rsid w:val="00697E27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ordinaator\Documents\Custom%20Office%20Templates\K&#220;SK%20kirja%20BLANKETT%20%5bUUS%5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42BF140-F4A3-4E73-B3C2-804DECB65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KÜSK kirja BLANKETT [UUS]</Template>
  <TotalTime>18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</dc:creator>
  <cp:keywords/>
  <dc:description/>
  <cp:lastModifiedBy>Anneli</cp:lastModifiedBy>
  <cp:revision>5</cp:revision>
  <cp:lastPrinted>2014-08-04T11:46:00Z</cp:lastPrinted>
  <dcterms:created xsi:type="dcterms:W3CDTF">2022-04-18T05:45:00Z</dcterms:created>
  <dcterms:modified xsi:type="dcterms:W3CDTF">2022-04-18T06:07:00Z</dcterms:modified>
</cp:coreProperties>
</file>