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E9E4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5959712D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3D329A62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5757A170" w14:textId="77777777" w:rsidR="00CC14A5" w:rsidRDefault="00CC14A5" w:rsidP="00CC14A5"/>
    <w:p w14:paraId="57D93A93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3A90107" w14:textId="77777777" w:rsidR="00977702" w:rsidRPr="00681A01" w:rsidRDefault="00977702">
      <w:pPr>
        <w:rPr>
          <w:b/>
          <w:bCs/>
          <w:sz w:val="20"/>
        </w:rPr>
      </w:pPr>
    </w:p>
    <w:p w14:paraId="45994B66" w14:textId="77777777" w:rsidR="00CC14A5" w:rsidRPr="00681A01" w:rsidRDefault="00CC14A5">
      <w:pPr>
        <w:rPr>
          <w:b/>
          <w:bCs/>
          <w:sz w:val="20"/>
        </w:rPr>
      </w:pPr>
    </w:p>
    <w:p w14:paraId="24EE6A70" w14:textId="77777777" w:rsidR="00CC14A5" w:rsidRDefault="00CC14A5">
      <w:pPr>
        <w:rPr>
          <w:b/>
          <w:bCs/>
        </w:rPr>
      </w:pPr>
    </w:p>
    <w:p w14:paraId="6976111E" w14:textId="77777777" w:rsidR="00977702" w:rsidRDefault="00977702">
      <w:pPr>
        <w:rPr>
          <w:b/>
          <w:bCs/>
        </w:rPr>
      </w:pPr>
    </w:p>
    <w:p w14:paraId="717BA235" w14:textId="77777777" w:rsidR="00DF579B" w:rsidRDefault="00DF579B">
      <w:pPr>
        <w:rPr>
          <w:b/>
          <w:bCs/>
        </w:rPr>
      </w:pPr>
    </w:p>
    <w:p w14:paraId="2F0AC431" w14:textId="77777777" w:rsidR="00977702" w:rsidRDefault="00977702">
      <w:pPr>
        <w:rPr>
          <w:b/>
          <w:bCs/>
        </w:rPr>
      </w:pPr>
    </w:p>
    <w:p w14:paraId="4B1545DF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A264D16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68F64A11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7A680CFF" w14:textId="77777777" w:rsidR="004D7333" w:rsidRDefault="004D7333" w:rsidP="00E6175F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</w:p>
          <w:p w14:paraId="04C781D6" w14:textId="77777777" w:rsidR="004D7333" w:rsidRDefault="004D7333" w:rsidP="00E6175F"/>
          <w:p w14:paraId="74CC9122" w14:textId="77777777" w:rsidR="004D7333" w:rsidRDefault="004D7333" w:rsidP="00E6175F"/>
        </w:tc>
        <w:tc>
          <w:tcPr>
            <w:tcW w:w="4309" w:type="dxa"/>
            <w:vMerge w:val="restart"/>
          </w:tcPr>
          <w:p w14:paraId="66E8AD80" w14:textId="2F124011" w:rsidR="00D05A04" w:rsidRDefault="004D7333" w:rsidP="00D05A04">
            <w:pPr>
              <w:pStyle w:val="Normaallaadveeb"/>
              <w:jc w:val="right"/>
              <w:rPr>
                <w:rFonts w:eastAsia="Calibri"/>
                <w:szCs w:val="22"/>
              </w:rPr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05A04">
              <w:rPr>
                <w:rFonts w:eastAsia="Calibri"/>
                <w:szCs w:val="22"/>
              </w:rPr>
              <w:t xml:space="preserve"> </w:t>
            </w:r>
          </w:p>
          <w:p w14:paraId="0754F3ED" w14:textId="77777777" w:rsidR="00D05A04" w:rsidRDefault="00D05A04" w:rsidP="00D05A04">
            <w:pPr>
              <w:pStyle w:val="Normaallaadveeb"/>
              <w:jc w:val="right"/>
              <w:rPr>
                <w:lang w:val="et-EE"/>
              </w:rPr>
            </w:pPr>
            <w:r>
              <w:rPr>
                <w:rFonts w:eastAsia="Calibri"/>
                <w:szCs w:val="22"/>
              </w:rPr>
              <w:t>(</w:t>
            </w:r>
            <w:proofErr w:type="spellStart"/>
            <w:r>
              <w:rPr>
                <w:rFonts w:eastAsia="Calibri"/>
                <w:szCs w:val="22"/>
              </w:rPr>
              <w:t>hiliseima</w:t>
            </w:r>
            <w:proofErr w:type="spellEnd"/>
            <w:r>
              <w:rPr>
                <w:rFonts w:eastAsia="Calibri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Cs w:val="22"/>
              </w:rPr>
              <w:t>digitaalallkirja</w:t>
            </w:r>
            <w:proofErr w:type="spellEnd"/>
            <w:r>
              <w:rPr>
                <w:rFonts w:eastAsia="Calibri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Cs w:val="22"/>
              </w:rPr>
              <w:t>kuupäev</w:t>
            </w:r>
            <w:proofErr w:type="spellEnd"/>
            <w:r>
              <w:rPr>
                <w:rFonts w:eastAsia="Calibri"/>
                <w:szCs w:val="22"/>
              </w:rPr>
              <w:t>)</w:t>
            </w:r>
          </w:p>
          <w:p w14:paraId="611E7834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5F9F4758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4B844C96" w14:textId="77777777" w:rsidR="004D7333" w:rsidRDefault="004D7333" w:rsidP="00E6175F"/>
        </w:tc>
        <w:tc>
          <w:tcPr>
            <w:tcW w:w="4309" w:type="dxa"/>
            <w:vMerge/>
          </w:tcPr>
          <w:p w14:paraId="2D7AEB3D" w14:textId="77777777" w:rsidR="004D7333" w:rsidRDefault="004D7333" w:rsidP="00E6175F"/>
        </w:tc>
      </w:tr>
    </w:tbl>
    <w:p w14:paraId="7C80E00B" w14:textId="77777777" w:rsidR="004D7333" w:rsidRDefault="004D7333">
      <w:pPr>
        <w:rPr>
          <w:b/>
          <w:bCs/>
        </w:rPr>
      </w:pPr>
    </w:p>
    <w:p w14:paraId="77200778" w14:textId="6462F18F" w:rsidR="004D6A17" w:rsidRDefault="00C23388">
      <w:pPr>
        <w:rPr>
          <w:rFonts w:eastAsia="Calibri"/>
          <w:b/>
        </w:rPr>
      </w:pPr>
      <w:r>
        <w:rPr>
          <w:rFonts w:eastAsia="Calibri"/>
          <w:b/>
        </w:rPr>
        <w:t>Töövõtulepingu nr. 1-18/2023/127</w:t>
      </w:r>
      <w:r w:rsidR="005602CE">
        <w:rPr>
          <w:rFonts w:eastAsia="Calibri"/>
          <w:b/>
        </w:rPr>
        <w:t xml:space="preserve"> </w:t>
      </w:r>
      <w:r w:rsidR="007A424C">
        <w:rPr>
          <w:rFonts w:eastAsia="Calibri"/>
          <w:b/>
        </w:rPr>
        <w:t>täitmine</w:t>
      </w:r>
    </w:p>
    <w:p w14:paraId="22CB8201" w14:textId="77777777" w:rsidR="00DA3460" w:rsidRDefault="00DA3460"/>
    <w:p w14:paraId="74471A21" w14:textId="77777777" w:rsidR="00710F3F" w:rsidRDefault="00710F3F">
      <w:pPr>
        <w:rPr>
          <w:sz w:val="26"/>
        </w:rPr>
      </w:pPr>
    </w:p>
    <w:p w14:paraId="66C265E9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ACC9AA6" w14:textId="01A036A0" w:rsidR="00710F3F" w:rsidRDefault="00681A01" w:rsidP="00E55876">
      <w:pPr>
        <w:pStyle w:val="Loendilik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C23388">
        <w:rPr>
          <w:spacing w:val="0"/>
        </w:rPr>
        <w:t>Kaes</w:t>
      </w:r>
      <w:r w:rsidR="005602CE">
        <w:rPr>
          <w:spacing w:val="0"/>
        </w:rPr>
        <w:t xml:space="preserve">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D45BFC7F589C421EB942A249FB60E060"/>
          </w:placeholder>
          <w:date w:fullDate="2023-07-10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C23388">
            <w:t>10.07.2023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C23388">
        <w:t>1-18/2023/</w:t>
      </w:r>
      <w:r w:rsidR="00CA4672">
        <w:t>1</w:t>
      </w:r>
      <w:r w:rsidR="00C23388">
        <w:t>27</w:t>
      </w:r>
      <w:r>
        <w:t xml:space="preserve"> </w:t>
      </w:r>
      <w:r w:rsidR="00710F3F">
        <w:t>kohaselt tehtud järgmise töö:</w:t>
      </w:r>
    </w:p>
    <w:p w14:paraId="2655A793" w14:textId="77777777" w:rsidR="00710F3F" w:rsidRDefault="00710F3F" w:rsidP="00E55876">
      <w:pPr>
        <w:ind w:left="426" w:hanging="425"/>
        <w:jc w:val="both"/>
      </w:pPr>
    </w:p>
    <w:p w14:paraId="0C72D81E" w14:textId="77777777" w:rsidR="00C23388" w:rsidRDefault="00CA4672" w:rsidP="00CA4672">
      <w:pPr>
        <w:jc w:val="both"/>
        <w:rPr>
          <w:szCs w:val="24"/>
        </w:rPr>
      </w:pPr>
      <w:r>
        <w:rPr>
          <w:szCs w:val="24"/>
        </w:rPr>
        <w:t xml:space="preserve">       </w:t>
      </w:r>
      <w:r w:rsidR="005602CE" w:rsidRPr="00CA4672">
        <w:rPr>
          <w:szCs w:val="24"/>
        </w:rPr>
        <w:t xml:space="preserve">RMK </w:t>
      </w:r>
      <w:r w:rsidR="00C23388">
        <w:rPr>
          <w:szCs w:val="24"/>
        </w:rPr>
        <w:t xml:space="preserve">Paukjärve </w:t>
      </w:r>
      <w:r w:rsidRPr="00CA4672">
        <w:rPr>
          <w:szCs w:val="24"/>
        </w:rPr>
        <w:t>vaatetorni</w:t>
      </w:r>
      <w:r w:rsidR="005602CE" w:rsidRPr="00CA4672">
        <w:rPr>
          <w:szCs w:val="24"/>
        </w:rPr>
        <w:t xml:space="preserve"> </w:t>
      </w:r>
      <w:r w:rsidR="00C23388">
        <w:rPr>
          <w:szCs w:val="24"/>
        </w:rPr>
        <w:t>diagonaalide (2 tk) ja piirdepalkide (3 tk) vahetus.</w:t>
      </w:r>
    </w:p>
    <w:p w14:paraId="7DFAA872" w14:textId="7C10E684" w:rsidR="00CA4672" w:rsidRDefault="00CA4672" w:rsidP="00C23388">
      <w:pPr>
        <w:jc w:val="both"/>
      </w:pPr>
      <w:r>
        <w:rPr>
          <w:szCs w:val="24"/>
        </w:rPr>
        <w:t xml:space="preserve">     </w:t>
      </w:r>
      <w:r w:rsidR="00C23388">
        <w:rPr>
          <w:szCs w:val="24"/>
        </w:rPr>
        <w:t xml:space="preserve"> </w:t>
      </w:r>
      <w:r w:rsidRPr="00CA4672">
        <w:rPr>
          <w:szCs w:val="24"/>
        </w:rPr>
        <w:t xml:space="preserve"> </w:t>
      </w:r>
      <w:r w:rsidR="00C23388">
        <w:rPr>
          <w:szCs w:val="24"/>
        </w:rPr>
        <w:t>RMK Oru lõkkekoha lehtla värvimine, põranda laudise ja katuse parandamine.</w:t>
      </w:r>
    </w:p>
    <w:p w14:paraId="1103CB99" w14:textId="77777777" w:rsidR="00710F3F" w:rsidRDefault="00710F3F" w:rsidP="00E55876">
      <w:pPr>
        <w:ind w:left="426" w:hanging="425"/>
        <w:jc w:val="both"/>
      </w:pPr>
    </w:p>
    <w:p w14:paraId="59A663F4" w14:textId="06C0E2AB" w:rsidR="00710F3F" w:rsidRDefault="00710F3F" w:rsidP="00E55876">
      <w:pPr>
        <w:pStyle w:val="Loendilik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C23388">
        <w:t>2520,00</w:t>
      </w:r>
      <w:r w:rsidR="005602CE">
        <w:t xml:space="preserve"> </w:t>
      </w:r>
      <w:r w:rsidR="00D05A04">
        <w:t>(</w:t>
      </w:r>
      <w:r w:rsidR="00C23388">
        <w:rPr>
          <w:rFonts w:eastAsia="Calibri"/>
        </w:rPr>
        <w:t>kaks tuhat viissada kakskümmend</w:t>
      </w:r>
      <w:r w:rsidR="005602CE">
        <w:rPr>
          <w:rFonts w:eastAsia="Calibri"/>
        </w:rPr>
        <w:t xml:space="preserve">) </w:t>
      </w:r>
      <w:r w:rsidR="001F58D6">
        <w:t>eurot</w:t>
      </w:r>
      <w:r w:rsidR="003419BB">
        <w:t xml:space="preserve"> koos käibemaksuga</w:t>
      </w:r>
      <w:r w:rsidR="00DA3460">
        <w:t>.</w:t>
      </w:r>
    </w:p>
    <w:p w14:paraId="5F556A65" w14:textId="77777777" w:rsidR="00710F3F" w:rsidRDefault="00710F3F" w:rsidP="00BE062A">
      <w:pPr>
        <w:ind w:firstLine="1"/>
        <w:jc w:val="both"/>
      </w:pPr>
    </w:p>
    <w:p w14:paraId="6ADF8DF7" w14:textId="743DDEDA" w:rsidR="00710F3F" w:rsidRDefault="00C23388" w:rsidP="00E55876">
      <w:pPr>
        <w:pStyle w:val="Loendilik"/>
        <w:numPr>
          <w:ilvl w:val="0"/>
          <w:numId w:val="4"/>
        </w:numPr>
        <w:ind w:left="426"/>
      </w:pPr>
      <w:sdt>
        <w:sdtPr>
          <w:id w:val="-189151537"/>
          <w:placeholder>
            <w:docPart w:val="3D1EF0C8ED6E4F8892103247B52E466D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EndPr/>
        <w:sdtContent>
          <w:r w:rsidR="00006744">
            <w:t>Akt on allkirjastatud digitaalselt.</w:t>
          </w:r>
        </w:sdtContent>
      </w:sdt>
    </w:p>
    <w:p w14:paraId="1D561E70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0BDA8323" w14:textId="77777777" w:rsidR="00710F3F" w:rsidRDefault="00710F3F" w:rsidP="001655A9"/>
    <w:p w14:paraId="58E57E06" w14:textId="77777777" w:rsidR="007B3EA9" w:rsidRDefault="007B3EA9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59CF8358" w14:textId="77777777" w:rsidTr="00E0466D">
        <w:tc>
          <w:tcPr>
            <w:tcW w:w="4757" w:type="dxa"/>
          </w:tcPr>
          <w:p w14:paraId="7720A1BD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39E9CFA3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09166705" w14:textId="77777777" w:rsidTr="00E0466D">
        <w:tc>
          <w:tcPr>
            <w:tcW w:w="4757" w:type="dxa"/>
          </w:tcPr>
          <w:p w14:paraId="08EEACBA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4765024F" w14:textId="77777777" w:rsidR="00E0466D" w:rsidRDefault="00E0466D">
            <w:pPr>
              <w:rPr>
                <w:b/>
              </w:rPr>
            </w:pPr>
          </w:p>
        </w:tc>
      </w:tr>
      <w:tr w:rsidR="00E0466D" w14:paraId="339466C4" w14:textId="77777777" w:rsidTr="00E0466D">
        <w:tc>
          <w:tcPr>
            <w:tcW w:w="4757" w:type="dxa"/>
          </w:tcPr>
          <w:p w14:paraId="3B7AE7E2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751EA45C" w14:textId="77777777" w:rsidR="00E0466D" w:rsidRDefault="00E0466D">
            <w:pPr>
              <w:rPr>
                <w:b/>
              </w:rPr>
            </w:pPr>
          </w:p>
        </w:tc>
      </w:tr>
      <w:tr w:rsidR="00662785" w14:paraId="6CBCB25A" w14:textId="77777777" w:rsidTr="00E0466D">
        <w:tc>
          <w:tcPr>
            <w:tcW w:w="4757" w:type="dxa"/>
          </w:tcPr>
          <w:p w14:paraId="5F374518" w14:textId="6607A883" w:rsidR="00662785" w:rsidRDefault="00C23388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E113333086474B098C8D91D55C5BFDA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006744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66628607" w14:textId="67A6518C" w:rsidR="00662785" w:rsidRDefault="00C23388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41797B8949464D4281BA7DF5F67DB33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006744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55D1C25C" w14:textId="77777777" w:rsidTr="00E0466D">
        <w:tc>
          <w:tcPr>
            <w:tcW w:w="4757" w:type="dxa"/>
          </w:tcPr>
          <w:p w14:paraId="1E13118C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5C94DC3C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0F651257" w14:textId="77777777" w:rsidTr="00E0466D">
        <w:tc>
          <w:tcPr>
            <w:tcW w:w="4757" w:type="dxa"/>
          </w:tcPr>
          <w:p w14:paraId="6B1A3815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67E676B6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5791D089" w14:textId="77777777" w:rsidTr="00E0466D">
        <w:tc>
          <w:tcPr>
            <w:tcW w:w="4757" w:type="dxa"/>
          </w:tcPr>
          <w:p w14:paraId="337D4E80" w14:textId="38A095A1" w:rsidR="00662785" w:rsidRDefault="00006744">
            <w:pPr>
              <w:rPr>
                <w:iCs/>
              </w:rPr>
            </w:pPr>
            <w:r>
              <w:rPr>
                <w:spacing w:val="0"/>
                <w:lang w:val="en-AU"/>
              </w:rPr>
              <w:t>Jaanus Käärma</w:t>
            </w:r>
          </w:p>
        </w:tc>
        <w:tc>
          <w:tcPr>
            <w:tcW w:w="4758" w:type="dxa"/>
          </w:tcPr>
          <w:p w14:paraId="6939557F" w14:textId="1F4CE5AF" w:rsidR="00662785" w:rsidRDefault="00C23388" w:rsidP="00E54A18">
            <w:pPr>
              <w:tabs>
                <w:tab w:val="right" w:pos="4542"/>
              </w:tabs>
              <w:rPr>
                <w:iCs/>
              </w:rPr>
            </w:pPr>
            <w:proofErr w:type="spellStart"/>
            <w:r>
              <w:rPr>
                <w:spacing w:val="0"/>
              </w:rPr>
              <w:t>Ranno</w:t>
            </w:r>
            <w:proofErr w:type="spellEnd"/>
            <w:r>
              <w:rPr>
                <w:spacing w:val="0"/>
              </w:rPr>
              <w:t xml:space="preserve"> Soots</w:t>
            </w:r>
            <w:bookmarkStart w:id="0" w:name="_GoBack"/>
            <w:bookmarkEnd w:id="0"/>
            <w:r w:rsidR="00E54A18">
              <w:rPr>
                <w:spacing w:val="0"/>
              </w:rPr>
              <w:tab/>
            </w:r>
          </w:p>
        </w:tc>
      </w:tr>
    </w:tbl>
    <w:p w14:paraId="0FFA0B16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48ACC" w14:textId="77777777" w:rsidR="008E7795" w:rsidRDefault="008E7795">
      <w:r>
        <w:separator/>
      </w:r>
    </w:p>
  </w:endnote>
  <w:endnote w:type="continuationSeparator" w:id="0">
    <w:p w14:paraId="3350ADE9" w14:textId="77777777" w:rsidR="008E7795" w:rsidRDefault="008E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8622E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EC385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F4572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65C84" w14:textId="77777777" w:rsidR="008E7795" w:rsidRDefault="008E7795">
      <w:r>
        <w:separator/>
      </w:r>
    </w:p>
  </w:footnote>
  <w:footnote w:type="continuationSeparator" w:id="0">
    <w:p w14:paraId="1D2594FF" w14:textId="77777777" w:rsidR="008E7795" w:rsidRDefault="008E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6235" w14:textId="77777777" w:rsidR="00546B39" w:rsidRDefault="00546B3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924D6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D31AB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2992B64"/>
    <w:multiLevelType w:val="hybridMultilevel"/>
    <w:tmpl w:val="F94C9232"/>
    <w:lvl w:ilvl="0" w:tplc="864A23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95"/>
    <w:rsid w:val="00006744"/>
    <w:rsid w:val="001655A9"/>
    <w:rsid w:val="00167B52"/>
    <w:rsid w:val="001745CA"/>
    <w:rsid w:val="001C1744"/>
    <w:rsid w:val="001E3E86"/>
    <w:rsid w:val="001F58D6"/>
    <w:rsid w:val="002037BB"/>
    <w:rsid w:val="002131A5"/>
    <w:rsid w:val="002D6C61"/>
    <w:rsid w:val="003066C3"/>
    <w:rsid w:val="003419BB"/>
    <w:rsid w:val="0039404B"/>
    <w:rsid w:val="004420B4"/>
    <w:rsid w:val="004A5FCB"/>
    <w:rsid w:val="004D6A17"/>
    <w:rsid w:val="004D7333"/>
    <w:rsid w:val="00530B34"/>
    <w:rsid w:val="00546B39"/>
    <w:rsid w:val="005602CE"/>
    <w:rsid w:val="00582B14"/>
    <w:rsid w:val="005B602A"/>
    <w:rsid w:val="005D6B4D"/>
    <w:rsid w:val="00635047"/>
    <w:rsid w:val="00662785"/>
    <w:rsid w:val="006642C2"/>
    <w:rsid w:val="00666786"/>
    <w:rsid w:val="00677841"/>
    <w:rsid w:val="00681A01"/>
    <w:rsid w:val="006E271B"/>
    <w:rsid w:val="00710F3F"/>
    <w:rsid w:val="00777070"/>
    <w:rsid w:val="007A424C"/>
    <w:rsid w:val="007B3EA9"/>
    <w:rsid w:val="007C36EC"/>
    <w:rsid w:val="007F5285"/>
    <w:rsid w:val="00810864"/>
    <w:rsid w:val="008E7795"/>
    <w:rsid w:val="009769BD"/>
    <w:rsid w:val="00977702"/>
    <w:rsid w:val="009C1C0E"/>
    <w:rsid w:val="009F002E"/>
    <w:rsid w:val="00A159EA"/>
    <w:rsid w:val="00AB4B23"/>
    <w:rsid w:val="00AE2E7D"/>
    <w:rsid w:val="00B727B2"/>
    <w:rsid w:val="00B93333"/>
    <w:rsid w:val="00B976ED"/>
    <w:rsid w:val="00BD648A"/>
    <w:rsid w:val="00BE062A"/>
    <w:rsid w:val="00BF353A"/>
    <w:rsid w:val="00C05660"/>
    <w:rsid w:val="00C21A0D"/>
    <w:rsid w:val="00C23388"/>
    <w:rsid w:val="00C867B7"/>
    <w:rsid w:val="00CA4672"/>
    <w:rsid w:val="00CC14A5"/>
    <w:rsid w:val="00D05A04"/>
    <w:rsid w:val="00D814F5"/>
    <w:rsid w:val="00D914EE"/>
    <w:rsid w:val="00DA3460"/>
    <w:rsid w:val="00DD2ED8"/>
    <w:rsid w:val="00DF579B"/>
    <w:rsid w:val="00E0466D"/>
    <w:rsid w:val="00E54A18"/>
    <w:rsid w:val="00E55876"/>
    <w:rsid w:val="00E6175F"/>
    <w:rsid w:val="00E73F85"/>
    <w:rsid w:val="00EB22DA"/>
    <w:rsid w:val="00F6622C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99251D4"/>
  <w15:docId w15:val="{951E118B-DE20-45D9-9E53-B8C05635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Kontuurtabel">
    <w:name w:val="Table Grid"/>
    <w:basedOn w:val="Normaaltabe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allaadveeb">
    <w:name w:val="Normal (Web)"/>
    <w:basedOn w:val="Normaallaad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D05A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05A04"/>
    <w:rPr>
      <w:spacing w:val="0"/>
      <w:position w:val="0"/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05A04"/>
    <w:rPr>
      <w:lang w:eastAsia="en-US"/>
    </w:rPr>
  </w:style>
  <w:style w:type="paragraph" w:styleId="Loendilik">
    <w:name w:val="List Paragraph"/>
    <w:basedOn w:val="Normaallaad"/>
    <w:uiPriority w:val="34"/>
    <w:qFormat/>
    <w:rsid w:val="00777070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0067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usk\AppData\Local\Microsoft\Windows\INetCache\IE\R1QG0V0Q\akt%20t&#246;&#246;v&#245;tulepingu%20juurde%20(juriidilise%20isiku%20v&#245;i%20fie-g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5BFC7F589C421EB942A249FB60E0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2EBB90-2E35-479C-BCF5-CA9739BFE2A5}"/>
      </w:docPartPr>
      <w:docPartBody>
        <w:p w:rsidR="007E3C6E" w:rsidRDefault="007E3C6E">
          <w:pPr>
            <w:pStyle w:val="D45BFC7F589C421EB942A249FB60E060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3D1EF0C8ED6E4F8892103247B52E46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FEBD168-E36D-4A71-9049-021B4755B2DC}"/>
      </w:docPartPr>
      <w:docPartBody>
        <w:p w:rsidR="007E3C6E" w:rsidRDefault="007E3C6E">
          <w:pPr>
            <w:pStyle w:val="3D1EF0C8ED6E4F8892103247B52E466D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E113333086474B098C8D91D55C5BF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095527-4F92-4DFC-9E5E-9F0EA8986401}"/>
      </w:docPartPr>
      <w:docPartBody>
        <w:p w:rsidR="007E3C6E" w:rsidRDefault="007E3C6E">
          <w:pPr>
            <w:pStyle w:val="E113333086474B098C8D91D55C5BFDA5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41797B8949464D4281BA7DF5F67DB3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13D9C01-E671-426B-8671-1AE3993ACF9C}"/>
      </w:docPartPr>
      <w:docPartBody>
        <w:p w:rsidR="007E3C6E" w:rsidRDefault="007E3C6E">
          <w:pPr>
            <w:pStyle w:val="41797B8949464D4281BA7DF5F67DB33C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E"/>
    <w:rsid w:val="007E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864CFFE0445A46E7A6EED328E3924D78">
    <w:name w:val="864CFFE0445A46E7A6EED328E3924D78"/>
  </w:style>
  <w:style w:type="paragraph" w:customStyle="1" w:styleId="D45BFC7F589C421EB942A249FB60E060">
    <w:name w:val="D45BFC7F589C421EB942A249FB60E060"/>
  </w:style>
  <w:style w:type="paragraph" w:customStyle="1" w:styleId="3D1EF0C8ED6E4F8892103247B52E466D">
    <w:name w:val="3D1EF0C8ED6E4F8892103247B52E466D"/>
  </w:style>
  <w:style w:type="paragraph" w:customStyle="1" w:styleId="E113333086474B098C8D91D55C5BFDA5">
    <w:name w:val="E113333086474B098C8D91D55C5BFDA5"/>
  </w:style>
  <w:style w:type="paragraph" w:customStyle="1" w:styleId="41797B8949464D4281BA7DF5F67DB33C">
    <w:name w:val="41797B8949464D4281BA7DF5F67DB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fie-ga).dotx</Template>
  <TotalTime>5</TotalTime>
  <Pages>1</Pages>
  <Words>81</Words>
  <Characters>622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Jaanus Käärma</cp:lastModifiedBy>
  <cp:revision>3</cp:revision>
  <cp:lastPrinted>2004-03-16T09:02:00Z</cp:lastPrinted>
  <dcterms:created xsi:type="dcterms:W3CDTF">2023-09-06T07:05:00Z</dcterms:created>
  <dcterms:modified xsi:type="dcterms:W3CDTF">2023-09-06T07:11:00Z</dcterms:modified>
</cp:coreProperties>
</file>