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bookmarkStart w:id="1" w:name="_GoBack"/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bookmarkEnd w:id="1"/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2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 w:rsidR="00FB0518">
        <w:rPr>
          <w:rFonts w:ascii="Arial" w:hAnsi="Arial" w:cs="Arial"/>
          <w:sz w:val="16"/>
        </w:rPr>
      </w:r>
      <w:r w:rsidR="00FB0518"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 xml:space="preserve"> </w:t>
      </w:r>
      <w:bookmarkStart w:id="3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  <w:r>
        <w:rPr>
          <w:rFonts w:ascii="Arial" w:hAnsi="Arial" w:cs="Arial"/>
          <w:sz w:val="16"/>
        </w:rPr>
        <w:t>. a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4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</w:p>
    <w:p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5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§ </w:t>
      </w:r>
      <w:bookmarkStart w:id="6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lg </w:t>
      </w:r>
      <w:bookmarkStart w:id="7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 p </w:t>
      </w:r>
      <w:bookmarkStart w:id="8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  <w:r>
        <w:rPr>
          <w:rFonts w:ascii="Arial" w:hAnsi="Arial" w:cs="Arial"/>
          <w:sz w:val="16"/>
        </w:rPr>
        <w:t xml:space="preserve">. </w:t>
      </w:r>
      <w:bookmarkStart w:id="9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9"/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</w:pPr>
    </w:p>
    <w:p w:rsidR="00EA1135" w:rsidRDefault="00EA1135">
      <w:pPr>
        <w:jc w:val="center"/>
        <w:rPr>
          <w:b/>
          <w:sz w:val="24"/>
        </w:rPr>
        <w:sectPr w:rsidR="00EA1135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:rsidR="008D6664" w:rsidRDefault="008D6664" w:rsidP="008D6664">
      <w:pPr>
        <w:jc w:val="center"/>
        <w:rPr>
          <w:b/>
          <w:sz w:val="24"/>
        </w:rPr>
      </w:pPr>
      <w:r w:rsidRPr="00FD05B2">
        <w:rPr>
          <w:b/>
          <w:sz w:val="24"/>
        </w:rPr>
        <w:t xml:space="preserve">MÜÜGILEPING nr </w:t>
      </w:r>
      <w:r w:rsidR="004A2781" w:rsidRPr="004A2781">
        <w:rPr>
          <w:b/>
          <w:sz w:val="24"/>
          <w:szCs w:val="24"/>
          <w:lang w:val="en-AU"/>
        </w:rPr>
        <w:tab/>
      </w:r>
      <w:r w:rsidR="000B5F08" w:rsidRPr="000B5F08">
        <w:rPr>
          <w:b/>
          <w:sz w:val="24"/>
          <w:szCs w:val="24"/>
          <w:lang w:val="en-AU"/>
        </w:rPr>
        <w:t>6-27/2022/87</w:t>
      </w:r>
    </w:p>
    <w:p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1127CC">
        <w:rPr>
          <w:sz w:val="22"/>
          <w:szCs w:val="22"/>
        </w:rPr>
        <w:t>9</w:t>
      </w:r>
      <w:r w:rsidR="00BD64A5" w:rsidRPr="001D4D0A">
        <w:rPr>
          <w:sz w:val="22"/>
          <w:szCs w:val="22"/>
        </w:rPr>
        <w:t>.</w:t>
      </w:r>
      <w:r w:rsidR="000B5F08">
        <w:rPr>
          <w:sz w:val="22"/>
          <w:szCs w:val="22"/>
        </w:rPr>
        <w:t>1</w:t>
      </w:r>
      <w:r w:rsidR="001127CC">
        <w:rPr>
          <w:sz w:val="22"/>
          <w:szCs w:val="22"/>
        </w:rPr>
        <w:t>1</w:t>
      </w:r>
      <w:r w:rsidR="003D16C2" w:rsidRPr="001D4D0A">
        <w:rPr>
          <w:sz w:val="22"/>
          <w:szCs w:val="22"/>
        </w:rPr>
        <w:t>.</w:t>
      </w:r>
      <w:r w:rsidRPr="001D4D0A">
        <w:rPr>
          <w:sz w:val="22"/>
          <w:szCs w:val="22"/>
        </w:rPr>
        <w:t>20</w:t>
      </w:r>
      <w:r w:rsidR="001127CC">
        <w:rPr>
          <w:sz w:val="22"/>
          <w:szCs w:val="22"/>
        </w:rPr>
        <w:t>2</w:t>
      </w:r>
      <w:r w:rsidR="000B5F08">
        <w:rPr>
          <w:sz w:val="22"/>
          <w:szCs w:val="22"/>
        </w:rPr>
        <w:t>2</w:t>
      </w:r>
    </w:p>
    <w:p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1970A5">
        <w:rPr>
          <w:sz w:val="23"/>
          <w:szCs w:val="23"/>
        </w:rPr>
        <w:t>se</w:t>
      </w:r>
      <w:r w:rsidR="000B5F08">
        <w:rPr>
          <w:sz w:val="23"/>
          <w:szCs w:val="23"/>
        </w:rPr>
        <w:t xml:space="preserve"> 25.10.2022 otsusega nr 1-32/72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0B5F08">
        <w:rPr>
          <w:sz w:val="23"/>
          <w:szCs w:val="23"/>
        </w:rPr>
        <w:t>Jüri Orlov</w:t>
      </w:r>
      <w:r w:rsidRPr="00EE2542">
        <w:t xml:space="preserve">,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Pr="00EE2542">
        <w:t xml:space="preserve"> </w:t>
      </w:r>
      <w:r w:rsidR="00FC2064" w:rsidRPr="00FC2064">
        <w:rPr>
          <w:b/>
        </w:rPr>
        <w:t xml:space="preserve">OÜ </w:t>
      </w:r>
      <w:r w:rsidR="000B5F08">
        <w:rPr>
          <w:b/>
        </w:rPr>
        <w:t>Tõnsu</w:t>
      </w:r>
      <w:r w:rsidR="00FC2064" w:rsidRPr="00FC2064">
        <w:rPr>
          <w:b/>
        </w:rPr>
        <w:t xml:space="preserve">, </w:t>
      </w:r>
      <w:r w:rsidR="00FC2064" w:rsidRPr="00FC2064">
        <w:t xml:space="preserve">registrikood: </w:t>
      </w:r>
      <w:r w:rsidR="000B5F08">
        <w:t>10853198</w:t>
      </w:r>
      <w:r w:rsidR="00FC2064" w:rsidRPr="00FC2064">
        <w:t xml:space="preserve">, keda esindab: </w:t>
      </w:r>
      <w:r w:rsidR="000B5F08">
        <w:t>Monre Mäerand</w:t>
      </w:r>
      <w:r w:rsidR="0010037A" w:rsidRPr="00FC2064">
        <w:t xml:space="preserve">, </w:t>
      </w:r>
      <w:r w:rsidR="001A2249" w:rsidRPr="00FC2064">
        <w:t xml:space="preserve">isikukood: </w:t>
      </w:r>
      <w:r w:rsidR="000B5F08" w:rsidRPr="000B5F08">
        <w:t>35811302755</w:t>
      </w:r>
      <w:r w:rsidR="00BE0C9E" w:rsidRPr="00FC2064">
        <w:t>,</w:t>
      </w:r>
      <w:r w:rsidR="00BE0C9E">
        <w:t xml:space="preserve">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F14C5A" w:rsidRPr="00F14C5A">
        <w:rPr>
          <w:b/>
          <w:sz w:val="24"/>
        </w:rPr>
        <w:t>Enampakkumine nr.</w:t>
      </w:r>
      <w:r w:rsidR="00293CB9" w:rsidRPr="00293CB9">
        <w:t xml:space="preserve"> </w:t>
      </w:r>
      <w:r w:rsidR="000B5F08" w:rsidRPr="000B5F08">
        <w:rPr>
          <w:b/>
          <w:sz w:val="24"/>
        </w:rPr>
        <w:t>182152223</w:t>
      </w:r>
      <w:r w:rsidR="00F14C5A" w:rsidRPr="00F14C5A">
        <w:rPr>
          <w:b/>
          <w:sz w:val="24"/>
        </w:rPr>
        <w:t>- "</w:t>
      </w:r>
      <w:r w:rsidR="000B5F08" w:rsidRPr="000B5F08">
        <w:rPr>
          <w:b/>
          <w:sz w:val="24"/>
        </w:rPr>
        <w:t>Aerupaat Kasse 430 (LSA-016), 1997.a</w:t>
      </w:r>
      <w:r w:rsidR="0035573F">
        <w:rPr>
          <w:b/>
          <w:sz w:val="24"/>
        </w:rPr>
        <w:t>“</w:t>
      </w:r>
      <w:r w:rsidR="00B66024">
        <w:rPr>
          <w:b/>
          <w:sz w:val="24"/>
        </w:rPr>
        <w:t xml:space="preserve"> </w:t>
      </w:r>
      <w:r w:rsidR="004C3A47" w:rsidRPr="004C3A47">
        <w:rPr>
          <w:b/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0B5F08">
        <w:rPr>
          <w:b/>
          <w:sz w:val="24"/>
        </w:rPr>
        <w:t>620</w:t>
      </w:r>
      <w:r w:rsidRPr="002606BB">
        <w:rPr>
          <w:spacing w:val="-3"/>
          <w:sz w:val="22"/>
        </w:rPr>
        <w:t xml:space="preserve"> (</w:t>
      </w:r>
      <w:r w:rsidR="000B5F08">
        <w:rPr>
          <w:spacing w:val="-3"/>
          <w:sz w:val="22"/>
        </w:rPr>
        <w:t>kuussada kakskümmend</w:t>
      </w:r>
      <w:r w:rsidR="001152D3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5. Vara üleandmine-vastuvôtmine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5.1. Vara antakse üle ja vôetaks</w:t>
      </w:r>
      <w:r w:rsidR="00535F1F">
        <w:rPr>
          <w:sz w:val="24"/>
        </w:rPr>
        <w:t>e vastu pärast üleandmise-vastuvõtmise akti</w:t>
      </w:r>
      <w:r>
        <w:rPr>
          <w:sz w:val="24"/>
        </w:rPr>
        <w:t xml:space="preserve"> allakirjutamist.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>.1. Pooled vastutavad lepinguliste kohustuste mittetäitmise vôi mittekohase täitmise, sealhulgas täitmisega viivitamise eest.</w:t>
      </w:r>
    </w:p>
    <w:p w:rsidR="00293CB9" w:rsidRDefault="00293CB9" w:rsidP="00E813C7">
      <w:pPr>
        <w:rPr>
          <w:sz w:val="24"/>
        </w:rPr>
      </w:pPr>
    </w:p>
    <w:p w:rsidR="00293CB9" w:rsidRDefault="00293CB9" w:rsidP="00E813C7">
      <w:pPr>
        <w:rPr>
          <w:sz w:val="24"/>
        </w:rPr>
      </w:pPr>
    </w:p>
    <w:p w:rsidR="00293CB9" w:rsidRDefault="00293CB9" w:rsidP="00E813C7">
      <w:pPr>
        <w:rPr>
          <w:sz w:val="24"/>
        </w:rPr>
      </w:pP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7</w:t>
      </w:r>
      <w:r w:rsidR="00E813C7">
        <w:rPr>
          <w:b/>
          <w:bCs/>
          <w:sz w:val="24"/>
        </w:rPr>
        <w:t>. Vaidluste lahendamine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7</w:t>
      </w:r>
      <w:r w:rsidR="00E813C7">
        <w:rPr>
          <w:sz w:val="24"/>
        </w:rPr>
        <w:t>.1. Vaidlused ja lahkarvamused, mis tekivad käesoleva Lepingu täitmisel, lahendatakse pooltevaheliste läbirääkimiste teel. Läbirääkimiste käigus kokkuleppele mittejôudmisel lahendatakse vaidlused õigusaktidega ettenähtud korras.</w:t>
      </w:r>
    </w:p>
    <w:p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>. Lôppsätted</w:t>
      </w:r>
    </w:p>
    <w:p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>.2. Käesolev Leping jôustub selle allakirjutamise hetkest ja kehtib kuni lepinguliste kohustuste täitmiseni mõlema Poole poolt.</w:t>
      </w:r>
    </w:p>
    <w:p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sôlmitud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56"/>
        <w:gridCol w:w="804"/>
        <w:gridCol w:w="4053"/>
      </w:tblGrid>
      <w:tr w:rsidR="00E813C7" w:rsidRPr="00C27351" w:rsidTr="004C3A47">
        <w:tc>
          <w:tcPr>
            <w:tcW w:w="3510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5109AE" w:rsidRDefault="00FC2064" w:rsidP="000B5F08">
            <w:pPr>
              <w:rPr>
                <w:sz w:val="24"/>
              </w:rPr>
            </w:pPr>
            <w:r>
              <w:rPr>
                <w:sz w:val="24"/>
              </w:rPr>
              <w:t xml:space="preserve">OÜ </w:t>
            </w:r>
            <w:r w:rsidR="000B5F08">
              <w:rPr>
                <w:sz w:val="24"/>
              </w:rPr>
              <w:t>Tõnsu</w:t>
            </w:r>
            <w:r>
              <w:rPr>
                <w:sz w:val="24"/>
              </w:rPr>
              <w:t xml:space="preserve"> </w:t>
            </w:r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A20537" w:rsidP="00FD05B2">
            <w:pPr>
              <w:rPr>
                <w:sz w:val="24"/>
              </w:rPr>
            </w:pPr>
            <w:r>
              <w:rPr>
                <w:sz w:val="24"/>
              </w:rPr>
              <w:t>Sagadi mõis, Vihula vald, Lääne-Virumaa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0B5F08" w:rsidP="000B5F08">
            <w:pPr>
              <w:rPr>
                <w:sz w:val="24"/>
              </w:rPr>
            </w:pPr>
            <w:r w:rsidRPr="000B5F08">
              <w:rPr>
                <w:sz w:val="24"/>
              </w:rPr>
              <w:t>Kääpa küla Mustvee vald Jõgevamaa 49323</w:t>
            </w:r>
          </w:p>
        </w:tc>
      </w:tr>
      <w:tr w:rsidR="00E813C7" w:rsidRPr="00C27351" w:rsidTr="004C3A47">
        <w:tc>
          <w:tcPr>
            <w:tcW w:w="3510" w:type="dxa"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:rsidR="00E813C7" w:rsidRPr="00EE2542" w:rsidRDefault="00FC2064" w:rsidP="00BE0C9E">
            <w:pPr>
              <w:rPr>
                <w:sz w:val="24"/>
              </w:rPr>
            </w:pPr>
            <w:r>
              <w:rPr>
                <w:sz w:val="24"/>
              </w:rPr>
              <w:t xml:space="preserve">Registrikood: </w:t>
            </w:r>
            <w:r w:rsidR="000B5F08" w:rsidRPr="000B5F08">
              <w:rPr>
                <w:sz w:val="24"/>
              </w:rPr>
              <w:t>10853198</w:t>
            </w:r>
          </w:p>
        </w:tc>
      </w:tr>
      <w:tr w:rsidR="00E813C7" w:rsidRPr="00C27351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:rsidR="00AF316B" w:rsidRDefault="00AF316B" w:rsidP="00AF316B">
      <w:pPr>
        <w:jc w:val="both"/>
      </w:pPr>
    </w:p>
    <w:p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ABE" w:rsidRDefault="00251ABE">
      <w:r>
        <w:separator/>
      </w:r>
    </w:p>
  </w:endnote>
  <w:endnote w:type="continuationSeparator" w:id="0">
    <w:p w:rsidR="00251ABE" w:rsidRDefault="0025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ABE" w:rsidRDefault="00251ABE">
      <w:r>
        <w:separator/>
      </w:r>
    </w:p>
  </w:footnote>
  <w:footnote w:type="continuationSeparator" w:id="0">
    <w:p w:rsidR="00251ABE" w:rsidRDefault="0025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251ABE" w:rsidRDefault="00251AB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B5F08">
      <w:rPr>
        <w:rStyle w:val="Lehekljenumber"/>
        <w:noProof/>
      </w:rPr>
      <w:t>2</w:t>
    </w:r>
    <w:r>
      <w:rPr>
        <w:rStyle w:val="Lehekljenumber"/>
      </w:rPr>
      <w:fldChar w:fldCharType="end"/>
    </w:r>
  </w:p>
  <w:p w:rsidR="00251ABE" w:rsidRPr="00EA1135" w:rsidRDefault="00251ABE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intFractionalCharacterWidth/>
  <w:mirrorMargin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5F08"/>
    <w:rsid w:val="000B7659"/>
    <w:rsid w:val="000C1530"/>
    <w:rsid w:val="0010037A"/>
    <w:rsid w:val="001127CC"/>
    <w:rsid w:val="00113E9F"/>
    <w:rsid w:val="001152D3"/>
    <w:rsid w:val="001421DE"/>
    <w:rsid w:val="00165D98"/>
    <w:rsid w:val="00175378"/>
    <w:rsid w:val="0019429C"/>
    <w:rsid w:val="001970A5"/>
    <w:rsid w:val="001A2249"/>
    <w:rsid w:val="001A6EC0"/>
    <w:rsid w:val="001B55CB"/>
    <w:rsid w:val="001D4D0A"/>
    <w:rsid w:val="001F45EC"/>
    <w:rsid w:val="002006B5"/>
    <w:rsid w:val="00237A64"/>
    <w:rsid w:val="00247F68"/>
    <w:rsid w:val="00251ABE"/>
    <w:rsid w:val="002606BB"/>
    <w:rsid w:val="00293CB9"/>
    <w:rsid w:val="002C54C3"/>
    <w:rsid w:val="002F60A1"/>
    <w:rsid w:val="0033409D"/>
    <w:rsid w:val="003539AE"/>
    <w:rsid w:val="0035573F"/>
    <w:rsid w:val="003B43DB"/>
    <w:rsid w:val="003D16C2"/>
    <w:rsid w:val="00422DAE"/>
    <w:rsid w:val="004438BC"/>
    <w:rsid w:val="004A2781"/>
    <w:rsid w:val="004C3A47"/>
    <w:rsid w:val="004D5BB5"/>
    <w:rsid w:val="004D77B8"/>
    <w:rsid w:val="004F3D04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C75FF"/>
    <w:rsid w:val="005F2E41"/>
    <w:rsid w:val="006A0B57"/>
    <w:rsid w:val="006A5FCA"/>
    <w:rsid w:val="006B5C64"/>
    <w:rsid w:val="006C39B3"/>
    <w:rsid w:val="006D43FE"/>
    <w:rsid w:val="006E6156"/>
    <w:rsid w:val="00717FDE"/>
    <w:rsid w:val="00775538"/>
    <w:rsid w:val="007944FF"/>
    <w:rsid w:val="0079618F"/>
    <w:rsid w:val="007F1CEA"/>
    <w:rsid w:val="008002FB"/>
    <w:rsid w:val="008527E7"/>
    <w:rsid w:val="00864534"/>
    <w:rsid w:val="008A4247"/>
    <w:rsid w:val="008D4E4C"/>
    <w:rsid w:val="008D6664"/>
    <w:rsid w:val="008F4D3A"/>
    <w:rsid w:val="00904D49"/>
    <w:rsid w:val="009275CC"/>
    <w:rsid w:val="00931646"/>
    <w:rsid w:val="00934548"/>
    <w:rsid w:val="009413D5"/>
    <w:rsid w:val="00942784"/>
    <w:rsid w:val="00961A3B"/>
    <w:rsid w:val="00965CF6"/>
    <w:rsid w:val="00985EA3"/>
    <w:rsid w:val="0099429A"/>
    <w:rsid w:val="009A4146"/>
    <w:rsid w:val="009A42A6"/>
    <w:rsid w:val="009A4B94"/>
    <w:rsid w:val="009C3E78"/>
    <w:rsid w:val="009D41C4"/>
    <w:rsid w:val="009D5B06"/>
    <w:rsid w:val="009E2D81"/>
    <w:rsid w:val="00A20537"/>
    <w:rsid w:val="00A51E5B"/>
    <w:rsid w:val="00A579AE"/>
    <w:rsid w:val="00AA51AD"/>
    <w:rsid w:val="00AB5881"/>
    <w:rsid w:val="00AB6E7D"/>
    <w:rsid w:val="00AC1BF1"/>
    <w:rsid w:val="00AD08A6"/>
    <w:rsid w:val="00AD4B5C"/>
    <w:rsid w:val="00AF316B"/>
    <w:rsid w:val="00AF79F7"/>
    <w:rsid w:val="00B137E7"/>
    <w:rsid w:val="00B17ABD"/>
    <w:rsid w:val="00B44E6A"/>
    <w:rsid w:val="00B66024"/>
    <w:rsid w:val="00B8592A"/>
    <w:rsid w:val="00BD64A5"/>
    <w:rsid w:val="00BE0C9E"/>
    <w:rsid w:val="00BE3B75"/>
    <w:rsid w:val="00C02AD9"/>
    <w:rsid w:val="00C11FBC"/>
    <w:rsid w:val="00C17FB9"/>
    <w:rsid w:val="00C419E3"/>
    <w:rsid w:val="00C61448"/>
    <w:rsid w:val="00C860AA"/>
    <w:rsid w:val="00CC181C"/>
    <w:rsid w:val="00CD3B33"/>
    <w:rsid w:val="00CF348E"/>
    <w:rsid w:val="00CF5F34"/>
    <w:rsid w:val="00D27F4A"/>
    <w:rsid w:val="00D37053"/>
    <w:rsid w:val="00D4542E"/>
    <w:rsid w:val="00D4578A"/>
    <w:rsid w:val="00D774C2"/>
    <w:rsid w:val="00DD4869"/>
    <w:rsid w:val="00DD49BD"/>
    <w:rsid w:val="00DD685F"/>
    <w:rsid w:val="00E10951"/>
    <w:rsid w:val="00E42738"/>
    <w:rsid w:val="00E438BC"/>
    <w:rsid w:val="00E813C7"/>
    <w:rsid w:val="00EA1135"/>
    <w:rsid w:val="00EA52AD"/>
    <w:rsid w:val="00EB00C8"/>
    <w:rsid w:val="00EC11B9"/>
    <w:rsid w:val="00EE2052"/>
    <w:rsid w:val="00EE2542"/>
    <w:rsid w:val="00EE3C7E"/>
    <w:rsid w:val="00F14C5A"/>
    <w:rsid w:val="00F77D73"/>
    <w:rsid w:val="00F8202B"/>
    <w:rsid w:val="00F83F5D"/>
    <w:rsid w:val="00F86A11"/>
    <w:rsid w:val="00FA54FB"/>
    <w:rsid w:val="00FB0518"/>
    <w:rsid w:val="00FC2064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4FADD6-4B05-47D6-B81A-F4DFCED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72680-9AC1-4972-8501-99D9A134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müügileping-2.dot</Template>
  <TotalTime>0</TotalTime>
  <Pages>3</Pages>
  <Words>427</Words>
  <Characters>2480</Characters>
  <Application>Microsoft Office Word</Application>
  <DocSecurity>4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Jüri Orlov</cp:lastModifiedBy>
  <cp:revision>2</cp:revision>
  <cp:lastPrinted>2014-10-20T07:00:00Z</cp:lastPrinted>
  <dcterms:created xsi:type="dcterms:W3CDTF">2022-11-09T10:58:00Z</dcterms:created>
  <dcterms:modified xsi:type="dcterms:W3CDTF">2022-11-09T10:58:00Z</dcterms:modified>
</cp:coreProperties>
</file>