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D40650" w:rsidTr="001C28BA">
        <w:trPr>
          <w:trHeight w:val="1905"/>
        </w:trPr>
        <w:tc>
          <w:tcPr>
            <w:tcW w:w="5245" w:type="dxa"/>
            <w:shd w:val="clear" w:color="auto" w:fill="auto"/>
          </w:tcPr>
          <w:p w:rsidR="00D40650" w:rsidRPr="00A10E66" w:rsidRDefault="0008669E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5093222" wp14:editId="3CD516CC">
                  <wp:simplePos x="1152525" y="-238125"/>
                  <wp:positionH relativeFrom="margin">
                    <wp:posOffset>-864235</wp:posOffset>
                  </wp:positionH>
                  <wp:positionV relativeFrom="margin">
                    <wp:posOffset>-144145</wp:posOffset>
                  </wp:positionV>
                  <wp:extent cx="29484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_maantee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shd w:val="clear" w:color="auto" w:fill="auto"/>
          </w:tcPr>
          <w:p w:rsidR="00BC1A62" w:rsidRPr="00BC1A62" w:rsidRDefault="00BC1A62" w:rsidP="0008669E">
            <w:pPr>
              <w:pStyle w:val="AK"/>
            </w:pPr>
          </w:p>
        </w:tc>
      </w:tr>
      <w:tr w:rsidR="00D40650" w:rsidRPr="001D4CFB" w:rsidTr="001C28BA">
        <w:trPr>
          <w:trHeight w:val="1985"/>
        </w:trPr>
        <w:tc>
          <w:tcPr>
            <w:tcW w:w="5245" w:type="dxa"/>
            <w:shd w:val="clear" w:color="auto" w:fill="auto"/>
          </w:tcPr>
          <w:p w:rsidR="009C74C9" w:rsidRPr="00015E5C" w:rsidRDefault="009C74C9" w:rsidP="009C74C9">
            <w:pPr>
              <w:pStyle w:val="adressaat0"/>
            </w:pPr>
            <w:proofErr w:type="spellStart"/>
            <w:r w:rsidRPr="00015E5C">
              <w:t>Teedeprojekt</w:t>
            </w:r>
            <w:proofErr w:type="spellEnd"/>
            <w:r w:rsidRPr="00015E5C">
              <w:t xml:space="preserve"> OÜ</w:t>
            </w:r>
          </w:p>
          <w:p w:rsidR="009C74C9" w:rsidRPr="00015E5C" w:rsidRDefault="009C74C9" w:rsidP="009C74C9">
            <w:pPr>
              <w:pStyle w:val="aadress"/>
            </w:pPr>
            <w:r w:rsidRPr="00015E5C">
              <w:t>Kaabli 3</w:t>
            </w:r>
          </w:p>
          <w:p w:rsidR="009C74C9" w:rsidRPr="00015E5C" w:rsidRDefault="009C74C9" w:rsidP="009C74C9">
            <w:pPr>
              <w:pStyle w:val="adressaat0"/>
            </w:pPr>
            <w:r w:rsidRPr="00015E5C">
              <w:t>10112  TALLINN</w:t>
            </w:r>
          </w:p>
          <w:p w:rsidR="003B2A9C" w:rsidRPr="00BF4D7C" w:rsidRDefault="009C74C9" w:rsidP="009C74C9">
            <w:pPr>
              <w:pStyle w:val="Adressaat"/>
              <w:rPr>
                <w:iCs/>
              </w:rPr>
            </w:pPr>
            <w:r w:rsidRPr="00015E5C">
              <w:t>heli@teedeprojekt.ee</w:t>
            </w:r>
          </w:p>
        </w:tc>
        <w:tc>
          <w:tcPr>
            <w:tcW w:w="3827" w:type="dxa"/>
            <w:shd w:val="clear" w:color="auto" w:fill="auto"/>
          </w:tcPr>
          <w:p w:rsidR="009C74C9" w:rsidRPr="00015E5C" w:rsidRDefault="0054309B" w:rsidP="009C74C9">
            <w:pPr>
              <w:pStyle w:val="adressaat0"/>
              <w:snapToGrid w:val="0"/>
            </w:pPr>
            <w:r>
              <w:t xml:space="preserve">Teie  18.04.2017 </w:t>
            </w:r>
            <w:r w:rsidR="009C74C9" w:rsidRPr="00015E5C">
              <w:t xml:space="preserve"> </w:t>
            </w:r>
            <w:proofErr w:type="spellStart"/>
            <w:r>
              <w:t>e-kiri</w:t>
            </w:r>
            <w:proofErr w:type="spellEnd"/>
          </w:p>
          <w:p w:rsidR="009C74C9" w:rsidRDefault="009C74C9" w:rsidP="009C74C9">
            <w:pPr>
              <w:pStyle w:val="adressaat0"/>
              <w:snapToGrid w:val="0"/>
            </w:pPr>
          </w:p>
          <w:p w:rsidR="003B2A9C" w:rsidRPr="001D4CFB" w:rsidRDefault="009C74C9" w:rsidP="009C52CC">
            <w:pPr>
              <w:jc w:val="left"/>
            </w:pPr>
            <w:r w:rsidRPr="00015E5C">
              <w:t xml:space="preserve">Meie </w:t>
            </w:r>
            <w:proofErr w:type="spellStart"/>
            <w:r w:rsidRPr="00015E5C">
              <w:t>27.04.17</w:t>
            </w:r>
            <w:proofErr w:type="spellEnd"/>
            <w:r w:rsidRPr="00015E5C">
              <w:t xml:space="preserve"> nr 15-2/</w:t>
            </w:r>
            <w:proofErr w:type="spellStart"/>
            <w:r w:rsidRPr="00015E5C">
              <w:t>17-00014/225</w:t>
            </w:r>
            <w:proofErr w:type="spellEnd"/>
          </w:p>
        </w:tc>
      </w:tr>
    </w:tbl>
    <w:p w:rsidR="009C74C9" w:rsidRPr="009C74C9" w:rsidRDefault="009C74C9" w:rsidP="009C74C9">
      <w:pPr>
        <w:pStyle w:val="kirjapealkiri"/>
        <w:spacing w:before="0" w:after="480"/>
        <w:rPr>
          <w:b/>
        </w:rPr>
      </w:pPr>
      <w:r w:rsidRPr="009C74C9">
        <w:rPr>
          <w:b/>
        </w:rPr>
        <w:t xml:space="preserve">Kuusalu vald Salmistu küla Teeäärse kinnistu </w:t>
      </w:r>
      <w:proofErr w:type="spellStart"/>
      <w:r w:rsidRPr="009C74C9">
        <w:rPr>
          <w:b/>
        </w:rPr>
        <w:t>mahasõit</w:t>
      </w:r>
      <w:proofErr w:type="spellEnd"/>
      <w:r w:rsidRPr="009C74C9">
        <w:rPr>
          <w:b/>
        </w:rPr>
        <w:t xml:space="preserve"> riigiteelt 11267</w:t>
      </w:r>
    </w:p>
    <w:p w:rsidR="00920B74" w:rsidRDefault="00920B74" w:rsidP="00920B74">
      <w:r w:rsidRPr="007B4DAB">
        <w:t xml:space="preserve">Olete esitanud </w:t>
      </w:r>
      <w:r>
        <w:t xml:space="preserve">Maanteeametile </w:t>
      </w:r>
      <w:r w:rsidRPr="007B4DAB">
        <w:t xml:space="preserve">taotluse </w:t>
      </w:r>
      <w:r>
        <w:t>riigiteelt 11267</w:t>
      </w:r>
      <w:r w:rsidRPr="008A317F">
        <w:t xml:space="preserve"> </w:t>
      </w:r>
      <w:r w:rsidRPr="00CF04A7">
        <w:rPr>
          <w:color w:val="000000" w:themeColor="text1"/>
        </w:rPr>
        <w:t xml:space="preserve">Kuusalu </w:t>
      </w:r>
      <w:r>
        <w:rPr>
          <w:color w:val="000000" w:themeColor="text1"/>
        </w:rPr>
        <w:t>–</w:t>
      </w:r>
      <w:r w:rsidRPr="00CF04A7">
        <w:rPr>
          <w:color w:val="000000" w:themeColor="text1"/>
        </w:rPr>
        <w:t xml:space="preserve"> </w:t>
      </w:r>
      <w:proofErr w:type="spellStart"/>
      <w:r w:rsidRPr="00CF04A7">
        <w:rPr>
          <w:color w:val="000000" w:themeColor="text1"/>
        </w:rPr>
        <w:t>Valkla</w:t>
      </w:r>
      <w:proofErr w:type="spellEnd"/>
      <w:r>
        <w:rPr>
          <w:color w:val="000000" w:themeColor="text1"/>
        </w:rPr>
        <w:t xml:space="preserve"> </w:t>
      </w:r>
      <w:r w:rsidRPr="004A425B">
        <w:t xml:space="preserve">km 5,170 </w:t>
      </w:r>
      <w:r>
        <w:t xml:space="preserve">ristumiskoha </w:t>
      </w:r>
      <w:proofErr w:type="spellStart"/>
      <w:r>
        <w:t>teeehituse</w:t>
      </w:r>
      <w:proofErr w:type="spellEnd"/>
      <w:r>
        <w:t xml:space="preserve"> põhiprojekti kooskõlastamiseks juurdepääsuks Teeäärse</w:t>
      </w:r>
      <w:r w:rsidRPr="00CF04A7">
        <w:t xml:space="preserve"> (35201:002:0157) </w:t>
      </w:r>
      <w:r>
        <w:t xml:space="preserve">kinnistule Salmistu külas Kuusalu vallas. </w:t>
      </w:r>
    </w:p>
    <w:p w:rsidR="00920B74" w:rsidRDefault="00920B74" w:rsidP="00920B74">
      <w:pPr>
        <w:rPr>
          <w:lang w:eastAsia="ar-SA"/>
        </w:rPr>
      </w:pPr>
      <w:r>
        <w:t xml:space="preserve">Ristumiskoht hakkab teenindama Teeäärse kinnistule planeeritavat üksikelamut vastavalt kehtestatud (29.02. 2012) Teeäärse kinnistu </w:t>
      </w:r>
      <w:r w:rsidRPr="00B93755">
        <w:t>detailplaneering</w:t>
      </w:r>
      <w:r>
        <w:t>ule.</w:t>
      </w:r>
    </w:p>
    <w:p w:rsidR="00920B74" w:rsidRDefault="00920B74" w:rsidP="00920B74">
      <w:pPr>
        <w:spacing w:line="240" w:lineRule="auto"/>
        <w:rPr>
          <w:lang w:eastAsia="ar-SA"/>
        </w:rPr>
      </w:pPr>
      <w:r w:rsidRPr="003964CA">
        <w:rPr>
          <w:lang w:eastAsia="ar-SA"/>
        </w:rPr>
        <w:t>Projekt vastab Maanteeameti</w:t>
      </w:r>
      <w:r w:rsidRPr="00966396">
        <w:rPr>
          <w:color w:val="FF0000"/>
          <w:lang w:eastAsia="ar-SA"/>
        </w:rPr>
        <w:t xml:space="preserve"> </w:t>
      </w:r>
      <w:r w:rsidRPr="00015E5C">
        <w:t xml:space="preserve">01.02.17 </w:t>
      </w:r>
      <w:r w:rsidRPr="00B05387">
        <w:t xml:space="preserve">kirjaga nr </w:t>
      </w:r>
      <w:r w:rsidRPr="00015E5C">
        <w:t>15-2/17-00014/037</w:t>
      </w:r>
      <w:r>
        <w:t xml:space="preserve"> </w:t>
      </w:r>
      <w:r w:rsidRPr="003964CA">
        <w:rPr>
          <w:lang w:eastAsia="ar-SA"/>
        </w:rPr>
        <w:t>väljastatud nõuetele.</w:t>
      </w:r>
    </w:p>
    <w:p w:rsidR="00920B74" w:rsidRPr="00736C8B" w:rsidRDefault="00920B74" w:rsidP="00920B74">
      <w:pPr>
        <w:rPr>
          <w:lang w:eastAsia="ar-SA"/>
        </w:rPr>
      </w:pPr>
    </w:p>
    <w:p w:rsidR="00920B74" w:rsidRDefault="00920B74" w:rsidP="00920B74">
      <w:r w:rsidRPr="00736C8B">
        <w:t xml:space="preserve">Lähtuvalt </w:t>
      </w:r>
      <w:proofErr w:type="spellStart"/>
      <w:r w:rsidRPr="00736C8B">
        <w:t>EhS</w:t>
      </w:r>
      <w:proofErr w:type="spellEnd"/>
      <w:r w:rsidRPr="00736C8B">
        <w:t xml:space="preserve"> § 99 lg 3 </w:t>
      </w:r>
      <w:r w:rsidRPr="00736C8B">
        <w:rPr>
          <w:b/>
        </w:rPr>
        <w:t xml:space="preserve">kooskõlastame </w:t>
      </w:r>
      <w:proofErr w:type="spellStart"/>
      <w:r w:rsidRPr="00736C8B">
        <w:t>Teedeprojekt</w:t>
      </w:r>
      <w:proofErr w:type="spellEnd"/>
      <w:r w:rsidRPr="00736C8B">
        <w:t xml:space="preserve"> OÜ töö nr T0</w:t>
      </w:r>
      <w:r w:rsidRPr="00736C8B">
        <w:rPr>
          <w:bCs/>
        </w:rPr>
        <w:t xml:space="preserve">1217 </w:t>
      </w:r>
      <w:r w:rsidRPr="007D3F98">
        <w:t>„</w:t>
      </w:r>
      <w:r>
        <w:t>R</w:t>
      </w:r>
      <w:r w:rsidRPr="003810C2">
        <w:t>iigimaantee 11267</w:t>
      </w:r>
      <w:r>
        <w:t xml:space="preserve"> Kuusalu-</w:t>
      </w:r>
      <w:proofErr w:type="spellStart"/>
      <w:r>
        <w:t>Valkla</w:t>
      </w:r>
      <w:proofErr w:type="spellEnd"/>
      <w:r>
        <w:t xml:space="preserve"> Teeäärse kinnistu </w:t>
      </w:r>
      <w:proofErr w:type="spellStart"/>
      <w:r>
        <w:t>mahasõidu</w:t>
      </w:r>
      <w:proofErr w:type="spellEnd"/>
      <w:r>
        <w:t xml:space="preserve"> ehitusprojekt Kuusalu vald Salmistu küla“ (vastutav </w:t>
      </w:r>
      <w:r>
        <w:rPr>
          <w:lang w:eastAsia="ar-SA"/>
        </w:rPr>
        <w:t xml:space="preserve">spetsialist </w:t>
      </w:r>
      <w:proofErr w:type="spellStart"/>
      <w:r w:rsidRPr="00E523CF">
        <w:rPr>
          <w:lang w:eastAsia="ar-SA"/>
        </w:rPr>
        <w:t>R.Loorens</w:t>
      </w:r>
      <w:proofErr w:type="spellEnd"/>
      <w:r>
        <w:rPr>
          <w:lang w:eastAsia="ar-SA"/>
        </w:rPr>
        <w:t>)</w:t>
      </w:r>
      <w:r w:rsidRPr="00736C8B">
        <w:rPr>
          <w:lang w:eastAsia="ar-SA"/>
        </w:rPr>
        <w:t xml:space="preserve"> </w:t>
      </w:r>
      <w:r w:rsidRPr="007D3F98">
        <w:rPr>
          <w:lang w:eastAsia="ar-SA"/>
        </w:rPr>
        <w:t>riigitee 11</w:t>
      </w:r>
      <w:r>
        <w:rPr>
          <w:lang w:eastAsia="ar-SA"/>
        </w:rPr>
        <w:t xml:space="preserve">267 </w:t>
      </w:r>
      <w:r w:rsidRPr="007D3F98">
        <w:rPr>
          <w:lang w:eastAsia="ar-SA"/>
        </w:rPr>
        <w:t xml:space="preserve">ristumiskohas km </w:t>
      </w:r>
      <w:r>
        <w:t xml:space="preserve">5,170 eeldusel, et </w:t>
      </w:r>
      <w:proofErr w:type="spellStart"/>
      <w:r>
        <w:t>mahasõidu</w:t>
      </w:r>
      <w:proofErr w:type="spellEnd"/>
      <w:r>
        <w:t xml:space="preserve"> rajamisel arvestatakse järgnevaga:</w:t>
      </w:r>
    </w:p>
    <w:p w:rsidR="00920B74" w:rsidRDefault="00920B74" w:rsidP="00920B74"/>
    <w:p w:rsidR="00920B74" w:rsidRDefault="00920B74" w:rsidP="00920B74">
      <w:pPr>
        <w:pStyle w:val="Loendilik"/>
        <w:numPr>
          <w:ilvl w:val="0"/>
          <w:numId w:val="1"/>
        </w:numPr>
      </w:pPr>
      <w:r>
        <w:t xml:space="preserve">Riigitee alusele maale ulatuv ristumiskoht kuulub riigitee koosseisu ning riigitee omaniku omandusse. Ristumiskoha </w:t>
      </w:r>
      <w:r w:rsidRPr="000902C8">
        <w:t>ümbere</w:t>
      </w:r>
      <w:r>
        <w:t>hitamiseks tuleb huvitatud isikul taotleda Maanteeametilt ehitusluba vastavalt majandus- ja taristuministri 19.06.2015 määrusele nr 67 „Teatiste, ehitus- ja kasutusloa ja nende taotluste vorminõuded ning teatiste ja taotluste esitamise kord”. Ehitusloa taotlusele palume lisada käesolev kooskõlastus.</w:t>
      </w:r>
    </w:p>
    <w:p w:rsidR="00920B74" w:rsidRPr="00736C8B" w:rsidRDefault="00920B74" w:rsidP="00920B74">
      <w:pPr>
        <w:pStyle w:val="Loendilik"/>
        <w:numPr>
          <w:ilvl w:val="0"/>
          <w:numId w:val="1"/>
        </w:numPr>
      </w:pPr>
      <w:r w:rsidRPr="00736C8B">
        <w:rPr>
          <w:rFonts w:cs="Times New Roman"/>
          <w:szCs w:val="24"/>
        </w:rPr>
        <w:t xml:space="preserve">Ehitusloa lahutamatuks osaks on ehitusaegne liikluskorralduse projekt vastavalt </w:t>
      </w:r>
      <w:hyperlink r:id="rId9" w:history="1">
        <w:r w:rsidRPr="00736C8B">
          <w:rPr>
            <w:rFonts w:cs="Times New Roman"/>
            <w:szCs w:val="24"/>
          </w:rPr>
          <w:t>liiklusseaduse</w:t>
        </w:r>
      </w:hyperlink>
      <w:r w:rsidRPr="00736C8B">
        <w:rPr>
          <w:rFonts w:cs="Times New Roman"/>
          <w:szCs w:val="24"/>
        </w:rPr>
        <w:t xml:space="preserve"> § 71 lõike 4 alusel kehtestatud Majandus- ja taristuministri 13.07.2015 määrusele nr 90 Liikluskorralduse nõuded teetöödel. Projekt esitada koos ehitusloa taotlusega.</w:t>
      </w:r>
    </w:p>
    <w:p w:rsidR="00920B74" w:rsidRPr="00736C8B" w:rsidRDefault="00920B74" w:rsidP="00920B74">
      <w:r w:rsidRPr="00736C8B">
        <w:t>Kooskõlastatud vertikaalplaneerimise joonis ja seletuskiri on lisatud manusesse.</w:t>
      </w:r>
    </w:p>
    <w:p w:rsidR="00920B74" w:rsidRDefault="00920B74" w:rsidP="00920B74">
      <w:r w:rsidRPr="007D3F98">
        <w:t>Käesolev kooskõlastus kehtib 2 aastat väljastamise kuupäevast.</w:t>
      </w:r>
    </w:p>
    <w:p w:rsidR="00920B74" w:rsidRDefault="00920B74" w:rsidP="00A13FDE">
      <w:pPr>
        <w:pStyle w:val="Snum"/>
      </w:pPr>
    </w:p>
    <w:p w:rsidR="00A13FDE" w:rsidRDefault="00A13FDE" w:rsidP="00A13FDE">
      <w:pPr>
        <w:pStyle w:val="Snum"/>
      </w:pPr>
      <w:r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  <w:r>
        <w:t>(allkirjastatud digitaalselt)</w:t>
      </w:r>
    </w:p>
    <w:p w:rsidR="009C74C9" w:rsidRPr="00015E5C" w:rsidRDefault="009C74C9" w:rsidP="009C74C9">
      <w:pPr>
        <w:rPr>
          <w:rFonts w:eastAsia="Calibri"/>
          <w:szCs w:val="22"/>
        </w:rPr>
      </w:pPr>
      <w:r w:rsidRPr="00015E5C">
        <w:t>Tiit Harjak</w:t>
      </w:r>
    </w:p>
    <w:p w:rsidR="009C74C9" w:rsidRPr="00015E5C" w:rsidRDefault="00F10034" w:rsidP="009C74C9">
      <w:r>
        <w:t xml:space="preserve">planeeringute menetlemise talituse </w:t>
      </w:r>
      <w:r w:rsidR="009C74C9" w:rsidRPr="00015E5C">
        <w:t>juhtivspetsialist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9C74C9" w:rsidRDefault="009C74C9" w:rsidP="00A13FDE">
      <w:pPr>
        <w:pStyle w:val="Snum"/>
      </w:pPr>
    </w:p>
    <w:p w:rsidR="009C74C9" w:rsidRDefault="009C74C9" w:rsidP="009C74C9">
      <w:pPr>
        <w:widowControl/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>
        <w:rPr>
          <w:rFonts w:eastAsia="Times New Roman"/>
          <w:kern w:val="0"/>
          <w:szCs w:val="20"/>
          <w:lang w:eastAsia="en-US" w:bidi="ar-SA"/>
        </w:rPr>
        <w:t>Krista Einama</w:t>
      </w:r>
      <w:r w:rsidRPr="009C74C9">
        <w:rPr>
          <w:rFonts w:eastAsia="Times New Roman"/>
          <w:kern w:val="0"/>
          <w:szCs w:val="20"/>
          <w:lang w:eastAsia="en-US" w:bidi="ar-SA"/>
        </w:rPr>
        <w:t xml:space="preserve"> </w:t>
      </w:r>
    </w:p>
    <w:p w:rsidR="009C74C9" w:rsidRPr="009C74C9" w:rsidRDefault="009C74C9" w:rsidP="009C74C9">
      <w:pPr>
        <w:widowControl/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 w:rsidRPr="009C74C9">
        <w:rPr>
          <w:rFonts w:eastAsia="Times New Roman"/>
          <w:kern w:val="0"/>
          <w:szCs w:val="20"/>
          <w:lang w:eastAsia="en-US" w:bidi="ar-SA"/>
        </w:rPr>
        <w:t>611 9344</w:t>
      </w:r>
    </w:p>
    <w:p w:rsidR="001C28BA" w:rsidRDefault="009C74C9" w:rsidP="009C74C9">
      <w:pPr>
        <w:pStyle w:val="Snum"/>
      </w:pPr>
      <w:r w:rsidRPr="009C74C9">
        <w:rPr>
          <w:rFonts w:eastAsia="Times New Roman" w:cs="Times New Roman"/>
          <w:kern w:val="0"/>
          <w:szCs w:val="20"/>
          <w:lang w:eastAsia="en-US" w:bidi="ar-SA"/>
        </w:rPr>
        <w:t>Krista.Einama@mnt.ee</w:t>
      </w:r>
      <w:bookmarkStart w:id="0" w:name="_GoBack"/>
      <w:bookmarkEnd w:id="0"/>
    </w:p>
    <w:sectPr w:rsidR="001C28BA" w:rsidSect="001C28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907" w:right="1021" w:bottom="1134" w:left="1814" w:header="896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B83" w:rsidRDefault="00780B83" w:rsidP="00DF44DF">
      <w:r>
        <w:separator/>
      </w:r>
    </w:p>
  </w:endnote>
  <w:endnote w:type="continuationSeparator" w:id="0">
    <w:p w:rsidR="00780B83" w:rsidRDefault="00780B8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EB" w:rsidRDefault="00C939E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A9C" w:rsidRPr="00AD2EA7" w:rsidRDefault="004B216A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2D3151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2D3151">
        <w:rPr>
          <w:noProof/>
        </w:rPr>
        <w:t>2</w:t>
      </w:r>
    </w:fldSimple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7B5" w:rsidRPr="000A17B5" w:rsidRDefault="00C939EB" w:rsidP="000A17B5">
    <w:pPr>
      <w:pStyle w:val="Jalus1"/>
    </w:pPr>
    <w:r>
      <w:rPr>
        <w:rFonts w:eastAsia="Times New Roman" w:cs="Times New Roman"/>
        <w:kern w:val="0"/>
        <w:szCs w:val="20"/>
        <w:lang w:eastAsia="en-US" w:bidi="ar-SA"/>
      </w:rPr>
      <w:t>Teelise 4</w:t>
    </w:r>
    <w:r w:rsidR="007E51C4">
      <w:t xml:space="preserve"> </w:t>
    </w:r>
    <w:r w:rsidR="000A17B5" w:rsidRPr="000A17B5">
      <w:t xml:space="preserve"> / 1</w:t>
    </w:r>
    <w:r w:rsidR="007E51C4">
      <w:t>0916</w:t>
    </w:r>
    <w:r w:rsidR="000A17B5" w:rsidRPr="000A17B5">
      <w:t xml:space="preserve"> Tallinn /</w:t>
    </w:r>
    <w:r w:rsidR="007E51C4">
      <w:t xml:space="preserve"> 611 9300</w:t>
    </w:r>
    <w:r w:rsidR="000A17B5" w:rsidRPr="000A17B5">
      <w:t xml:space="preserve"> / </w:t>
    </w:r>
    <w:r w:rsidR="007E51C4">
      <w:t>info</w:t>
    </w:r>
    <w:r w:rsidR="000A17B5" w:rsidRPr="000A17B5">
      <w:t>@</w:t>
    </w:r>
    <w:r w:rsidR="007E51C4">
      <w:t>mnt</w:t>
    </w:r>
    <w:r w:rsidR="000A17B5" w:rsidRPr="000A17B5">
      <w:t>.ee / www.</w:t>
    </w:r>
    <w:r w:rsidR="007E51C4">
      <w:t>mnt</w:t>
    </w:r>
    <w:r w:rsidR="000A17B5" w:rsidRPr="000A17B5">
      <w:t>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7E51C4">
      <w:t>70001490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B83" w:rsidRDefault="00780B83" w:rsidP="00DF44DF">
      <w:r>
        <w:separator/>
      </w:r>
    </w:p>
  </w:footnote>
  <w:footnote w:type="continuationSeparator" w:id="0">
    <w:p w:rsidR="00780B83" w:rsidRDefault="00780B83" w:rsidP="00DF44DF">
      <w:r>
        <w:continuationSeparator/>
      </w:r>
    </w:p>
  </w:footnote>
  <w:footnote w:type="separator" w:id="-1">
    <w:p w:rsidR="00780B83" w:rsidRDefault="00780B83" w:rsidP="00DF44DF">
      <w:r>
        <w:separator/>
      </w:r>
    </w:p>
  </w:footnote>
  <w:footnote w:type="continuationSeparator" w:id="0">
    <w:p w:rsidR="00780B83" w:rsidRDefault="00780B8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EB" w:rsidRDefault="00C939E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EB" w:rsidRDefault="00C939EB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EB" w:rsidRDefault="00C939E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72F0B"/>
    <w:multiLevelType w:val="hybridMultilevel"/>
    <w:tmpl w:val="31863ED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AC4752"/>
    <w:rsid w:val="00060947"/>
    <w:rsid w:val="0008669E"/>
    <w:rsid w:val="000913FC"/>
    <w:rsid w:val="000A17B5"/>
    <w:rsid w:val="00124999"/>
    <w:rsid w:val="001523BD"/>
    <w:rsid w:val="001A7D04"/>
    <w:rsid w:val="001C28BA"/>
    <w:rsid w:val="001D4CFB"/>
    <w:rsid w:val="002008A2"/>
    <w:rsid w:val="002835BB"/>
    <w:rsid w:val="00293449"/>
    <w:rsid w:val="002D3151"/>
    <w:rsid w:val="002F254F"/>
    <w:rsid w:val="0034719C"/>
    <w:rsid w:val="00354059"/>
    <w:rsid w:val="00394DCB"/>
    <w:rsid w:val="003B2A9C"/>
    <w:rsid w:val="00435A13"/>
    <w:rsid w:val="0044084D"/>
    <w:rsid w:val="004B216A"/>
    <w:rsid w:val="004C1391"/>
    <w:rsid w:val="0054309B"/>
    <w:rsid w:val="00546204"/>
    <w:rsid w:val="00551E24"/>
    <w:rsid w:val="00557534"/>
    <w:rsid w:val="00560A92"/>
    <w:rsid w:val="00564569"/>
    <w:rsid w:val="005B5CE1"/>
    <w:rsid w:val="005E3AED"/>
    <w:rsid w:val="005E45BB"/>
    <w:rsid w:val="00602834"/>
    <w:rsid w:val="00680609"/>
    <w:rsid w:val="006A01AC"/>
    <w:rsid w:val="006E16BD"/>
    <w:rsid w:val="006F3BB9"/>
    <w:rsid w:val="006F72D7"/>
    <w:rsid w:val="007056E1"/>
    <w:rsid w:val="00713327"/>
    <w:rsid w:val="0075695A"/>
    <w:rsid w:val="00780B83"/>
    <w:rsid w:val="007A1DE8"/>
    <w:rsid w:val="007D54FC"/>
    <w:rsid w:val="007E51C4"/>
    <w:rsid w:val="00835858"/>
    <w:rsid w:val="008919F2"/>
    <w:rsid w:val="00895A14"/>
    <w:rsid w:val="008B041F"/>
    <w:rsid w:val="008D4634"/>
    <w:rsid w:val="008F0B50"/>
    <w:rsid w:val="0091786B"/>
    <w:rsid w:val="00920B74"/>
    <w:rsid w:val="009370A4"/>
    <w:rsid w:val="009C52CC"/>
    <w:rsid w:val="009C74C9"/>
    <w:rsid w:val="009E7F4A"/>
    <w:rsid w:val="00A10E66"/>
    <w:rsid w:val="00A1244E"/>
    <w:rsid w:val="00A13FDE"/>
    <w:rsid w:val="00AC4752"/>
    <w:rsid w:val="00AD2EA7"/>
    <w:rsid w:val="00AE02A8"/>
    <w:rsid w:val="00BC1A62"/>
    <w:rsid w:val="00BD078E"/>
    <w:rsid w:val="00BD3CCF"/>
    <w:rsid w:val="00BE0CC9"/>
    <w:rsid w:val="00BF4D7C"/>
    <w:rsid w:val="00C24F66"/>
    <w:rsid w:val="00C27B07"/>
    <w:rsid w:val="00C41FC5"/>
    <w:rsid w:val="00C83346"/>
    <w:rsid w:val="00C939EB"/>
    <w:rsid w:val="00CA583B"/>
    <w:rsid w:val="00CA5F0B"/>
    <w:rsid w:val="00CF2B77"/>
    <w:rsid w:val="00CF4303"/>
    <w:rsid w:val="00D40650"/>
    <w:rsid w:val="00D77DD0"/>
    <w:rsid w:val="00D9059B"/>
    <w:rsid w:val="00DF44DF"/>
    <w:rsid w:val="00E023F6"/>
    <w:rsid w:val="00E03DBB"/>
    <w:rsid w:val="00F10034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E2B0638-7E76-415F-97DC-46382F78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allaad"/>
    <w:next w:val="Normaallaad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styleId="Loendilik">
    <w:name w:val="List Paragraph"/>
    <w:basedOn w:val="Normaallaad"/>
    <w:uiPriority w:val="34"/>
    <w:qFormat/>
    <w:rsid w:val="00920B74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header" Target="header1.xml"/>
  <Relationship Id="rId11" Type="http://schemas.openxmlformats.org/officeDocument/2006/relationships/header" Target="header2.xml"/>
  <Relationship Id="rId12" Type="http://schemas.openxmlformats.org/officeDocument/2006/relationships/footer" Target="footer1.xml"/>
  <Relationship Id="rId13" Type="http://schemas.openxmlformats.org/officeDocument/2006/relationships/footer" Target="footer2.xml"/>
  <Relationship Id="rId14" Type="http://schemas.openxmlformats.org/officeDocument/2006/relationships/header" Target="header3.xml"/>
  <Relationship Id="rId15" Type="http://schemas.openxmlformats.org/officeDocument/2006/relationships/footer" Target="footer3.xml"/>
  <Relationship Id="rId16" Type="http://schemas.openxmlformats.org/officeDocument/2006/relationships/fontTable" Target="fontTable.xml"/>
  <Relationship Id="rId17" Type="http://schemas.openxmlformats.org/officeDocument/2006/relationships/theme" Target="theme/theme1.xml"/>
  <Relationship Id="rId2" Type="http://schemas.openxmlformats.org/officeDocument/2006/relationships/numbering" Target="numbering.xml"/>
  <Relationship Id="rId3" Type="http://schemas.openxmlformats.org/officeDocument/2006/relationships/styles" Target="style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image" Target="media/image1.png"/>
  <Relationship Id="rId9" Type="http://schemas.openxmlformats.org/officeDocument/2006/relationships/hyperlink" TargetMode="External" Target="https://www.riigiteataja.ee/akt/dyn=115072015005&amp;id=123032015119!pr7b1lg4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D:/Users/GertU/Desktop/Uued%20veebi/kirjaplank.dotx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13E888B-6D12-475C-88CC-4C2304D13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22</TotalTime>
  <Pages>1</Pages>
  <Words>299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2014-04-10T06:19:00Z</dcterms:created>
  <dc:creator>Kairit</dc:creator>
  <lastModifiedBy>Tiit Harjak</lastModifiedBy>
  <lastPrinted>2014-04-03T10:06:00Z</lastPrinted>
  <dcterms:modified xsi:type="dcterms:W3CDTF">2017-04-27T14:13:00Z</dcterms:modified>
  <revision>11</revision>
</coreProperties>
</file>