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5F78B1" w:rsidP="005A5CD0">
            <w:r>
              <w:t>27.06.2024  nr 6.4-1/</w:t>
            </w:r>
            <w:r w:rsidR="005B1550">
              <w:t>1047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</w:t>
      </w:r>
      <w:r w:rsidR="00AC25A5">
        <w:rPr>
          <w:color w:val="000000"/>
        </w:rPr>
        <w:t>õlminud hankelepingu (nr 3-3/130 30.05.2024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3D667C">
        <w:rPr>
          <w:color w:val="000000"/>
        </w:rPr>
        <w:t xml:space="preserve">al </w:t>
      </w:r>
      <w:proofErr w:type="spellStart"/>
      <w:r w:rsidR="003D667C">
        <w:rPr>
          <w:color w:val="000000"/>
        </w:rPr>
        <w:t>ühiseesvoolul</w:t>
      </w:r>
      <w:proofErr w:type="spellEnd"/>
      <w:r w:rsidR="003D667C">
        <w:rPr>
          <w:color w:val="000000"/>
        </w:rPr>
        <w:t xml:space="preserve">  </w:t>
      </w:r>
      <w:r w:rsidR="002E3A97">
        <w:rPr>
          <w:color w:val="000000"/>
        </w:rPr>
        <w:t>Vara 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2E3A97">
        <w:rPr>
          <w:color w:val="000000"/>
        </w:rPr>
        <w:t xml:space="preserve"> 6,02 – 12,23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 w:rsidR="007618B4">
        <w:rPr>
          <w:color w:val="000000"/>
        </w:rPr>
        <w:t xml:space="preserve">teie kinnisasjal oja </w:t>
      </w:r>
      <w:r w:rsidR="002E3A97">
        <w:rPr>
          <w:color w:val="000000"/>
        </w:rPr>
        <w:t xml:space="preserve">nõlvadelt tehakse niide ja oja </w:t>
      </w:r>
      <w:r w:rsidR="007618B4">
        <w:rPr>
          <w:color w:val="000000"/>
        </w:rPr>
        <w:t>säng puhastatakse settest</w:t>
      </w:r>
      <w:r w:rsidR="0087761F">
        <w:rPr>
          <w:color w:val="000000"/>
        </w:rPr>
        <w:t>.</w:t>
      </w:r>
      <w:r w:rsidR="005A5CD0">
        <w:rPr>
          <w:color w:val="000000"/>
        </w:rPr>
        <w:t xml:space="preserve"> </w:t>
      </w:r>
      <w:r w:rsidR="002E3A97">
        <w:rPr>
          <w:color w:val="000000"/>
        </w:rPr>
        <w:t>Tööde planeeritav algusaeg on 16.08.2024</w:t>
      </w:r>
      <w:r w:rsidRPr="00677F22">
        <w:rPr>
          <w:color w:val="000000"/>
        </w:rPr>
        <w:t>. Tööde planeerit</w:t>
      </w:r>
      <w:r w:rsidR="002E3A97">
        <w:rPr>
          <w:color w:val="000000"/>
        </w:rPr>
        <w:t>av lõpptähtaeg on  01.11.2024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87761F">
        <w:rPr>
          <w:b/>
          <w:bCs/>
          <w:sz w:val="23"/>
          <w:szCs w:val="23"/>
        </w:rPr>
        <w:t>Masinakoda OÜ</w:t>
      </w:r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2E3A97" w:rsidRDefault="002E3A97" w:rsidP="007F2A0D">
      <w:pPr>
        <w:pStyle w:val="Snum"/>
      </w:pPr>
    </w:p>
    <w:p w:rsidR="002E3A97" w:rsidRDefault="007F2A0D" w:rsidP="007F2A0D">
      <w:pPr>
        <w:pStyle w:val="Snum"/>
      </w:pPr>
      <w:r>
        <w:t xml:space="preserve">Põllumajandus- ja Toiduameti </w:t>
      </w:r>
    </w:p>
    <w:p w:rsidR="007F2A0D" w:rsidRDefault="002E3A97" w:rsidP="007F2A0D">
      <w:pPr>
        <w:pStyle w:val="Snum"/>
      </w:pPr>
      <w:r>
        <w:t xml:space="preserve">Lõuna regiooni </w:t>
      </w:r>
      <w:r w:rsidR="007F2A0D">
        <w:t>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2E3A97" w:rsidP="00BE129F">
      <w:pPr>
        <w:pStyle w:val="Snum"/>
        <w:numPr>
          <w:ilvl w:val="0"/>
          <w:numId w:val="1"/>
        </w:numPr>
      </w:pPr>
      <w:r>
        <w:t>Vara 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5B1550">
      <w:fldChar w:fldCharType="begin"/>
    </w:r>
    <w:r w:rsidR="005B1550">
      <w:instrText xml:space="preserve"> NUMPAGES </w:instrText>
    </w:r>
    <w:r w:rsidR="005B1550">
      <w:fldChar w:fldCharType="separate"/>
    </w:r>
    <w:r w:rsidR="005A5CD0">
      <w:rPr>
        <w:noProof/>
      </w:rPr>
      <w:t>2</w:t>
    </w:r>
    <w:r w:rsidR="005B1550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1DD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61A39"/>
    <w:rsid w:val="00190C2D"/>
    <w:rsid w:val="001A7D04"/>
    <w:rsid w:val="001B6769"/>
    <w:rsid w:val="001D4CFB"/>
    <w:rsid w:val="002008A2"/>
    <w:rsid w:val="00230ABC"/>
    <w:rsid w:val="0027644B"/>
    <w:rsid w:val="002835BB"/>
    <w:rsid w:val="00293449"/>
    <w:rsid w:val="002E3A97"/>
    <w:rsid w:val="002F254F"/>
    <w:rsid w:val="0034719C"/>
    <w:rsid w:val="00354059"/>
    <w:rsid w:val="00394DCB"/>
    <w:rsid w:val="003B2A9C"/>
    <w:rsid w:val="003D667C"/>
    <w:rsid w:val="00423412"/>
    <w:rsid w:val="00435A13"/>
    <w:rsid w:val="0044084D"/>
    <w:rsid w:val="004714E8"/>
    <w:rsid w:val="00486442"/>
    <w:rsid w:val="004C1391"/>
    <w:rsid w:val="004E2540"/>
    <w:rsid w:val="00530F52"/>
    <w:rsid w:val="00546204"/>
    <w:rsid w:val="00551E24"/>
    <w:rsid w:val="00557534"/>
    <w:rsid w:val="00560A92"/>
    <w:rsid w:val="00564569"/>
    <w:rsid w:val="005A5CD0"/>
    <w:rsid w:val="005B1550"/>
    <w:rsid w:val="005B1CF8"/>
    <w:rsid w:val="005B5CE1"/>
    <w:rsid w:val="005E3AED"/>
    <w:rsid w:val="005E45BB"/>
    <w:rsid w:val="005F78B1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618B4"/>
    <w:rsid w:val="007A1DE8"/>
    <w:rsid w:val="007B2FCC"/>
    <w:rsid w:val="007D54FC"/>
    <w:rsid w:val="007F2A0D"/>
    <w:rsid w:val="00835858"/>
    <w:rsid w:val="0087761F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54E13"/>
    <w:rsid w:val="00A708BB"/>
    <w:rsid w:val="00A87B91"/>
    <w:rsid w:val="00AC25A5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3DBB"/>
    <w:rsid w:val="00E20A4A"/>
    <w:rsid w:val="00EB1395"/>
    <w:rsid w:val="00F07133"/>
    <w:rsid w:val="00F14614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,"/>
  <w14:docId w14:val="5A084F99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7DA899E-0A41-49E7-BC64-6C48F915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112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20</cp:revision>
  <cp:lastPrinted>2014-04-03T10:06:00Z</cp:lastPrinted>
  <dcterms:created xsi:type="dcterms:W3CDTF">2023-07-26T05:30:00Z</dcterms:created>
  <dcterms:modified xsi:type="dcterms:W3CDTF">2024-06-27T11:29:00Z</dcterms:modified>
</cp:coreProperties>
</file>