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E83" w:rsidRDefault="00AF3E8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5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rPr>
          <w:trHeight w:val="420"/>
        </w:trPr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Eesmärk</w:t>
            </w:r>
          </w:p>
        </w:tc>
        <w:tc>
          <w:tcPr>
            <w:tcW w:w="5812" w:type="dxa"/>
          </w:tcPr>
          <w:p w:rsidR="00AF3E83" w:rsidRPr="001A52C0" w:rsidRDefault="001A52C0">
            <w:pPr>
              <w:pBdr>
                <w:bottom w:val="single" w:sz="4" w:space="0" w:color="000000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1A52C0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>Avalik koosolek. Tähelepanu juhtimine Kohtla-Järve Linnavalit</w:t>
            </w:r>
            <w:bookmarkStart w:id="0" w:name="_GoBack"/>
            <w:bookmarkEnd w:id="0"/>
            <w:r w:rsidRPr="001A52C0">
              <w:rPr>
                <w:rFonts w:ascii="Times New Roman" w:hAnsi="Times New Roman" w:cs="Times New Roman"/>
                <w:color w:val="808080"/>
                <w:sz w:val="24"/>
                <w:szCs w:val="24"/>
              </w:rPr>
              <w:t>susele, seoses 2 kuu  palgatoetuse hilinemisega Kohtla-Järve koolide õpetajatele.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6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rPr>
          <w:trHeight w:val="388"/>
        </w:trPr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Pidamise koht/aadress</w:t>
            </w:r>
          </w:p>
          <w:p w:rsidR="00AF3E83" w:rsidRDefault="001A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(võimalusel lisada teate juurde skemaatiline plaan)</w:t>
            </w:r>
          </w:p>
        </w:tc>
        <w:tc>
          <w:tcPr>
            <w:tcW w:w="5812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color w:val="808080"/>
              </w:rPr>
              <w:t xml:space="preserve">Keskallee 19, Kohtla-Järve,  30395, Ida-Virumaa 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7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Liikumismarsruut </w:t>
            </w:r>
          </w:p>
          <w:p w:rsidR="00AF3E83" w:rsidRDefault="001A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(võimalusel lisada teate juurde skemaatiline </w:t>
            </w:r>
          </w:p>
        </w:tc>
        <w:tc>
          <w:tcPr>
            <w:tcW w:w="5812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Kohtla-Järve Linnavalitsuse esine parkla. </w:t>
            </w:r>
            <w:r w:rsidRPr="001A52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https://www.google.com/maps/place/Kohtla-J%C3%A4rve+linnavalitsus/@59.4001868,27.2821872,19.79z/data=!4m19!1m12!4m11!1m3!2m2!1d27.2828852!2d59.4001919!1m6!1m2!1s0x46947086124df619:0x2a9bdf420aa0f55f!2sKeskallee+19,+Kohtla-J%C3%A4rve,+30395+Ida-Viru+maakond!2m2!1d27.2830924!2d59.4000821!3m5!1s0x46947086124df619:0x2a9bdf420aa0f55f!8m2!3d59.4000745!4d27.2831007!16s%2Fg%2F1tfrql5h?coh=198943&amp;entry=tt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8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rPr>
          <w:trHeight w:val="419"/>
        </w:trPr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Osavõtjate eeldatav </w:t>
            </w:r>
          </w:p>
        </w:tc>
        <w:tc>
          <w:tcPr>
            <w:tcW w:w="5812" w:type="dxa"/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inimest.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9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rPr>
          <w:trHeight w:val="348"/>
        </w:trPr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Kuupäev (algus ja eeldatava </w:t>
            </w:r>
          </w:p>
        </w:tc>
        <w:tc>
          <w:tcPr>
            <w:tcW w:w="5812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21.03.2024 - 21.03.2024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a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AF3E83">
        <w:trPr>
          <w:trHeight w:val="387"/>
        </w:trPr>
        <w:tc>
          <w:tcPr>
            <w:tcW w:w="4111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Kellaaeg (algus ja eeldatav lõpp)</w:t>
            </w:r>
          </w:p>
        </w:tc>
        <w:tc>
          <w:tcPr>
            <w:tcW w:w="5812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color w:val="808080"/>
              </w:rPr>
              <w:t>15:30 - 16:00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b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F3E83">
        <w:trPr>
          <w:trHeight w:val="413"/>
        </w:trPr>
        <w:tc>
          <w:tcPr>
            <w:tcW w:w="2127" w:type="dxa"/>
            <w:vMerge w:val="restart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Korraldaja 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t>-</w:t>
            </w:r>
          </w:p>
        </w:tc>
      </w:tr>
      <w:tr w:rsidR="00AF3E83">
        <w:trPr>
          <w:trHeight w:val="39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-</w:t>
            </w:r>
          </w:p>
        </w:tc>
      </w:tr>
      <w:tr w:rsidR="00AF3E83">
        <w:trPr>
          <w:trHeight w:val="34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t>-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c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F3E83">
        <w:tc>
          <w:tcPr>
            <w:tcW w:w="2127" w:type="dxa"/>
            <w:vMerge w:val="restart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Korraldaja </w:t>
            </w:r>
          </w:p>
          <w:p w:rsidR="00AF3E83" w:rsidRDefault="001A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(sh. juriidiline isiku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 xml:space="preserve">Andero Põllu </w:t>
            </w:r>
          </w:p>
        </w:tc>
      </w:tr>
      <w:tr w:rsidR="00AF3E83">
        <w:trPr>
          <w:trHeight w:val="389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38101025222</w:t>
            </w:r>
          </w:p>
        </w:tc>
      </w:tr>
      <w:tr w:rsidR="00AF3E83">
        <w:trPr>
          <w:trHeight w:val="44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53400697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d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F3E83">
        <w:tc>
          <w:tcPr>
            <w:tcW w:w="2127" w:type="dxa"/>
            <w:vMerge w:val="restart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Korrapidajad</w:t>
            </w:r>
          </w:p>
          <w:p w:rsidR="00AF3E83" w:rsidRDefault="001A52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 xml:space="preserve">Andero Põllu </w:t>
            </w:r>
          </w:p>
        </w:tc>
      </w:tr>
      <w:tr w:rsidR="00AF3E83">
        <w:trPr>
          <w:trHeight w:val="41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Isikukood/sünniaeg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38101025222</w:t>
            </w:r>
          </w:p>
        </w:tc>
      </w:tr>
      <w:tr w:rsidR="00AF3E83">
        <w:trPr>
          <w:trHeight w:val="44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53400697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e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1984"/>
        <w:gridCol w:w="5812"/>
      </w:tblGrid>
      <w:tr w:rsidR="00AF3E83">
        <w:trPr>
          <w:trHeight w:val="411"/>
        </w:trPr>
        <w:tc>
          <w:tcPr>
            <w:tcW w:w="2127" w:type="dxa"/>
            <w:vMerge w:val="restart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Turvaettevõtja 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-</w:t>
            </w:r>
          </w:p>
        </w:tc>
      </w:tr>
      <w:tr w:rsidR="00AF3E83">
        <w:trPr>
          <w:trHeight w:val="371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Registrikood: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-</w:t>
            </w:r>
          </w:p>
        </w:tc>
      </w:tr>
      <w:tr w:rsidR="00AF3E83">
        <w:trPr>
          <w:trHeight w:val="343"/>
        </w:trPr>
        <w:tc>
          <w:tcPr>
            <w:tcW w:w="2127" w:type="dxa"/>
            <w:vMerge/>
          </w:tcPr>
          <w:p w:rsidR="00AF3E83" w:rsidRDefault="00AF3E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AF3E83" w:rsidRDefault="001A52C0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:rsidR="00AF3E83" w:rsidRDefault="001A52C0">
            <w:pPr>
              <w:pBdr>
                <w:bottom w:val="single" w:sz="4" w:space="1" w:color="000000"/>
              </w:pBdr>
            </w:pPr>
            <w:r>
              <w:rPr>
                <w:color w:val="808080"/>
              </w:rPr>
              <w:t>-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f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6521"/>
      </w:tblGrid>
      <w:tr w:rsidR="00AF3E83">
        <w:trPr>
          <w:trHeight w:val="576"/>
        </w:trPr>
        <w:tc>
          <w:tcPr>
            <w:tcW w:w="3402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Heli- või valgustusseadmete kasutamine</w:t>
            </w:r>
          </w:p>
        </w:tc>
        <w:tc>
          <w:tcPr>
            <w:tcW w:w="6521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color w:val="808080"/>
              </w:rPr>
              <w:t>Ei.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f0"/>
        <w:tblW w:w="9923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6521"/>
      </w:tblGrid>
      <w:tr w:rsidR="00AF3E83">
        <w:trPr>
          <w:trHeight w:val="509"/>
        </w:trPr>
        <w:tc>
          <w:tcPr>
            <w:tcW w:w="3402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Telgi, lava, tribüüni vms kasutamine</w:t>
            </w:r>
          </w:p>
        </w:tc>
        <w:tc>
          <w:tcPr>
            <w:tcW w:w="6521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color w:val="808080"/>
              </w:rPr>
              <w:t xml:space="preserve">Loosungid. 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f1"/>
        <w:tblW w:w="10012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432"/>
        <w:gridCol w:w="6580"/>
      </w:tblGrid>
      <w:tr w:rsidR="00AF3E83">
        <w:trPr>
          <w:trHeight w:val="1155"/>
        </w:trPr>
        <w:tc>
          <w:tcPr>
            <w:tcW w:w="3432" w:type="dxa"/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Liikluse ümberkorraldamise vajadus</w:t>
            </w:r>
          </w:p>
          <w:p w:rsidR="00AF3E83" w:rsidRDefault="001A52C0">
            <w:pPr>
              <w:rPr>
                <w:sz w:val="16"/>
                <w:szCs w:val="16"/>
              </w:rPr>
            </w:pPr>
            <w:bookmarkStart w:id="1" w:name="_gjdgxs" w:colFirst="0" w:colLast="0"/>
            <w:bookmarkEnd w:id="1"/>
            <w:r>
              <w:rPr>
                <w:i/>
                <w:color w:val="000000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tc>
          <w:tcPr>
            <w:tcW w:w="6580" w:type="dxa"/>
          </w:tcPr>
          <w:p w:rsidR="00AF3E83" w:rsidRDefault="001A52C0">
            <w:pPr>
              <w:pBdr>
                <w:bottom w:val="single" w:sz="4" w:space="0" w:color="000000"/>
              </w:pBdr>
            </w:pPr>
            <w:r>
              <w:rPr>
                <w:color w:val="808080"/>
              </w:rPr>
              <w:t>Ei.</w:t>
            </w:r>
          </w:p>
        </w:tc>
      </w:tr>
    </w:tbl>
    <w:p w:rsidR="00AF3E83" w:rsidRDefault="00AF3E83">
      <w:pPr>
        <w:pBdr>
          <w:top w:val="nil"/>
          <w:left w:val="nil"/>
          <w:bottom w:val="nil"/>
          <w:right w:val="nil"/>
          <w:between w:val="nil"/>
        </w:pBdr>
        <w:shd w:val="clear" w:color="auto" w:fill="BDD7EE"/>
        <w:spacing w:before="120" w:after="120"/>
        <w:rPr>
          <w:color w:val="000000"/>
          <w:sz w:val="4"/>
          <w:szCs w:val="4"/>
        </w:rPr>
      </w:pPr>
    </w:p>
    <w:tbl>
      <w:tblPr>
        <w:tblStyle w:val="af2"/>
        <w:tblW w:w="9639" w:type="dxa"/>
        <w:tblInd w:w="0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6096"/>
        <w:gridCol w:w="3543"/>
      </w:tblGrid>
      <w:tr w:rsidR="00AF3E83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:rsidR="00AF3E83" w:rsidRDefault="001A52C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8" w:hanging="318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Olen teadlik Korrakaitseseaduse § 61-73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:rsidR="00AF3E83" w:rsidRDefault="001A52C0">
            <w:r>
              <w:t xml:space="preserve">allkirjastatud digitaalselt </w:t>
            </w:r>
          </w:p>
        </w:tc>
      </w:tr>
      <w:tr w:rsidR="00AF3E83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:rsidR="00AF3E83" w:rsidRDefault="00AF3E83"/>
        </w:tc>
        <w:tc>
          <w:tcPr>
            <w:tcW w:w="3543" w:type="dxa"/>
            <w:tcBorders>
              <w:top w:val="single" w:sz="4" w:space="0" w:color="000000"/>
              <w:bottom w:val="nil"/>
            </w:tcBorders>
          </w:tcPr>
          <w:p w:rsidR="00AF3E83" w:rsidRDefault="001A52C0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allkiri</w:t>
            </w:r>
          </w:p>
        </w:tc>
      </w:tr>
    </w:tbl>
    <w:p w:rsidR="00AF3E83" w:rsidRDefault="00AF3E83">
      <w:pPr>
        <w:spacing w:after="0" w:line="240" w:lineRule="auto"/>
        <w:rPr>
          <w:sz w:val="24"/>
          <w:szCs w:val="24"/>
        </w:rPr>
      </w:pPr>
    </w:p>
    <w:sectPr w:rsidR="00AF3E83">
      <w:headerReference w:type="default" r:id="rId7"/>
      <w:pgSz w:w="11906" w:h="16838"/>
      <w:pgMar w:top="851" w:right="737" w:bottom="363" w:left="737" w:header="567" w:footer="5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A52C0">
      <w:pPr>
        <w:spacing w:after="0" w:line="240" w:lineRule="auto"/>
      </w:pPr>
      <w:r>
        <w:separator/>
      </w:r>
    </w:p>
  </w:endnote>
  <w:endnote w:type="continuationSeparator" w:id="0">
    <w:p w:rsidR="00000000" w:rsidRDefault="001A5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A52C0">
      <w:pPr>
        <w:spacing w:after="0" w:line="240" w:lineRule="auto"/>
      </w:pPr>
      <w:r>
        <w:separator/>
      </w:r>
    </w:p>
  </w:footnote>
  <w:footnote w:type="continuationSeparator" w:id="0">
    <w:p w:rsidR="00000000" w:rsidRDefault="001A5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E83" w:rsidRDefault="00AF3E8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4"/>
        <w:szCs w:val="24"/>
      </w:rPr>
    </w:pPr>
  </w:p>
  <w:tbl>
    <w:tblPr>
      <w:tblStyle w:val="af3"/>
      <w:tblW w:w="7660" w:type="dxa"/>
      <w:tblInd w:w="2263" w:type="dxa"/>
      <w:tblBorders>
        <w:top w:val="nil"/>
        <w:left w:val="nil"/>
        <w:bottom w:val="nil"/>
        <w:right w:val="nil"/>
        <w:insideH w:val="single" w:sz="4" w:space="0" w:color="000000"/>
        <w:insideV w:val="nil"/>
      </w:tblBorders>
      <w:tblLayout w:type="fixed"/>
      <w:tblLook w:val="0400" w:firstRow="0" w:lastRow="0" w:firstColumn="0" w:lastColumn="0" w:noHBand="0" w:noVBand="1"/>
    </w:tblPr>
    <w:tblGrid>
      <w:gridCol w:w="4683"/>
      <w:gridCol w:w="2977"/>
    </w:tblGrid>
    <w:tr w:rsidR="00AF3E83">
      <w:trPr>
        <w:trHeight w:val="130"/>
      </w:trPr>
      <w:tc>
        <w:tcPr>
          <w:tcW w:w="4683" w:type="dxa"/>
        </w:tcPr>
        <w:p w:rsidR="00AF3E83" w:rsidRDefault="001A52C0">
          <w:pPr>
            <w:jc w:val="center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:rsidR="00AF3E83" w:rsidRDefault="001A52C0">
          <w:pPr>
            <w:ind w:firstLine="708"/>
            <w:rPr>
              <w:rFonts w:ascii="Times New Roman" w:eastAsia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i/>
            </w:rPr>
            <w:t xml:space="preserve">                   14.03.2024</w:t>
          </w:r>
        </w:p>
      </w:tc>
    </w:tr>
  </w:tbl>
  <w:p w:rsidR="00AF3E83" w:rsidRDefault="00AF3E83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30F12"/>
    <w:multiLevelType w:val="multilevel"/>
    <w:tmpl w:val="A09ADF4E"/>
    <w:lvl w:ilvl="0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83"/>
    <w:rsid w:val="001A52C0"/>
    <w:rsid w:val="00AF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0910C"/>
  <w15:docId w15:val="{E92DFB99-1C4C-490A-A23C-4C0DDB475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A9CCE89E</Template>
  <TotalTime>0</TotalTime>
  <Pages>2</Pages>
  <Words>249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Andero Põllu</dc:creator>
  <cp:lastModifiedBy>Andero Põllu</cp:lastModifiedBy>
  <cp:revision>2</cp:revision>
  <dcterms:created xsi:type="dcterms:W3CDTF">2024-03-14T08:42:00Z</dcterms:created>
  <dcterms:modified xsi:type="dcterms:W3CDTF">2024-03-14T08:42:00Z</dcterms:modified>
</cp:coreProperties>
</file>