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D031" w14:textId="77777777" w:rsidR="005E5BC6" w:rsidRDefault="005E5BC6">
      <w:pPr>
        <w:jc w:val="center"/>
      </w:pPr>
    </w:p>
    <w:p w14:paraId="10D1D08E" w14:textId="77777777" w:rsidR="005E5BC6" w:rsidRDefault="005E5BC6">
      <w:pPr>
        <w:jc w:val="center"/>
      </w:pPr>
    </w:p>
    <w:p w14:paraId="5C3A8883" w14:textId="77777777" w:rsidR="005E5BC6" w:rsidRDefault="00000000">
      <w:pPr>
        <w:jc w:val="center"/>
      </w:pPr>
      <w:r>
        <w:t>AVALDUS EESTI KOHTUEKSPERTIISI INSTITUUDILE</w:t>
      </w:r>
    </w:p>
    <w:p w14:paraId="4C93FAE2" w14:textId="77777777" w:rsidR="005E5BC6" w:rsidRDefault="00000000">
      <w:pPr>
        <w:jc w:val="right"/>
      </w:pPr>
      <w:r>
        <w:t>17. september 2023</w:t>
      </w:r>
    </w:p>
    <w:p w14:paraId="640C7C27" w14:textId="77777777" w:rsidR="005E5BC6" w:rsidRDefault="005E5BC6"/>
    <w:p w14:paraId="4E03CC05" w14:textId="77777777" w:rsidR="005E5BC6" w:rsidRDefault="00000000">
      <w:r>
        <w:t>Vastavalt 1. septembril 2023 jõustunud uuele Kohtuekspertiisiseadusele palun mind kanda registreeritud eraekspertide nimekirja semiootika valdkonnas.</w:t>
      </w:r>
    </w:p>
    <w:p w14:paraId="02B6AC38" w14:textId="77777777" w:rsidR="005E5BC6" w:rsidRDefault="005E5BC6"/>
    <w:p w14:paraId="34F99000" w14:textId="77777777" w:rsidR="005E5BC6" w:rsidRDefault="00000000">
      <w:r>
        <w:t>Lugupidamisega,</w:t>
      </w:r>
    </w:p>
    <w:p w14:paraId="6516178F" w14:textId="77777777" w:rsidR="005E5BC6" w:rsidRDefault="005E5BC6"/>
    <w:p w14:paraId="1B92A557" w14:textId="77777777" w:rsidR="005E5BC6" w:rsidRDefault="00000000">
      <w:r>
        <w:t>Tiit Kuuskmäe</w:t>
      </w:r>
    </w:p>
    <w:p w14:paraId="63DDACA8" w14:textId="77777777" w:rsidR="005E5BC6" w:rsidRDefault="00000000">
      <w:r>
        <w:t>/ allkirjastatud digitaalselt /</w:t>
      </w:r>
    </w:p>
    <w:sectPr w:rsidR="005E5BC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0D7E" w14:textId="77777777" w:rsidR="00AE6664" w:rsidRDefault="00AE6664">
      <w:pPr>
        <w:spacing w:after="0" w:line="240" w:lineRule="auto"/>
      </w:pPr>
      <w:r>
        <w:separator/>
      </w:r>
    </w:p>
  </w:endnote>
  <w:endnote w:type="continuationSeparator" w:id="0">
    <w:p w14:paraId="40AB0CBE" w14:textId="77777777" w:rsidR="00AE6664" w:rsidRDefault="00AE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A507" w14:textId="77777777" w:rsidR="00AE6664" w:rsidRDefault="00AE666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0A93FF" w14:textId="77777777" w:rsidR="00AE6664" w:rsidRDefault="00AE66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E5BC6"/>
    <w:rsid w:val="005E5BC6"/>
    <w:rsid w:val="007268FA"/>
    <w:rsid w:val="00A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7725C"/>
  <w15:docId w15:val="{D4DE766B-F53C-4AF0-94F0-F0111F17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t-EE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Kuuskmäe</dc:creator>
  <dc:description/>
  <cp:lastModifiedBy>Tiit Kuuskmäe</cp:lastModifiedBy>
  <cp:revision>2</cp:revision>
  <dcterms:created xsi:type="dcterms:W3CDTF">2023-09-17T20:48:00Z</dcterms:created>
  <dcterms:modified xsi:type="dcterms:W3CDTF">2023-09-17T20:48:00Z</dcterms:modified>
</cp:coreProperties>
</file>