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9"/>
      </w:tblGrid>
      <w:tr w:rsidR="001B44BD" w14:paraId="620715C6" w14:textId="77777777" w:rsidTr="008070F0">
        <w:trPr>
          <w:cantSplit/>
          <w:trHeight w:hRule="exact" w:val="1304"/>
        </w:trPr>
        <w:tc>
          <w:tcPr>
            <w:tcW w:w="5000" w:type="pct"/>
            <w:vAlign w:val="center"/>
          </w:tcPr>
          <w:p w14:paraId="14537DA0" w14:textId="59EC7025" w:rsidR="001B44BD" w:rsidRDefault="001B44BD" w:rsidP="001B44BD">
            <w:pPr>
              <w:framePr w:w="4479" w:h="1304" w:hRule="exact" w:wrap="around" w:vAnchor="page" w:hAnchor="page" w:x="6875" w:y="965"/>
              <w:pBdr>
                <w:left w:val="single" w:sz="6" w:space="1" w:color="auto"/>
                <w:right w:val="single" w:sz="6" w:space="1" w:color="auto"/>
              </w:pBdr>
              <w:rPr>
                <w:rFonts w:ascii="Arial" w:hAnsi="Arial" w:cs="Arial"/>
                <w:sz w:val="16"/>
              </w:rPr>
            </w:pPr>
          </w:p>
        </w:tc>
      </w:tr>
    </w:tbl>
    <w:p w14:paraId="44DB450A" w14:textId="77777777" w:rsidR="001B44BD" w:rsidRDefault="001B44BD" w:rsidP="001B44BD">
      <w:pPr>
        <w:framePr w:w="4479" w:h="1304" w:hRule="exact" w:wrap="around" w:vAnchor="page" w:hAnchor="page" w:x="6875" w:y="96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16"/>
        </w:rPr>
      </w:pPr>
    </w:p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0653FCC8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E314B7">
        <w:rPr>
          <w:b/>
          <w:bCs/>
          <w:sz w:val="20"/>
        </w:rPr>
        <w:t>4</w:t>
      </w:r>
      <w:r w:rsidR="00036075">
        <w:rPr>
          <w:b/>
          <w:bCs/>
          <w:sz w:val="20"/>
        </w:rPr>
        <w:t>/</w:t>
      </w:r>
      <w:r w:rsidR="007D0729">
        <w:rPr>
          <w:b/>
          <w:bCs/>
          <w:sz w:val="20"/>
        </w:rPr>
        <w:t>1</w:t>
      </w:r>
      <w:r w:rsidR="00E314B7">
        <w:rPr>
          <w:b/>
          <w:bCs/>
          <w:sz w:val="20"/>
        </w:rPr>
        <w:t>77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6E83C3F2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r w:rsidR="00534C1F">
              <w:rPr>
                <w:sz w:val="20"/>
              </w:rPr>
              <w:t xml:space="preserve">15.05.2023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534C1F">
              <w:rPr>
                <w:sz w:val="20"/>
              </w:rPr>
              <w:t>41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6D1AB9" w:rsidRPr="001611B4" w14:paraId="6E3EC6BB" w14:textId="77777777" w:rsidTr="004854CB">
        <w:tc>
          <w:tcPr>
            <w:tcW w:w="3289" w:type="dxa"/>
          </w:tcPr>
          <w:p w14:paraId="45D33720" w14:textId="77777777" w:rsidR="006D1AB9" w:rsidRPr="00591B3F" w:rsidRDefault="006D1AB9" w:rsidP="006D1AB9">
            <w:pPr>
              <w:rPr>
                <w:color w:val="000000"/>
                <w:sz w:val="20"/>
              </w:rPr>
            </w:pPr>
            <w:r w:rsidRPr="00591B3F">
              <w:rPr>
                <w:color w:val="000000"/>
                <w:sz w:val="20"/>
              </w:rPr>
              <w:t xml:space="preserve">Vara Saeveski OÜ </w:t>
            </w:r>
          </w:p>
          <w:p w14:paraId="4FC74FA5" w14:textId="36733F24" w:rsidR="006D1AB9" w:rsidRPr="00F020C1" w:rsidRDefault="006D1AB9" w:rsidP="006D1AB9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5C179426" w14:textId="77777777" w:rsidR="006D1AB9" w:rsidRPr="00591B3F" w:rsidRDefault="006D1AB9" w:rsidP="006D1AB9">
            <w:pPr>
              <w:rPr>
                <w:bCs/>
                <w:sz w:val="20"/>
              </w:rPr>
            </w:pPr>
            <w:r w:rsidRPr="00591B3F">
              <w:rPr>
                <w:sz w:val="20"/>
              </w:rPr>
              <w:t>Registrikood 10533890</w:t>
            </w:r>
          </w:p>
          <w:p w14:paraId="2C4748F4" w14:textId="0F9B5F75" w:rsidR="006D1AB9" w:rsidRPr="00F020C1" w:rsidRDefault="006D1AB9" w:rsidP="006D1AB9">
            <w:pPr>
              <w:rPr>
                <w:bCs/>
                <w:sz w:val="20"/>
              </w:rPr>
            </w:pPr>
            <w:r w:rsidRPr="00591B3F">
              <w:rPr>
                <w:bCs/>
                <w:sz w:val="20"/>
              </w:rPr>
              <w:t xml:space="preserve">Vara </w:t>
            </w:r>
            <w:r>
              <w:rPr>
                <w:bCs/>
                <w:sz w:val="20"/>
              </w:rPr>
              <w:t>Peipsiääre</w:t>
            </w:r>
            <w:r w:rsidRPr="00591B3F">
              <w:rPr>
                <w:bCs/>
                <w:sz w:val="20"/>
              </w:rPr>
              <w:t xml:space="preserve"> vald Tartumaa</w:t>
            </w:r>
          </w:p>
        </w:tc>
        <w:tc>
          <w:tcPr>
            <w:tcW w:w="2771" w:type="dxa"/>
          </w:tcPr>
          <w:p w14:paraId="56A9C353" w14:textId="77777777" w:rsidR="006D1AB9" w:rsidRPr="00591B3F" w:rsidRDefault="006D1AB9" w:rsidP="006D1AB9">
            <w:pPr>
              <w:rPr>
                <w:color w:val="000000"/>
                <w:sz w:val="20"/>
              </w:rPr>
            </w:pPr>
            <w:r w:rsidRPr="00591B3F">
              <w:rPr>
                <w:color w:val="000000"/>
                <w:sz w:val="20"/>
              </w:rPr>
              <w:t>Tel 731 5843</w:t>
            </w:r>
          </w:p>
          <w:p w14:paraId="45C69494" w14:textId="70D4690E" w:rsidR="006D1AB9" w:rsidRPr="00F020C1" w:rsidRDefault="006D1AB9" w:rsidP="006D1AB9">
            <w:pPr>
              <w:rPr>
                <w:bCs/>
                <w:sz w:val="20"/>
              </w:rPr>
            </w:pPr>
          </w:p>
        </w:tc>
      </w:tr>
      <w:tr w:rsidR="006D1AB9" w:rsidRPr="001611B4" w14:paraId="58FA04AD" w14:textId="77777777" w:rsidTr="004854CB">
        <w:tc>
          <w:tcPr>
            <w:tcW w:w="3289" w:type="dxa"/>
          </w:tcPr>
          <w:p w14:paraId="795AF362" w14:textId="1353CC9C" w:rsidR="006D1AB9" w:rsidRPr="001611B4" w:rsidRDefault="006D1AB9" w:rsidP="006D1AB9">
            <w:pPr>
              <w:rPr>
                <w:sz w:val="20"/>
              </w:rPr>
            </w:pPr>
            <w:r w:rsidRPr="00591B3F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12110205" w:rsidR="006D1AB9" w:rsidRPr="00235183" w:rsidRDefault="006D1AB9" w:rsidP="006D1AB9">
            <w:pPr>
              <w:rPr>
                <w:sz w:val="20"/>
              </w:rPr>
            </w:pPr>
            <w:r w:rsidRPr="00591B3F">
              <w:rPr>
                <w:sz w:val="20"/>
              </w:rPr>
              <w:t>Juhatuse liige Andres Hummal</w:t>
            </w:r>
          </w:p>
        </w:tc>
        <w:tc>
          <w:tcPr>
            <w:tcW w:w="2771" w:type="dxa"/>
          </w:tcPr>
          <w:p w14:paraId="6DD68004" w14:textId="2CAD27B8" w:rsidR="006D1AB9" w:rsidRPr="00F020C1" w:rsidRDefault="00AF04AA" w:rsidP="006D1AB9">
            <w:pPr>
              <w:rPr>
                <w:sz w:val="20"/>
              </w:rPr>
            </w:pPr>
            <w:hyperlink r:id="rId12" w:history="1">
              <w:r w:rsidR="006D1AB9" w:rsidRPr="00591B3F">
                <w:rPr>
                  <w:rStyle w:val="Hyperlink"/>
                  <w:bCs/>
                  <w:sz w:val="20"/>
                </w:rPr>
                <w:t>andres.hummal@varasaeveski.ee</w:t>
              </w:r>
            </w:hyperlink>
            <w:r w:rsidR="006D1AB9" w:rsidRPr="00591B3F">
              <w:rPr>
                <w:bCs/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AEAD52D" w:rsidR="008E3CDE" w:rsidRPr="001611B4" w:rsidRDefault="008E3CDE" w:rsidP="006D1AB9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6D1AB9"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0D2E319A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4087"/>
        <w:gridCol w:w="1277"/>
        <w:gridCol w:w="2686"/>
      </w:tblGrid>
      <w:tr w:rsidR="000568AE" w:rsidRPr="00330C91" w14:paraId="34544830" w14:textId="77777777" w:rsidTr="00D07F31">
        <w:tc>
          <w:tcPr>
            <w:tcW w:w="939" w:type="pct"/>
          </w:tcPr>
          <w:p w14:paraId="046AEF94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062" w:type="pct"/>
          </w:tcPr>
          <w:p w14:paraId="5F263BF9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44" w:type="pct"/>
          </w:tcPr>
          <w:p w14:paraId="58D7A5EC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355" w:type="pct"/>
          </w:tcPr>
          <w:p w14:paraId="64052473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3E4B58" w:rsidRPr="00BC0D03" w14:paraId="5A03B7B1" w14:textId="77777777" w:rsidTr="00D07F31">
        <w:trPr>
          <w:trHeight w:val="237"/>
        </w:trPr>
        <w:tc>
          <w:tcPr>
            <w:tcW w:w="939" w:type="pct"/>
          </w:tcPr>
          <w:p w14:paraId="20622F4F" w14:textId="235D9AC0" w:rsidR="003E4B58" w:rsidRPr="003E4B58" w:rsidRDefault="003E4B58" w:rsidP="003E4B58">
            <w:pPr>
              <w:rPr>
                <w:sz w:val="20"/>
              </w:rPr>
            </w:pPr>
            <w:r w:rsidRPr="003E4B58">
              <w:rPr>
                <w:sz w:val="20"/>
              </w:rPr>
              <w:t>Katrin Võlli</w:t>
            </w:r>
          </w:p>
        </w:tc>
        <w:tc>
          <w:tcPr>
            <w:tcW w:w="2062" w:type="pct"/>
          </w:tcPr>
          <w:p w14:paraId="132F4E6B" w14:textId="7D31C499" w:rsidR="003E4B58" w:rsidRPr="003E4B58" w:rsidRDefault="003E4B58" w:rsidP="003E4B58">
            <w:pPr>
              <w:rPr>
                <w:sz w:val="20"/>
              </w:rPr>
            </w:pPr>
            <w:r w:rsidRPr="003E4B58">
              <w:rPr>
                <w:sz w:val="20"/>
              </w:rPr>
              <w:t>Räpina vald  Põlvamaa</w:t>
            </w:r>
          </w:p>
        </w:tc>
        <w:tc>
          <w:tcPr>
            <w:tcW w:w="644" w:type="pct"/>
            <w:shd w:val="clear" w:color="auto" w:fill="auto"/>
          </w:tcPr>
          <w:p w14:paraId="18E0193E" w14:textId="79501E2F" w:rsidR="003E4B58" w:rsidRPr="003E4B58" w:rsidRDefault="003E4B58" w:rsidP="003E4B58">
            <w:pPr>
              <w:rPr>
                <w:sz w:val="20"/>
              </w:rPr>
            </w:pPr>
          </w:p>
        </w:tc>
        <w:tc>
          <w:tcPr>
            <w:tcW w:w="1355" w:type="pct"/>
            <w:shd w:val="clear" w:color="auto" w:fill="auto"/>
          </w:tcPr>
          <w:p w14:paraId="6835261B" w14:textId="0D941B22" w:rsidR="003E4B58" w:rsidRPr="003E4B58" w:rsidRDefault="00AF04AA" w:rsidP="003E4B58">
            <w:pPr>
              <w:rPr>
                <w:sz w:val="20"/>
              </w:rPr>
            </w:pPr>
            <w:hyperlink r:id="rId13" w:history="1">
              <w:r w:rsidR="003E4B58" w:rsidRPr="0082162E">
                <w:rPr>
                  <w:rStyle w:val="Hyperlink"/>
                  <w:sz w:val="20"/>
                </w:rPr>
                <w:t>aktid.kagu@rmk.ee</w:t>
              </w:r>
            </w:hyperlink>
            <w:r w:rsidR="003E4B58">
              <w:rPr>
                <w:sz w:val="20"/>
              </w:rPr>
              <w:t xml:space="preserve">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3"/>
        <w:gridCol w:w="4256"/>
        <w:gridCol w:w="1227"/>
        <w:gridCol w:w="2735"/>
      </w:tblGrid>
      <w:tr w:rsidR="000568AE" w:rsidRPr="00330C91" w14:paraId="5D889C5F" w14:textId="77777777" w:rsidTr="003E4B58">
        <w:tc>
          <w:tcPr>
            <w:tcW w:w="854" w:type="pct"/>
          </w:tcPr>
          <w:p w14:paraId="269878D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147" w:type="pct"/>
          </w:tcPr>
          <w:p w14:paraId="125E8F56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19" w:type="pct"/>
          </w:tcPr>
          <w:p w14:paraId="50ADA25E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381" w:type="pct"/>
          </w:tcPr>
          <w:p w14:paraId="303ADEF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3E4B58" w:rsidRPr="008F7DDE" w14:paraId="0FBCF4A2" w14:textId="77777777" w:rsidTr="003E4B58">
        <w:trPr>
          <w:trHeight w:val="237"/>
        </w:trPr>
        <w:tc>
          <w:tcPr>
            <w:tcW w:w="854" w:type="pct"/>
          </w:tcPr>
          <w:p w14:paraId="5CE3BEE7" w14:textId="521F1294" w:rsidR="003E4B58" w:rsidRPr="00330C91" w:rsidRDefault="003E4B58" w:rsidP="003E4B58">
            <w:pPr>
              <w:jc w:val="both"/>
              <w:rPr>
                <w:sz w:val="20"/>
              </w:rPr>
            </w:pPr>
            <w:r>
              <w:rPr>
                <w:sz w:val="20"/>
              </w:rPr>
              <w:t>Aivo Vahtra</w:t>
            </w:r>
          </w:p>
        </w:tc>
        <w:tc>
          <w:tcPr>
            <w:tcW w:w="2147" w:type="pct"/>
          </w:tcPr>
          <w:p w14:paraId="5DA39091" w14:textId="6F0D7460" w:rsidR="003E4B58" w:rsidRPr="00330C91" w:rsidRDefault="003E4B58" w:rsidP="003E4B58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Vara küla Peipsiääre vald Tartumaa</w:t>
            </w:r>
          </w:p>
        </w:tc>
        <w:tc>
          <w:tcPr>
            <w:tcW w:w="619" w:type="pct"/>
            <w:shd w:val="clear" w:color="auto" w:fill="auto"/>
          </w:tcPr>
          <w:p w14:paraId="66EDEE07" w14:textId="5AFD7BF1" w:rsidR="003E4B58" w:rsidRPr="00330C91" w:rsidRDefault="003E4B58" w:rsidP="003E4B58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5068576</w:t>
            </w:r>
          </w:p>
        </w:tc>
        <w:tc>
          <w:tcPr>
            <w:tcW w:w="1381" w:type="pct"/>
            <w:shd w:val="clear" w:color="auto" w:fill="auto"/>
          </w:tcPr>
          <w:p w14:paraId="50D17D33" w14:textId="4F9F8C81" w:rsidR="003E4B58" w:rsidRPr="008F7DDE" w:rsidRDefault="00AF04AA" w:rsidP="003E4B58">
            <w:pPr>
              <w:rPr>
                <w:bCs/>
                <w:sz w:val="20"/>
              </w:rPr>
            </w:pPr>
            <w:hyperlink r:id="rId14" w:history="1">
              <w:r w:rsidR="003E4B58" w:rsidRPr="0082162E">
                <w:rPr>
                  <w:rStyle w:val="Hyperlink"/>
                  <w:sz w:val="20"/>
                </w:rPr>
                <w:t>aivo.vahtra</w:t>
              </w:r>
              <w:r w:rsidR="003E4B58" w:rsidRPr="0082162E">
                <w:rPr>
                  <w:rStyle w:val="Hyperlink"/>
                  <w:bCs/>
                  <w:sz w:val="20"/>
                </w:rPr>
                <w:t>@varasaeveski.ee</w:t>
              </w:r>
            </w:hyperlink>
            <w:r w:rsidR="003E4B58" w:rsidRPr="00330C91">
              <w:rPr>
                <w:sz w:val="20"/>
              </w:rPr>
              <w:t xml:space="preserve"> </w:t>
            </w:r>
            <w:r w:rsidR="003E4B58" w:rsidRPr="00330C91">
              <w:rPr>
                <w:bCs/>
                <w:sz w:val="20"/>
              </w:rPr>
              <w:t xml:space="preserve"> </w:t>
            </w:r>
          </w:p>
        </w:tc>
      </w:tr>
    </w:tbl>
    <w:p w14:paraId="59CE266B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3"/>
        <w:gridCol w:w="4256"/>
        <w:gridCol w:w="1227"/>
        <w:gridCol w:w="2735"/>
      </w:tblGrid>
      <w:tr w:rsidR="000568AE" w:rsidRPr="00330C91" w14:paraId="66609326" w14:textId="77777777" w:rsidTr="003E4B58">
        <w:tc>
          <w:tcPr>
            <w:tcW w:w="854" w:type="pct"/>
          </w:tcPr>
          <w:p w14:paraId="51BD9D55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147" w:type="pct"/>
          </w:tcPr>
          <w:p w14:paraId="72499740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19" w:type="pct"/>
          </w:tcPr>
          <w:p w14:paraId="0C3C5622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381" w:type="pct"/>
          </w:tcPr>
          <w:p w14:paraId="01C10EC7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3E4B58" w:rsidRPr="008F7DDE" w14:paraId="6AAAF677" w14:textId="77777777" w:rsidTr="003E4B58">
        <w:trPr>
          <w:trHeight w:val="237"/>
        </w:trPr>
        <w:tc>
          <w:tcPr>
            <w:tcW w:w="854" w:type="pct"/>
          </w:tcPr>
          <w:p w14:paraId="21FA151D" w14:textId="0CFE6A28" w:rsidR="003E4B58" w:rsidRPr="00330C91" w:rsidRDefault="003E4B58" w:rsidP="003E4B58">
            <w:pPr>
              <w:jc w:val="both"/>
              <w:rPr>
                <w:sz w:val="20"/>
              </w:rPr>
            </w:pPr>
            <w:r>
              <w:rPr>
                <w:sz w:val="20"/>
              </w:rPr>
              <w:t>Oliver Hannus</w:t>
            </w:r>
          </w:p>
        </w:tc>
        <w:tc>
          <w:tcPr>
            <w:tcW w:w="2147" w:type="pct"/>
          </w:tcPr>
          <w:p w14:paraId="1208D121" w14:textId="286A53B2" w:rsidR="003E4B58" w:rsidRPr="00330C91" w:rsidRDefault="003E4B58" w:rsidP="003E4B58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Vara küla Peipsiääre vald Tartumaa</w:t>
            </w:r>
          </w:p>
        </w:tc>
        <w:tc>
          <w:tcPr>
            <w:tcW w:w="619" w:type="pct"/>
          </w:tcPr>
          <w:p w14:paraId="774B9F6C" w14:textId="4325E833" w:rsidR="003E4B58" w:rsidRPr="00330C91" w:rsidRDefault="003E4B58" w:rsidP="003E4B58">
            <w:pPr>
              <w:jc w:val="both"/>
              <w:rPr>
                <w:spacing w:val="0"/>
                <w:position w:val="0"/>
                <w:sz w:val="20"/>
              </w:rPr>
            </w:pPr>
          </w:p>
        </w:tc>
        <w:tc>
          <w:tcPr>
            <w:tcW w:w="1381" w:type="pct"/>
          </w:tcPr>
          <w:p w14:paraId="2B2FFA88" w14:textId="7B1422B5" w:rsidR="003E4B58" w:rsidRPr="00E63B2E" w:rsidRDefault="00AF04AA" w:rsidP="003E4B58">
            <w:pPr>
              <w:rPr>
                <w:bCs/>
                <w:sz w:val="20"/>
              </w:rPr>
            </w:pPr>
            <w:hyperlink r:id="rId15" w:history="1">
              <w:r w:rsidR="003E4B58" w:rsidRPr="006260F5">
                <w:rPr>
                  <w:rStyle w:val="Hyperlink"/>
                  <w:sz w:val="20"/>
                </w:rPr>
                <w:t>info</w:t>
              </w:r>
              <w:r w:rsidR="003E4B58" w:rsidRPr="006260F5">
                <w:rPr>
                  <w:rStyle w:val="Hyperlink"/>
                  <w:bCs/>
                  <w:sz w:val="20"/>
                </w:rPr>
                <w:t>@varasaeveski.ee</w:t>
              </w:r>
            </w:hyperlink>
            <w:r w:rsidR="003E4B58" w:rsidRPr="00330C91">
              <w:rPr>
                <w:sz w:val="20"/>
              </w:rPr>
              <w:t xml:space="preserve"> </w:t>
            </w:r>
            <w:r w:rsidR="003E4B58" w:rsidRPr="00330C91">
              <w:rPr>
                <w:bCs/>
                <w:sz w:val="20"/>
              </w:rPr>
              <w:t xml:space="preserve"> </w:t>
            </w:r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1AA4D875" w:rsidR="005253F3" w:rsidRPr="00F020C1" w:rsidRDefault="003E4B58" w:rsidP="00235183">
            <w:pPr>
              <w:rPr>
                <w:sz w:val="20"/>
              </w:rPr>
            </w:pPr>
            <w:r w:rsidRPr="003E4B58">
              <w:rPr>
                <w:sz w:val="20"/>
              </w:rPr>
              <w:t>21 (kakskümmend üks) päeva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363B33CA" w:rsidR="005253F3" w:rsidRPr="009B4F43" w:rsidRDefault="00D4333E" w:rsidP="00E806FF">
      <w:pPr>
        <w:pStyle w:val="Pealkiri21"/>
        <w:rPr>
          <w:sz w:val="20"/>
        </w:rPr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6" w:history="1">
        <w:r w:rsidR="003E4B58" w:rsidRPr="006260F5">
          <w:rPr>
            <w:rStyle w:val="Hyperlink"/>
            <w:sz w:val="20"/>
          </w:rPr>
          <w:t>info</w:t>
        </w:r>
        <w:r w:rsidR="003E4B58" w:rsidRPr="006260F5">
          <w:rPr>
            <w:rStyle w:val="Hyperlink"/>
            <w:bCs/>
            <w:sz w:val="20"/>
          </w:rPr>
          <w:t>@varasaeveski.ee</w:t>
        </w:r>
      </w:hyperlink>
    </w:p>
    <w:p w14:paraId="78249285" w14:textId="01A289D1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lastRenderedPageBreak/>
        <w:t xml:space="preserve">Juhul kui ostja ei ole </w:t>
      </w:r>
      <w:bookmarkStart w:id="3" w:name="OLE_LINK6"/>
      <w:r w:rsidRPr="00FB5574">
        <w:rPr>
          <w:sz w:val="20"/>
        </w:rPr>
        <w:t xml:space="preserve">esitanud </w:t>
      </w:r>
      <w:r w:rsidR="00763FCE">
        <w:rPr>
          <w:sz w:val="20"/>
        </w:rPr>
        <w:t xml:space="preserve">garantiikirja </w:t>
      </w:r>
      <w:r w:rsidRPr="00FB5574">
        <w:rPr>
          <w:sz w:val="20"/>
        </w:rPr>
        <w:t>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3FD96479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 xml:space="preserve">Lepingu kehtivuse periood on </w:t>
      </w:r>
      <w:r w:rsidR="00AF04AA">
        <w:rPr>
          <w:sz w:val="20"/>
        </w:rPr>
        <w:t>14</w:t>
      </w:r>
      <w:r w:rsidR="00811CBF">
        <w:rPr>
          <w:sz w:val="20"/>
        </w:rPr>
        <w:t>.0</w:t>
      </w:r>
      <w:r w:rsidR="00AF04AA">
        <w:rPr>
          <w:sz w:val="20"/>
        </w:rPr>
        <w:t>5</w:t>
      </w:r>
      <w:r w:rsidR="004D483E" w:rsidRPr="004D483E">
        <w:rPr>
          <w:sz w:val="20"/>
        </w:rPr>
        <w:t>.202</w:t>
      </w:r>
      <w:r w:rsidR="00AF04AA">
        <w:rPr>
          <w:sz w:val="20"/>
        </w:rPr>
        <w:t>4</w:t>
      </w:r>
      <w:r w:rsidR="004D483E" w:rsidRPr="004D483E">
        <w:rPr>
          <w:sz w:val="20"/>
        </w:rPr>
        <w:tab/>
      </w:r>
      <w:r w:rsidR="00DC39C3" w:rsidRPr="004D483E">
        <w:rPr>
          <w:sz w:val="20"/>
        </w:rPr>
        <w:t xml:space="preserve"> - </w:t>
      </w:r>
      <w:r w:rsidR="004D483E">
        <w:rPr>
          <w:sz w:val="20"/>
        </w:rPr>
        <w:t>31.12.202</w:t>
      </w:r>
      <w:r w:rsidR="00AF04AA">
        <w:rPr>
          <w:sz w:val="20"/>
        </w:rPr>
        <w:t>4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7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7AAEB046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3E4B58">
        <w:rPr>
          <w:sz w:val="20"/>
        </w:rPr>
        <w:t>Andres Hummal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33301783">
    <w:abstractNumId w:val="0"/>
  </w:num>
  <w:num w:numId="2" w16cid:durableId="878207544">
    <w:abstractNumId w:val="10"/>
  </w:num>
  <w:num w:numId="3" w16cid:durableId="1495994363">
    <w:abstractNumId w:val="9"/>
  </w:num>
  <w:num w:numId="4" w16cid:durableId="1498769589">
    <w:abstractNumId w:val="15"/>
  </w:num>
  <w:num w:numId="5" w16cid:durableId="148912569">
    <w:abstractNumId w:val="16"/>
  </w:num>
  <w:num w:numId="6" w16cid:durableId="516770401">
    <w:abstractNumId w:val="19"/>
  </w:num>
  <w:num w:numId="7" w16cid:durableId="1831748783">
    <w:abstractNumId w:val="21"/>
  </w:num>
  <w:num w:numId="8" w16cid:durableId="1159536730">
    <w:abstractNumId w:val="5"/>
  </w:num>
  <w:num w:numId="9" w16cid:durableId="1354267358">
    <w:abstractNumId w:val="7"/>
  </w:num>
  <w:num w:numId="10" w16cid:durableId="35281165">
    <w:abstractNumId w:val="1"/>
  </w:num>
  <w:num w:numId="11" w16cid:durableId="1828671940">
    <w:abstractNumId w:val="2"/>
  </w:num>
  <w:num w:numId="12" w16cid:durableId="288125071">
    <w:abstractNumId w:val="12"/>
  </w:num>
  <w:num w:numId="13" w16cid:durableId="562059816">
    <w:abstractNumId w:val="18"/>
  </w:num>
  <w:num w:numId="14" w16cid:durableId="1826895434">
    <w:abstractNumId w:val="8"/>
  </w:num>
  <w:num w:numId="15" w16cid:durableId="773860292">
    <w:abstractNumId w:val="4"/>
  </w:num>
  <w:num w:numId="16" w16cid:durableId="25260052">
    <w:abstractNumId w:val="18"/>
  </w:num>
  <w:num w:numId="17" w16cid:durableId="57698724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415006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2561996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5067863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4530479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84285342">
    <w:abstractNumId w:val="22"/>
  </w:num>
  <w:num w:numId="23" w16cid:durableId="1093208489">
    <w:abstractNumId w:val="3"/>
  </w:num>
  <w:num w:numId="24" w16cid:durableId="1098020891">
    <w:abstractNumId w:val="20"/>
  </w:num>
  <w:num w:numId="25" w16cid:durableId="502209679">
    <w:abstractNumId w:val="6"/>
  </w:num>
  <w:num w:numId="26" w16cid:durableId="2078818717">
    <w:abstractNumId w:val="11"/>
  </w:num>
  <w:num w:numId="27" w16cid:durableId="16228090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8318335">
    <w:abstractNumId w:val="13"/>
  </w:num>
  <w:num w:numId="29" w16cid:durableId="488525259">
    <w:abstractNumId w:val="17"/>
  </w:num>
  <w:num w:numId="30" w16cid:durableId="20234356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843298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E4B58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C1F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1AB9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0729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04AA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14B7"/>
    <w:rsid w:val="00E350CA"/>
    <w:rsid w:val="00E36161"/>
    <w:rsid w:val="00E4600D"/>
    <w:rsid w:val="00E47AA9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68AE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ktid.kagu@rmk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dres.hummal@varasaeveski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varasaeveski.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varasaeveski.ee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ivo.vahtra@varasaeveski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7440C-82EC-4C0C-8EF7-E726A97D7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2</TotalTime>
  <Pages>3</Pages>
  <Words>970</Words>
  <Characters>7584</Characters>
  <Application>Microsoft Office Word</Application>
  <DocSecurity>0</DocSecurity>
  <Lines>63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8537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2024-05-14T10:40:00Z</dcterms:created>
  <dcterms:modified xsi:type="dcterms:W3CDTF">2024-05-14T10:41:00Z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