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6C7129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086ABCD5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2022/</w:t>
            </w:r>
            <w:r w:rsidR="006C7129">
              <w:t>6233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51C71883" w:rsidR="0065027A" w:rsidRDefault="006C7129" w:rsidP="009A2A25">
      <w:pPr>
        <w:rPr>
          <w:b/>
        </w:rPr>
      </w:pPr>
      <w:r>
        <w:rPr>
          <w:b/>
        </w:rPr>
        <w:t>Künka IV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50D7203E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843ED7">
        <w:t>TREV-2 Grupp AS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843ED7">
        <w:t>10047362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6C7129">
        <w:t>liiva</w:t>
      </w:r>
      <w:r w:rsidR="008D0685">
        <w:t xml:space="preserve"> </w:t>
      </w:r>
      <w:r w:rsidR="0065027A">
        <w:t xml:space="preserve">tarbevaru uurimist </w:t>
      </w:r>
      <w:r w:rsidR="006C7129">
        <w:t>Künka IV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7802B817" w:rsidR="009E416E" w:rsidRDefault="006C7129" w:rsidP="009A78E3">
      <w:pPr>
        <w:jc w:val="both"/>
      </w:pPr>
      <w:r>
        <w:t>Künka IV</w:t>
      </w:r>
      <w:r w:rsidR="00D87DA9">
        <w:t xml:space="preserve"> </w:t>
      </w:r>
      <w:r w:rsidR="009A78E3" w:rsidRPr="002D3E19">
        <w:t xml:space="preserve">uuringuruum asub </w:t>
      </w:r>
      <w:r>
        <w:t>Rapla</w:t>
      </w:r>
      <w:r w:rsidR="00345AC1">
        <w:t xml:space="preserve"> </w:t>
      </w:r>
      <w:r w:rsidR="00EE2C03" w:rsidRPr="00A24419">
        <w:t xml:space="preserve">maakonnas </w:t>
      </w:r>
      <w:r>
        <w:t>Kohila</w:t>
      </w:r>
      <w:r w:rsidR="00843ED7">
        <w:t xml:space="preserve"> vallas </w:t>
      </w:r>
      <w:r>
        <w:t>Mälivere</w:t>
      </w:r>
      <w:r w:rsidR="00843ED7">
        <w:t xml:space="preserve"> külas</w:t>
      </w:r>
      <w:r w:rsidR="00273033" w:rsidRPr="00A24419">
        <w:t xml:space="preserve"> 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kinnisasj</w:t>
      </w:r>
      <w:r w:rsidR="00843ED7">
        <w:t>a</w:t>
      </w:r>
      <w:r w:rsidR="000C367E">
        <w:t xml:space="preserve">l </w:t>
      </w:r>
      <w:r>
        <w:t>Vahastu</w:t>
      </w:r>
      <w:r w:rsidR="006F2ED3">
        <w:t xml:space="preserve"> metskond </w:t>
      </w:r>
      <w:r>
        <w:t>78</w:t>
      </w:r>
      <w:r w:rsidR="00491C46">
        <w:t xml:space="preserve"> (katastritunnus </w:t>
      </w:r>
      <w:r>
        <w:t>31701:004:0280</w:t>
      </w:r>
      <w:r w:rsidR="002E75FB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77777777" w:rsidR="009A78E3" w:rsidRDefault="009A78E3" w:rsidP="009A78E3">
      <w:pPr>
        <w:ind w:firstLine="680"/>
      </w:pPr>
      <w:r>
        <w:t>2. Keskkonnaameti RV kooskõlastustaotlus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436354FC" w14:textId="77777777" w:rsidR="00316F07" w:rsidRDefault="00316F07" w:rsidP="00316F07"/>
    <w:p w14:paraId="54C02475" w14:textId="77777777" w:rsidR="00262F53" w:rsidRDefault="00262F53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B0B66"/>
    <w:rsid w:val="002C2F23"/>
    <w:rsid w:val="002C6585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6C7129"/>
    <w:rsid w:val="006F2ED3"/>
    <w:rsid w:val="00704BBF"/>
    <w:rsid w:val="00740107"/>
    <w:rsid w:val="0074193C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78A"/>
    <w:rsid w:val="00F04FCF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3</TotalTime>
  <Pages>1</Pages>
  <Words>103</Words>
  <Characters>1107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1208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2022-10-28T10:47:00Z</cp:lastPrinted>
  <dcterms:created xsi:type="dcterms:W3CDTF">2022-11-28T10:02:00Z</dcterms:created>
  <dcterms:modified xsi:type="dcterms:W3CDTF">2022-11-28T10:05:00Z</dcterms:modified>
</cp:coreProperties>
</file>