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024"/>
      </w:tblGrid>
      <w:tr w:rsidR="00D40650" w14:paraId="37BD560C" w14:textId="77777777" w:rsidTr="00AC6022">
        <w:trPr>
          <w:trHeight w:hRule="exact" w:val="1905"/>
        </w:trPr>
        <w:tc>
          <w:tcPr>
            <w:tcW w:w="6237" w:type="dxa"/>
            <w:shd w:val="clear" w:color="auto" w:fill="auto"/>
          </w:tcPr>
          <w:p w14:paraId="16F30190" w14:textId="77777777" w:rsidR="00D40650" w:rsidRPr="00A10E66" w:rsidRDefault="00074983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A2C7FD" wp14:editId="15DEFF0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00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4" w:type="dxa"/>
            <w:shd w:val="clear" w:color="auto" w:fill="auto"/>
          </w:tcPr>
          <w:p w14:paraId="038F9E6C" w14:textId="77777777" w:rsidR="00BC1A62" w:rsidRPr="002D79A8" w:rsidRDefault="00663741" w:rsidP="000363F2">
            <w:pPr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</w:p>
        </w:tc>
      </w:tr>
      <w:tr w:rsidR="00D40650" w:rsidRPr="001D4CFB" w14:paraId="60F1D252" w14:textId="77777777" w:rsidTr="00AC6022">
        <w:trPr>
          <w:trHeight w:val="1985"/>
        </w:trPr>
        <w:tc>
          <w:tcPr>
            <w:tcW w:w="6237" w:type="dxa"/>
            <w:shd w:val="clear" w:color="auto" w:fill="auto"/>
          </w:tcPr>
          <w:p w14:paraId="759AE8C4" w14:textId="6AA88469" w:rsidR="00074983" w:rsidRDefault="00074983" w:rsidP="00074983">
            <w:pPr>
              <w:pStyle w:val="adressaat0"/>
              <w:ind w:right="1672"/>
            </w:pPr>
          </w:p>
          <w:p w14:paraId="52E0A24F" w14:textId="77777777" w:rsidR="00074983" w:rsidRPr="003D38B9" w:rsidRDefault="00074983" w:rsidP="00074983">
            <w:pPr>
              <w:pStyle w:val="adressaat0"/>
              <w:ind w:right="1672"/>
            </w:pPr>
            <w:r>
              <w:t>Maaeluministeerium</w:t>
            </w:r>
          </w:p>
          <w:p w14:paraId="342E1081" w14:textId="77777777" w:rsidR="009475A7" w:rsidRDefault="004A2B33" w:rsidP="0007498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Justiitsministeerium</w:t>
            </w:r>
          </w:p>
          <w:p w14:paraId="2592E6DB" w14:textId="77777777" w:rsidR="009475A7" w:rsidRDefault="009475A7" w:rsidP="0007498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Siseministeerium</w:t>
            </w:r>
          </w:p>
          <w:p w14:paraId="4F90375B" w14:textId="77777777" w:rsidR="009475A7" w:rsidRDefault="009475A7" w:rsidP="0007498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Keskkonnaministeerium</w:t>
            </w:r>
          </w:p>
          <w:p w14:paraId="0EBF9B53" w14:textId="5DEC8EA1" w:rsidR="003B2A9C" w:rsidRPr="00BF4D7C" w:rsidRDefault="009475A7" w:rsidP="0007498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Kaitseministeerium</w:t>
            </w:r>
          </w:p>
        </w:tc>
        <w:tc>
          <w:tcPr>
            <w:tcW w:w="3024" w:type="dxa"/>
            <w:shd w:val="clear" w:color="auto" w:fill="auto"/>
          </w:tcPr>
          <w:p w14:paraId="67B684D5" w14:textId="77777777" w:rsidR="004A2B33" w:rsidRDefault="004A2B33" w:rsidP="004A2B33">
            <w:pPr>
              <w:pStyle w:val="adressaat0"/>
            </w:pPr>
          </w:p>
          <w:p w14:paraId="6012DCBB" w14:textId="77777777" w:rsidR="00074983" w:rsidRDefault="00074983" w:rsidP="00074983">
            <w:pPr>
              <w:pStyle w:val="adressaat0"/>
            </w:pPr>
          </w:p>
          <w:p w14:paraId="4EAAEDB7" w14:textId="77777777" w:rsidR="00BF4D7C" w:rsidRPr="006B118C" w:rsidRDefault="00BF4D7C" w:rsidP="00074983">
            <w:pPr>
              <w:jc w:val="left"/>
            </w:pPr>
          </w:p>
          <w:p w14:paraId="0E6E6205" w14:textId="77777777" w:rsidR="00074983" w:rsidRDefault="00074983" w:rsidP="00074983">
            <w:pPr>
              <w:pStyle w:val="adressaat0"/>
            </w:pPr>
            <w:r>
              <w:t>DateSet</w:t>
            </w:r>
          </w:p>
          <w:p w14:paraId="3BB319CE" w14:textId="77777777" w:rsidR="003B2A9C" w:rsidRPr="001D4CFB" w:rsidRDefault="00074983" w:rsidP="00074983">
            <w:pPr>
              <w:jc w:val="left"/>
            </w:pPr>
            <w:r>
              <w:t>nr 2-1/DocNumber</w:t>
            </w:r>
          </w:p>
        </w:tc>
      </w:tr>
    </w:tbl>
    <w:p w14:paraId="381E6F81" w14:textId="043BE51E" w:rsidR="00074983" w:rsidRPr="004A2B33" w:rsidRDefault="009A6A83" w:rsidP="00640A88">
      <w:pPr>
        <w:pStyle w:val="kirjapealkiri"/>
        <w:spacing w:before="480" w:after="360"/>
        <w:ind w:right="4678"/>
        <w:rPr>
          <w:b/>
        </w:rPr>
      </w:pPr>
      <w:r>
        <w:rPr>
          <w:b/>
        </w:rPr>
        <w:t>Majandus- ja taristuministri m</w:t>
      </w:r>
      <w:r w:rsidR="00366DF2">
        <w:rPr>
          <w:b/>
        </w:rPr>
        <w:t>ääruse „</w:t>
      </w:r>
      <w:r w:rsidR="00074983" w:rsidRPr="004A2B33">
        <w:rPr>
          <w:b/>
        </w:rPr>
        <w:t>Navigatsioonimärgistuse kavandamise, rajamise, muutmise, paigaldamise, järelevalve ja märgistusest teavitamise nõuded ning kord</w:t>
      </w:r>
      <w:r w:rsidR="00366DF2">
        <w:rPr>
          <w:b/>
        </w:rPr>
        <w:t>“</w:t>
      </w:r>
      <w:r w:rsidR="00074983" w:rsidRPr="004A2B33">
        <w:rPr>
          <w:b/>
        </w:rPr>
        <w:t xml:space="preserve"> eelnõu</w:t>
      </w:r>
    </w:p>
    <w:p w14:paraId="02A867EE" w14:textId="77777777" w:rsidR="00074983" w:rsidRDefault="004A2B33" w:rsidP="00074983">
      <w:pPr>
        <w:pStyle w:val="kirjapealkiri"/>
        <w:spacing w:before="0" w:after="360"/>
        <w:ind w:right="4530"/>
      </w:pPr>
      <w:r>
        <w:t>Austatud ministrid</w:t>
      </w:r>
    </w:p>
    <w:p w14:paraId="11A7D48E" w14:textId="62E136ED" w:rsidR="00074983" w:rsidRPr="004A2B33" w:rsidRDefault="009A6A83" w:rsidP="004A2B33">
      <w:pPr>
        <w:pStyle w:val="Pealkiri1"/>
        <w:rPr>
          <w:rFonts w:ascii="Times New Roman" w:hAnsi="Times New Roman" w:cs="Times New Roman"/>
          <w:color w:val="auto"/>
          <w:sz w:val="24"/>
          <w:szCs w:val="24"/>
        </w:rPr>
      </w:pPr>
      <w:r w:rsidRPr="004A2B33">
        <w:rPr>
          <w:rFonts w:ascii="Times New Roman" w:hAnsi="Times New Roman" w:cs="Times New Roman"/>
          <w:color w:val="auto"/>
          <w:sz w:val="24"/>
          <w:szCs w:val="24"/>
        </w:rPr>
        <w:t>E</w:t>
      </w:r>
      <w:r>
        <w:rPr>
          <w:rFonts w:ascii="Times New Roman" w:hAnsi="Times New Roman" w:cs="Times New Roman"/>
          <w:color w:val="auto"/>
          <w:sz w:val="24"/>
          <w:szCs w:val="24"/>
        </w:rPr>
        <w:t>sitame</w:t>
      </w:r>
      <w:r w:rsidRPr="004A2B3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A2B33" w:rsidRPr="004A2B33">
        <w:rPr>
          <w:rFonts w:ascii="Times New Roman" w:hAnsi="Times New Roman" w:cs="Times New Roman"/>
          <w:color w:val="auto"/>
          <w:sz w:val="24"/>
          <w:szCs w:val="24"/>
        </w:rPr>
        <w:t>kooskõlastamiseks majandus- ja taristuministri määruse „Navigatsioonimärgistuse kavandamise, rajamise, muutmise, paigaldamise, järelevalve ja märgistusest teavitamise nõuded ning kord“ eelnõu.</w:t>
      </w:r>
    </w:p>
    <w:p w14:paraId="6E91FCD0" w14:textId="77777777" w:rsidR="008C1CB4" w:rsidRDefault="008C1CB4" w:rsidP="008C1CB4">
      <w:pPr>
        <w:pStyle w:val="sisu"/>
        <w:spacing w:before="360" w:after="720"/>
      </w:pPr>
      <w:r>
        <w:t>Lugupidamisega</w:t>
      </w:r>
    </w:p>
    <w:p w14:paraId="719CB55D" w14:textId="77777777" w:rsidR="00074983" w:rsidRPr="002A5B03" w:rsidRDefault="00074983" w:rsidP="00074983">
      <w:r w:rsidRPr="002A5B03">
        <w:t>(allkirjastatud digitaalselt)</w:t>
      </w:r>
      <w:bookmarkStart w:id="0" w:name="_GoBack"/>
      <w:bookmarkEnd w:id="0"/>
    </w:p>
    <w:p w14:paraId="23E6B017" w14:textId="77777777" w:rsidR="00074983" w:rsidRDefault="00074983" w:rsidP="00074983">
      <w:pPr>
        <w:pStyle w:val="allikirjastajanimi"/>
      </w:pPr>
      <w:r>
        <w:t>Kristen Michal</w:t>
      </w:r>
    </w:p>
    <w:p w14:paraId="63FE2D35" w14:textId="77777777" w:rsidR="00F602AA" w:rsidRPr="00F602AA" w:rsidRDefault="00F602AA" w:rsidP="00F602AA">
      <w:pPr>
        <w:rPr>
          <w:lang w:eastAsia="en-US" w:bidi="ar-SA"/>
        </w:rPr>
      </w:pPr>
      <w:r>
        <w:rPr>
          <w:lang w:eastAsia="en-US" w:bidi="ar-SA"/>
        </w:rPr>
        <w:t>majandus- ja taristuminister</w:t>
      </w:r>
    </w:p>
    <w:p w14:paraId="291935B4" w14:textId="77777777" w:rsidR="0070497E" w:rsidRDefault="0070497E" w:rsidP="0070497E"/>
    <w:p w14:paraId="472E0000" w14:textId="77777777" w:rsidR="0070497E" w:rsidRDefault="0070497E" w:rsidP="0070497E"/>
    <w:p w14:paraId="4AC2D006" w14:textId="77777777" w:rsidR="004A2B33" w:rsidRDefault="004A2B33" w:rsidP="0070497E"/>
    <w:p w14:paraId="2EB34FB8" w14:textId="77777777" w:rsidR="0070497E" w:rsidRDefault="00074983" w:rsidP="0070497E">
      <w:r w:rsidRPr="004B1C5F">
        <w:t>Lisad:</w:t>
      </w:r>
      <w:r w:rsidR="004A2B33">
        <w:t xml:space="preserve"> </w:t>
      </w:r>
      <w:r w:rsidR="004A2B33">
        <w:tab/>
        <w:t>eelnõu</w:t>
      </w:r>
    </w:p>
    <w:p w14:paraId="30062202" w14:textId="77777777" w:rsidR="004A2B33" w:rsidRDefault="004A2B33" w:rsidP="0070497E">
      <w:r>
        <w:tab/>
        <w:t>seletuskiri</w:t>
      </w:r>
    </w:p>
    <w:p w14:paraId="76536A3C" w14:textId="77777777" w:rsidR="004A2B33" w:rsidRDefault="004A2B33" w:rsidP="0070497E">
      <w:r>
        <w:tab/>
        <w:t>määruse lisa 1</w:t>
      </w:r>
    </w:p>
    <w:p w14:paraId="791F72E2" w14:textId="77777777" w:rsidR="004A2B33" w:rsidRDefault="004A2B33" w:rsidP="004A2B33">
      <w:pPr>
        <w:ind w:firstLine="709"/>
      </w:pPr>
      <w:r>
        <w:t>määruse lisa 2</w:t>
      </w:r>
    </w:p>
    <w:p w14:paraId="4687484E" w14:textId="77777777" w:rsidR="004A2B33" w:rsidRDefault="004A2B33" w:rsidP="00074983">
      <w:pPr>
        <w:pStyle w:val="koostaja"/>
        <w:rPr>
          <w:sz w:val="20"/>
          <w:szCs w:val="20"/>
        </w:rPr>
      </w:pPr>
    </w:p>
    <w:p w14:paraId="4EEDAA15" w14:textId="77777777" w:rsidR="00074983" w:rsidRPr="004A2B33" w:rsidRDefault="00074983" w:rsidP="00074983">
      <w:pPr>
        <w:pStyle w:val="koostaja"/>
        <w:rPr>
          <w:sz w:val="20"/>
          <w:szCs w:val="20"/>
        </w:rPr>
      </w:pPr>
      <w:r w:rsidRPr="004A2B33">
        <w:rPr>
          <w:sz w:val="20"/>
          <w:szCs w:val="20"/>
        </w:rPr>
        <w:t>Merily Must</w:t>
      </w:r>
      <w:r w:rsidRPr="004A2B33">
        <w:rPr>
          <w:sz w:val="20"/>
          <w:szCs w:val="20"/>
        </w:rPr>
        <w:br/>
        <w:t>6397659</w:t>
      </w:r>
      <w:r w:rsidR="008C1CB4" w:rsidRPr="004A2B33">
        <w:rPr>
          <w:sz w:val="20"/>
          <w:szCs w:val="20"/>
        </w:rPr>
        <w:t xml:space="preserve">  </w:t>
      </w:r>
      <w:r w:rsidRPr="004A2B33">
        <w:rPr>
          <w:sz w:val="20"/>
          <w:szCs w:val="20"/>
        </w:rPr>
        <w:t>Merily.Must@mkm.ee</w:t>
      </w:r>
    </w:p>
    <w:sectPr w:rsidR="00074983" w:rsidRPr="004A2B33" w:rsidSect="00966D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851" w:bottom="1418" w:left="1701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ABDC1" w14:textId="77777777" w:rsidR="00C07363" w:rsidRDefault="00C07363" w:rsidP="00DF44DF">
      <w:r>
        <w:separator/>
      </w:r>
    </w:p>
  </w:endnote>
  <w:endnote w:type="continuationSeparator" w:id="0">
    <w:p w14:paraId="57909DCD" w14:textId="77777777" w:rsidR="00C07363" w:rsidRDefault="00C0736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4C403" w14:textId="77777777" w:rsidR="00DA42F7" w:rsidRDefault="00DA42F7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A7B9D" w14:textId="77777777" w:rsidR="003B2A9C" w:rsidRPr="00AD2EA7" w:rsidRDefault="0008526D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4A2B33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C07363">
      <w:fldChar w:fldCharType="begin"/>
    </w:r>
    <w:r w:rsidR="00C07363">
      <w:instrText xml:space="preserve"> NUMPAGES </w:instrText>
    </w:r>
    <w:r w:rsidR="00C07363">
      <w:fldChar w:fldCharType="separate"/>
    </w:r>
    <w:r w:rsidR="004A2B33">
      <w:rPr>
        <w:noProof/>
      </w:rPr>
      <w:t>2</w:t>
    </w:r>
    <w:r w:rsidR="00C07363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58EDC" w14:textId="77777777" w:rsidR="00DA42F7" w:rsidRDefault="00DA42F7" w:rsidP="00074983">
    <w:pPr>
      <w:pStyle w:val="Jalus"/>
      <w:tabs>
        <w:tab w:val="clear" w:pos="9072"/>
      </w:tabs>
      <w:rPr>
        <w:sz w:val="20"/>
        <w:szCs w:val="20"/>
      </w:rPr>
    </w:pPr>
  </w:p>
  <w:p w14:paraId="32466750" w14:textId="77777777" w:rsidR="00074983" w:rsidRPr="00074983" w:rsidRDefault="00074983" w:rsidP="00074983">
    <w:pPr>
      <w:pStyle w:val="Jalus"/>
      <w:tabs>
        <w:tab w:val="clear" w:pos="9072"/>
      </w:tabs>
      <w:rPr>
        <w:sz w:val="20"/>
        <w:szCs w:val="20"/>
      </w:rPr>
    </w:pPr>
    <w:r w:rsidRPr="00074983">
      <w:rPr>
        <w:sz w:val="20"/>
        <w:szCs w:val="20"/>
      </w:rPr>
      <w:t>Harju 11 / 15072 Tallinn / 625 6342 / info@mkm.ee / www.mkm.ee</w:t>
    </w:r>
  </w:p>
  <w:p w14:paraId="51F63649" w14:textId="77777777" w:rsidR="00124999" w:rsidRPr="00074983" w:rsidRDefault="00074983" w:rsidP="00074983">
    <w:pPr>
      <w:pStyle w:val="Jalus"/>
      <w:tabs>
        <w:tab w:val="clear" w:pos="9072"/>
      </w:tabs>
      <w:rPr>
        <w:sz w:val="20"/>
        <w:szCs w:val="20"/>
      </w:rPr>
    </w:pPr>
    <w:r w:rsidRPr="00074983">
      <w:rPr>
        <w:sz w:val="20"/>
        <w:szCs w:val="20"/>
      </w:rPr>
      <w:t>Registrikood 70003158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44596" w14:textId="77777777" w:rsidR="00C07363" w:rsidRDefault="00C07363" w:rsidP="00DF44DF">
      <w:r>
        <w:separator/>
      </w:r>
    </w:p>
  </w:footnote>
  <w:footnote w:type="continuationSeparator" w:id="0">
    <w:p w14:paraId="6335749D" w14:textId="77777777" w:rsidR="00C07363" w:rsidRDefault="00C0736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FC20" w14:textId="77777777" w:rsidR="00DA42F7" w:rsidRDefault="00DA42F7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DA284" w14:textId="77777777" w:rsidR="00DA42F7" w:rsidRDefault="00DA42F7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4F123" w14:textId="77777777" w:rsidR="00DA42F7" w:rsidRDefault="00DA42F7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363F2"/>
    <w:rsid w:val="00041DAC"/>
    <w:rsid w:val="00055581"/>
    <w:rsid w:val="00060947"/>
    <w:rsid w:val="00074983"/>
    <w:rsid w:val="0008526D"/>
    <w:rsid w:val="000913FC"/>
    <w:rsid w:val="000A17B5"/>
    <w:rsid w:val="00103FCF"/>
    <w:rsid w:val="00124999"/>
    <w:rsid w:val="001523BD"/>
    <w:rsid w:val="001A7D04"/>
    <w:rsid w:val="001D4CFB"/>
    <w:rsid w:val="001E320E"/>
    <w:rsid w:val="002008A2"/>
    <w:rsid w:val="002835BB"/>
    <w:rsid w:val="00293449"/>
    <w:rsid w:val="002D79A8"/>
    <w:rsid w:val="002F254F"/>
    <w:rsid w:val="0034719C"/>
    <w:rsid w:val="00354059"/>
    <w:rsid w:val="00366DF2"/>
    <w:rsid w:val="00394DCB"/>
    <w:rsid w:val="003B2A9C"/>
    <w:rsid w:val="003F0611"/>
    <w:rsid w:val="00435A13"/>
    <w:rsid w:val="0044084D"/>
    <w:rsid w:val="004A2B33"/>
    <w:rsid w:val="004C1391"/>
    <w:rsid w:val="004C6ED2"/>
    <w:rsid w:val="00546204"/>
    <w:rsid w:val="00546E17"/>
    <w:rsid w:val="00551E24"/>
    <w:rsid w:val="00557534"/>
    <w:rsid w:val="00560A92"/>
    <w:rsid w:val="00564569"/>
    <w:rsid w:val="005B5CE1"/>
    <w:rsid w:val="005D31B1"/>
    <w:rsid w:val="005E3AED"/>
    <w:rsid w:val="005E45BB"/>
    <w:rsid w:val="00602834"/>
    <w:rsid w:val="006314B2"/>
    <w:rsid w:val="00640A88"/>
    <w:rsid w:val="00663741"/>
    <w:rsid w:val="00680609"/>
    <w:rsid w:val="006A01AC"/>
    <w:rsid w:val="006E16BD"/>
    <w:rsid w:val="006F3BB9"/>
    <w:rsid w:val="006F72D7"/>
    <w:rsid w:val="0070497E"/>
    <w:rsid w:val="007056E1"/>
    <w:rsid w:val="00713327"/>
    <w:rsid w:val="0075695A"/>
    <w:rsid w:val="007A1DE8"/>
    <w:rsid w:val="007D54FC"/>
    <w:rsid w:val="00835858"/>
    <w:rsid w:val="008919F2"/>
    <w:rsid w:val="008B041F"/>
    <w:rsid w:val="008C1CB4"/>
    <w:rsid w:val="008D4634"/>
    <w:rsid w:val="008F0B50"/>
    <w:rsid w:val="0091786B"/>
    <w:rsid w:val="009370A4"/>
    <w:rsid w:val="009475A7"/>
    <w:rsid w:val="00966DD3"/>
    <w:rsid w:val="009A6A83"/>
    <w:rsid w:val="009E7F4A"/>
    <w:rsid w:val="00A10E66"/>
    <w:rsid w:val="00A1244E"/>
    <w:rsid w:val="00A13FDE"/>
    <w:rsid w:val="00A9110F"/>
    <w:rsid w:val="00AB55DB"/>
    <w:rsid w:val="00AC4752"/>
    <w:rsid w:val="00AC6022"/>
    <w:rsid w:val="00AD2EA7"/>
    <w:rsid w:val="00AE02A8"/>
    <w:rsid w:val="00AE782B"/>
    <w:rsid w:val="00B856FB"/>
    <w:rsid w:val="00BC1A62"/>
    <w:rsid w:val="00BD078E"/>
    <w:rsid w:val="00BD3CCF"/>
    <w:rsid w:val="00BE0CC9"/>
    <w:rsid w:val="00BF4D7C"/>
    <w:rsid w:val="00C07363"/>
    <w:rsid w:val="00C24F66"/>
    <w:rsid w:val="00C27B07"/>
    <w:rsid w:val="00C41FC5"/>
    <w:rsid w:val="00C83346"/>
    <w:rsid w:val="00CA583B"/>
    <w:rsid w:val="00CA5F0B"/>
    <w:rsid w:val="00CF2B77"/>
    <w:rsid w:val="00CF4303"/>
    <w:rsid w:val="00D0592A"/>
    <w:rsid w:val="00D40650"/>
    <w:rsid w:val="00DA002A"/>
    <w:rsid w:val="00DA42F7"/>
    <w:rsid w:val="00DF44DF"/>
    <w:rsid w:val="00E023F6"/>
    <w:rsid w:val="00E03DBB"/>
    <w:rsid w:val="00F259D3"/>
    <w:rsid w:val="00F42034"/>
    <w:rsid w:val="00F56B82"/>
    <w:rsid w:val="00F602AA"/>
    <w:rsid w:val="00F9645B"/>
    <w:rsid w:val="00F9773D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3E766D5"/>
  <w15:docId w15:val="{15F55443-45F9-465E-B96A-F0C33C94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A2B3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isu">
    <w:name w:val="sisu"/>
    <w:basedOn w:val="Normaallaad"/>
    <w:rsid w:val="00074983"/>
    <w:pPr>
      <w:widowControl/>
      <w:suppressAutoHyphens w:val="0"/>
      <w:spacing w:after="240"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dressaat0">
    <w:name w:val="adressaat"/>
    <w:basedOn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adress">
    <w:name w:val="aadress"/>
    <w:basedOn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kirjapealkiri">
    <w:name w:val="kirjapealkiri"/>
    <w:basedOn w:val="Normaallaad"/>
    <w:next w:val="Normaallaad"/>
    <w:rsid w:val="00074983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lputervitus">
    <w:name w:val="lõputervitus"/>
    <w:basedOn w:val="sisu"/>
    <w:next w:val="Normaallaad"/>
    <w:rsid w:val="00074983"/>
    <w:pPr>
      <w:keepLines/>
      <w:spacing w:before="240" w:after="720"/>
    </w:pPr>
  </w:style>
  <w:style w:type="paragraph" w:customStyle="1" w:styleId="allikirjastajanimi">
    <w:name w:val="allikirjastaja:nimi"/>
    <w:basedOn w:val="Normaallaad"/>
    <w:next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llkirjastajaametinimetus">
    <w:name w:val="allkirjastaja:ametinimetus"/>
    <w:basedOn w:val="Normaallaad"/>
    <w:next w:val="Normaallaad"/>
    <w:rsid w:val="00074983"/>
    <w:pPr>
      <w:keepNext/>
      <w:keepLines/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koostaja">
    <w:name w:val="koostaja"/>
    <w:basedOn w:val="Normaallaad"/>
    <w:next w:val="Normaallaad"/>
    <w:rsid w:val="00074983"/>
    <w:pPr>
      <w:widowControl/>
      <w:suppressAutoHyphens w:val="0"/>
      <w:spacing w:before="480" w:line="240" w:lineRule="auto"/>
      <w:jc w:val="left"/>
    </w:pPr>
    <w:rPr>
      <w:rFonts w:eastAsia="Times New Roman"/>
      <w:kern w:val="0"/>
      <w:lang w:eastAsia="en-US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4A2B33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F4203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42034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42034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203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42034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7E08E51-EDBB-4B3B-91AB-3CC578FB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9</TotalTime>
  <Pages>1</Pages>
  <Words>106</Words>
  <Characters>616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Majandus- ja Kommunikatsiooniministeerium</dc:creator>
  <cp:lastModifiedBy>Merily Must</cp:lastModifiedBy>
  <cp:revision>7</cp:revision>
  <cp:lastPrinted>2014-04-03T10:06:00Z</cp:lastPrinted>
  <dcterms:created xsi:type="dcterms:W3CDTF">2016-05-04T10:53:00Z</dcterms:created>
  <dcterms:modified xsi:type="dcterms:W3CDTF">2016-05-23T07:02:00Z</dcterms:modified>
</cp:coreProperties>
</file>