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92BB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3345FCCE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1F0041D4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7EA376F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1F5D79DD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018D346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336E02EA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1E72A6B9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2F72C746" w14:textId="77777777" w:rsidR="005A6DF4" w:rsidRDefault="005A6DF4" w:rsidP="00E47F56">
      <w:pPr>
        <w:rPr>
          <w:rFonts w:ascii="Arial" w:hAnsi="Arial" w:cs="Arial"/>
          <w:szCs w:val="20"/>
        </w:rPr>
      </w:pPr>
    </w:p>
    <w:tbl>
      <w:tblPr>
        <w:tblStyle w:val="Kontuurtabel"/>
        <w:tblpPr w:leftFromText="141" w:rightFromText="141" w:vertAnchor="text" w:horzAnchor="margin" w:tblpXSpec="right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559"/>
        <w:gridCol w:w="450"/>
        <w:gridCol w:w="2256"/>
      </w:tblGrid>
      <w:tr w:rsidR="005A6DF4" w14:paraId="60B9354C" w14:textId="77777777" w:rsidTr="003D2252">
        <w:tc>
          <w:tcPr>
            <w:tcW w:w="709" w:type="dxa"/>
          </w:tcPr>
          <w:p w14:paraId="61538785" w14:textId="77777777" w:rsidR="005A6DF4" w:rsidRDefault="005A6DF4" w:rsidP="005A6DF4">
            <w:pPr>
              <w:rPr>
                <w:lang w:val="et-EE"/>
              </w:rPr>
            </w:pPr>
            <w:r w:rsidRPr="008C461A">
              <w:rPr>
                <w:noProof/>
                <w:lang w:val="et-EE"/>
              </w:rPr>
              <w:drawing>
                <wp:anchor distT="0" distB="0" distL="114300" distR="114300" simplePos="0" relativeHeight="251660288" behindDoc="1" locked="0" layoutInCell="1" allowOverlap="1" wp14:anchorId="5224F486" wp14:editId="6EC5986F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-2160270</wp:posOffset>
                  </wp:positionV>
                  <wp:extent cx="2400000" cy="1440000"/>
                  <wp:effectExtent l="0" t="0" r="0" b="0"/>
                  <wp:wrapNone/>
                  <wp:docPr id="17" name="Graphic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75DFC6" wp14:editId="1E1675BD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-2541270</wp:posOffset>
                  </wp:positionV>
                  <wp:extent cx="2975610" cy="2231390"/>
                  <wp:effectExtent l="0" t="0" r="0" b="0"/>
                  <wp:wrapNone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t.sv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610" cy="223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t-EE"/>
              </w:rPr>
              <w:t>Teie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C82D0E8" w14:textId="77777777" w:rsidR="005A6DF4" w:rsidRDefault="005A6DF4" w:rsidP="005A6DF4">
            <w:pPr>
              <w:rPr>
                <w:lang w:val="et-EE"/>
              </w:rPr>
            </w:pPr>
          </w:p>
        </w:tc>
        <w:tc>
          <w:tcPr>
            <w:tcW w:w="421" w:type="dxa"/>
          </w:tcPr>
          <w:p w14:paraId="21953B16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508768F" w14:textId="77777777" w:rsidR="005A6DF4" w:rsidRDefault="005A6DF4" w:rsidP="005A6DF4">
            <w:pPr>
              <w:rPr>
                <w:lang w:val="et-EE"/>
              </w:rPr>
            </w:pPr>
          </w:p>
        </w:tc>
      </w:tr>
      <w:tr w:rsidR="005A6DF4" w14:paraId="5424AE18" w14:textId="77777777" w:rsidTr="003D2252">
        <w:tc>
          <w:tcPr>
            <w:tcW w:w="709" w:type="dxa"/>
          </w:tcPr>
          <w:p w14:paraId="3C3E8D6F" w14:textId="77777777" w:rsidR="00006A21" w:rsidRDefault="00006A21" w:rsidP="005A6DF4">
            <w:pPr>
              <w:rPr>
                <w:lang w:val="et-EE"/>
              </w:rPr>
            </w:pPr>
          </w:p>
          <w:p w14:paraId="46C4B995" w14:textId="77777777" w:rsidR="005A6DF4" w:rsidRDefault="005A6DF4" w:rsidP="005A6DF4">
            <w:pPr>
              <w:rPr>
                <w:lang w:val="et-EE"/>
              </w:rPr>
            </w:pPr>
            <w:r>
              <w:rPr>
                <w:lang w:val="et-EE"/>
              </w:rPr>
              <w:t>Meie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410764E" w14:textId="77777777" w:rsidR="005A6DF4" w:rsidRDefault="005A6DF4" w:rsidP="005A6DF4">
            <w:pPr>
              <w:rPr>
                <w:lang w:val="et-EE"/>
              </w:rPr>
            </w:pPr>
          </w:p>
          <w:p w14:paraId="06973467" w14:textId="2054CF2D" w:rsidR="00006A21" w:rsidRDefault="007E2A89" w:rsidP="005A6DF4">
            <w:pPr>
              <w:rPr>
                <w:lang w:val="et-EE"/>
              </w:rPr>
            </w:pPr>
            <w:r>
              <w:rPr>
                <w:lang w:val="et-EE"/>
              </w:rPr>
              <w:t>13.01.2026</w:t>
            </w:r>
          </w:p>
        </w:tc>
        <w:tc>
          <w:tcPr>
            <w:tcW w:w="421" w:type="dxa"/>
          </w:tcPr>
          <w:p w14:paraId="71C21162" w14:textId="77777777" w:rsidR="00006A21" w:rsidRDefault="00006A21" w:rsidP="005A6DF4">
            <w:pPr>
              <w:rPr>
                <w:rFonts w:ascii="Arial" w:hAnsi="Arial" w:cs="Arial"/>
                <w:szCs w:val="20"/>
              </w:rPr>
            </w:pPr>
          </w:p>
          <w:p w14:paraId="3D21BEC2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29FF084" w14:textId="77777777" w:rsidR="005A6DF4" w:rsidRDefault="005A6DF4" w:rsidP="005A6DF4">
            <w:pPr>
              <w:rPr>
                <w:lang w:val="et-EE"/>
              </w:rPr>
            </w:pPr>
          </w:p>
          <w:p w14:paraId="5CDAE233" w14:textId="5C185C78" w:rsidR="00006A21" w:rsidRDefault="007E2A89" w:rsidP="005A6DF4">
            <w:pPr>
              <w:rPr>
                <w:lang w:val="et-EE"/>
              </w:rPr>
            </w:pPr>
            <w:r>
              <w:rPr>
                <w:lang w:val="et-EE"/>
              </w:rPr>
              <w:t>2-25-17382</w:t>
            </w:r>
          </w:p>
        </w:tc>
      </w:tr>
    </w:tbl>
    <w:p w14:paraId="1E37BA51" w14:textId="77777777" w:rsidR="00E3795D" w:rsidRPr="00D94FB9" w:rsidRDefault="00D94FB9" w:rsidP="0080303A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Konkurentsiamet</w:t>
      </w:r>
    </w:p>
    <w:p w14:paraId="5AF388F8" w14:textId="77777777" w:rsidR="00E3795D" w:rsidRPr="00D94FB9" w:rsidRDefault="00D94FB9" w:rsidP="0080303A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Maksejõuetuse teenistus</w:t>
      </w:r>
    </w:p>
    <w:p w14:paraId="4BDA803D" w14:textId="77777777" w:rsidR="00D94FB9" w:rsidRPr="00FD70C7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0"/>
          <w:lang w:val="et-EE"/>
        </w:rPr>
        <w:t>info@konkurentsiamet</w:t>
      </w:r>
      <w:proofErr w:type="spellEnd"/>
    </w:p>
    <w:p w14:paraId="18767E74" w14:textId="77777777" w:rsidR="00E3795D" w:rsidRPr="00FD70C7" w:rsidRDefault="00E3795D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14DDD6E6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1D89F638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50B792D1" w14:textId="13C6358C" w:rsidR="007B11E0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u w:val="single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Ettepanek pankrotimenetluse läbiviimiseks avaliku uurimisena </w:t>
      </w:r>
      <w:r w:rsidR="007E2A8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 Muudatus OÜ </w:t>
      </w: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>(registrikood</w:t>
      </w:r>
      <w:r w:rsidR="007E2A8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 </w:t>
      </w:r>
      <w:r w:rsidR="00DA5B58" w:rsidRPr="00DA5B58">
        <w:rPr>
          <w:rFonts w:ascii="Times New Roman" w:hAnsi="Times New Roman" w:cs="Times New Roman"/>
          <w:sz w:val="24"/>
          <w:szCs w:val="20"/>
          <w:u w:val="single"/>
        </w:rPr>
        <w:t>14999645</w:t>
      </w: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>) suhtes</w:t>
      </w:r>
    </w:p>
    <w:p w14:paraId="2D8838EA" w14:textId="77777777" w:rsidR="007B11E0" w:rsidRDefault="007B11E0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5DFC2C71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2E41D72C" w14:textId="6B7E34CD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Tartu Maakohtu menetluses on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tsiviilasi </w:t>
      </w:r>
      <w:r w:rsidR="00DA5B58">
        <w:rPr>
          <w:rFonts w:ascii="Times New Roman" w:hAnsi="Times New Roman" w:cs="Times New Roman"/>
          <w:sz w:val="24"/>
          <w:szCs w:val="20"/>
          <w:lang w:val="et-EE"/>
        </w:rPr>
        <w:t xml:space="preserve">nr 2-25-17382 Muudatus OÜ 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>avaldus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 xml:space="preserve"> 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>pankroti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 xml:space="preserve"> väljakuulutamiseks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(menetlusdokumendid nähtavad e-toimiku kaudu). Kohus määras </w:t>
      </w:r>
      <w:r w:rsidR="0091239D">
        <w:rPr>
          <w:rFonts w:ascii="Times New Roman" w:hAnsi="Times New Roman" w:cs="Times New Roman"/>
          <w:sz w:val="24"/>
          <w:szCs w:val="20"/>
          <w:lang w:val="et-EE"/>
        </w:rPr>
        <w:t>04.detsember 2025.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a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määrusega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30 lg 1 alusel pankrotiavalduse menetluse raugemise vältimiseks deposiidina makstava summa suuruseks </w:t>
      </w:r>
      <w:r w:rsidR="00CF38CD">
        <w:rPr>
          <w:rFonts w:ascii="Times New Roman" w:hAnsi="Times New Roman" w:cs="Times New Roman"/>
          <w:sz w:val="24"/>
          <w:szCs w:val="20"/>
          <w:lang w:val="et-EE"/>
        </w:rPr>
        <w:t>1200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eurot ja maksmise tähtajaks</w:t>
      </w:r>
      <w:r w:rsidR="000C70E7">
        <w:rPr>
          <w:rFonts w:ascii="Times New Roman" w:hAnsi="Times New Roman" w:cs="Times New Roman"/>
          <w:sz w:val="24"/>
          <w:szCs w:val="20"/>
          <w:lang w:val="et-EE"/>
        </w:rPr>
        <w:t xml:space="preserve"> 1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 xml:space="preserve"> päeva teate avaldamisest väljaandes Ametlikud Teadaanded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. </w:t>
      </w:r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Ükski huvitatud isik ei ole deposiiti maksnud. Käesolevalt on välja kujunenud </w:t>
      </w:r>
      <w:proofErr w:type="spellStart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§ </w:t>
      </w:r>
      <w:r w:rsidR="00CD3B94">
        <w:rPr>
          <w:rFonts w:ascii="Times New Roman" w:hAnsi="Times New Roman" w:cs="Times New Roman"/>
          <w:sz w:val="24"/>
          <w:szCs w:val="20"/>
          <w:lang w:val="et-EE"/>
        </w:rPr>
        <w:t>29</w:t>
      </w:r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</w:t>
      </w:r>
      <w:proofErr w:type="spellStart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>lg-s</w:t>
      </w:r>
      <w:proofErr w:type="spellEnd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1 nimetatud raugemise olukord.</w:t>
      </w:r>
    </w:p>
    <w:p w14:paraId="2EE890F2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2B0D6536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192</w:t>
      </w:r>
      <w:r w:rsidRPr="00D94FB9">
        <w:rPr>
          <w:rFonts w:ascii="Times New Roman" w:hAnsi="Times New Roman" w:cs="Times New Roman"/>
          <w:sz w:val="24"/>
          <w:szCs w:val="20"/>
          <w:vertAlign w:val="superscript"/>
          <w:lang w:val="et-EE"/>
        </w:rPr>
        <w:t>11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lg 1</w:t>
      </w:r>
      <w:r w:rsidR="00CD3B94">
        <w:rPr>
          <w:rFonts w:ascii="Times New Roman" w:hAnsi="Times New Roman" w:cs="Times New Roman"/>
          <w:sz w:val="24"/>
          <w:szCs w:val="20"/>
          <w:lang w:val="et-EE"/>
        </w:rPr>
        <w:t xml:space="preserve"> ja 2 ning § 30 lg 5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kohaselt teeb kohus maksejõuetuse teenistusele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põhjendatud avalduse pankrotimenetluse läbiviimiseks avaliku uurimisena, kui muul juhul pankrotiavalduse menetlus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29 alusel raugeks. </w:t>
      </w:r>
    </w:p>
    <w:p w14:paraId="3BF0A587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1A0B0EE0" w14:textId="6118E40A" w:rsidR="007B11E0" w:rsidRDefault="00D94FB9" w:rsidP="00D94FB9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Arvestades eeltoodut teeb kohus maksejõuetuse teenistusele ettepaneku otsustada avalduse esitamine või esitamata jätmine </w:t>
      </w:r>
      <w:r w:rsidR="00AA0487">
        <w:rPr>
          <w:rFonts w:ascii="Times New Roman" w:hAnsi="Times New Roman" w:cs="Times New Roman"/>
          <w:sz w:val="24"/>
          <w:szCs w:val="20"/>
          <w:lang w:val="et-EE"/>
        </w:rPr>
        <w:t>Muud</w:t>
      </w:r>
      <w:r w:rsidR="002A6806">
        <w:rPr>
          <w:rFonts w:ascii="Times New Roman" w:hAnsi="Times New Roman" w:cs="Times New Roman"/>
          <w:sz w:val="24"/>
          <w:szCs w:val="20"/>
          <w:lang w:val="et-EE"/>
        </w:rPr>
        <w:t>atus OÜ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pankrotimenetluse läbiviimiseks avaliku uurimisena hiljemalt </w:t>
      </w:r>
      <w:r w:rsidR="002A6806">
        <w:rPr>
          <w:rFonts w:ascii="Times New Roman" w:hAnsi="Times New Roman" w:cs="Times New Roman"/>
          <w:b/>
          <w:bCs/>
          <w:sz w:val="24"/>
          <w:szCs w:val="20"/>
          <w:lang w:val="et-EE"/>
        </w:rPr>
        <w:t>13.veebruar 2026.a.</w:t>
      </w:r>
    </w:p>
    <w:p w14:paraId="35467141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6A73A832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Lugupidamisega</w:t>
      </w:r>
    </w:p>
    <w:p w14:paraId="72088158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B56FE7C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/Allkirjastatud digitaalselt/</w:t>
      </w:r>
    </w:p>
    <w:p w14:paraId="636DBC14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3D52DBA" w14:textId="77777777" w:rsidR="007B11E0" w:rsidRDefault="009D2214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Pille Kaarepere</w:t>
      </w:r>
    </w:p>
    <w:p w14:paraId="2447DF9C" w14:textId="77777777" w:rsidR="007B11E0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K</w:t>
      </w:r>
      <w:r w:rsidR="007B11E0">
        <w:rPr>
          <w:rFonts w:ascii="Times New Roman" w:hAnsi="Times New Roman" w:cs="Times New Roman"/>
          <w:sz w:val="24"/>
          <w:szCs w:val="20"/>
          <w:lang w:val="et-EE"/>
        </w:rPr>
        <w:t>ohtu</w:t>
      </w:r>
      <w:r w:rsidR="009D2214">
        <w:rPr>
          <w:rFonts w:ascii="Times New Roman" w:hAnsi="Times New Roman" w:cs="Times New Roman"/>
          <w:sz w:val="24"/>
          <w:szCs w:val="20"/>
          <w:lang w:val="et-EE"/>
        </w:rPr>
        <w:t>istungi sekretär</w:t>
      </w:r>
    </w:p>
    <w:p w14:paraId="745A2F7F" w14:textId="77777777" w:rsidR="00D94FB9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2DD1472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36663640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Digidokumendid saata: tmkjogeva.menetlus@kohus.ee.</w:t>
      </w:r>
    </w:p>
    <w:p w14:paraId="0A3C111E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Info saamine:</w:t>
      </w:r>
    </w:p>
    <w:p w14:paraId="3D695389" w14:textId="252B66F6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-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ab/>
        <w:t xml:space="preserve">e-mail: pille.kaarepere@kohus.ee; </w:t>
      </w:r>
    </w:p>
    <w:p w14:paraId="0CB68BFC" w14:textId="3E6F0F08" w:rsidR="00D94FB9" w:rsidRPr="00FD70C7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-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ab/>
        <w:t xml:space="preserve">kohtu kantselei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üldtelefonil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620 0100</w:t>
      </w:r>
    </w:p>
    <w:sectPr w:rsidR="00D94FB9" w:rsidRPr="00FD70C7" w:rsidSect="005A6DF4">
      <w:footerReference w:type="default" r:id="rId14"/>
      <w:headerReference w:type="first" r:id="rId15"/>
      <w:footerReference w:type="first" r:id="rId16"/>
      <w:pgSz w:w="11900" w:h="16840"/>
      <w:pgMar w:top="1418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8CC40" w14:textId="77777777" w:rsidR="00B67A98" w:rsidRDefault="00B67A98" w:rsidP="00DA1915">
      <w:r>
        <w:separator/>
      </w:r>
    </w:p>
  </w:endnote>
  <w:endnote w:type="continuationSeparator" w:id="0">
    <w:p w14:paraId="18EDFFAC" w14:textId="77777777" w:rsidR="00B67A98" w:rsidRDefault="00B67A98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7440213"/>
      <w:docPartObj>
        <w:docPartGallery w:val="Page Numbers (Bottom of Page)"/>
        <w:docPartUnique/>
      </w:docPartObj>
    </w:sdtPr>
    <w:sdtEndPr/>
    <w:sdtContent>
      <w:p w14:paraId="3ABA1314" w14:textId="77777777" w:rsidR="005A6DF4" w:rsidRDefault="005A6DF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0F7AB851" w14:textId="77777777" w:rsidR="005A6DF4" w:rsidRDefault="005A6DF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1633D" w14:textId="77777777" w:rsidR="00AF1B43" w:rsidRDefault="00AF1B43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0D892" wp14:editId="75913B31">
              <wp:simplePos x="0" y="0"/>
              <wp:positionH relativeFrom="page">
                <wp:align>left</wp:align>
              </wp:positionH>
              <wp:positionV relativeFrom="paragraph">
                <wp:posOffset>-260985</wp:posOffset>
              </wp:positionV>
              <wp:extent cx="8000789" cy="904240"/>
              <wp:effectExtent l="0" t="0" r="19685" b="1016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424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98C50E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Suur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Jõgeva, 48306;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registrikood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74001966; </w:t>
                          </w:r>
                          <w:proofErr w:type="spellStart"/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r w:rsidR="000A36D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620 </w:t>
                          </w:r>
                          <w:proofErr w:type="gramStart"/>
                          <w:r w:rsidR="000A36D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0100</w:t>
                          </w:r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</w:t>
                          </w:r>
                          <w:r w:rsidR="006F1B7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4C7CD4"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e</w:t>
                          </w:r>
                          <w:proofErr w:type="gramEnd"/>
                          <w:r w:rsidR="004C7CD4"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-post:  </w:t>
                          </w:r>
                          <w:r w:rsidR="006F1B73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tmkjogeva</w:t>
                          </w:r>
                          <w:r w:rsidR="00BD42F6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.menetlus</w:t>
                          </w:r>
                          <w:r w:rsidR="004C7CD4" w:rsidRPr="004C7CD4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@kohus.ee</w:t>
                          </w:r>
                          <w:r w:rsidRPr="008C461A"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02CC867A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color w:val="FFFFFF" w:themeColor="background1"/>
                            </w:rPr>
                            <w:t>Lisainfo</w:t>
                          </w:r>
                          <w:proofErr w:type="spellEnd"/>
                          <w:r w:rsidRPr="008C461A"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hyperlink r:id="rId1" w:history="1">
                            <w:r w:rsidRPr="008C461A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50D892" id="Rectangle 4" o:spid="_x0000_s1026" style="position:absolute;margin-left:0;margin-top:-20.55pt;width:630pt;height:71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" fillcolor="#003087" strokecolor="#1f3763 [1604]" strokeweight="1pt">
              <v:textbox>
                <w:txbxContent>
                  <w:p w14:paraId="5F98C50E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Suur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Jõgeva, 48306;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registrikood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74001966; </w:t>
                    </w:r>
                    <w:proofErr w:type="spellStart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r w:rsidR="000A36D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620 </w:t>
                    </w:r>
                    <w:proofErr w:type="gramStart"/>
                    <w:r w:rsidR="000A36D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0100</w:t>
                    </w:r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</w:t>
                    </w:r>
                    <w:r w:rsidR="006F1B7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4C7CD4"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e</w:t>
                    </w:r>
                    <w:proofErr w:type="gramEnd"/>
                    <w:r w:rsidR="004C7CD4"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-post:  </w:t>
                    </w:r>
                    <w:r w:rsidR="006F1B73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tmkjogeva</w:t>
                    </w:r>
                    <w:r w:rsidR="00BD42F6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.menetlus</w:t>
                    </w:r>
                    <w:r w:rsidR="004C7CD4" w:rsidRPr="004C7CD4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@kohus.ee</w:t>
                    </w:r>
                    <w:r w:rsidRPr="008C461A">
                      <w:rPr>
                        <w:color w:val="FFFFFF" w:themeColor="background1"/>
                      </w:rPr>
                      <w:t xml:space="preserve"> </w:t>
                    </w:r>
                  </w:p>
                  <w:p w14:paraId="02CC867A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color w:val="FFFFFF" w:themeColor="background1"/>
                      </w:rPr>
                      <w:t>Lisainfo</w:t>
                    </w:r>
                    <w:proofErr w:type="spellEnd"/>
                    <w:r w:rsidRPr="008C461A">
                      <w:rPr>
                        <w:color w:val="FFFFFF" w:themeColor="background1"/>
                      </w:rPr>
                      <w:t xml:space="preserve">: </w:t>
                    </w:r>
                    <w:hyperlink r:id="rId2" w:history="1">
                      <w:r w:rsidRPr="008C461A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5053" w14:textId="77777777" w:rsidR="00B67A98" w:rsidRDefault="00B67A98" w:rsidP="00DA1915">
      <w:r>
        <w:separator/>
      </w:r>
    </w:p>
  </w:footnote>
  <w:footnote w:type="continuationSeparator" w:id="0">
    <w:p w14:paraId="214B8ACF" w14:textId="77777777" w:rsidR="00B67A98" w:rsidRDefault="00B67A98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34C72" w14:textId="77777777" w:rsidR="00AF1B43" w:rsidRDefault="00AF1B43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0CDBFC" wp14:editId="2D604557">
              <wp:simplePos x="0" y="0"/>
              <wp:positionH relativeFrom="column">
                <wp:posOffset>-873456</wp:posOffset>
              </wp:positionH>
              <wp:positionV relativeFrom="paragraph">
                <wp:posOffset>-451011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7E3255" id="Rectangle 3" o:spid="_x0000_s1026" style="position:absolute;margin-left:-68.8pt;margin-top:-35.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98"/>
    <w:rsid w:val="00006A21"/>
    <w:rsid w:val="000A36DF"/>
    <w:rsid w:val="000C70E7"/>
    <w:rsid w:val="000F376B"/>
    <w:rsid w:val="001E5FD3"/>
    <w:rsid w:val="002719AB"/>
    <w:rsid w:val="002A1AA7"/>
    <w:rsid w:val="002A6806"/>
    <w:rsid w:val="003D2252"/>
    <w:rsid w:val="003F0460"/>
    <w:rsid w:val="003F6F57"/>
    <w:rsid w:val="00401C62"/>
    <w:rsid w:val="00435B3A"/>
    <w:rsid w:val="004365BC"/>
    <w:rsid w:val="0044457D"/>
    <w:rsid w:val="004A1192"/>
    <w:rsid w:val="004C7CD4"/>
    <w:rsid w:val="0051481A"/>
    <w:rsid w:val="005A0B4B"/>
    <w:rsid w:val="005A6DF4"/>
    <w:rsid w:val="006205E3"/>
    <w:rsid w:val="006F1B73"/>
    <w:rsid w:val="006F3C9A"/>
    <w:rsid w:val="00712E36"/>
    <w:rsid w:val="0073644E"/>
    <w:rsid w:val="00791DB2"/>
    <w:rsid w:val="007B11E0"/>
    <w:rsid w:val="007E28F5"/>
    <w:rsid w:val="007E2A89"/>
    <w:rsid w:val="0080303A"/>
    <w:rsid w:val="00864D22"/>
    <w:rsid w:val="00873A81"/>
    <w:rsid w:val="008C461A"/>
    <w:rsid w:val="008F32F7"/>
    <w:rsid w:val="0091239D"/>
    <w:rsid w:val="009D0ED2"/>
    <w:rsid w:val="009D2214"/>
    <w:rsid w:val="00A252B8"/>
    <w:rsid w:val="00A26710"/>
    <w:rsid w:val="00AA0487"/>
    <w:rsid w:val="00AA41F5"/>
    <w:rsid w:val="00AE60FA"/>
    <w:rsid w:val="00AF1B43"/>
    <w:rsid w:val="00B310B5"/>
    <w:rsid w:val="00B57933"/>
    <w:rsid w:val="00B67A98"/>
    <w:rsid w:val="00BA0980"/>
    <w:rsid w:val="00BD2928"/>
    <w:rsid w:val="00BD42F6"/>
    <w:rsid w:val="00BE2846"/>
    <w:rsid w:val="00BF4D1B"/>
    <w:rsid w:val="00C0004D"/>
    <w:rsid w:val="00C8651B"/>
    <w:rsid w:val="00CA5BA7"/>
    <w:rsid w:val="00CD3B94"/>
    <w:rsid w:val="00CF38CD"/>
    <w:rsid w:val="00D11D95"/>
    <w:rsid w:val="00D61ABD"/>
    <w:rsid w:val="00D94FB9"/>
    <w:rsid w:val="00DA1915"/>
    <w:rsid w:val="00DA5B58"/>
    <w:rsid w:val="00E349D5"/>
    <w:rsid w:val="00E3795D"/>
    <w:rsid w:val="00E47F56"/>
    <w:rsid w:val="00E529B5"/>
    <w:rsid w:val="00E7252F"/>
    <w:rsid w:val="00EB0DA6"/>
    <w:rsid w:val="00EC53E3"/>
    <w:rsid w:val="00F00A78"/>
    <w:rsid w:val="00F22D06"/>
    <w:rsid w:val="00FC186C"/>
    <w:rsid w:val="00FD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F7107"/>
  <w15:chartTrackingRefBased/>
  <w15:docId w15:val="{E5C66DCC-A66F-48BA-A180-B219AA96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kpk82726\EE%20GOV\SISE_TMK%20-%20jogeva%20(1)\KIS\Maimu\ettepanek%20konkurentsiametil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6bb5a66f1105fe6ff702a100b6b91e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abb9d9bc677932bd9b8b84f32d0d6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0FF28E-71D9-4DC6-8FCC-A4AB5BED05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36768-6DDB-4022-871F-D94306B83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4F8B88-724F-4DE1-B3E2-85E0201583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AD25B8-764F-48C5-8C9F-8408CDD551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ettepanek konkurentsiametile</Template>
  <TotalTime>8</TotalTime>
  <Pages>1</Pages>
  <Words>251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Kaarepere - TMK</dc:creator>
  <cp:keywords/>
  <dc:description/>
  <cp:lastModifiedBy>Pille Kaarepere - TMK</cp:lastModifiedBy>
  <cp:revision>11</cp:revision>
  <dcterms:created xsi:type="dcterms:W3CDTF">2026-01-13T10:23:00Z</dcterms:created>
  <dcterms:modified xsi:type="dcterms:W3CDTF">2026-01-13T10:31:00Z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333400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2026-01-13T10:23:55Z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f0478497-040a-46c2-959e-d536a9753770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