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491C46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4FB3EDF3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2022/</w:t>
            </w:r>
            <w:r w:rsidR="00544C70">
              <w:t>3944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73CD4CAB" w:rsidR="0065027A" w:rsidRDefault="00544C70" w:rsidP="009A2A25">
      <w:pPr>
        <w:rPr>
          <w:b/>
        </w:rPr>
      </w:pPr>
      <w:r>
        <w:rPr>
          <w:b/>
        </w:rPr>
        <w:t>Karupaju</w:t>
      </w:r>
      <w:r w:rsidR="004126E2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5DCCD1C4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4721F7">
        <w:t>Osaühingu Eesti Killustik</w:t>
      </w:r>
      <w:r w:rsidR="00DA255B">
        <w:t xml:space="preserve"> </w:t>
      </w:r>
      <w:r w:rsidR="008E7BA5">
        <w:t>(reg</w:t>
      </w:r>
      <w:r w:rsidR="00CF436D">
        <w:t xml:space="preserve">istrikood </w:t>
      </w:r>
      <w:r w:rsidR="004721F7">
        <w:t>10126848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955EF5">
        <w:t>liiva</w:t>
      </w:r>
      <w:r w:rsidR="00564698">
        <w:t xml:space="preserve"> </w:t>
      </w:r>
      <w:r w:rsidR="004B1E79">
        <w:t xml:space="preserve">ja kruusa </w:t>
      </w:r>
      <w:r w:rsidR="0065027A">
        <w:t xml:space="preserve">tarbevaru uurimist </w:t>
      </w:r>
      <w:r w:rsidR="00544C70">
        <w:t>Karupaju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168ABA3F" w:rsidR="009E416E" w:rsidRDefault="00544C70" w:rsidP="009A78E3">
      <w:pPr>
        <w:jc w:val="both"/>
      </w:pPr>
      <w:r>
        <w:t>Karupaju</w:t>
      </w:r>
      <w:r w:rsidR="00D87DA9">
        <w:t xml:space="preserve"> </w:t>
      </w:r>
      <w:r w:rsidR="009A78E3" w:rsidRPr="002D3E19">
        <w:t xml:space="preserve">uuringuruum asub </w:t>
      </w:r>
      <w:r w:rsidR="004721F7">
        <w:t>Järva</w:t>
      </w:r>
      <w:r w:rsidR="00345AC1">
        <w:t xml:space="preserve"> </w:t>
      </w:r>
      <w:r w:rsidR="00EE2C03" w:rsidRPr="00A24419">
        <w:t xml:space="preserve">maakonnas </w:t>
      </w:r>
      <w:r>
        <w:t>Järva vallas Ammuta</w:t>
      </w:r>
      <w:r w:rsidR="00F31781">
        <w:t xml:space="preserve"> </w:t>
      </w:r>
      <w:r w:rsidR="00012579">
        <w:t>külas</w:t>
      </w:r>
      <w:r w:rsidR="00273033" w:rsidRPr="00A24419">
        <w:t xml:space="preserve"> Rii</w:t>
      </w:r>
      <w:r w:rsidR="009A78E3" w:rsidRPr="00A24419">
        <w:t xml:space="preserve">gimetsa Majandamise Keskuse valitsemisalas </w:t>
      </w:r>
      <w:r w:rsidR="00EE2C03" w:rsidRPr="00A24419">
        <w:t>oleva</w:t>
      </w:r>
      <w:r w:rsidR="00491C46">
        <w:t>te</w:t>
      </w:r>
      <w:r w:rsidR="00EE2C03" w:rsidRPr="00A24419">
        <w:t>l</w:t>
      </w:r>
      <w:r w:rsidR="000C367E">
        <w:t xml:space="preserve"> kinnisasja</w:t>
      </w:r>
      <w:r w:rsidR="00491C46">
        <w:t>de</w:t>
      </w:r>
      <w:r w:rsidR="000C367E">
        <w:t xml:space="preserve">l </w:t>
      </w:r>
      <w:r w:rsidR="004721F7">
        <w:t>Rava</w:t>
      </w:r>
      <w:r w:rsidR="00012579">
        <w:t xml:space="preserve"> metskond </w:t>
      </w:r>
      <w:r w:rsidR="00491C46">
        <w:t>349</w:t>
      </w:r>
      <w:r w:rsidR="000E1DE5">
        <w:t xml:space="preserve"> (katastritunnus </w:t>
      </w:r>
      <w:r w:rsidR="00491C46">
        <w:t>28801:002:0054</w:t>
      </w:r>
      <w:r w:rsidR="000E1DE5">
        <w:t>)</w:t>
      </w:r>
      <w:r w:rsidR="00491C46">
        <w:t xml:space="preserve"> ja </w:t>
      </w:r>
      <w:r w:rsidR="00491C46">
        <w:t xml:space="preserve">Rava metskond </w:t>
      </w:r>
      <w:r w:rsidR="00491C46">
        <w:t>130</w:t>
      </w:r>
      <w:r w:rsidR="00491C46">
        <w:t xml:space="preserve"> (katastritunnus 28801:002:00</w:t>
      </w:r>
      <w:r w:rsidR="00491C46">
        <w:t>21</w:t>
      </w:r>
      <w:r w:rsidR="00491C46">
        <w:t>)</w:t>
      </w:r>
      <w:r w:rsidR="00273033" w:rsidRPr="00A24419">
        <w:t>.</w:t>
      </w:r>
      <w:r w:rsidR="00CF436D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77777777" w:rsidR="009A78E3" w:rsidRDefault="009A78E3" w:rsidP="009A78E3">
      <w:pPr>
        <w:ind w:firstLine="680"/>
      </w:pPr>
      <w:r>
        <w:t>2. Keskkonnaameti RV kooskõlastustaotlus</w:t>
      </w: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182AF770" w14:textId="77777777" w:rsidR="00316F07" w:rsidRDefault="00316F07" w:rsidP="00316F07"/>
    <w:p w14:paraId="436354FC" w14:textId="77777777" w:rsidR="00316F07" w:rsidRDefault="00316F07" w:rsidP="00316F07"/>
    <w:p w14:paraId="54C02475" w14:textId="77777777" w:rsidR="00262F53" w:rsidRDefault="00262F53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47D512D9" w14:textId="77777777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5440E3A6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1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586A48D2" w14:textId="77777777" w:rsidR="00E85637" w:rsidRDefault="00E85637"/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2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1170B"/>
    <w:rsid w:val="00012579"/>
    <w:rsid w:val="00016259"/>
    <w:rsid w:val="00023F6D"/>
    <w:rsid w:val="0003160A"/>
    <w:rsid w:val="00061172"/>
    <w:rsid w:val="00073565"/>
    <w:rsid w:val="00074A80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31DFB"/>
    <w:rsid w:val="0023444E"/>
    <w:rsid w:val="00246AF4"/>
    <w:rsid w:val="00262F53"/>
    <w:rsid w:val="00273033"/>
    <w:rsid w:val="00273B04"/>
    <w:rsid w:val="00280AAA"/>
    <w:rsid w:val="002B0B66"/>
    <w:rsid w:val="002C2F23"/>
    <w:rsid w:val="002C6585"/>
    <w:rsid w:val="00304048"/>
    <w:rsid w:val="00316F07"/>
    <w:rsid w:val="00326150"/>
    <w:rsid w:val="0034387E"/>
    <w:rsid w:val="00345AC1"/>
    <w:rsid w:val="00350E65"/>
    <w:rsid w:val="00356C40"/>
    <w:rsid w:val="00357D8D"/>
    <w:rsid w:val="00366BC1"/>
    <w:rsid w:val="00377D40"/>
    <w:rsid w:val="00383757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7CD5"/>
    <w:rsid w:val="004721F7"/>
    <w:rsid w:val="00491C46"/>
    <w:rsid w:val="00491E34"/>
    <w:rsid w:val="0049484B"/>
    <w:rsid w:val="004A52F2"/>
    <w:rsid w:val="004A7A14"/>
    <w:rsid w:val="004B1E79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D4A5A"/>
    <w:rsid w:val="005E145A"/>
    <w:rsid w:val="005F7E43"/>
    <w:rsid w:val="006018D8"/>
    <w:rsid w:val="0062709F"/>
    <w:rsid w:val="00647255"/>
    <w:rsid w:val="0065027A"/>
    <w:rsid w:val="00665880"/>
    <w:rsid w:val="00667808"/>
    <w:rsid w:val="00675748"/>
    <w:rsid w:val="006A7680"/>
    <w:rsid w:val="00704BBF"/>
    <w:rsid w:val="00740107"/>
    <w:rsid w:val="0074193C"/>
    <w:rsid w:val="00785940"/>
    <w:rsid w:val="007B34F8"/>
    <w:rsid w:val="007B7275"/>
    <w:rsid w:val="007D471F"/>
    <w:rsid w:val="007E0D20"/>
    <w:rsid w:val="007F482F"/>
    <w:rsid w:val="00816B8C"/>
    <w:rsid w:val="00826746"/>
    <w:rsid w:val="0083291B"/>
    <w:rsid w:val="00845FCB"/>
    <w:rsid w:val="00865D1D"/>
    <w:rsid w:val="00890DA9"/>
    <w:rsid w:val="00890F21"/>
    <w:rsid w:val="008A1DFD"/>
    <w:rsid w:val="008A5911"/>
    <w:rsid w:val="008B1038"/>
    <w:rsid w:val="008C0A3A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10D06"/>
    <w:rsid w:val="00A24419"/>
    <w:rsid w:val="00A3348C"/>
    <w:rsid w:val="00A73B96"/>
    <w:rsid w:val="00A75BBB"/>
    <w:rsid w:val="00A85B4C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83C56"/>
    <w:rsid w:val="00E85637"/>
    <w:rsid w:val="00E96812"/>
    <w:rsid w:val="00EC5BAE"/>
    <w:rsid w:val="00ED4B3E"/>
    <w:rsid w:val="00ED66B8"/>
    <w:rsid w:val="00EE2C03"/>
    <w:rsid w:val="00EF24EC"/>
    <w:rsid w:val="00EF678A"/>
    <w:rsid w:val="00F04FCF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7</TotalTime>
  <Pages>1</Pages>
  <Words>108</Words>
  <Characters>1174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1280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3</cp:revision>
  <cp:lastPrinted>2022-02-21T12:44:00Z</cp:lastPrinted>
  <dcterms:created xsi:type="dcterms:W3CDTF">2022-07-14T13:19:00Z</dcterms:created>
  <dcterms:modified xsi:type="dcterms:W3CDTF">2022-07-14T13:27:00Z</dcterms:modified>
</cp:coreProperties>
</file>