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37" w:rsidRDefault="00E85637">
      <w:pPr>
        <w:rPr>
          <w:spacing w:val="0"/>
          <w:position w:val="0"/>
          <w:sz w:val="20"/>
        </w:rPr>
      </w:pPr>
    </w:p>
    <w:p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130EAE79" wp14:editId="354822A9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901644">
        <w:trPr>
          <w:cantSplit/>
          <w:trHeight w:val="567"/>
        </w:trPr>
        <w:tc>
          <w:tcPr>
            <w:tcW w:w="5216" w:type="dxa"/>
            <w:vMerge w:val="restart"/>
          </w:tcPr>
          <w:p w:rsidR="009A2A25" w:rsidRDefault="009A2A25" w:rsidP="009A2A25">
            <w:pPr>
              <w:framePr w:w="9582" w:h="1359" w:wrap="notBeside" w:vAnchor="page" w:hAnchor="page" w:x="1702" w:y="2202"/>
            </w:pPr>
            <w:r>
              <w:t>Keskkonnaministeerium</w:t>
            </w:r>
          </w:p>
          <w:p w:rsidR="00865D1D" w:rsidRDefault="00865D1D" w:rsidP="009A2A25">
            <w:pPr>
              <w:framePr w:w="9582" w:h="1359" w:wrap="notBeside" w:vAnchor="page" w:hAnchor="page" w:x="1702" w:y="2202"/>
            </w:pPr>
            <w:r>
              <w:t>Paldiski mnt 96</w:t>
            </w:r>
          </w:p>
          <w:p w:rsidR="009A2A25" w:rsidRDefault="00865D1D" w:rsidP="009A2A25">
            <w:pPr>
              <w:framePr w:w="9582" w:h="1359" w:wrap="notBeside" w:vAnchor="page" w:hAnchor="page" w:x="1702" w:y="2202"/>
            </w:pPr>
            <w:r>
              <w:t>13522</w:t>
            </w:r>
            <w:r w:rsidR="009A2A25">
              <w:t xml:space="preserve"> TALLINN</w:t>
            </w:r>
          </w:p>
          <w:p w:rsidR="009A2A25" w:rsidRDefault="004D581C" w:rsidP="009A2A25">
            <w:pPr>
              <w:framePr w:w="9582" w:h="1359" w:wrap="notBeside" w:vAnchor="page" w:hAnchor="page" w:x="1702" w:y="2202"/>
            </w:pPr>
            <w:hyperlink r:id="rId9" w:history="1">
              <w:r w:rsidR="009A2A25" w:rsidRPr="000C47DE">
                <w:rPr>
                  <w:rStyle w:val="Hperlink"/>
                </w:rPr>
                <w:t>keskkonnaministeerium@envir.ee</w:t>
              </w:r>
            </w:hyperlink>
          </w:p>
          <w:p w:rsidR="00901644" w:rsidRDefault="00901644" w:rsidP="00901644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  <w:tc>
          <w:tcPr>
            <w:tcW w:w="510" w:type="dxa"/>
            <w:noWrap/>
          </w:tcPr>
          <w:p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:rsidR="00901644" w:rsidRDefault="00901644" w:rsidP="00273033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</w:tr>
      <w:tr w:rsidR="00901644">
        <w:trPr>
          <w:cantSplit/>
          <w:trHeight w:val="743"/>
        </w:trPr>
        <w:tc>
          <w:tcPr>
            <w:tcW w:w="5216" w:type="dxa"/>
            <w:vMerge/>
          </w:tcPr>
          <w:p w:rsidR="00901644" w:rsidRDefault="00901644" w:rsidP="00901644">
            <w:pPr>
              <w:framePr w:w="9582" w:h="1359" w:wrap="notBeside" w:vAnchor="page" w:hAnchor="page" w:x="1702" w:y="2202"/>
            </w:pPr>
          </w:p>
        </w:tc>
        <w:tc>
          <w:tcPr>
            <w:tcW w:w="510" w:type="dxa"/>
            <w:noWrap/>
          </w:tcPr>
          <w:p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3A32C2">
              <w:rPr>
                <w:noProof/>
              </w:rPr>
              <w:t>(digitaalalkirja kuupäev)</w:t>
            </w:r>
            <w:r>
              <w:fldChar w:fldCharType="end"/>
            </w:r>
            <w:r>
              <w:t xml:space="preserve"> </w:t>
            </w:r>
          </w:p>
          <w:p w:rsidR="00901644" w:rsidRDefault="00901644" w:rsidP="00C530F7">
            <w:pPr>
              <w:framePr w:w="9582" w:h="1359" w:wrap="notBeside" w:vAnchor="page" w:hAnchor="page" w:x="1702" w:y="2202"/>
            </w:pPr>
            <w:r>
              <w:t>nr 3-1.1/</w:t>
            </w:r>
            <w:r w:rsidR="008E7BA5">
              <w:t>2022/</w:t>
            </w:r>
            <w:r w:rsidR="002C6585">
              <w:t>8</w:t>
            </w:r>
            <w:r w:rsidR="00C530F7">
              <w:t>99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01644">
        <w:trPr>
          <w:cantSplit/>
          <w:trHeight w:hRule="exact" w:val="23"/>
        </w:trPr>
        <w:tc>
          <w:tcPr>
            <w:tcW w:w="5216" w:type="dxa"/>
          </w:tcPr>
          <w:p w:rsidR="00901644" w:rsidRDefault="00901644" w:rsidP="00901644">
            <w:pPr>
              <w:framePr w:w="9582" w:h="1359" w:wrap="notBeside" w:vAnchor="page" w:hAnchor="page" w:x="1702" w:y="220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:rsidR="00901644" w:rsidRDefault="00901644" w:rsidP="00901644">
            <w:pPr>
              <w:framePr w:w="9582" w:h="1359" w:wrap="notBeside" w:vAnchor="page" w:hAnchor="page" w:x="1702" w:y="220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:rsidR="00901644" w:rsidRDefault="00901644" w:rsidP="00901644">
            <w:pPr>
              <w:framePr w:w="9582" w:h="1359" w:wrap="notBeside" w:vAnchor="page" w:hAnchor="page" w:x="1702" w:y="2202"/>
            </w:pPr>
          </w:p>
        </w:tc>
      </w:tr>
    </w:tbl>
    <w:p w:rsidR="00901644" w:rsidRDefault="00901644" w:rsidP="00901644">
      <w:pPr>
        <w:framePr w:w="9582" w:h="1359" w:wrap="notBeside" w:vAnchor="page" w:hAnchor="page" w:x="1702" w:y="2202"/>
        <w:rPr>
          <w:sz w:val="12"/>
        </w:rPr>
      </w:pPr>
    </w:p>
    <w:p w:rsidR="0065027A" w:rsidRDefault="00C530F7" w:rsidP="009A2A25">
      <w:pPr>
        <w:rPr>
          <w:b/>
        </w:rPr>
      </w:pPr>
      <w:r>
        <w:rPr>
          <w:b/>
        </w:rPr>
        <w:t>Põrgumäe XII</w:t>
      </w:r>
      <w:r w:rsidR="00A73B96">
        <w:rPr>
          <w:b/>
        </w:rPr>
        <w:t xml:space="preserve"> </w:t>
      </w:r>
      <w:r w:rsidR="009A2A25" w:rsidRPr="00DC021D">
        <w:rPr>
          <w:b/>
        </w:rPr>
        <w:t xml:space="preserve">uuringuruumis </w:t>
      </w:r>
      <w:r w:rsidR="009A2A25">
        <w:rPr>
          <w:b/>
        </w:rPr>
        <w:t>g</w:t>
      </w:r>
      <w:r w:rsidR="009A2A25" w:rsidRPr="00DC021D">
        <w:rPr>
          <w:b/>
        </w:rPr>
        <w:t xml:space="preserve">eoloogilise uuringu </w:t>
      </w:r>
    </w:p>
    <w:p w:rsidR="009A2A25" w:rsidRPr="00DC021D" w:rsidRDefault="009A2A25" w:rsidP="009A2A25">
      <w:pPr>
        <w:rPr>
          <w:b/>
        </w:rPr>
      </w:pPr>
      <w:r w:rsidRPr="00DC021D">
        <w:rPr>
          <w:b/>
        </w:rPr>
        <w:t xml:space="preserve">loa </w:t>
      </w:r>
      <w:r w:rsidR="00CF436D">
        <w:rPr>
          <w:b/>
        </w:rPr>
        <w:t xml:space="preserve">kooskõlastuse </w:t>
      </w:r>
      <w:r w:rsidRPr="00DC021D">
        <w:rPr>
          <w:b/>
        </w:rPr>
        <w:t>eelnõu edastamine allkirjastamiseks</w:t>
      </w:r>
    </w:p>
    <w:p w:rsidR="00C94A49" w:rsidRDefault="00C94A49" w:rsidP="00C94A49">
      <w:pPr>
        <w:pStyle w:val="Pealkiri1"/>
      </w:pPr>
    </w:p>
    <w:p w:rsidR="00C94A49" w:rsidRDefault="00C94A49" w:rsidP="00C94A49">
      <w:pPr>
        <w:pStyle w:val="Pealkiri1"/>
      </w:pPr>
    </w:p>
    <w:p w:rsidR="00C94A49" w:rsidRDefault="00C94A49" w:rsidP="00C94A49">
      <w:pPr>
        <w:pStyle w:val="Pealkiri1"/>
      </w:pPr>
    </w:p>
    <w:p w:rsidR="00E85637" w:rsidRPr="009A2A25" w:rsidRDefault="007B7275" w:rsidP="007D471F">
      <w:pPr>
        <w:pStyle w:val="Pealkiri1"/>
        <w:rPr>
          <w:b w:val="0"/>
          <w:spacing w:val="0"/>
          <w:position w:val="0"/>
        </w:rPr>
      </w:pPr>
      <w:r w:rsidRPr="009A2A25">
        <w:rPr>
          <w:b w:val="0"/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 w:rsidRPr="009A2A25">
        <w:rPr>
          <w:b w:val="0"/>
          <w:spacing w:val="0"/>
          <w:position w:val="0"/>
        </w:rPr>
        <w:instrText xml:space="preserve"> FORMTEXT </w:instrText>
      </w:r>
      <w:r w:rsidRPr="009A2A25">
        <w:rPr>
          <w:b w:val="0"/>
          <w:spacing w:val="0"/>
          <w:position w:val="0"/>
        </w:rPr>
      </w:r>
      <w:r w:rsidRPr="009A2A25">
        <w:rPr>
          <w:b w:val="0"/>
          <w:spacing w:val="0"/>
          <w:position w:val="0"/>
        </w:rPr>
        <w:fldChar w:fldCharType="separate"/>
      </w:r>
      <w:r w:rsidRPr="009A2A25">
        <w:rPr>
          <w:b w:val="0"/>
          <w:noProof/>
          <w:spacing w:val="0"/>
          <w:position w:val="0"/>
        </w:rPr>
        <w:t>Austatud</w:t>
      </w:r>
      <w:r w:rsidRPr="009A2A25">
        <w:rPr>
          <w:b w:val="0"/>
          <w:spacing w:val="0"/>
          <w:position w:val="0"/>
        </w:rPr>
        <w:fldChar w:fldCharType="end"/>
      </w:r>
      <w:r w:rsidR="00901644" w:rsidRPr="009A2A25">
        <w:rPr>
          <w:b w:val="0"/>
          <w:spacing w:val="0"/>
          <w:position w:val="0"/>
        </w:rPr>
        <w:t xml:space="preserve"> </w:t>
      </w:r>
      <w:r w:rsidR="00C7559D" w:rsidRPr="009A2A25">
        <w:rPr>
          <w:b w:val="0"/>
          <w:spacing w:val="0"/>
          <w:position w:val="0"/>
        </w:rPr>
        <w:t xml:space="preserve">härra </w:t>
      </w:r>
      <w:r w:rsidR="009A2A25" w:rsidRPr="009A2A25">
        <w:rPr>
          <w:b w:val="0"/>
          <w:spacing w:val="0"/>
          <w:position w:val="0"/>
        </w:rPr>
        <w:t>minister</w:t>
      </w:r>
    </w:p>
    <w:p w:rsidR="007D471F" w:rsidRDefault="007D471F" w:rsidP="007D471F"/>
    <w:p w:rsidR="007D471F" w:rsidRDefault="007D471F" w:rsidP="007D471F"/>
    <w:p w:rsidR="007D471F" w:rsidRPr="007D471F" w:rsidRDefault="007D471F" w:rsidP="007D471F">
      <w:pPr>
        <w:sectPr w:rsidR="007D471F" w:rsidRPr="007D471F" w:rsidSect="00A3348C">
          <w:headerReference w:type="default" r:id="rId10"/>
          <w:footerReference w:type="default" r:id="rId11"/>
          <w:headerReference w:type="first" r:id="rId12"/>
          <w:pgSz w:w="11906" w:h="16838" w:code="9"/>
          <w:pgMar w:top="2552" w:right="1133" w:bottom="737" w:left="1701" w:header="454" w:footer="567" w:gutter="0"/>
          <w:cols w:space="708"/>
          <w:titlePg/>
        </w:sectPr>
      </w:pPr>
    </w:p>
    <w:p w:rsidR="00CF436D" w:rsidRDefault="009A78E3" w:rsidP="009A78E3">
      <w:pPr>
        <w:jc w:val="both"/>
      </w:pPr>
      <w:r w:rsidRPr="00DC021D">
        <w:t xml:space="preserve">Edastame Teile allkirjastamiseks Riigimetsa Majandamise Keskuse poolt ette valmistatud keskkonnaministri riigivara valitseja kooskõlastuse eelnõu, mis käsitleb </w:t>
      </w:r>
      <w:proofErr w:type="spellStart"/>
      <w:r w:rsidR="00C530F7">
        <w:t>Krüüdneri</w:t>
      </w:r>
      <w:proofErr w:type="spellEnd"/>
      <w:r w:rsidR="00C530F7">
        <w:t xml:space="preserve"> Karjäär OÜ</w:t>
      </w:r>
      <w:r w:rsidR="00205C1A">
        <w:t xml:space="preserve"> </w:t>
      </w:r>
      <w:r w:rsidR="008E7BA5">
        <w:t>(reg</w:t>
      </w:r>
      <w:r w:rsidR="00CF436D">
        <w:t xml:space="preserve">istrikood </w:t>
      </w:r>
      <w:r w:rsidR="00C530F7">
        <w:t>10698390</w:t>
      </w:r>
      <w:r w:rsidR="00CF436D">
        <w:t xml:space="preserve">) </w:t>
      </w:r>
      <w:r w:rsidRPr="00DC021D">
        <w:t>poolt esitatud geoloogilise uuringu loa taotlus</w:t>
      </w:r>
      <w:r>
        <w:t xml:space="preserve">t </w:t>
      </w:r>
      <w:r w:rsidR="002C6585">
        <w:t>liiva</w:t>
      </w:r>
      <w:r w:rsidR="00345AC1">
        <w:t xml:space="preserve"> </w:t>
      </w:r>
      <w:r w:rsidR="0065027A">
        <w:t xml:space="preserve">tarbevaru uurimist </w:t>
      </w:r>
      <w:r w:rsidR="00C530F7">
        <w:t>Põrgumäe XII</w:t>
      </w:r>
      <w:r w:rsidR="00D87DA9">
        <w:t xml:space="preserve"> </w:t>
      </w:r>
      <w:r w:rsidRPr="002D3E19">
        <w:t xml:space="preserve">uuringuruumis. </w:t>
      </w:r>
    </w:p>
    <w:p w:rsidR="00205C1A" w:rsidRDefault="00205C1A" w:rsidP="009A78E3">
      <w:pPr>
        <w:jc w:val="both"/>
      </w:pPr>
    </w:p>
    <w:p w:rsidR="009E416E" w:rsidRDefault="00C530F7" w:rsidP="009A78E3">
      <w:pPr>
        <w:jc w:val="both"/>
      </w:pPr>
      <w:r>
        <w:t>Põrgumäe XII</w:t>
      </w:r>
      <w:r w:rsidR="00D87DA9">
        <w:t xml:space="preserve"> </w:t>
      </w:r>
      <w:r w:rsidR="009A78E3" w:rsidRPr="002D3E19">
        <w:t xml:space="preserve">uuringuruum asub </w:t>
      </w:r>
      <w:r w:rsidR="00435E25">
        <w:t>Tartu</w:t>
      </w:r>
      <w:r w:rsidR="00345AC1">
        <w:t xml:space="preserve"> </w:t>
      </w:r>
      <w:r w:rsidR="00EE2C03" w:rsidRPr="00A24419">
        <w:t xml:space="preserve">maakonnas </w:t>
      </w:r>
      <w:r w:rsidR="004D581C">
        <w:t>Elva</w:t>
      </w:r>
      <w:r w:rsidR="00A24419">
        <w:t xml:space="preserve"> vallas </w:t>
      </w:r>
      <w:r w:rsidR="004D581C">
        <w:t>Poole</w:t>
      </w:r>
      <w:r w:rsidR="000E1DE5">
        <w:t xml:space="preserve"> </w:t>
      </w:r>
      <w:r w:rsidR="009068BE" w:rsidRPr="00A24419">
        <w:t>külas</w:t>
      </w:r>
      <w:r w:rsidR="00273033" w:rsidRPr="00A24419">
        <w:t xml:space="preserve"> Rii</w:t>
      </w:r>
      <w:r w:rsidR="009A78E3" w:rsidRPr="00A24419">
        <w:t xml:space="preserve">gimetsa Majandamise Keskuse valitsemisalas </w:t>
      </w:r>
      <w:r w:rsidR="00EE2C03" w:rsidRPr="00A24419">
        <w:t>oleval</w:t>
      </w:r>
      <w:r w:rsidR="000C367E">
        <w:t xml:space="preserve"> kinnisasjal </w:t>
      </w:r>
      <w:r w:rsidR="00435E25">
        <w:t xml:space="preserve">Elva metskond </w:t>
      </w:r>
      <w:r w:rsidR="004D581C">
        <w:t>18</w:t>
      </w:r>
      <w:r w:rsidR="000E1DE5">
        <w:t xml:space="preserve"> (katastritunnus </w:t>
      </w:r>
      <w:r w:rsidR="004D581C">
        <w:t>33101:003:0152</w:t>
      </w:r>
      <w:bookmarkStart w:id="1" w:name="_GoBack"/>
      <w:bookmarkEnd w:id="1"/>
      <w:r w:rsidR="000E1DE5">
        <w:t>)</w:t>
      </w:r>
      <w:r w:rsidR="00273033" w:rsidRPr="00A24419">
        <w:t>.</w:t>
      </w:r>
      <w:r w:rsidR="00CF436D">
        <w:t xml:space="preserve"> </w:t>
      </w:r>
    </w:p>
    <w:p w:rsidR="00CF436D" w:rsidRPr="001F657D" w:rsidRDefault="00CF436D" w:rsidP="009A78E3">
      <w:pPr>
        <w:jc w:val="both"/>
      </w:pPr>
    </w:p>
    <w:p w:rsidR="009A78E3" w:rsidRPr="00DC021D" w:rsidRDefault="009A78E3" w:rsidP="009A78E3">
      <w:pPr>
        <w:jc w:val="both"/>
      </w:pPr>
      <w:r w:rsidRPr="001F657D">
        <w:t>Lugupidamisega</w:t>
      </w:r>
    </w:p>
    <w:p w:rsidR="009A78E3" w:rsidRPr="00DC021D" w:rsidRDefault="009A78E3" w:rsidP="009A78E3"/>
    <w:p w:rsidR="009A78E3" w:rsidRPr="00DC021D" w:rsidRDefault="009A78E3" w:rsidP="009A78E3">
      <w:pPr>
        <w:rPr>
          <w:sz w:val="14"/>
        </w:rPr>
      </w:pPr>
    </w:p>
    <w:p w:rsidR="009A78E3" w:rsidRPr="00DC021D" w:rsidRDefault="009A78E3" w:rsidP="009A78E3">
      <w:pPr>
        <w:rPr>
          <w:sz w:val="2"/>
        </w:rPr>
      </w:pPr>
    </w:p>
    <w:p w:rsidR="009A78E3" w:rsidRPr="00907756" w:rsidRDefault="009A78E3" w:rsidP="009A78E3">
      <w:r w:rsidRPr="00DC021D">
        <w:t>(allkirjastatud digitaalselt)</w:t>
      </w:r>
    </w:p>
    <w:p w:rsidR="009A78E3" w:rsidRDefault="009A78E3" w:rsidP="009A78E3"/>
    <w:p w:rsidR="009A78E3" w:rsidRDefault="009A78E3" w:rsidP="009A78E3"/>
    <w:p w:rsidR="009A78E3" w:rsidRDefault="009A78E3" w:rsidP="009A78E3">
      <w:r>
        <w:t>Andres Sepp</w:t>
      </w:r>
    </w:p>
    <w:p w:rsidR="009A78E3" w:rsidRDefault="009A78E3" w:rsidP="009A78E3">
      <w:r>
        <w:t>Peametsaülem</w:t>
      </w:r>
    </w:p>
    <w:p w:rsidR="009A78E3" w:rsidRDefault="009A78E3" w:rsidP="009A78E3"/>
    <w:p w:rsidR="009A78E3" w:rsidRDefault="00865D1D" w:rsidP="00865D1D">
      <w:pPr>
        <w:shd w:val="clear" w:color="auto" w:fill="FFFFFF"/>
        <w:spacing w:before="100" w:beforeAutospacing="1" w:after="100" w:afterAutospacing="1"/>
        <w:ind w:left="360"/>
      </w:pPr>
      <w:r w:rsidRPr="00865D1D">
        <w:rPr>
          <w:rFonts w:ascii="Segoe UI" w:hAnsi="Segoe UI" w:cs="Segoe UI"/>
          <w:spacing w:val="0"/>
          <w:position w:val="0"/>
          <w:szCs w:val="24"/>
          <w:lang w:eastAsia="et-EE"/>
        </w:rPr>
        <w:t> </w:t>
      </w:r>
    </w:p>
    <w:p w:rsidR="009A78E3" w:rsidRDefault="009A78E3" w:rsidP="009A78E3">
      <w:r>
        <w:t xml:space="preserve">Lisa: </w:t>
      </w:r>
      <w:r>
        <w:tab/>
        <w:t xml:space="preserve">1. </w:t>
      </w:r>
      <w:r w:rsidR="00262F53">
        <w:t>Kooskõlastuse</w:t>
      </w:r>
      <w:r>
        <w:t xml:space="preserve"> eelnõu</w:t>
      </w:r>
    </w:p>
    <w:p w:rsidR="009A78E3" w:rsidRDefault="009A78E3" w:rsidP="009A78E3">
      <w:pPr>
        <w:ind w:firstLine="680"/>
      </w:pPr>
      <w:r>
        <w:t>2. Keskkonnaameti RV kooskõlastustaotlus</w:t>
      </w:r>
    </w:p>
    <w:p w:rsidR="00316F07" w:rsidRDefault="009A78E3" w:rsidP="00316F07">
      <w:r>
        <w:tab/>
      </w:r>
    </w:p>
    <w:p w:rsidR="00316F07" w:rsidRDefault="00316F07" w:rsidP="00316F07"/>
    <w:p w:rsidR="00316F07" w:rsidRDefault="00316F07" w:rsidP="00316F07"/>
    <w:p w:rsidR="00316F07" w:rsidRDefault="00316F07" w:rsidP="00316F07"/>
    <w:p w:rsidR="00262F53" w:rsidRDefault="00262F53"/>
    <w:p w:rsidR="00262F53" w:rsidRDefault="00262F53"/>
    <w:p w:rsidR="000D2DE0" w:rsidRDefault="00422B8E">
      <w:r>
        <w:t>Urve Jõgi</w:t>
      </w:r>
    </w:p>
    <w:p w:rsidR="00E85637" w:rsidRDefault="000D2DE0">
      <w:r>
        <w:t xml:space="preserve">566 33867 </w:t>
      </w:r>
      <w:hyperlink r:id="rId13" w:history="1">
        <w:r w:rsidRPr="00C01FCA">
          <w:rPr>
            <w:rStyle w:val="Hperlink"/>
          </w:rPr>
          <w:t>urve.jogi@rmk.ee</w:t>
        </w:r>
      </w:hyperlink>
    </w:p>
    <w:p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2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E85637" w:rsidRDefault="00E85637"/>
    <w:p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3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 w:rsidR="00A9445B">
        <w:t xml:space="preserve"> </w:t>
      </w:r>
    </w:p>
    <w:sectPr w:rsidR="00356C40" w:rsidSect="00574664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1" w:bottom="1560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33A" w:rsidRDefault="00E5233A">
      <w:r>
        <w:separator/>
      </w:r>
    </w:p>
  </w:endnote>
  <w:endnote w:type="continuationSeparator" w:id="0">
    <w:p w:rsidR="00E5233A" w:rsidRDefault="00E5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33A" w:rsidRDefault="00E5233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33A" w:rsidRDefault="00E5233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33A" w:rsidRDefault="00E5233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33A" w:rsidRDefault="00E5233A">
      <w:r>
        <w:separator/>
      </w:r>
    </w:p>
  </w:footnote>
  <w:footnote w:type="continuationSeparator" w:id="0">
    <w:p w:rsidR="00E5233A" w:rsidRDefault="00E5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33A" w:rsidRDefault="00E5233A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33A" w:rsidRDefault="00E5233A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33A" w:rsidRDefault="00E5233A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F97DD7"/>
    <w:multiLevelType w:val="multilevel"/>
    <w:tmpl w:val="F91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0C"/>
    <w:rsid w:val="0001170B"/>
    <w:rsid w:val="00016259"/>
    <w:rsid w:val="00023F6D"/>
    <w:rsid w:val="0003160A"/>
    <w:rsid w:val="00061172"/>
    <w:rsid w:val="00073565"/>
    <w:rsid w:val="00074A80"/>
    <w:rsid w:val="000C367E"/>
    <w:rsid w:val="000D2DE0"/>
    <w:rsid w:val="000D31BC"/>
    <w:rsid w:val="000E1DE5"/>
    <w:rsid w:val="0012110C"/>
    <w:rsid w:val="0014028D"/>
    <w:rsid w:val="00143EA1"/>
    <w:rsid w:val="0015432F"/>
    <w:rsid w:val="00160C14"/>
    <w:rsid w:val="00161547"/>
    <w:rsid w:val="00172BAC"/>
    <w:rsid w:val="00187A2D"/>
    <w:rsid w:val="0019152F"/>
    <w:rsid w:val="00191A9B"/>
    <w:rsid w:val="001D139F"/>
    <w:rsid w:val="001D72C5"/>
    <w:rsid w:val="001E574A"/>
    <w:rsid w:val="001F01F2"/>
    <w:rsid w:val="001F3A35"/>
    <w:rsid w:val="00205C1A"/>
    <w:rsid w:val="002124BD"/>
    <w:rsid w:val="00231DFB"/>
    <w:rsid w:val="0023444E"/>
    <w:rsid w:val="00246AF4"/>
    <w:rsid w:val="00262F53"/>
    <w:rsid w:val="00273033"/>
    <w:rsid w:val="00273B04"/>
    <w:rsid w:val="002B0B66"/>
    <w:rsid w:val="002C2F23"/>
    <w:rsid w:val="002C6585"/>
    <w:rsid w:val="00304048"/>
    <w:rsid w:val="00316F07"/>
    <w:rsid w:val="00326150"/>
    <w:rsid w:val="0034387E"/>
    <w:rsid w:val="00345AC1"/>
    <w:rsid w:val="00350E65"/>
    <w:rsid w:val="00356C40"/>
    <w:rsid w:val="00357D8D"/>
    <w:rsid w:val="00366BC1"/>
    <w:rsid w:val="00377D40"/>
    <w:rsid w:val="00383757"/>
    <w:rsid w:val="003949AB"/>
    <w:rsid w:val="003A08B0"/>
    <w:rsid w:val="003A32C2"/>
    <w:rsid w:val="003A443E"/>
    <w:rsid w:val="003C0836"/>
    <w:rsid w:val="00415495"/>
    <w:rsid w:val="00422B8E"/>
    <w:rsid w:val="00435E25"/>
    <w:rsid w:val="00436506"/>
    <w:rsid w:val="00447CD5"/>
    <w:rsid w:val="00491E34"/>
    <w:rsid w:val="004A52F2"/>
    <w:rsid w:val="004A7A14"/>
    <w:rsid w:val="004C6D04"/>
    <w:rsid w:val="004C6D9F"/>
    <w:rsid w:val="004D581C"/>
    <w:rsid w:val="004E48AB"/>
    <w:rsid w:val="0050100D"/>
    <w:rsid w:val="00574664"/>
    <w:rsid w:val="00575742"/>
    <w:rsid w:val="00591ED0"/>
    <w:rsid w:val="005D4A5A"/>
    <w:rsid w:val="005E145A"/>
    <w:rsid w:val="005F7E43"/>
    <w:rsid w:val="006018D8"/>
    <w:rsid w:val="0062709F"/>
    <w:rsid w:val="00647255"/>
    <w:rsid w:val="0065027A"/>
    <w:rsid w:val="00665880"/>
    <w:rsid w:val="00675748"/>
    <w:rsid w:val="00704BBF"/>
    <w:rsid w:val="00740107"/>
    <w:rsid w:val="0074193C"/>
    <w:rsid w:val="00785940"/>
    <w:rsid w:val="007B34F8"/>
    <w:rsid w:val="007B7275"/>
    <w:rsid w:val="007D471F"/>
    <w:rsid w:val="007E0D20"/>
    <w:rsid w:val="007F482F"/>
    <w:rsid w:val="00826746"/>
    <w:rsid w:val="00845FCB"/>
    <w:rsid w:val="00865D1D"/>
    <w:rsid w:val="00890DA9"/>
    <w:rsid w:val="008A5911"/>
    <w:rsid w:val="008B1038"/>
    <w:rsid w:val="008C0A3A"/>
    <w:rsid w:val="008E7BA5"/>
    <w:rsid w:val="00901644"/>
    <w:rsid w:val="009068BE"/>
    <w:rsid w:val="009101FD"/>
    <w:rsid w:val="0092271B"/>
    <w:rsid w:val="00930A8F"/>
    <w:rsid w:val="00942AC6"/>
    <w:rsid w:val="0094564E"/>
    <w:rsid w:val="00975E07"/>
    <w:rsid w:val="0098285B"/>
    <w:rsid w:val="009A2A25"/>
    <w:rsid w:val="009A429B"/>
    <w:rsid w:val="009A55F1"/>
    <w:rsid w:val="009A78E3"/>
    <w:rsid w:val="009D530C"/>
    <w:rsid w:val="009E1FAB"/>
    <w:rsid w:val="009E416E"/>
    <w:rsid w:val="009E6581"/>
    <w:rsid w:val="00A10D06"/>
    <w:rsid w:val="00A24419"/>
    <w:rsid w:val="00A3348C"/>
    <w:rsid w:val="00A73B96"/>
    <w:rsid w:val="00A75BBB"/>
    <w:rsid w:val="00A85B4C"/>
    <w:rsid w:val="00A9445B"/>
    <w:rsid w:val="00AA6DA9"/>
    <w:rsid w:val="00AD2829"/>
    <w:rsid w:val="00AE12F5"/>
    <w:rsid w:val="00AE6FE4"/>
    <w:rsid w:val="00AF51F0"/>
    <w:rsid w:val="00AF5CE4"/>
    <w:rsid w:val="00B15316"/>
    <w:rsid w:val="00B17CCB"/>
    <w:rsid w:val="00B23F6F"/>
    <w:rsid w:val="00B7608B"/>
    <w:rsid w:val="00B840BB"/>
    <w:rsid w:val="00BC30E9"/>
    <w:rsid w:val="00BE00B7"/>
    <w:rsid w:val="00BE4524"/>
    <w:rsid w:val="00C005B2"/>
    <w:rsid w:val="00C05A05"/>
    <w:rsid w:val="00C26BCC"/>
    <w:rsid w:val="00C32B5E"/>
    <w:rsid w:val="00C36327"/>
    <w:rsid w:val="00C52479"/>
    <w:rsid w:val="00C530F7"/>
    <w:rsid w:val="00C612F4"/>
    <w:rsid w:val="00C67247"/>
    <w:rsid w:val="00C71FA6"/>
    <w:rsid w:val="00C7559D"/>
    <w:rsid w:val="00C848B1"/>
    <w:rsid w:val="00C86763"/>
    <w:rsid w:val="00C94A49"/>
    <w:rsid w:val="00CD2C76"/>
    <w:rsid w:val="00CF436D"/>
    <w:rsid w:val="00D34B82"/>
    <w:rsid w:val="00D52EE5"/>
    <w:rsid w:val="00D54036"/>
    <w:rsid w:val="00D81186"/>
    <w:rsid w:val="00D85A8B"/>
    <w:rsid w:val="00D87DA9"/>
    <w:rsid w:val="00DA299C"/>
    <w:rsid w:val="00DE689A"/>
    <w:rsid w:val="00DF0FCE"/>
    <w:rsid w:val="00E06FA4"/>
    <w:rsid w:val="00E16EE9"/>
    <w:rsid w:val="00E24760"/>
    <w:rsid w:val="00E30CF6"/>
    <w:rsid w:val="00E32F37"/>
    <w:rsid w:val="00E358F1"/>
    <w:rsid w:val="00E36018"/>
    <w:rsid w:val="00E46A94"/>
    <w:rsid w:val="00E51B24"/>
    <w:rsid w:val="00E5233A"/>
    <w:rsid w:val="00E83C56"/>
    <w:rsid w:val="00E85637"/>
    <w:rsid w:val="00EC5BAE"/>
    <w:rsid w:val="00ED4B3E"/>
    <w:rsid w:val="00ED66B8"/>
    <w:rsid w:val="00EE2C03"/>
    <w:rsid w:val="00EF678A"/>
    <w:rsid w:val="00F04FCF"/>
    <w:rsid w:val="00F57152"/>
    <w:rsid w:val="00F7636E"/>
    <w:rsid w:val="00F94062"/>
    <w:rsid w:val="00FA7654"/>
    <w:rsid w:val="00FC6223"/>
    <w:rsid w:val="00FC7FAC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7640CF83"/>
  <w15:docId w15:val="{D2C9A2CA-31FD-40A9-9FF5-A2A9747E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901644"/>
    <w:rPr>
      <w:color w:val="0000FF" w:themeColor="hyperlink"/>
      <w:u w:val="single"/>
    </w:rPr>
  </w:style>
  <w:style w:type="paragraph" w:customStyle="1" w:styleId="Default">
    <w:name w:val="Default"/>
    <w:rsid w:val="007D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">
    <w:name w:val="Body Text"/>
    <w:basedOn w:val="Normaallaad"/>
    <w:link w:val="KehatekstMrk"/>
    <w:rsid w:val="00172BAC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172BAC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172BA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character" w:customStyle="1" w:styleId="text-dark">
    <w:name w:val="text-dark"/>
    <w:basedOn w:val="Liguvaikefont"/>
    <w:rsid w:val="0086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urve.jogi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skkonnaministeerium@envir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rikv\Documents\1_1_Metsaosakond_Kirjad_2018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8F719-3E04-40D4-9631-FEA8A2C5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3</TotalTime>
  <Pages>1</Pages>
  <Words>103</Words>
  <Characters>1117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1218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Eerik Väärtnõu</dc:creator>
  <dc:description>Ver 6.0, 11.2018</dc:description>
  <cp:lastModifiedBy>Urve Jõgi</cp:lastModifiedBy>
  <cp:revision>4</cp:revision>
  <cp:lastPrinted>2022-02-21T11:55:00Z</cp:lastPrinted>
  <dcterms:created xsi:type="dcterms:W3CDTF">2022-02-21T12:41:00Z</dcterms:created>
  <dcterms:modified xsi:type="dcterms:W3CDTF">2022-02-21T12:44:00Z</dcterms:modified>
</cp:coreProperties>
</file>