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BE76BA" w14:textId="77777777" w:rsidR="005362D0" w:rsidRPr="00754790" w:rsidRDefault="005362D0" w:rsidP="00C976DC">
      <w:pPr>
        <w:pStyle w:val="Vahedeta"/>
        <w:rPr>
          <w:sz w:val="24"/>
          <w:szCs w:val="24"/>
        </w:rPr>
      </w:pPr>
    </w:p>
    <w:p w14:paraId="5C98B06B" w14:textId="77777777" w:rsidR="00597302" w:rsidRPr="00754790" w:rsidRDefault="00597302" w:rsidP="00AC5CB4">
      <w:pPr>
        <w:rPr>
          <w:sz w:val="24"/>
          <w:szCs w:val="24"/>
        </w:rPr>
      </w:pPr>
    </w:p>
    <w:p w14:paraId="3BA34596" w14:textId="77777777" w:rsidR="002D7BDC" w:rsidRDefault="002D7BDC" w:rsidP="00D64BAD">
      <w:pPr>
        <w:spacing w:before="100" w:beforeAutospacing="1" w:after="100" w:afterAutospacing="1"/>
        <w:jc w:val="both"/>
      </w:pPr>
      <w:bookmarkStart w:id="0" w:name="_GoBack"/>
      <w:bookmarkEnd w:id="0"/>
    </w:p>
    <w:p w14:paraId="66A3288D" w14:textId="77777777" w:rsidR="009F26C9" w:rsidRDefault="009F26C9" w:rsidP="00543749">
      <w:pPr>
        <w:pStyle w:val="Keskminekoordinaatvrk21"/>
        <w:rPr>
          <w:rFonts w:ascii="Times New Roman" w:hAnsi="Times New Roman"/>
          <w:sz w:val="28"/>
          <w:szCs w:val="28"/>
        </w:rPr>
      </w:pPr>
    </w:p>
    <w:p w14:paraId="54BAD85C" w14:textId="77026929" w:rsidR="007006F2" w:rsidRPr="0080114A" w:rsidRDefault="00C167B4" w:rsidP="007006F2">
      <w:pPr>
        <w:pStyle w:val="Keskminekoordinaatvrk21"/>
        <w:rPr>
          <w:rFonts w:ascii="Times New Roman" w:hAnsi="Times New Roman"/>
          <w:sz w:val="24"/>
          <w:szCs w:val="24"/>
          <w:lang w:val="et-EE"/>
        </w:rPr>
      </w:pPr>
      <w:r>
        <w:rPr>
          <w:rFonts w:ascii="Times New Roman" w:hAnsi="Times New Roman"/>
          <w:sz w:val="24"/>
          <w:szCs w:val="24"/>
          <w:lang w:val="et-EE"/>
        </w:rPr>
        <w:t>Siseministeerium</w:t>
      </w:r>
      <w:r w:rsidR="007006F2" w:rsidRPr="00173E9E">
        <w:rPr>
          <w:rFonts w:ascii="Times New Roman" w:hAnsi="Times New Roman"/>
          <w:sz w:val="24"/>
          <w:szCs w:val="24"/>
          <w:lang w:val="en-US"/>
        </w:rPr>
        <w:tab/>
      </w:r>
      <w:r w:rsidR="007006F2" w:rsidRPr="00173E9E">
        <w:rPr>
          <w:rFonts w:ascii="Times New Roman" w:hAnsi="Times New Roman"/>
          <w:sz w:val="24"/>
          <w:szCs w:val="24"/>
          <w:lang w:val="en-US"/>
        </w:rPr>
        <w:tab/>
      </w:r>
      <w:r w:rsidR="007006F2" w:rsidRPr="00173E9E">
        <w:rPr>
          <w:rFonts w:ascii="Times New Roman" w:hAnsi="Times New Roman"/>
          <w:sz w:val="24"/>
          <w:szCs w:val="24"/>
          <w:lang w:val="en-US"/>
        </w:rPr>
        <w:tab/>
      </w:r>
    </w:p>
    <w:p w14:paraId="0069337B" w14:textId="157923FA" w:rsidR="00C167B4" w:rsidRDefault="00C167B4" w:rsidP="007006F2">
      <w:pPr>
        <w:pStyle w:val="Keskminekoordinaatvrk21"/>
        <w:rPr>
          <w:rFonts w:ascii="Times New Roman" w:hAnsi="Times New Roman"/>
          <w:sz w:val="24"/>
          <w:szCs w:val="24"/>
          <w:lang w:val="et-EE"/>
        </w:rPr>
      </w:pPr>
      <w:r w:rsidRPr="00C167B4">
        <w:rPr>
          <w:rFonts w:ascii="Times New Roman" w:hAnsi="Times New Roman"/>
          <w:sz w:val="24"/>
          <w:szCs w:val="24"/>
          <w:lang w:val="et-EE"/>
        </w:rPr>
        <w:t>Pikk 61, 15065 Tallinn</w:t>
      </w:r>
      <w:r w:rsidR="00837B4C" w:rsidRPr="00173E9E">
        <w:rPr>
          <w:rFonts w:ascii="Times New Roman" w:hAnsi="Times New Roman"/>
          <w:sz w:val="24"/>
          <w:szCs w:val="24"/>
          <w:lang w:val="en-US"/>
        </w:rPr>
        <w:tab/>
      </w:r>
      <w:r w:rsidR="00837B4C" w:rsidRPr="00173E9E">
        <w:rPr>
          <w:rFonts w:ascii="Times New Roman" w:hAnsi="Times New Roman"/>
          <w:sz w:val="24"/>
          <w:szCs w:val="24"/>
          <w:lang w:val="en-US"/>
        </w:rPr>
        <w:tab/>
      </w:r>
      <w:r w:rsidR="007006F2" w:rsidRPr="00173E9E">
        <w:rPr>
          <w:rFonts w:ascii="Times New Roman" w:hAnsi="Times New Roman"/>
          <w:sz w:val="24"/>
          <w:szCs w:val="24"/>
          <w:lang w:val="en-US"/>
        </w:rPr>
        <w:tab/>
      </w:r>
      <w:r w:rsidR="007006F2" w:rsidRPr="00173E9E">
        <w:rPr>
          <w:rFonts w:ascii="Times New Roman" w:hAnsi="Times New Roman"/>
          <w:sz w:val="24"/>
          <w:szCs w:val="24"/>
          <w:lang w:val="en-US"/>
        </w:rPr>
        <w:tab/>
      </w:r>
      <w:r w:rsidR="002D7BDC" w:rsidRPr="00173E9E">
        <w:rPr>
          <w:rFonts w:ascii="Times New Roman" w:hAnsi="Times New Roman"/>
          <w:sz w:val="24"/>
          <w:szCs w:val="24"/>
          <w:lang w:val="en-US"/>
        </w:rPr>
        <w:tab/>
      </w:r>
    </w:p>
    <w:p w14:paraId="4D1D1BFC" w14:textId="5C3C399E" w:rsidR="007006F2" w:rsidRPr="00C167B4" w:rsidRDefault="005C10BA" w:rsidP="007006F2">
      <w:pPr>
        <w:pStyle w:val="Keskminekoordinaatvrk21"/>
        <w:rPr>
          <w:rFonts w:ascii="Times New Roman" w:hAnsi="Times New Roman"/>
          <w:sz w:val="24"/>
          <w:szCs w:val="24"/>
          <w:lang w:val="et-EE"/>
        </w:rPr>
      </w:pPr>
      <w:hyperlink r:id="rId8" w:history="1">
        <w:r w:rsidR="00C167B4" w:rsidRPr="00C167B4">
          <w:rPr>
            <w:rStyle w:val="Hperlink"/>
            <w:rFonts w:ascii="Times New Roman" w:hAnsi="Times New Roman"/>
            <w:sz w:val="24"/>
            <w:szCs w:val="24"/>
            <w:lang w:val="en-US"/>
          </w:rPr>
          <w:t>info@siseministeerium.ee</w:t>
        </w:r>
      </w:hyperlink>
      <w:r w:rsidR="00C167B4">
        <w:rPr>
          <w:rFonts w:ascii="Times New Roman" w:hAnsi="Times New Roman"/>
          <w:sz w:val="24"/>
          <w:szCs w:val="24"/>
          <w:lang w:val="et-EE"/>
        </w:rPr>
        <w:t xml:space="preserve"> </w:t>
      </w:r>
      <w:r w:rsidR="00720EDC">
        <w:rPr>
          <w:rFonts w:ascii="Times New Roman" w:hAnsi="Times New Roman"/>
          <w:sz w:val="24"/>
          <w:szCs w:val="24"/>
          <w:lang w:val="et-EE"/>
        </w:rPr>
        <w:tab/>
      </w:r>
      <w:r w:rsidR="00720EDC">
        <w:rPr>
          <w:rFonts w:ascii="Times New Roman" w:hAnsi="Times New Roman"/>
          <w:sz w:val="24"/>
          <w:szCs w:val="24"/>
          <w:lang w:val="et-EE"/>
        </w:rPr>
        <w:tab/>
      </w:r>
      <w:r w:rsidR="00720EDC">
        <w:rPr>
          <w:rFonts w:ascii="Times New Roman" w:hAnsi="Times New Roman"/>
          <w:sz w:val="24"/>
          <w:szCs w:val="24"/>
          <w:lang w:val="et-EE"/>
        </w:rPr>
        <w:tab/>
      </w:r>
      <w:r w:rsidR="00720EDC">
        <w:rPr>
          <w:rFonts w:ascii="Times New Roman" w:hAnsi="Times New Roman"/>
          <w:sz w:val="24"/>
          <w:szCs w:val="24"/>
          <w:lang w:val="et-EE"/>
        </w:rPr>
        <w:tab/>
      </w:r>
      <w:r w:rsidR="00720EDC">
        <w:rPr>
          <w:rFonts w:ascii="Times New Roman" w:hAnsi="Times New Roman"/>
          <w:sz w:val="24"/>
          <w:szCs w:val="24"/>
          <w:lang w:val="et-EE"/>
        </w:rPr>
        <w:tab/>
      </w:r>
      <w:r w:rsidR="00EB04FE">
        <w:rPr>
          <w:rFonts w:ascii="Times New Roman" w:hAnsi="Times New Roman"/>
          <w:sz w:val="24"/>
          <w:szCs w:val="24"/>
          <w:lang w:val="et-EE"/>
        </w:rPr>
        <w:t xml:space="preserve">       </w:t>
      </w:r>
      <w:r w:rsidR="00720EDC" w:rsidRPr="00173E9E">
        <w:rPr>
          <w:rFonts w:ascii="Times New Roman" w:hAnsi="Times New Roman"/>
          <w:sz w:val="24"/>
          <w:szCs w:val="24"/>
          <w:lang w:val="en-US"/>
        </w:rPr>
        <w:t>2</w:t>
      </w:r>
      <w:r w:rsidR="00173E9E" w:rsidRPr="00173E9E">
        <w:rPr>
          <w:rFonts w:ascii="Times New Roman" w:hAnsi="Times New Roman"/>
          <w:sz w:val="24"/>
          <w:szCs w:val="24"/>
          <w:lang w:val="en-US"/>
        </w:rPr>
        <w:t>8</w:t>
      </w:r>
      <w:r w:rsidR="00720EDC" w:rsidRPr="00173E9E">
        <w:rPr>
          <w:rFonts w:ascii="Times New Roman" w:hAnsi="Times New Roman"/>
          <w:sz w:val="24"/>
          <w:szCs w:val="24"/>
          <w:lang w:val="en-US"/>
        </w:rPr>
        <w:t xml:space="preserve">.10.2024 </w:t>
      </w:r>
      <w:proofErr w:type="spellStart"/>
      <w:r w:rsidR="00720EDC" w:rsidRPr="00173E9E">
        <w:rPr>
          <w:rFonts w:ascii="Times New Roman" w:hAnsi="Times New Roman"/>
          <w:sz w:val="24"/>
          <w:szCs w:val="24"/>
          <w:lang w:val="en-US"/>
        </w:rPr>
        <w:t>nr</w:t>
      </w:r>
      <w:proofErr w:type="spellEnd"/>
      <w:r w:rsidR="00720EDC" w:rsidRPr="00173E9E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EB04FE" w:rsidRPr="00EB04FE">
        <w:rPr>
          <w:rFonts w:ascii="Times New Roman" w:hAnsi="Times New Roman"/>
          <w:sz w:val="24"/>
          <w:szCs w:val="24"/>
          <w:lang w:val="et-EE"/>
        </w:rPr>
        <w:t>2.1-11/10953</w:t>
      </w:r>
    </w:p>
    <w:p w14:paraId="57F95A38" w14:textId="77777777" w:rsidR="00837B4C" w:rsidRDefault="00837B4C" w:rsidP="007006F2">
      <w:pPr>
        <w:pStyle w:val="Keskminekoordinaatvrk21"/>
        <w:rPr>
          <w:rFonts w:ascii="Times New Roman" w:hAnsi="Times New Roman"/>
          <w:sz w:val="24"/>
          <w:szCs w:val="24"/>
          <w:lang w:val="et-EE"/>
        </w:rPr>
      </w:pPr>
    </w:p>
    <w:p w14:paraId="33B36A10" w14:textId="77777777" w:rsidR="00837B4C" w:rsidRDefault="00837B4C" w:rsidP="007006F2">
      <w:pPr>
        <w:pStyle w:val="Keskminekoordinaatvrk21"/>
        <w:rPr>
          <w:rFonts w:ascii="Times New Roman" w:hAnsi="Times New Roman"/>
          <w:sz w:val="24"/>
          <w:szCs w:val="24"/>
          <w:lang w:val="en-US"/>
        </w:rPr>
      </w:pPr>
    </w:p>
    <w:p w14:paraId="12A6AC3F" w14:textId="77777777" w:rsidR="00720EDC" w:rsidRDefault="00720EDC" w:rsidP="007006F2">
      <w:pPr>
        <w:pStyle w:val="Keskminekoordinaatvrk21"/>
        <w:rPr>
          <w:rFonts w:ascii="Times New Roman" w:hAnsi="Times New Roman"/>
          <w:sz w:val="24"/>
          <w:szCs w:val="24"/>
          <w:lang w:val="en-US"/>
        </w:rPr>
      </w:pPr>
    </w:p>
    <w:p w14:paraId="1F2AA3BD" w14:textId="4AD17BD1" w:rsidR="00720EDC" w:rsidRPr="00173E9E" w:rsidRDefault="00720EDC" w:rsidP="007006F2">
      <w:pPr>
        <w:pStyle w:val="Keskminekoordinaatvrk21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73E9E">
        <w:rPr>
          <w:rFonts w:ascii="Times New Roman" w:hAnsi="Times New Roman"/>
          <w:sz w:val="24"/>
          <w:szCs w:val="24"/>
          <w:lang w:val="en-US"/>
        </w:rPr>
        <w:t>Selgitustaotlus</w:t>
      </w:r>
      <w:proofErr w:type="spellEnd"/>
    </w:p>
    <w:p w14:paraId="552D6D93" w14:textId="77777777" w:rsidR="00720EDC" w:rsidRPr="00720EDC" w:rsidRDefault="00720EDC" w:rsidP="007006F2">
      <w:pPr>
        <w:pStyle w:val="Keskminekoordinaatvrk21"/>
        <w:rPr>
          <w:rFonts w:ascii="Times New Roman" w:hAnsi="Times New Roman"/>
          <w:color w:val="00B0F0"/>
          <w:sz w:val="24"/>
          <w:szCs w:val="24"/>
          <w:lang w:val="en-US"/>
        </w:rPr>
      </w:pPr>
    </w:p>
    <w:p w14:paraId="41D83BA3" w14:textId="5FB77758" w:rsidR="00720EDC" w:rsidRDefault="00720EDC" w:rsidP="007006F2">
      <w:pPr>
        <w:pStyle w:val="Keskminekoordinaatvrk21"/>
        <w:rPr>
          <w:rFonts w:ascii="Times New Roman" w:hAnsi="Times New Roman"/>
          <w:sz w:val="24"/>
          <w:szCs w:val="24"/>
          <w:lang w:val="et-EE"/>
        </w:rPr>
      </w:pPr>
    </w:p>
    <w:p w14:paraId="0CBCD2D9" w14:textId="293C2425" w:rsidR="002D7BDC" w:rsidRPr="00173E9E" w:rsidRDefault="00C167B4" w:rsidP="00543749">
      <w:pPr>
        <w:pStyle w:val="Vahedeta"/>
        <w:jc w:val="both"/>
        <w:rPr>
          <w:rFonts w:eastAsia="Times New Roman"/>
          <w:sz w:val="24"/>
          <w:szCs w:val="24"/>
        </w:rPr>
      </w:pPr>
      <w:r w:rsidRPr="00173E9E">
        <w:rPr>
          <w:rFonts w:eastAsia="Times New Roman"/>
          <w:sz w:val="24"/>
          <w:szCs w:val="24"/>
        </w:rPr>
        <w:t>Seoses piiriületajate pika järjekorra</w:t>
      </w:r>
      <w:r w:rsidR="00720EDC" w:rsidRPr="00173E9E">
        <w:rPr>
          <w:rFonts w:eastAsia="Times New Roman"/>
          <w:sz w:val="24"/>
          <w:szCs w:val="24"/>
        </w:rPr>
        <w:t>ga</w:t>
      </w:r>
      <w:r w:rsidRPr="00173E9E">
        <w:rPr>
          <w:rFonts w:eastAsia="Times New Roman"/>
          <w:sz w:val="24"/>
          <w:szCs w:val="24"/>
        </w:rPr>
        <w:t xml:space="preserve"> </w:t>
      </w:r>
      <w:r w:rsidR="00720EDC" w:rsidRPr="00173E9E">
        <w:rPr>
          <w:rFonts w:eastAsia="Times New Roman"/>
          <w:sz w:val="24"/>
          <w:szCs w:val="24"/>
        </w:rPr>
        <w:t xml:space="preserve">Narva piiripunktis </w:t>
      </w:r>
      <w:r w:rsidRPr="00173E9E">
        <w:rPr>
          <w:rFonts w:eastAsia="Times New Roman"/>
          <w:sz w:val="24"/>
          <w:szCs w:val="24"/>
        </w:rPr>
        <w:t xml:space="preserve">ja </w:t>
      </w:r>
      <w:r w:rsidR="00720EDC" w:rsidRPr="00173E9E">
        <w:rPr>
          <w:rFonts w:eastAsia="Times New Roman"/>
          <w:sz w:val="24"/>
          <w:szCs w:val="24"/>
        </w:rPr>
        <w:t xml:space="preserve">läheneva talvega </w:t>
      </w:r>
      <w:r w:rsidRPr="00173E9E">
        <w:rPr>
          <w:rFonts w:eastAsia="Times New Roman"/>
          <w:sz w:val="24"/>
          <w:szCs w:val="24"/>
        </w:rPr>
        <w:t xml:space="preserve">pöörduvad </w:t>
      </w:r>
      <w:r w:rsidR="004B473E" w:rsidRPr="00173E9E">
        <w:rPr>
          <w:rFonts w:eastAsia="Times New Roman"/>
          <w:sz w:val="24"/>
          <w:szCs w:val="24"/>
        </w:rPr>
        <w:t xml:space="preserve">ettevõtjad ja eraisikud </w:t>
      </w:r>
      <w:r w:rsidRPr="00173E9E">
        <w:rPr>
          <w:rFonts w:eastAsia="Times New Roman"/>
          <w:sz w:val="24"/>
          <w:szCs w:val="24"/>
        </w:rPr>
        <w:t xml:space="preserve">Narva Linnavalitsuse poole </w:t>
      </w:r>
      <w:r w:rsidR="004B473E" w:rsidRPr="00173E9E">
        <w:rPr>
          <w:rFonts w:eastAsia="Times New Roman"/>
          <w:sz w:val="24"/>
          <w:szCs w:val="24"/>
        </w:rPr>
        <w:t>erinevate ettepanekute ja taotlustega.</w:t>
      </w:r>
      <w:r w:rsidRPr="00173E9E">
        <w:rPr>
          <w:rFonts w:eastAsia="Times New Roman"/>
          <w:sz w:val="24"/>
          <w:szCs w:val="24"/>
        </w:rPr>
        <w:t xml:space="preserve"> </w:t>
      </w:r>
      <w:r w:rsidR="00B537C9" w:rsidRPr="00173E9E">
        <w:rPr>
          <w:rFonts w:eastAsia="Times New Roman"/>
          <w:sz w:val="24"/>
          <w:szCs w:val="24"/>
        </w:rPr>
        <w:t xml:space="preserve">Praegu palutakse linnavalitsuselt </w:t>
      </w:r>
      <w:r w:rsidR="004B473E" w:rsidRPr="00173E9E">
        <w:rPr>
          <w:rFonts w:eastAsia="Times New Roman"/>
          <w:sz w:val="24"/>
          <w:szCs w:val="24"/>
        </w:rPr>
        <w:t xml:space="preserve">luba </w:t>
      </w:r>
      <w:r w:rsidRPr="00173E9E">
        <w:rPr>
          <w:rFonts w:eastAsia="Times New Roman"/>
          <w:sz w:val="24"/>
          <w:szCs w:val="24"/>
        </w:rPr>
        <w:t xml:space="preserve">paigaldada Tuleviku tn 10a asuvale maa-alale, tollihoone sissepääsu </w:t>
      </w:r>
      <w:r w:rsidRPr="006B7BED">
        <w:rPr>
          <w:rFonts w:eastAsia="Times New Roman"/>
          <w:sz w:val="24"/>
          <w:szCs w:val="24"/>
        </w:rPr>
        <w:t>kõrvale (</w:t>
      </w:r>
      <w:r w:rsidR="00173E9E" w:rsidRPr="006B7BED">
        <w:rPr>
          <w:rFonts w:eastAsia="Times New Roman"/>
          <w:sz w:val="24"/>
          <w:szCs w:val="24"/>
        </w:rPr>
        <w:t>Lisa 1</w:t>
      </w:r>
      <w:r w:rsidRPr="006B7BED">
        <w:rPr>
          <w:rFonts w:eastAsia="Times New Roman"/>
          <w:sz w:val="24"/>
          <w:szCs w:val="24"/>
        </w:rPr>
        <w:t>),</w:t>
      </w:r>
      <w:r w:rsidRPr="00173E9E">
        <w:rPr>
          <w:rFonts w:eastAsia="Times New Roman"/>
          <w:sz w:val="24"/>
          <w:szCs w:val="24"/>
        </w:rPr>
        <w:t xml:space="preserve"> kaks kokkupandavat 3x9 m suurust </w:t>
      </w:r>
      <w:proofErr w:type="spellStart"/>
      <w:r w:rsidRPr="00173E9E">
        <w:rPr>
          <w:rFonts w:eastAsia="Times New Roman"/>
          <w:sz w:val="24"/>
          <w:szCs w:val="24"/>
        </w:rPr>
        <w:t>pop-up</w:t>
      </w:r>
      <w:proofErr w:type="spellEnd"/>
      <w:r w:rsidRPr="00173E9E">
        <w:rPr>
          <w:rFonts w:eastAsia="Times New Roman"/>
          <w:sz w:val="24"/>
          <w:szCs w:val="24"/>
        </w:rPr>
        <w:t xml:space="preserve"> telki ja kümme pinki. Telgid on mõeldud piiriületuse järjekorras olevate inimeste kaitsmiseks vihma eest ning nende kasutamine on tasuta.</w:t>
      </w:r>
    </w:p>
    <w:p w14:paraId="26E4CE78" w14:textId="77777777" w:rsidR="00C167B4" w:rsidRPr="00173E9E" w:rsidRDefault="00C167B4" w:rsidP="00543749">
      <w:pPr>
        <w:pStyle w:val="Vahedeta"/>
        <w:jc w:val="both"/>
        <w:rPr>
          <w:rFonts w:eastAsia="Times New Roman"/>
          <w:sz w:val="24"/>
          <w:szCs w:val="24"/>
        </w:rPr>
      </w:pPr>
    </w:p>
    <w:p w14:paraId="2F15453B" w14:textId="4775ABE8" w:rsidR="00C167B4" w:rsidRPr="00173E9E" w:rsidRDefault="00B537C9" w:rsidP="00543749">
      <w:pPr>
        <w:pStyle w:val="Vahedeta"/>
        <w:jc w:val="both"/>
        <w:rPr>
          <w:sz w:val="24"/>
          <w:szCs w:val="24"/>
        </w:rPr>
      </w:pPr>
      <w:r w:rsidRPr="00173E9E">
        <w:rPr>
          <w:sz w:val="24"/>
          <w:szCs w:val="24"/>
        </w:rPr>
        <w:t>Taoliste p</w:t>
      </w:r>
      <w:r w:rsidR="00C167B4" w:rsidRPr="00173E9E">
        <w:rPr>
          <w:sz w:val="24"/>
          <w:szCs w:val="24"/>
        </w:rPr>
        <w:t>öördumiste läbivaatamiseks ja mõistliku ning tasakaalustatud ots</w:t>
      </w:r>
      <w:r w:rsidRPr="00173E9E">
        <w:rPr>
          <w:sz w:val="24"/>
          <w:szCs w:val="24"/>
        </w:rPr>
        <w:t>use tegemiseks palume</w:t>
      </w:r>
      <w:r w:rsidR="00FD6049" w:rsidRPr="00173E9E">
        <w:rPr>
          <w:sz w:val="24"/>
          <w:szCs w:val="24"/>
        </w:rPr>
        <w:t xml:space="preserve"> anda </w:t>
      </w:r>
      <w:r w:rsidRPr="00173E9E">
        <w:rPr>
          <w:sz w:val="24"/>
          <w:szCs w:val="24"/>
        </w:rPr>
        <w:t>soovitusi</w:t>
      </w:r>
      <w:r w:rsidR="00C167B4" w:rsidRPr="00173E9E">
        <w:rPr>
          <w:sz w:val="24"/>
          <w:szCs w:val="24"/>
        </w:rPr>
        <w:t xml:space="preserve"> ja selgitusi</w:t>
      </w:r>
      <w:r w:rsidR="0029749A" w:rsidRPr="00173E9E">
        <w:rPr>
          <w:sz w:val="24"/>
          <w:szCs w:val="24"/>
        </w:rPr>
        <w:t xml:space="preserve"> </w:t>
      </w:r>
      <w:r w:rsidR="00531273" w:rsidRPr="00173E9E">
        <w:rPr>
          <w:sz w:val="24"/>
          <w:szCs w:val="24"/>
        </w:rPr>
        <w:t xml:space="preserve">Narva piiripunkti territooriumiga piirnevate </w:t>
      </w:r>
      <w:r w:rsidR="00C167B4" w:rsidRPr="00173E9E">
        <w:rPr>
          <w:sz w:val="24"/>
          <w:szCs w:val="24"/>
        </w:rPr>
        <w:t>munitsipaalomandis olevate maa-alade kasutamise võimaluste</w:t>
      </w:r>
      <w:r w:rsidR="00531273" w:rsidRPr="00173E9E">
        <w:rPr>
          <w:sz w:val="24"/>
          <w:szCs w:val="24"/>
        </w:rPr>
        <w:t xml:space="preserve"> ja </w:t>
      </w:r>
      <w:r w:rsidR="00FD6049" w:rsidRPr="00173E9E">
        <w:rPr>
          <w:sz w:val="24"/>
          <w:szCs w:val="24"/>
        </w:rPr>
        <w:t>sellega seotud</w:t>
      </w:r>
      <w:r w:rsidRPr="00173E9E">
        <w:rPr>
          <w:sz w:val="24"/>
          <w:szCs w:val="24"/>
        </w:rPr>
        <w:t xml:space="preserve"> piirangute </w:t>
      </w:r>
      <w:r w:rsidR="00531273" w:rsidRPr="00173E9E">
        <w:rPr>
          <w:sz w:val="24"/>
          <w:szCs w:val="24"/>
        </w:rPr>
        <w:t>kohta.</w:t>
      </w:r>
    </w:p>
    <w:p w14:paraId="4A537D7C" w14:textId="77777777" w:rsidR="002D7BDC" w:rsidRDefault="002D7BDC" w:rsidP="00543749">
      <w:pPr>
        <w:pStyle w:val="Vahedeta"/>
        <w:jc w:val="both"/>
        <w:rPr>
          <w:sz w:val="24"/>
          <w:szCs w:val="24"/>
        </w:rPr>
      </w:pPr>
    </w:p>
    <w:p w14:paraId="4528ADEF" w14:textId="77777777" w:rsidR="00C167B4" w:rsidRDefault="00C167B4" w:rsidP="00543749">
      <w:pPr>
        <w:pStyle w:val="Vahedeta"/>
        <w:jc w:val="both"/>
        <w:rPr>
          <w:sz w:val="24"/>
          <w:szCs w:val="24"/>
        </w:rPr>
      </w:pPr>
    </w:p>
    <w:p w14:paraId="0D7B556B" w14:textId="77777777" w:rsidR="00EB04FE" w:rsidRDefault="00EB04FE" w:rsidP="00543749">
      <w:pPr>
        <w:pStyle w:val="Vahedeta"/>
        <w:jc w:val="both"/>
        <w:rPr>
          <w:sz w:val="24"/>
          <w:szCs w:val="24"/>
        </w:rPr>
      </w:pPr>
    </w:p>
    <w:p w14:paraId="610BF969" w14:textId="763700C8" w:rsidR="002D7BDC" w:rsidRDefault="002D7BDC" w:rsidP="00543749">
      <w:pPr>
        <w:pStyle w:val="Vahedeta"/>
        <w:jc w:val="both"/>
        <w:rPr>
          <w:sz w:val="24"/>
          <w:szCs w:val="24"/>
        </w:rPr>
      </w:pPr>
      <w:r>
        <w:rPr>
          <w:sz w:val="24"/>
          <w:szCs w:val="24"/>
        </w:rPr>
        <w:t>Lugupidamisega</w:t>
      </w:r>
    </w:p>
    <w:p w14:paraId="46A0A37B" w14:textId="77777777" w:rsidR="002D7BDC" w:rsidRDefault="002D7BDC" w:rsidP="00543749">
      <w:pPr>
        <w:pStyle w:val="Vahedeta"/>
        <w:jc w:val="both"/>
        <w:rPr>
          <w:sz w:val="24"/>
          <w:szCs w:val="24"/>
        </w:rPr>
      </w:pPr>
    </w:p>
    <w:p w14:paraId="60D6175B" w14:textId="2703A251" w:rsidR="002D7BDC" w:rsidRDefault="00720EDC" w:rsidP="00543749">
      <w:pPr>
        <w:pStyle w:val="Vahedeta"/>
        <w:jc w:val="both"/>
        <w:rPr>
          <w:sz w:val="24"/>
          <w:szCs w:val="24"/>
        </w:rPr>
      </w:pPr>
      <w:r>
        <w:rPr>
          <w:sz w:val="24"/>
          <w:szCs w:val="24"/>
        </w:rPr>
        <w:t>(allkirjastatud digitaalselt)</w:t>
      </w:r>
    </w:p>
    <w:p w14:paraId="2212C6B0" w14:textId="77777777" w:rsidR="002D7BDC" w:rsidRDefault="002D7BDC" w:rsidP="00543749">
      <w:pPr>
        <w:pStyle w:val="Vahedeta"/>
        <w:jc w:val="both"/>
        <w:rPr>
          <w:sz w:val="24"/>
          <w:szCs w:val="24"/>
        </w:rPr>
      </w:pPr>
    </w:p>
    <w:p w14:paraId="1C372F3E" w14:textId="4A994A71" w:rsidR="002D7BDC" w:rsidRDefault="00C167B4" w:rsidP="00543749">
      <w:pPr>
        <w:pStyle w:val="Vahedeta"/>
        <w:jc w:val="both"/>
        <w:rPr>
          <w:sz w:val="24"/>
          <w:szCs w:val="24"/>
        </w:rPr>
      </w:pPr>
      <w:r>
        <w:rPr>
          <w:sz w:val="24"/>
          <w:szCs w:val="24"/>
        </w:rPr>
        <w:t>Oleg Karpikov</w:t>
      </w:r>
    </w:p>
    <w:p w14:paraId="64997E97" w14:textId="5253553E" w:rsidR="002D7BDC" w:rsidRDefault="00720EDC" w:rsidP="00543749">
      <w:pPr>
        <w:pStyle w:val="Vahedeta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837B4C">
        <w:rPr>
          <w:sz w:val="24"/>
          <w:szCs w:val="24"/>
        </w:rPr>
        <w:t>bilinnapea</w:t>
      </w:r>
    </w:p>
    <w:p w14:paraId="103A0A17" w14:textId="77777777" w:rsidR="002D7BDC" w:rsidRDefault="002D7BDC" w:rsidP="00543749">
      <w:pPr>
        <w:pStyle w:val="Vahedeta"/>
        <w:jc w:val="both"/>
        <w:rPr>
          <w:sz w:val="24"/>
          <w:szCs w:val="24"/>
        </w:rPr>
      </w:pPr>
    </w:p>
    <w:p w14:paraId="65E5E0BC" w14:textId="77777777" w:rsidR="002D7BDC" w:rsidRDefault="002D7BDC" w:rsidP="00543749">
      <w:pPr>
        <w:pStyle w:val="Vahedeta"/>
        <w:jc w:val="both"/>
        <w:rPr>
          <w:sz w:val="24"/>
          <w:szCs w:val="24"/>
        </w:rPr>
      </w:pPr>
    </w:p>
    <w:p w14:paraId="6733D1C3" w14:textId="77777777" w:rsidR="00173E9E" w:rsidRDefault="00173E9E" w:rsidP="00543749">
      <w:pPr>
        <w:pStyle w:val="Vahedeta"/>
        <w:jc w:val="both"/>
        <w:rPr>
          <w:sz w:val="24"/>
          <w:szCs w:val="24"/>
        </w:rPr>
      </w:pPr>
    </w:p>
    <w:p w14:paraId="72BB097D" w14:textId="627E23C0" w:rsidR="00173E9E" w:rsidRDefault="00173E9E" w:rsidP="00543749">
      <w:pPr>
        <w:pStyle w:val="Vahedeta"/>
        <w:jc w:val="both"/>
        <w:rPr>
          <w:sz w:val="24"/>
          <w:szCs w:val="24"/>
        </w:rPr>
      </w:pPr>
      <w:r>
        <w:rPr>
          <w:sz w:val="24"/>
          <w:szCs w:val="24"/>
        </w:rPr>
        <w:t>Lisa 1 – Tuleviku tn 10a maa-ala osa</w:t>
      </w:r>
      <w:r w:rsidR="006B7BED">
        <w:rPr>
          <w:sz w:val="24"/>
          <w:szCs w:val="24"/>
        </w:rPr>
        <w:t>-1 lehel</w:t>
      </w:r>
    </w:p>
    <w:p w14:paraId="3D1ADE38" w14:textId="77777777" w:rsidR="006B7BED" w:rsidRDefault="006B7BED" w:rsidP="00543749">
      <w:pPr>
        <w:pStyle w:val="Vahedeta"/>
        <w:jc w:val="both"/>
        <w:rPr>
          <w:sz w:val="24"/>
          <w:szCs w:val="24"/>
        </w:rPr>
      </w:pPr>
    </w:p>
    <w:p w14:paraId="0C25C36E" w14:textId="77777777" w:rsidR="006B7BED" w:rsidRDefault="006B7BED" w:rsidP="00543749">
      <w:pPr>
        <w:pStyle w:val="Vahedeta"/>
        <w:jc w:val="both"/>
        <w:rPr>
          <w:sz w:val="24"/>
          <w:szCs w:val="24"/>
        </w:rPr>
      </w:pPr>
    </w:p>
    <w:p w14:paraId="30DEAD68" w14:textId="77777777" w:rsidR="006B7BED" w:rsidRDefault="006B7BED" w:rsidP="00543749">
      <w:pPr>
        <w:pStyle w:val="Vahedeta"/>
        <w:jc w:val="both"/>
        <w:rPr>
          <w:sz w:val="24"/>
          <w:szCs w:val="24"/>
        </w:rPr>
      </w:pPr>
    </w:p>
    <w:p w14:paraId="7FC7A3E0" w14:textId="77777777" w:rsidR="006B7BED" w:rsidRDefault="006B7BED" w:rsidP="00543749">
      <w:pPr>
        <w:pStyle w:val="Vahedeta"/>
        <w:jc w:val="both"/>
        <w:rPr>
          <w:sz w:val="24"/>
          <w:szCs w:val="24"/>
        </w:rPr>
      </w:pPr>
    </w:p>
    <w:p w14:paraId="18DCEC98" w14:textId="77777777" w:rsidR="006B7BED" w:rsidRDefault="006B7BED" w:rsidP="00543749">
      <w:pPr>
        <w:pStyle w:val="Vahedeta"/>
        <w:jc w:val="both"/>
        <w:rPr>
          <w:sz w:val="24"/>
          <w:szCs w:val="24"/>
        </w:rPr>
      </w:pPr>
    </w:p>
    <w:p w14:paraId="7272D2D2" w14:textId="77777777" w:rsidR="006B7BED" w:rsidRDefault="006B7BED" w:rsidP="00543749">
      <w:pPr>
        <w:pStyle w:val="Vahedeta"/>
        <w:jc w:val="both"/>
        <w:rPr>
          <w:sz w:val="24"/>
          <w:szCs w:val="24"/>
        </w:rPr>
      </w:pPr>
    </w:p>
    <w:p w14:paraId="6073CE1C" w14:textId="77777777" w:rsidR="006B7BED" w:rsidRDefault="006B7BED" w:rsidP="00543749">
      <w:pPr>
        <w:pStyle w:val="Vahedeta"/>
        <w:jc w:val="both"/>
        <w:rPr>
          <w:sz w:val="24"/>
          <w:szCs w:val="24"/>
        </w:rPr>
      </w:pPr>
    </w:p>
    <w:p w14:paraId="656AEEDA" w14:textId="77777777" w:rsidR="006B7BED" w:rsidRDefault="006B7BED" w:rsidP="00543749">
      <w:pPr>
        <w:pStyle w:val="Vahedeta"/>
        <w:jc w:val="both"/>
        <w:rPr>
          <w:sz w:val="24"/>
          <w:szCs w:val="24"/>
        </w:rPr>
      </w:pPr>
    </w:p>
    <w:p w14:paraId="65758699" w14:textId="14314124" w:rsidR="006B7BED" w:rsidRDefault="006B7BED" w:rsidP="00543749">
      <w:pPr>
        <w:pStyle w:val="Vahedeta"/>
        <w:jc w:val="both"/>
        <w:rPr>
          <w:sz w:val="24"/>
          <w:szCs w:val="24"/>
        </w:rPr>
      </w:pPr>
      <w:r>
        <w:rPr>
          <w:sz w:val="24"/>
          <w:szCs w:val="24"/>
        </w:rPr>
        <w:t>Natalja Šibalova</w:t>
      </w:r>
    </w:p>
    <w:p w14:paraId="5AC7CDE6" w14:textId="32361BB3" w:rsidR="006B7BED" w:rsidRPr="006B7BED" w:rsidRDefault="005C10BA" w:rsidP="00543749">
      <w:pPr>
        <w:pStyle w:val="Vahedeta"/>
        <w:jc w:val="both"/>
        <w:rPr>
          <w:sz w:val="24"/>
          <w:szCs w:val="24"/>
          <w:lang w:val="en-US"/>
        </w:rPr>
      </w:pPr>
      <w:hyperlink r:id="rId9" w:history="1">
        <w:r w:rsidR="006B7BED" w:rsidRPr="00B2202E">
          <w:rPr>
            <w:rStyle w:val="Hperlink"/>
            <w:sz w:val="24"/>
            <w:szCs w:val="24"/>
          </w:rPr>
          <w:t>natalja.shibalova</w:t>
        </w:r>
        <w:r w:rsidR="006B7BED" w:rsidRPr="00B2202E">
          <w:rPr>
            <w:rStyle w:val="Hperlink"/>
            <w:sz w:val="24"/>
            <w:szCs w:val="24"/>
            <w:lang w:val="en-US"/>
          </w:rPr>
          <w:t>@narva.ee</w:t>
        </w:r>
      </w:hyperlink>
      <w:r w:rsidR="006B7BED">
        <w:rPr>
          <w:sz w:val="24"/>
          <w:szCs w:val="24"/>
          <w:lang w:val="en-US"/>
        </w:rPr>
        <w:t xml:space="preserve"> </w:t>
      </w:r>
    </w:p>
    <w:p w14:paraId="2FD18B47" w14:textId="77777777" w:rsidR="006B7BED" w:rsidRDefault="006B7BED" w:rsidP="00543749">
      <w:pPr>
        <w:pStyle w:val="Vahedeta"/>
        <w:jc w:val="both"/>
        <w:rPr>
          <w:sz w:val="24"/>
          <w:szCs w:val="24"/>
        </w:rPr>
      </w:pPr>
    </w:p>
    <w:sectPr w:rsidR="006B7BED" w:rsidSect="00754790">
      <w:headerReference w:type="default" r:id="rId10"/>
      <w:footerReference w:type="default" r:id="rId11"/>
      <w:pgSz w:w="11906" w:h="16838"/>
      <w:pgMar w:top="540" w:right="1274" w:bottom="719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37F9C4" w14:textId="77777777" w:rsidR="005C10BA" w:rsidRDefault="005C10BA">
      <w:r>
        <w:separator/>
      </w:r>
    </w:p>
  </w:endnote>
  <w:endnote w:type="continuationSeparator" w:id="0">
    <w:p w14:paraId="77FAF02E" w14:textId="77777777" w:rsidR="005C10BA" w:rsidRDefault="005C1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A9BCB" w14:textId="77777777" w:rsidR="00134F08" w:rsidRPr="0021778E" w:rsidRDefault="00134F08" w:rsidP="0021778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Peetri plats 5</w:t>
    </w:r>
    <w:r w:rsidR="0021778E" w:rsidRPr="0021778E">
      <w:rPr>
        <w:color w:val="365F91" w:themeColor="accent1" w:themeShade="BF"/>
        <w:sz w:val="20"/>
      </w:rPr>
      <w:tab/>
    </w:r>
    <w:r w:rsidR="0021778E" w:rsidRPr="0021778E">
      <w:rPr>
        <w:color w:val="365F91" w:themeColor="accent1" w:themeShade="BF"/>
        <w:sz w:val="20"/>
      </w:rPr>
      <w:tab/>
      <w:t>tel.: +372 359 9001</w:t>
    </w:r>
  </w:p>
  <w:p w14:paraId="6F77ABD9" w14:textId="77777777" w:rsidR="00134F08" w:rsidRPr="0021778E" w:rsidRDefault="00134F08" w:rsidP="0021778E">
    <w:pPr>
      <w:tabs>
        <w:tab w:val="right" w:pos="9072"/>
      </w:tabs>
      <w:spacing w:after="0" w:line="240" w:lineRule="auto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20308 Narva</w:t>
    </w:r>
    <w:r w:rsidR="0021778E" w:rsidRPr="0021778E">
      <w:rPr>
        <w:color w:val="365F91" w:themeColor="accent1" w:themeShade="BF"/>
        <w:sz w:val="20"/>
      </w:rPr>
      <w:tab/>
    </w:r>
    <w:proofErr w:type="spellStart"/>
    <w:r w:rsidR="0021778E" w:rsidRPr="0021778E">
      <w:rPr>
        <w:color w:val="365F91" w:themeColor="accent1" w:themeShade="BF"/>
        <w:sz w:val="20"/>
      </w:rPr>
      <w:t>fax</w:t>
    </w:r>
    <w:proofErr w:type="spellEnd"/>
    <w:r w:rsidR="0021778E" w:rsidRPr="0021778E">
      <w:rPr>
        <w:color w:val="365F91" w:themeColor="accent1" w:themeShade="BF"/>
        <w:sz w:val="20"/>
      </w:rPr>
      <w:t>.: +372 359 9020</w:t>
    </w:r>
  </w:p>
  <w:p w14:paraId="5D08980B" w14:textId="77777777" w:rsidR="00BB0462" w:rsidRPr="0021778E" w:rsidRDefault="00134F08" w:rsidP="00134F08">
    <w:pPr>
      <w:spacing w:after="0" w:line="240" w:lineRule="auto"/>
      <w:jc w:val="right"/>
      <w:rPr>
        <w:color w:val="365F91" w:themeColor="accent1" w:themeShade="BF"/>
        <w:sz w:val="20"/>
      </w:rPr>
    </w:pPr>
    <w:r w:rsidRPr="0021778E">
      <w:rPr>
        <w:color w:val="365F91" w:themeColor="accent1" w:themeShade="BF"/>
        <w:sz w:val="20"/>
      </w:rPr>
      <w:t>EESTI VABARIIK</w:t>
    </w:r>
    <w:r w:rsidRPr="0021778E">
      <w:rPr>
        <w:color w:val="365F91" w:themeColor="accent1" w:themeShade="BF"/>
        <w:sz w:val="20"/>
      </w:rPr>
      <w:ptab w:relativeTo="margin" w:alignment="center" w:leader="none"/>
    </w:r>
    <w:r w:rsidRPr="0021778E">
      <w:rPr>
        <w:color w:val="365F91" w:themeColor="accent1" w:themeShade="BF"/>
        <w:sz w:val="20"/>
      </w:rPr>
      <w:ptab w:relativeTo="margin" w:alignment="right" w:leader="none"/>
    </w:r>
    <w:r w:rsidR="0021778E" w:rsidRPr="0021778E">
      <w:rPr>
        <w:color w:val="365F91" w:themeColor="accent1" w:themeShade="BF"/>
        <w:sz w:val="20"/>
      </w:rPr>
      <w:t xml:space="preserve"> e-mail: narvalv@narva.ee</w:t>
    </w:r>
  </w:p>
  <w:p w14:paraId="2DBDD3B6" w14:textId="77777777" w:rsid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  <w:p w14:paraId="666FAE4E" w14:textId="77777777" w:rsidR="00134F08" w:rsidRPr="00134F08" w:rsidRDefault="00134F08" w:rsidP="00134F08">
    <w:pPr>
      <w:spacing w:after="0" w:line="240" w:lineRule="auto"/>
      <w:jc w:val="right"/>
      <w:rPr>
        <w:color w:val="365F91" w:themeColor="accent1" w:themeShade="BF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B5E792" w14:textId="77777777" w:rsidR="005C10BA" w:rsidRDefault="005C10BA">
      <w:r>
        <w:separator/>
      </w:r>
    </w:p>
  </w:footnote>
  <w:footnote w:type="continuationSeparator" w:id="0">
    <w:p w14:paraId="58EA5633" w14:textId="77777777" w:rsidR="005C10BA" w:rsidRDefault="005C1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0E451" w14:textId="77777777" w:rsidR="00BB0462" w:rsidRDefault="00217545">
    <w:pPr>
      <w:pStyle w:val="Pi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FDBDECD" wp14:editId="30FF4906">
              <wp:simplePos x="0" y="0"/>
              <wp:positionH relativeFrom="column">
                <wp:posOffset>1143000</wp:posOffset>
              </wp:positionH>
              <wp:positionV relativeFrom="paragraph">
                <wp:posOffset>-220980</wp:posOffset>
              </wp:positionV>
              <wp:extent cx="3675380" cy="1371600"/>
              <wp:effectExtent l="0" t="0" r="0" b="1905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75380" cy="1371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A12A0B" w14:textId="77777777" w:rsidR="00BB0462" w:rsidRDefault="00217545" w:rsidP="00675818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et-EE"/>
                            </w:rPr>
                            <w:drawing>
                              <wp:inline distT="0" distB="0" distL="0" distR="0" wp14:anchorId="5BB3CDF1" wp14:editId="1BF07051">
                                <wp:extent cx="657225" cy="800100"/>
                                <wp:effectExtent l="0" t="0" r="9525" b="0"/>
                                <wp:docPr id="2" name="Pilt 2" descr="Narva_VAP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Narva_VAP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7225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5DD6D10B" w14:textId="77777777" w:rsidR="00BB0462" w:rsidRPr="00AB0FA0" w:rsidRDefault="00973BF1" w:rsidP="00675818">
                          <w:pPr>
                            <w:jc w:val="center"/>
                            <w:rPr>
                              <w:color w:val="0000FF"/>
                              <w:sz w:val="44"/>
                              <w:szCs w:val="44"/>
                            </w:rPr>
                          </w:pPr>
                          <w:r>
                            <w:rPr>
                              <w:color w:val="0000FF"/>
                              <w:sz w:val="44"/>
                              <w:szCs w:val="44"/>
                            </w:rPr>
                            <w:t xml:space="preserve">NARVA  </w:t>
                          </w:r>
                          <w:r w:rsidR="00BB0462" w:rsidRPr="001E4DB0">
                            <w:rPr>
                              <w:color w:val="0000FF"/>
                              <w:sz w:val="44"/>
                              <w:szCs w:val="44"/>
                            </w:rPr>
                            <w:t>LINNA</w:t>
                          </w:r>
                          <w:r w:rsidR="00217545">
                            <w:rPr>
                              <w:color w:val="0000FF"/>
                              <w:sz w:val="44"/>
                              <w:szCs w:val="44"/>
                            </w:rPr>
                            <w:t>VALITSUS</w:t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FDBDEC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90pt;margin-top:-17.4pt;width:289.4pt;height:108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" stroked="f">
              <v:textbox>
                <w:txbxContent>
                  <w:p w14:paraId="4CA12A0B" w14:textId="77777777" w:rsidR="00BB0462" w:rsidRDefault="00217545" w:rsidP="00675818">
                    <w:pPr>
                      <w:jc w:val="center"/>
                    </w:pPr>
                    <w:r>
                      <w:rPr>
                        <w:noProof/>
                        <w:lang w:eastAsia="et-EE"/>
                      </w:rPr>
                      <w:drawing>
                        <wp:inline distT="0" distB="0" distL="0" distR="0" wp14:anchorId="5BB3CDF1" wp14:editId="1BF07051">
                          <wp:extent cx="657225" cy="800100"/>
                          <wp:effectExtent l="0" t="0" r="9525" b="0"/>
                          <wp:docPr id="2" name="Pilt 2" descr="Narva_VAP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Narva_VAP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57225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5DD6D10B" w14:textId="77777777" w:rsidR="00BB0462" w:rsidRPr="00AB0FA0" w:rsidRDefault="00973BF1" w:rsidP="00675818">
                    <w:pPr>
                      <w:jc w:val="center"/>
                      <w:rPr>
                        <w:color w:val="0000FF"/>
                        <w:sz w:val="44"/>
                        <w:szCs w:val="44"/>
                      </w:rPr>
                    </w:pPr>
                    <w:r>
                      <w:rPr>
                        <w:color w:val="0000FF"/>
                        <w:sz w:val="44"/>
                        <w:szCs w:val="44"/>
                      </w:rPr>
                      <w:t xml:space="preserve">NARVA  </w:t>
                    </w:r>
                    <w:r w:rsidR="00BB0462" w:rsidRPr="001E4DB0">
                      <w:rPr>
                        <w:color w:val="0000FF"/>
                        <w:sz w:val="44"/>
                        <w:szCs w:val="44"/>
                      </w:rPr>
                      <w:t>LINNA</w:t>
                    </w:r>
                    <w:r w:rsidR="00217545">
                      <w:rPr>
                        <w:color w:val="0000FF"/>
                        <w:sz w:val="44"/>
                        <w:szCs w:val="44"/>
                      </w:rPr>
                      <w:t>VALITSUS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64C06"/>
    <w:multiLevelType w:val="hybridMultilevel"/>
    <w:tmpl w:val="9F6EE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448DF"/>
    <w:multiLevelType w:val="hybridMultilevel"/>
    <w:tmpl w:val="744AA2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E2F7D"/>
    <w:multiLevelType w:val="hybridMultilevel"/>
    <w:tmpl w:val="9E1402C6"/>
    <w:lvl w:ilvl="0" w:tplc="F5D8F3A4">
      <w:start w:val="1"/>
      <w:numFmt w:val="decimal"/>
      <w:lvlText w:val="%1."/>
      <w:lvlJc w:val="left"/>
      <w:pPr>
        <w:ind w:left="720" w:hanging="360"/>
      </w:pPr>
      <w:rPr>
        <w:rFonts w:hAnsi="Symbol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23127"/>
    <w:multiLevelType w:val="hybridMultilevel"/>
    <w:tmpl w:val="7BC832F6"/>
    <w:lvl w:ilvl="0" w:tplc="84B0B9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55FA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DD42F29"/>
    <w:multiLevelType w:val="hybridMultilevel"/>
    <w:tmpl w:val="94F85B3E"/>
    <w:lvl w:ilvl="0" w:tplc="40904D3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95ECC"/>
    <w:multiLevelType w:val="hybridMultilevel"/>
    <w:tmpl w:val="E774F29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9615B1"/>
    <w:multiLevelType w:val="multilevel"/>
    <w:tmpl w:val="D9D2D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8011E6"/>
    <w:multiLevelType w:val="hybridMultilevel"/>
    <w:tmpl w:val="7D1654A2"/>
    <w:lvl w:ilvl="0" w:tplc="B72A55E4">
      <w:start w:val="1"/>
      <w:numFmt w:val="decimal"/>
      <w:lvlText w:val="(%1)"/>
      <w:lvlJc w:val="left"/>
      <w:pPr>
        <w:ind w:left="525" w:hanging="4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200" w:hanging="360"/>
      </w:pPr>
    </w:lvl>
    <w:lvl w:ilvl="2" w:tplc="0425001B" w:tentative="1">
      <w:start w:val="1"/>
      <w:numFmt w:val="lowerRoman"/>
      <w:lvlText w:val="%3."/>
      <w:lvlJc w:val="right"/>
      <w:pPr>
        <w:ind w:left="1920" w:hanging="180"/>
      </w:pPr>
    </w:lvl>
    <w:lvl w:ilvl="3" w:tplc="0425000F" w:tentative="1">
      <w:start w:val="1"/>
      <w:numFmt w:val="decimal"/>
      <w:lvlText w:val="%4."/>
      <w:lvlJc w:val="left"/>
      <w:pPr>
        <w:ind w:left="2640" w:hanging="360"/>
      </w:pPr>
    </w:lvl>
    <w:lvl w:ilvl="4" w:tplc="04250019" w:tentative="1">
      <w:start w:val="1"/>
      <w:numFmt w:val="lowerLetter"/>
      <w:lvlText w:val="%5."/>
      <w:lvlJc w:val="left"/>
      <w:pPr>
        <w:ind w:left="3360" w:hanging="360"/>
      </w:pPr>
    </w:lvl>
    <w:lvl w:ilvl="5" w:tplc="0425001B" w:tentative="1">
      <w:start w:val="1"/>
      <w:numFmt w:val="lowerRoman"/>
      <w:lvlText w:val="%6."/>
      <w:lvlJc w:val="right"/>
      <w:pPr>
        <w:ind w:left="4080" w:hanging="180"/>
      </w:pPr>
    </w:lvl>
    <w:lvl w:ilvl="6" w:tplc="0425000F" w:tentative="1">
      <w:start w:val="1"/>
      <w:numFmt w:val="decimal"/>
      <w:lvlText w:val="%7."/>
      <w:lvlJc w:val="left"/>
      <w:pPr>
        <w:ind w:left="4800" w:hanging="360"/>
      </w:pPr>
    </w:lvl>
    <w:lvl w:ilvl="7" w:tplc="04250019" w:tentative="1">
      <w:start w:val="1"/>
      <w:numFmt w:val="lowerLetter"/>
      <w:lvlText w:val="%8."/>
      <w:lvlJc w:val="left"/>
      <w:pPr>
        <w:ind w:left="5520" w:hanging="360"/>
      </w:pPr>
    </w:lvl>
    <w:lvl w:ilvl="8" w:tplc="0425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F52"/>
    <w:rsid w:val="0000439B"/>
    <w:rsid w:val="000259F8"/>
    <w:rsid w:val="00063648"/>
    <w:rsid w:val="00065323"/>
    <w:rsid w:val="00076783"/>
    <w:rsid w:val="00083CAD"/>
    <w:rsid w:val="0009475F"/>
    <w:rsid w:val="000C57D1"/>
    <w:rsid w:val="000D6E7E"/>
    <w:rsid w:val="000D7C74"/>
    <w:rsid w:val="000F28D0"/>
    <w:rsid w:val="000F631E"/>
    <w:rsid w:val="001117C2"/>
    <w:rsid w:val="00113623"/>
    <w:rsid w:val="00116F52"/>
    <w:rsid w:val="00133432"/>
    <w:rsid w:val="00134F08"/>
    <w:rsid w:val="00135320"/>
    <w:rsid w:val="0013661D"/>
    <w:rsid w:val="0013696C"/>
    <w:rsid w:val="00166996"/>
    <w:rsid w:val="00166FE6"/>
    <w:rsid w:val="001733C5"/>
    <w:rsid w:val="00173E9E"/>
    <w:rsid w:val="001C5845"/>
    <w:rsid w:val="001E4D5D"/>
    <w:rsid w:val="001E4DB0"/>
    <w:rsid w:val="001F2027"/>
    <w:rsid w:val="002048D3"/>
    <w:rsid w:val="00204DE1"/>
    <w:rsid w:val="00216A6E"/>
    <w:rsid w:val="00217545"/>
    <w:rsid w:val="0021778E"/>
    <w:rsid w:val="00224A68"/>
    <w:rsid w:val="00224FD2"/>
    <w:rsid w:val="00231318"/>
    <w:rsid w:val="0023369A"/>
    <w:rsid w:val="00236862"/>
    <w:rsid w:val="00255584"/>
    <w:rsid w:val="00265008"/>
    <w:rsid w:val="00276D90"/>
    <w:rsid w:val="002816D3"/>
    <w:rsid w:val="00282010"/>
    <w:rsid w:val="00287019"/>
    <w:rsid w:val="0029749A"/>
    <w:rsid w:val="002B07ED"/>
    <w:rsid w:val="002C16D6"/>
    <w:rsid w:val="002C1A41"/>
    <w:rsid w:val="002C2AE5"/>
    <w:rsid w:val="002C4ECC"/>
    <w:rsid w:val="002D7BDC"/>
    <w:rsid w:val="002E38EA"/>
    <w:rsid w:val="00304216"/>
    <w:rsid w:val="00316C84"/>
    <w:rsid w:val="00321A07"/>
    <w:rsid w:val="003476A6"/>
    <w:rsid w:val="00355048"/>
    <w:rsid w:val="003656F7"/>
    <w:rsid w:val="00373DF1"/>
    <w:rsid w:val="00377E85"/>
    <w:rsid w:val="00380DAD"/>
    <w:rsid w:val="00381E95"/>
    <w:rsid w:val="003B54A2"/>
    <w:rsid w:val="003B5540"/>
    <w:rsid w:val="003B7723"/>
    <w:rsid w:val="003D00B8"/>
    <w:rsid w:val="003F77E2"/>
    <w:rsid w:val="00403FB8"/>
    <w:rsid w:val="0042247A"/>
    <w:rsid w:val="0043262A"/>
    <w:rsid w:val="0043479C"/>
    <w:rsid w:val="0044309A"/>
    <w:rsid w:val="0044673A"/>
    <w:rsid w:val="004612D6"/>
    <w:rsid w:val="00461495"/>
    <w:rsid w:val="00462510"/>
    <w:rsid w:val="0046311F"/>
    <w:rsid w:val="004A50CB"/>
    <w:rsid w:val="004A55E6"/>
    <w:rsid w:val="004B24A0"/>
    <w:rsid w:val="004B3FBB"/>
    <w:rsid w:val="004B473E"/>
    <w:rsid w:val="004B6539"/>
    <w:rsid w:val="004E0E62"/>
    <w:rsid w:val="004F6E60"/>
    <w:rsid w:val="00505087"/>
    <w:rsid w:val="0050589A"/>
    <w:rsid w:val="00513B6D"/>
    <w:rsid w:val="005158C2"/>
    <w:rsid w:val="00531273"/>
    <w:rsid w:val="005362D0"/>
    <w:rsid w:val="00543749"/>
    <w:rsid w:val="00560F32"/>
    <w:rsid w:val="0056380F"/>
    <w:rsid w:val="0058430A"/>
    <w:rsid w:val="00584873"/>
    <w:rsid w:val="005860A3"/>
    <w:rsid w:val="00597302"/>
    <w:rsid w:val="005B1000"/>
    <w:rsid w:val="005B2D1C"/>
    <w:rsid w:val="005B41CE"/>
    <w:rsid w:val="005B4657"/>
    <w:rsid w:val="005C10BA"/>
    <w:rsid w:val="005C5E54"/>
    <w:rsid w:val="005C72DE"/>
    <w:rsid w:val="005D4134"/>
    <w:rsid w:val="005D66F1"/>
    <w:rsid w:val="00610E2F"/>
    <w:rsid w:val="00644401"/>
    <w:rsid w:val="00662045"/>
    <w:rsid w:val="00675818"/>
    <w:rsid w:val="00680390"/>
    <w:rsid w:val="00681F52"/>
    <w:rsid w:val="0068539F"/>
    <w:rsid w:val="006A4CBD"/>
    <w:rsid w:val="006B7BED"/>
    <w:rsid w:val="006D33CD"/>
    <w:rsid w:val="006E6D22"/>
    <w:rsid w:val="006F1712"/>
    <w:rsid w:val="007006F2"/>
    <w:rsid w:val="007053C4"/>
    <w:rsid w:val="00720EDC"/>
    <w:rsid w:val="00730B02"/>
    <w:rsid w:val="00740527"/>
    <w:rsid w:val="0075143A"/>
    <w:rsid w:val="00754790"/>
    <w:rsid w:val="00756857"/>
    <w:rsid w:val="007578E9"/>
    <w:rsid w:val="00760F0F"/>
    <w:rsid w:val="0077235A"/>
    <w:rsid w:val="00773D0D"/>
    <w:rsid w:val="0078249D"/>
    <w:rsid w:val="0078371C"/>
    <w:rsid w:val="00793755"/>
    <w:rsid w:val="007A74EA"/>
    <w:rsid w:val="007D15A9"/>
    <w:rsid w:val="007D3B56"/>
    <w:rsid w:val="007F267C"/>
    <w:rsid w:val="007F3D0A"/>
    <w:rsid w:val="0080114A"/>
    <w:rsid w:val="00833581"/>
    <w:rsid w:val="00837B4C"/>
    <w:rsid w:val="00850441"/>
    <w:rsid w:val="00853807"/>
    <w:rsid w:val="00891D8B"/>
    <w:rsid w:val="008946B8"/>
    <w:rsid w:val="00894A11"/>
    <w:rsid w:val="00895B35"/>
    <w:rsid w:val="008A38DD"/>
    <w:rsid w:val="008A5582"/>
    <w:rsid w:val="008C2791"/>
    <w:rsid w:val="008C76DB"/>
    <w:rsid w:val="008E7E9F"/>
    <w:rsid w:val="008F1160"/>
    <w:rsid w:val="008F2F48"/>
    <w:rsid w:val="0090226A"/>
    <w:rsid w:val="00923549"/>
    <w:rsid w:val="00973BF1"/>
    <w:rsid w:val="009C149E"/>
    <w:rsid w:val="009D7ADB"/>
    <w:rsid w:val="009F26C9"/>
    <w:rsid w:val="00A033A1"/>
    <w:rsid w:val="00A20943"/>
    <w:rsid w:val="00A421CC"/>
    <w:rsid w:val="00A63D97"/>
    <w:rsid w:val="00A7631E"/>
    <w:rsid w:val="00A77DCB"/>
    <w:rsid w:val="00A91A11"/>
    <w:rsid w:val="00AC1D7A"/>
    <w:rsid w:val="00AC5CB4"/>
    <w:rsid w:val="00AC5D9A"/>
    <w:rsid w:val="00AE126F"/>
    <w:rsid w:val="00AE2509"/>
    <w:rsid w:val="00AE3045"/>
    <w:rsid w:val="00AF0BB5"/>
    <w:rsid w:val="00B07A9C"/>
    <w:rsid w:val="00B12C83"/>
    <w:rsid w:val="00B15F98"/>
    <w:rsid w:val="00B21767"/>
    <w:rsid w:val="00B31FBC"/>
    <w:rsid w:val="00B34637"/>
    <w:rsid w:val="00B422B0"/>
    <w:rsid w:val="00B5141B"/>
    <w:rsid w:val="00B537C9"/>
    <w:rsid w:val="00B82825"/>
    <w:rsid w:val="00B84D98"/>
    <w:rsid w:val="00B91310"/>
    <w:rsid w:val="00B920FF"/>
    <w:rsid w:val="00BA1CE2"/>
    <w:rsid w:val="00BA4297"/>
    <w:rsid w:val="00BA622D"/>
    <w:rsid w:val="00BB0462"/>
    <w:rsid w:val="00BB0FE6"/>
    <w:rsid w:val="00BB5A73"/>
    <w:rsid w:val="00BC3915"/>
    <w:rsid w:val="00BD1221"/>
    <w:rsid w:val="00BD6289"/>
    <w:rsid w:val="00BE22CE"/>
    <w:rsid w:val="00BE4D4E"/>
    <w:rsid w:val="00C119CD"/>
    <w:rsid w:val="00C167B4"/>
    <w:rsid w:val="00C233DB"/>
    <w:rsid w:val="00C2482A"/>
    <w:rsid w:val="00C35A53"/>
    <w:rsid w:val="00C47892"/>
    <w:rsid w:val="00C47E42"/>
    <w:rsid w:val="00C53183"/>
    <w:rsid w:val="00C73AEE"/>
    <w:rsid w:val="00C741F2"/>
    <w:rsid w:val="00C976DC"/>
    <w:rsid w:val="00CA1C6E"/>
    <w:rsid w:val="00CA76D0"/>
    <w:rsid w:val="00CE36EE"/>
    <w:rsid w:val="00CE75D4"/>
    <w:rsid w:val="00CF395F"/>
    <w:rsid w:val="00D023DF"/>
    <w:rsid w:val="00D03BCA"/>
    <w:rsid w:val="00D34F4A"/>
    <w:rsid w:val="00D3788D"/>
    <w:rsid w:val="00D46D9D"/>
    <w:rsid w:val="00D61186"/>
    <w:rsid w:val="00D62A09"/>
    <w:rsid w:val="00D64BAD"/>
    <w:rsid w:val="00D76756"/>
    <w:rsid w:val="00D9230F"/>
    <w:rsid w:val="00D930C4"/>
    <w:rsid w:val="00DA4867"/>
    <w:rsid w:val="00DB49DA"/>
    <w:rsid w:val="00DC2BF7"/>
    <w:rsid w:val="00DC44DA"/>
    <w:rsid w:val="00DE5049"/>
    <w:rsid w:val="00E112A7"/>
    <w:rsid w:val="00E277CB"/>
    <w:rsid w:val="00E409C7"/>
    <w:rsid w:val="00E4290D"/>
    <w:rsid w:val="00E469F4"/>
    <w:rsid w:val="00E618CA"/>
    <w:rsid w:val="00E922B7"/>
    <w:rsid w:val="00EB04FE"/>
    <w:rsid w:val="00ED1E08"/>
    <w:rsid w:val="00EF0EAE"/>
    <w:rsid w:val="00EF7A9A"/>
    <w:rsid w:val="00F1752D"/>
    <w:rsid w:val="00F205A4"/>
    <w:rsid w:val="00F31A66"/>
    <w:rsid w:val="00F31E65"/>
    <w:rsid w:val="00F54F6E"/>
    <w:rsid w:val="00F57B00"/>
    <w:rsid w:val="00F630E1"/>
    <w:rsid w:val="00F65DE4"/>
    <w:rsid w:val="00F74B8E"/>
    <w:rsid w:val="00F74C54"/>
    <w:rsid w:val="00F82866"/>
    <w:rsid w:val="00F91F53"/>
    <w:rsid w:val="00FA003A"/>
    <w:rsid w:val="00FA3669"/>
    <w:rsid w:val="00FA58E9"/>
    <w:rsid w:val="00FB12B6"/>
    <w:rsid w:val="00FB7FF8"/>
    <w:rsid w:val="00FC3AE1"/>
    <w:rsid w:val="00FD3932"/>
    <w:rsid w:val="00FD4D1B"/>
    <w:rsid w:val="00FD6049"/>
    <w:rsid w:val="00FE041B"/>
    <w:rsid w:val="00FE1AFF"/>
    <w:rsid w:val="00FE3AB5"/>
    <w:rsid w:val="00FE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EC3580"/>
  <w15:docId w15:val="{F21125F2-EED2-43CD-BB45-6CD45071C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946B8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C976D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semiHidden/>
    <w:unhideWhenUsed/>
    <w:qFormat/>
    <w:rsid w:val="006D33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semiHidden/>
    <w:unhideWhenUsed/>
    <w:qFormat/>
    <w:rsid w:val="006A4C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Loendtabel6">
    <w:name w:val="Table List 6"/>
    <w:basedOn w:val="Normaaltabel"/>
    <w:rsid w:val="00F57B00"/>
    <w:pPr>
      <w:spacing w:after="120"/>
    </w:pPr>
    <w:rPr>
      <w:sz w:val="22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Pis">
    <w:name w:val="header"/>
    <w:basedOn w:val="Normaallaad"/>
    <w:rsid w:val="00675818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67581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rsid w:val="002175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55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355048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iPriority w:val="99"/>
    <w:rsid w:val="00D03BCA"/>
    <w:rPr>
      <w:color w:val="0000FF" w:themeColor="hyperlink"/>
      <w:u w:val="single"/>
    </w:rPr>
  </w:style>
  <w:style w:type="character" w:styleId="Rhutus">
    <w:name w:val="Emphasis"/>
    <w:basedOn w:val="Liguvaikefont"/>
    <w:qFormat/>
    <w:rsid w:val="00C976DC"/>
    <w:rPr>
      <w:i/>
      <w:iCs/>
    </w:rPr>
  </w:style>
  <w:style w:type="character" w:customStyle="1" w:styleId="Pealkiri1Mrk">
    <w:name w:val="Pealkiri 1 Märk"/>
    <w:basedOn w:val="Liguvaikefont"/>
    <w:link w:val="Pealkiri1"/>
    <w:rsid w:val="00C976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Tugev">
    <w:name w:val="Strong"/>
    <w:basedOn w:val="Liguvaikefont"/>
    <w:uiPriority w:val="22"/>
    <w:qFormat/>
    <w:rsid w:val="00C976DC"/>
    <w:rPr>
      <w:b/>
      <w:bCs/>
    </w:rPr>
  </w:style>
  <w:style w:type="paragraph" w:styleId="Alapealkiri">
    <w:name w:val="Subtitle"/>
    <w:basedOn w:val="Normaallaad"/>
    <w:next w:val="Normaallaad"/>
    <w:link w:val="AlapealkiriMrk"/>
    <w:qFormat/>
    <w:rsid w:val="00C976D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apealkiriMrk">
    <w:name w:val="Alapealkiri Märk"/>
    <w:basedOn w:val="Liguvaikefont"/>
    <w:link w:val="Alapealkiri"/>
    <w:rsid w:val="00C976D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Vahedeta">
    <w:name w:val="No Spacing"/>
    <w:uiPriority w:val="1"/>
    <w:qFormat/>
    <w:rsid w:val="00C976DC"/>
    <w:rPr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5C5E54"/>
    <w:pPr>
      <w:spacing w:after="0" w:line="240" w:lineRule="auto"/>
      <w:ind w:left="720"/>
      <w:contextualSpacing/>
    </w:pPr>
    <w:rPr>
      <w:rFonts w:eastAsiaTheme="minorHAnsi" w:cstheme="minorBidi"/>
      <w:sz w:val="24"/>
    </w:rPr>
  </w:style>
  <w:style w:type="character" w:customStyle="1" w:styleId="Pealkiri3Mrk">
    <w:name w:val="Pealkiri 3 Märk"/>
    <w:basedOn w:val="Liguvaikefont"/>
    <w:link w:val="Pealkiri3"/>
    <w:semiHidden/>
    <w:rsid w:val="006D33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Normaallaadveeb">
    <w:name w:val="Normal (Web)"/>
    <w:basedOn w:val="Normaallaad"/>
    <w:uiPriority w:val="99"/>
    <w:unhideWhenUsed/>
    <w:rsid w:val="0023369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et-EE"/>
    </w:rPr>
  </w:style>
  <w:style w:type="character" w:customStyle="1" w:styleId="tyhik">
    <w:name w:val="tyhik"/>
    <w:basedOn w:val="Liguvaikefont"/>
    <w:rsid w:val="0023369A"/>
  </w:style>
  <w:style w:type="paragraph" w:styleId="Pealkiri">
    <w:name w:val="Title"/>
    <w:basedOn w:val="Normaallaad"/>
    <w:next w:val="Normaallaad"/>
    <w:link w:val="PealkiriMrk"/>
    <w:qFormat/>
    <w:rsid w:val="00E922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rsid w:val="00E922B7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F74C5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F74C54"/>
    <w:rPr>
      <w:rFonts w:eastAsia="Times New Roman"/>
      <w:sz w:val="24"/>
      <w:szCs w:val="24"/>
      <w:lang w:val="en-US" w:eastAsia="en-US"/>
    </w:rPr>
  </w:style>
  <w:style w:type="paragraph" w:customStyle="1" w:styleId="normal1">
    <w:name w:val="normal1"/>
    <w:basedOn w:val="Normaallaad"/>
    <w:rsid w:val="0090226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  <w:style w:type="character" w:customStyle="1" w:styleId="textlinkinside">
    <w:name w:val="textlinkinside"/>
    <w:basedOn w:val="Liguvaikefont"/>
    <w:rsid w:val="00F74B8E"/>
  </w:style>
  <w:style w:type="character" w:customStyle="1" w:styleId="Pealkiri4Mrk">
    <w:name w:val="Pealkiri 4 Märk"/>
    <w:basedOn w:val="Liguvaikefont"/>
    <w:link w:val="Pealkiri4"/>
    <w:semiHidden/>
    <w:rsid w:val="006A4CBD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Default">
    <w:name w:val="Default"/>
    <w:rsid w:val="002C1A4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ru-RU" w:eastAsia="en-US"/>
    </w:rPr>
  </w:style>
  <w:style w:type="character" w:customStyle="1" w:styleId="fontstyle01">
    <w:name w:val="fontstyle01"/>
    <w:basedOn w:val="Liguvaikefont"/>
    <w:rsid w:val="00597302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Kehatekst">
    <w:name w:val="Body Text"/>
    <w:basedOn w:val="Normaallaad"/>
    <w:link w:val="KehatekstMrk"/>
    <w:semiHidden/>
    <w:unhideWhenUsed/>
    <w:rsid w:val="00166996"/>
    <w:pPr>
      <w:spacing w:after="120"/>
    </w:pPr>
  </w:style>
  <w:style w:type="character" w:customStyle="1" w:styleId="KehatekstMrk">
    <w:name w:val="Kehatekst Märk"/>
    <w:basedOn w:val="Liguvaikefont"/>
    <w:link w:val="Kehatekst"/>
    <w:semiHidden/>
    <w:rsid w:val="00166996"/>
    <w:rPr>
      <w:sz w:val="22"/>
      <w:szCs w:val="22"/>
      <w:lang w:eastAsia="en-US"/>
    </w:rPr>
  </w:style>
  <w:style w:type="character" w:customStyle="1" w:styleId="markedcontent">
    <w:name w:val="markedcontent"/>
    <w:basedOn w:val="Liguvaikefont"/>
    <w:rsid w:val="00E112A7"/>
  </w:style>
  <w:style w:type="paragraph" w:customStyle="1" w:styleId="Keskminekoordinaatvrk21">
    <w:name w:val="Keskmine koordinaatvõrk 21"/>
    <w:qFormat/>
    <w:rsid w:val="00754790"/>
    <w:rPr>
      <w:rFonts w:ascii="Calibri" w:eastAsia="Times New Roman" w:hAnsi="Calibri"/>
      <w:sz w:val="22"/>
      <w:szCs w:val="22"/>
      <w:lang w:val="ru-RU" w:eastAsia="en-US"/>
    </w:rPr>
  </w:style>
  <w:style w:type="character" w:customStyle="1" w:styleId="contentpasted0">
    <w:name w:val="contentpasted0"/>
    <w:basedOn w:val="Liguvaikefont"/>
    <w:rsid w:val="00543749"/>
  </w:style>
  <w:style w:type="character" w:customStyle="1" w:styleId="Lahendamatamainimine1">
    <w:name w:val="Lahendamata mainimine1"/>
    <w:basedOn w:val="Liguvaikefont"/>
    <w:uiPriority w:val="99"/>
    <w:semiHidden/>
    <w:unhideWhenUsed/>
    <w:rsid w:val="002D7BDC"/>
    <w:rPr>
      <w:color w:val="605E5C"/>
      <w:shd w:val="clear" w:color="auto" w:fill="E1DFDD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6B7B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7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798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313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iseministeerium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atalja.shibalova@narva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mas\Documents\linnavalitsuse%20kiri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B1F83-E5FC-4D5D-AD1F-BD9BC8329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linnavalitsuse kiri</Template>
  <TotalTime>16</TotalTime>
  <Pages>1</Pages>
  <Words>170</Words>
  <Characters>990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Narva Linnavalitsus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Urmas</dc:creator>
  <cp:lastModifiedBy>Marika</cp:lastModifiedBy>
  <cp:revision>5</cp:revision>
  <cp:lastPrinted>2024-06-04T11:13:00Z</cp:lastPrinted>
  <dcterms:created xsi:type="dcterms:W3CDTF">2024-10-28T09:26:00Z</dcterms:created>
  <dcterms:modified xsi:type="dcterms:W3CDTF">2024-10-28T14:25:00Z</dcterms:modified>
</cp:coreProperties>
</file>