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6503A" w14:textId="77777777" w:rsidR="00370512" w:rsidRDefault="00370512">
      <w:pPr>
        <w:rPr>
          <w:rFonts w:asciiTheme="majorHAnsi" w:hAnsiTheme="majorHAnsi" w:cstheme="majorHAnsi"/>
          <w:sz w:val="22"/>
          <w:szCs w:val="22"/>
        </w:rPr>
      </w:pPr>
    </w:p>
    <w:p w14:paraId="208937CE" w14:textId="2691FD05" w:rsidR="00423E50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val="et-EE" w:eastAsia="en-US"/>
        </w:rPr>
      </w:pPr>
    </w:p>
    <w:p w14:paraId="49A480C8" w14:textId="46ED5BF0" w:rsidR="00423E50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val="et-EE" w:eastAsia="en-US"/>
        </w:rPr>
      </w:pPr>
    </w:p>
    <w:p w14:paraId="1AECD384" w14:textId="0A7B33D1" w:rsidR="00423E50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val="et-EE" w:eastAsia="en-US"/>
        </w:rPr>
      </w:pPr>
    </w:p>
    <w:p w14:paraId="337F89A1" w14:textId="0E492D8E" w:rsidR="00423E50" w:rsidRPr="00DD408F" w:rsidRDefault="00DD408F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  <w:r w:rsidRPr="00DD408F">
        <w:rPr>
          <w:rFonts w:eastAsiaTheme="minorHAnsi" w:cs="Times New Roman"/>
          <w:color w:val="000000"/>
          <w:lang w:val="et-EE" w:eastAsia="en-US"/>
        </w:rPr>
        <w:t>Martin Tulit</w:t>
      </w:r>
    </w:p>
    <w:p w14:paraId="4B2E90C2" w14:textId="578EAE5C" w:rsidR="00423E50" w:rsidRPr="00DD408F" w:rsidRDefault="00DD408F" w:rsidP="00423E50">
      <w:pPr>
        <w:autoSpaceDE w:val="0"/>
        <w:autoSpaceDN w:val="0"/>
        <w:adjustRightInd w:val="0"/>
        <w:rPr>
          <w:rFonts w:cs="Times New Roman"/>
          <w:lang w:val="et-EE"/>
        </w:rPr>
      </w:pPr>
      <w:r>
        <w:rPr>
          <w:rFonts w:cs="Times New Roman"/>
          <w:lang w:val="et-EE"/>
        </w:rPr>
        <w:t>Usuasjade ja k</w:t>
      </w:r>
      <w:r w:rsidR="00423E50" w:rsidRPr="00DD408F">
        <w:rPr>
          <w:rFonts w:cs="Times New Roman"/>
          <w:lang w:val="et-EE"/>
        </w:rPr>
        <w:t>odanikuühiskonna</w:t>
      </w:r>
      <w:r>
        <w:rPr>
          <w:rFonts w:cs="Times New Roman"/>
          <w:lang w:val="et-EE"/>
        </w:rPr>
        <w:t xml:space="preserve"> </w:t>
      </w:r>
      <w:r w:rsidR="00423E50" w:rsidRPr="00DD408F">
        <w:rPr>
          <w:rFonts w:cs="Times New Roman"/>
          <w:lang w:val="et-EE"/>
        </w:rPr>
        <w:t xml:space="preserve">osakond </w:t>
      </w:r>
    </w:p>
    <w:p w14:paraId="547441C9" w14:textId="77777777" w:rsidR="00423E50" w:rsidRPr="00ED3A3D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  <w:r w:rsidRPr="00DD408F">
        <w:rPr>
          <w:rFonts w:eastAsiaTheme="minorHAnsi" w:cs="Times New Roman"/>
          <w:color w:val="000000"/>
          <w:lang w:val="et-EE" w:eastAsia="en-US"/>
        </w:rPr>
        <w:t>Siseministeerium</w:t>
      </w:r>
    </w:p>
    <w:p w14:paraId="0B0C97A9" w14:textId="444B703D" w:rsidR="00423E50" w:rsidRPr="00ED3A3D" w:rsidRDefault="000B37FB" w:rsidP="000B37FB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  <w:hyperlink r:id="rId7" w:history="1">
        <w:r w:rsidRPr="00402EAF">
          <w:rPr>
            <w:rStyle w:val="Hperlink"/>
            <w:rFonts w:eastAsiaTheme="minorHAnsi" w:cs="Times New Roman"/>
            <w:lang w:val="et-EE" w:eastAsia="en-US"/>
          </w:rPr>
          <w:t>info@siseministeerium.ee</w:t>
        </w:r>
      </w:hyperlink>
      <w:r w:rsidR="00423E50" w:rsidRPr="00ED3A3D">
        <w:rPr>
          <w:rFonts w:eastAsiaTheme="minorHAnsi" w:cs="Times New Roman"/>
          <w:color w:val="000000"/>
          <w:lang w:val="et-EE" w:eastAsia="en-US"/>
        </w:rPr>
        <w:tab/>
      </w:r>
      <w:r w:rsidR="00423E50" w:rsidRPr="00ED3A3D">
        <w:rPr>
          <w:rFonts w:eastAsiaTheme="minorHAnsi" w:cs="Times New Roman"/>
          <w:color w:val="000000"/>
          <w:lang w:val="et-EE" w:eastAsia="en-US"/>
        </w:rPr>
        <w:tab/>
      </w:r>
      <w:r w:rsidR="00423E50" w:rsidRPr="00ED3A3D">
        <w:rPr>
          <w:rFonts w:eastAsiaTheme="minorHAnsi" w:cs="Times New Roman"/>
          <w:color w:val="000000"/>
          <w:lang w:val="et-EE" w:eastAsia="en-US"/>
        </w:rPr>
        <w:tab/>
      </w:r>
      <w:r w:rsidR="00423E50" w:rsidRPr="00ED3A3D">
        <w:rPr>
          <w:rFonts w:eastAsiaTheme="minorHAnsi" w:cs="Times New Roman"/>
          <w:color w:val="000000"/>
          <w:lang w:val="et-EE" w:eastAsia="en-US"/>
        </w:rPr>
        <w:tab/>
      </w:r>
      <w:r w:rsidR="00423E50" w:rsidRPr="00ED3A3D">
        <w:rPr>
          <w:rFonts w:eastAsiaTheme="minorHAnsi" w:cs="Times New Roman"/>
          <w:color w:val="000000"/>
          <w:lang w:val="et-EE" w:eastAsia="en-US"/>
        </w:rPr>
        <w:tab/>
      </w:r>
      <w:r>
        <w:rPr>
          <w:rFonts w:eastAsiaTheme="minorHAnsi" w:cs="Times New Roman"/>
          <w:color w:val="000000"/>
          <w:lang w:val="et-EE" w:eastAsia="en-US"/>
        </w:rPr>
        <w:tab/>
      </w:r>
      <w:r w:rsidR="0048058A">
        <w:rPr>
          <w:rFonts w:eastAsiaTheme="minorHAnsi" w:cs="Times New Roman"/>
          <w:color w:val="000000"/>
          <w:lang w:val="et-EE" w:eastAsia="en-US"/>
        </w:rPr>
        <w:t>25.</w:t>
      </w:r>
      <w:r w:rsidR="00731F40" w:rsidRPr="000B37FB">
        <w:rPr>
          <w:rFonts w:eastAsiaTheme="minorHAnsi" w:cs="Times New Roman"/>
          <w:color w:val="000000"/>
          <w:lang w:val="et-EE" w:eastAsia="en-US"/>
        </w:rPr>
        <w:t>0</w:t>
      </w:r>
      <w:r w:rsidR="008C241D">
        <w:rPr>
          <w:rFonts w:eastAsiaTheme="minorHAnsi" w:cs="Times New Roman"/>
          <w:color w:val="000000"/>
          <w:lang w:val="et-EE" w:eastAsia="en-US"/>
        </w:rPr>
        <w:t>8</w:t>
      </w:r>
      <w:r w:rsidR="00731F40" w:rsidRPr="000B37FB">
        <w:rPr>
          <w:rFonts w:eastAsiaTheme="minorHAnsi" w:cs="Times New Roman"/>
          <w:color w:val="000000"/>
          <w:lang w:val="et-EE" w:eastAsia="en-US"/>
        </w:rPr>
        <w:t>.202</w:t>
      </w:r>
      <w:r w:rsidR="008C241D">
        <w:rPr>
          <w:rFonts w:eastAsiaTheme="minorHAnsi" w:cs="Times New Roman"/>
          <w:color w:val="000000"/>
          <w:lang w:val="et-EE" w:eastAsia="en-US"/>
        </w:rPr>
        <w:t>5</w:t>
      </w:r>
      <w:r w:rsidR="00423E50" w:rsidRPr="000B37FB">
        <w:rPr>
          <w:rFonts w:eastAsiaTheme="minorHAnsi" w:cs="Times New Roman"/>
          <w:color w:val="000000"/>
          <w:lang w:val="et-EE" w:eastAsia="en-US"/>
        </w:rPr>
        <w:t xml:space="preserve"> nr </w:t>
      </w:r>
      <w:r w:rsidR="00F87C23">
        <w:rPr>
          <w:rFonts w:eastAsiaTheme="minorHAnsi" w:cs="Times New Roman"/>
          <w:color w:val="000000"/>
          <w:lang w:val="et-EE" w:eastAsia="en-US"/>
        </w:rPr>
        <w:t>3-5/23-1</w:t>
      </w:r>
    </w:p>
    <w:p w14:paraId="7D22E77D" w14:textId="77777777" w:rsidR="00423E50" w:rsidRPr="00ED3A3D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</w:p>
    <w:p w14:paraId="3F178FFC" w14:textId="77777777" w:rsidR="00423E50" w:rsidRPr="00ED3A3D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</w:p>
    <w:p w14:paraId="05FB8DD8" w14:textId="77777777" w:rsidR="00423E50" w:rsidRPr="00ED3A3D" w:rsidRDefault="00423E50" w:rsidP="00423E50">
      <w:pPr>
        <w:autoSpaceDE w:val="0"/>
        <w:autoSpaceDN w:val="0"/>
        <w:adjustRightInd w:val="0"/>
        <w:jc w:val="center"/>
        <w:rPr>
          <w:rFonts w:eastAsiaTheme="minorHAnsi" w:cs="Times New Roman"/>
          <w:color w:val="000000"/>
          <w:lang w:val="et-EE" w:eastAsia="en-US"/>
        </w:rPr>
      </w:pPr>
    </w:p>
    <w:p w14:paraId="1E7D3C09" w14:textId="77777777" w:rsidR="00423E50" w:rsidRPr="00ED3A3D" w:rsidRDefault="00423E50" w:rsidP="00423E50">
      <w:pPr>
        <w:autoSpaceDE w:val="0"/>
        <w:autoSpaceDN w:val="0"/>
        <w:adjustRightInd w:val="0"/>
        <w:jc w:val="both"/>
        <w:rPr>
          <w:rFonts w:eastAsiaTheme="minorHAnsi" w:cs="Times New Roman"/>
          <w:b/>
          <w:bCs/>
          <w:color w:val="000000"/>
          <w:lang w:val="et-EE" w:eastAsia="en-US"/>
        </w:rPr>
      </w:pPr>
    </w:p>
    <w:p w14:paraId="4574F152" w14:textId="77777777" w:rsidR="00423E50" w:rsidRPr="00ED3A3D" w:rsidRDefault="00423E50" w:rsidP="00423E50">
      <w:pPr>
        <w:autoSpaceDE w:val="0"/>
        <w:autoSpaceDN w:val="0"/>
        <w:adjustRightInd w:val="0"/>
        <w:jc w:val="both"/>
        <w:rPr>
          <w:rFonts w:eastAsiaTheme="minorHAnsi" w:cs="Times New Roman"/>
          <w:b/>
          <w:bCs/>
          <w:color w:val="000000"/>
          <w:lang w:val="et-EE" w:eastAsia="en-US"/>
        </w:rPr>
      </w:pPr>
      <w:r w:rsidRPr="00ED3A3D">
        <w:rPr>
          <w:rFonts w:eastAsiaTheme="minorHAnsi" w:cs="Times New Roman"/>
          <w:b/>
          <w:bCs/>
          <w:color w:val="000000"/>
          <w:lang w:val="et-EE" w:eastAsia="en-US"/>
        </w:rPr>
        <w:t>TAOTLUS</w:t>
      </w:r>
    </w:p>
    <w:p w14:paraId="325ABEA4" w14:textId="77777777" w:rsidR="00423E50" w:rsidRPr="00ED3A3D" w:rsidRDefault="00423E50" w:rsidP="00423E50">
      <w:pPr>
        <w:autoSpaceDE w:val="0"/>
        <w:autoSpaceDN w:val="0"/>
        <w:adjustRightInd w:val="0"/>
        <w:jc w:val="both"/>
        <w:rPr>
          <w:rFonts w:eastAsiaTheme="minorHAnsi" w:cs="Times New Roman"/>
          <w:color w:val="000000"/>
          <w:lang w:val="et-EE" w:eastAsia="en-US"/>
        </w:rPr>
      </w:pPr>
    </w:p>
    <w:p w14:paraId="5E5069FA" w14:textId="77777777" w:rsidR="00423E50" w:rsidRPr="00ED3A3D" w:rsidRDefault="00423E50" w:rsidP="00423E50">
      <w:pPr>
        <w:autoSpaceDE w:val="0"/>
        <w:autoSpaceDN w:val="0"/>
        <w:adjustRightInd w:val="0"/>
        <w:jc w:val="both"/>
        <w:rPr>
          <w:rFonts w:eastAsiaTheme="minorHAnsi" w:cs="Times New Roman"/>
          <w:color w:val="000000"/>
          <w:lang w:val="et-EE" w:eastAsia="en-US"/>
        </w:rPr>
      </w:pPr>
    </w:p>
    <w:p w14:paraId="4C351803" w14:textId="77777777" w:rsidR="00F42EFA" w:rsidRDefault="00423E50" w:rsidP="00F42EFA">
      <w:pPr>
        <w:pStyle w:val="Default"/>
        <w:rPr>
          <w:rFonts w:eastAsiaTheme="minorHAnsi"/>
          <w:lang w:val="et-EE"/>
        </w:rPr>
      </w:pPr>
      <w:r w:rsidRPr="00ED3A3D">
        <w:rPr>
          <w:rFonts w:eastAsiaTheme="minorHAnsi"/>
          <w:lang w:val="et-EE"/>
        </w:rPr>
        <w:t>Käesolevaga esitan taotluse riigieelarvelise toetuse väljamaksmiseks lähtudes</w:t>
      </w:r>
      <w:r w:rsidR="008C241D">
        <w:rPr>
          <w:rFonts w:eastAsiaTheme="minorHAnsi"/>
          <w:lang w:val="et-EE"/>
        </w:rPr>
        <w:t xml:space="preserve"> sis</w:t>
      </w:r>
      <w:r w:rsidR="00F42EFA">
        <w:rPr>
          <w:rFonts w:eastAsiaTheme="minorHAnsi"/>
          <w:lang w:val="et-EE"/>
        </w:rPr>
        <w:t>e</w:t>
      </w:r>
      <w:r w:rsidR="008C241D">
        <w:rPr>
          <w:rFonts w:eastAsiaTheme="minorHAnsi"/>
          <w:lang w:val="et-EE"/>
        </w:rPr>
        <w:t>ministri käskkirjast</w:t>
      </w:r>
      <w:r w:rsidR="00F42EFA">
        <w:rPr>
          <w:rFonts w:eastAsiaTheme="minorHAnsi"/>
          <w:lang w:val="et-EE"/>
        </w:rPr>
        <w:t xml:space="preserve"> 23.04.2025 nr 1-5/33 „2025. a riigieelarveliste toetuste andmine Sihtasutusele Kodanikuühiskonna Sihtkapital“  punktile 1.2.</w:t>
      </w:r>
    </w:p>
    <w:p w14:paraId="631563B4" w14:textId="77777777" w:rsidR="00F42EFA" w:rsidRDefault="00F42EFA" w:rsidP="00F42EFA">
      <w:pPr>
        <w:pStyle w:val="Default"/>
        <w:rPr>
          <w:rFonts w:eastAsiaTheme="minorHAnsi"/>
          <w:lang w:val="et-EE"/>
        </w:rPr>
      </w:pPr>
    </w:p>
    <w:p w14:paraId="59478989" w14:textId="59BA6D17" w:rsidR="00F42EFA" w:rsidRPr="00F42EFA" w:rsidRDefault="00F42EFA" w:rsidP="00F42EFA">
      <w:pPr>
        <w:pStyle w:val="Default"/>
        <w:rPr>
          <w:lang w:val="et-EE"/>
        </w:rPr>
      </w:pPr>
      <w:r>
        <w:rPr>
          <w:rFonts w:eastAsiaTheme="minorHAnsi"/>
          <w:lang w:val="et-EE"/>
        </w:rPr>
        <w:t xml:space="preserve">Käskkirja punkt 1.2. ütleb, et teine osa summas 929 975, 00 makstakse välja vastavalt </w:t>
      </w:r>
      <w:r w:rsidRPr="00F42EFA">
        <w:rPr>
          <w:sz w:val="23"/>
          <w:szCs w:val="23"/>
          <w:lang w:val="et-EE"/>
        </w:rPr>
        <w:t>hiljemalt 1. septembril 2025. a esitatavale</w:t>
      </w:r>
      <w:r>
        <w:rPr>
          <w:sz w:val="23"/>
          <w:szCs w:val="23"/>
          <w:lang w:val="et-EE"/>
        </w:rPr>
        <w:t xml:space="preserve"> KÜSKi</w:t>
      </w:r>
      <w:r w:rsidRPr="00F42EFA">
        <w:rPr>
          <w:sz w:val="23"/>
          <w:szCs w:val="23"/>
          <w:lang w:val="et-EE"/>
        </w:rPr>
        <w:t xml:space="preserve"> taotlusele. </w:t>
      </w:r>
    </w:p>
    <w:p w14:paraId="231BE29E" w14:textId="77777777" w:rsidR="00DD408F" w:rsidRDefault="00DD408F" w:rsidP="00F42EFA">
      <w:pPr>
        <w:spacing w:after="120"/>
        <w:jc w:val="both"/>
        <w:rPr>
          <w:rFonts w:eastAsiaTheme="minorHAnsi" w:cs="Times New Roman"/>
          <w:lang w:val="et-EE" w:eastAsia="en-US"/>
        </w:rPr>
      </w:pPr>
    </w:p>
    <w:p w14:paraId="4681E56B" w14:textId="646E5A9B" w:rsidR="00F42EFA" w:rsidRDefault="00F42EFA" w:rsidP="00F42EFA">
      <w:pPr>
        <w:spacing w:after="120"/>
        <w:jc w:val="both"/>
        <w:rPr>
          <w:rFonts w:eastAsiaTheme="minorHAnsi" w:cs="Times New Roman"/>
          <w:lang w:val="et-EE" w:eastAsia="en-US"/>
        </w:rPr>
      </w:pPr>
      <w:r>
        <w:rPr>
          <w:rFonts w:eastAsiaTheme="minorHAnsi" w:cs="Times New Roman"/>
          <w:lang w:val="et-EE" w:eastAsia="en-US"/>
        </w:rPr>
        <w:t>Seoses 2025. aastal on hilinenud taotlusvoorude määruste väljaandmi</w:t>
      </w:r>
      <w:r w:rsidR="0048058A">
        <w:rPr>
          <w:rFonts w:eastAsiaTheme="minorHAnsi" w:cs="Times New Roman"/>
          <w:lang w:val="et-EE" w:eastAsia="en-US"/>
        </w:rPr>
        <w:t>sega</w:t>
      </w:r>
      <w:r>
        <w:rPr>
          <w:rFonts w:eastAsiaTheme="minorHAnsi" w:cs="Times New Roman"/>
          <w:lang w:val="et-EE" w:eastAsia="en-US"/>
        </w:rPr>
        <w:t xml:space="preserve">, teeme ettepaneku eraldada KÜSKle </w:t>
      </w:r>
      <w:r w:rsidR="002455CE">
        <w:rPr>
          <w:rFonts w:eastAsiaTheme="minorHAnsi" w:cs="Times New Roman"/>
          <w:lang w:val="et-EE" w:eastAsia="en-US"/>
        </w:rPr>
        <w:t xml:space="preserve">2025. a </w:t>
      </w:r>
      <w:r>
        <w:rPr>
          <w:rFonts w:eastAsiaTheme="minorHAnsi" w:cs="Times New Roman"/>
          <w:lang w:val="et-EE" w:eastAsia="en-US"/>
        </w:rPr>
        <w:t xml:space="preserve">teine osamakse </w:t>
      </w:r>
      <w:r w:rsidR="008217F3">
        <w:rPr>
          <w:rFonts w:eastAsiaTheme="minorHAnsi" w:cs="Times New Roman"/>
          <w:lang w:val="et-EE" w:eastAsia="en-US"/>
        </w:rPr>
        <w:t>vahetult enne</w:t>
      </w:r>
      <w:r w:rsidR="00DD408F">
        <w:rPr>
          <w:rFonts w:eastAsiaTheme="minorHAnsi" w:cs="Times New Roman"/>
          <w:lang w:val="et-EE" w:eastAsia="en-US"/>
        </w:rPr>
        <w:t xml:space="preserve"> </w:t>
      </w:r>
      <w:r>
        <w:rPr>
          <w:rFonts w:eastAsiaTheme="minorHAnsi" w:cs="Times New Roman"/>
          <w:lang w:val="et-EE" w:eastAsia="en-US"/>
        </w:rPr>
        <w:t xml:space="preserve"> </w:t>
      </w:r>
      <w:r w:rsidR="008217F3">
        <w:rPr>
          <w:rFonts w:eastAsiaTheme="minorHAnsi" w:cs="Times New Roman"/>
          <w:lang w:val="et-EE" w:eastAsia="en-US"/>
        </w:rPr>
        <w:t>taotlusvoorude</w:t>
      </w:r>
      <w:r w:rsidR="00DD408F">
        <w:rPr>
          <w:rFonts w:eastAsiaTheme="minorHAnsi" w:cs="Times New Roman"/>
          <w:lang w:val="et-EE" w:eastAsia="en-US"/>
        </w:rPr>
        <w:t xml:space="preserve"> ava</w:t>
      </w:r>
      <w:r w:rsidR="008217F3">
        <w:rPr>
          <w:rFonts w:eastAsiaTheme="minorHAnsi" w:cs="Times New Roman"/>
          <w:lang w:val="et-EE" w:eastAsia="en-US"/>
        </w:rPr>
        <w:t xml:space="preserve">nemist vajalikus </w:t>
      </w:r>
      <w:r>
        <w:rPr>
          <w:rFonts w:eastAsiaTheme="minorHAnsi" w:cs="Times New Roman"/>
          <w:lang w:val="et-EE" w:eastAsia="en-US"/>
        </w:rPr>
        <w:t>summa</w:t>
      </w:r>
      <w:r w:rsidR="002455CE">
        <w:rPr>
          <w:rFonts w:eastAsiaTheme="minorHAnsi" w:cs="Times New Roman"/>
          <w:lang w:val="et-EE" w:eastAsia="en-US"/>
        </w:rPr>
        <w:t xml:space="preserve">s. </w:t>
      </w:r>
      <w:r w:rsidR="0048058A">
        <w:rPr>
          <w:rFonts w:eastAsiaTheme="minorHAnsi" w:cs="Times New Roman"/>
          <w:lang w:val="et-EE" w:eastAsia="en-US"/>
        </w:rPr>
        <w:t>R</w:t>
      </w:r>
      <w:r w:rsidR="002455CE">
        <w:rPr>
          <w:rFonts w:eastAsiaTheme="minorHAnsi" w:cs="Times New Roman"/>
          <w:lang w:val="et-EE" w:eastAsia="en-US"/>
        </w:rPr>
        <w:t>ahastam</w:t>
      </w:r>
      <w:r w:rsidR="0048058A">
        <w:rPr>
          <w:rFonts w:eastAsiaTheme="minorHAnsi" w:cs="Times New Roman"/>
          <w:lang w:val="et-EE" w:eastAsia="en-US"/>
        </w:rPr>
        <w:t>istaotluse</w:t>
      </w:r>
      <w:r w:rsidR="002455CE">
        <w:rPr>
          <w:rFonts w:eastAsiaTheme="minorHAnsi" w:cs="Times New Roman"/>
          <w:lang w:val="et-EE" w:eastAsia="en-US"/>
        </w:rPr>
        <w:t xml:space="preserve"> esitab KÜSK vahetult enne taotlusvooru avanemist</w:t>
      </w:r>
      <w:r w:rsidR="00DD408F">
        <w:rPr>
          <w:rFonts w:eastAsiaTheme="minorHAnsi" w:cs="Times New Roman"/>
          <w:lang w:val="et-EE" w:eastAsia="en-US"/>
        </w:rPr>
        <w:t xml:space="preserve"> </w:t>
      </w:r>
    </w:p>
    <w:p w14:paraId="524A7846" w14:textId="07E2A4DF" w:rsidR="002455CE" w:rsidRDefault="002455CE" w:rsidP="00F42EFA">
      <w:pPr>
        <w:spacing w:after="120"/>
        <w:jc w:val="both"/>
        <w:rPr>
          <w:rFonts w:eastAsiaTheme="minorHAnsi" w:cs="Times New Roman"/>
          <w:lang w:val="et-EE" w:eastAsia="en-US"/>
        </w:rPr>
      </w:pPr>
      <w:r>
        <w:rPr>
          <w:rFonts w:eastAsiaTheme="minorHAnsi" w:cs="Times New Roman"/>
          <w:lang w:val="et-EE" w:eastAsia="en-US"/>
        </w:rPr>
        <w:t>Eeldatavad summad:</w:t>
      </w:r>
    </w:p>
    <w:p w14:paraId="6B78A165" w14:textId="5ED9F1C3" w:rsidR="00881F01" w:rsidRDefault="00881F01" w:rsidP="00F42EFA">
      <w:pPr>
        <w:spacing w:after="120"/>
        <w:jc w:val="both"/>
        <w:rPr>
          <w:rFonts w:eastAsiaTheme="minorHAnsi" w:cs="Times New Roman"/>
          <w:lang w:val="et-EE" w:eastAsia="en-US"/>
        </w:rPr>
      </w:pPr>
      <w:r>
        <w:rPr>
          <w:rFonts w:eastAsiaTheme="minorHAnsi" w:cs="Times New Roman"/>
          <w:lang w:val="et-EE" w:eastAsia="en-US"/>
        </w:rPr>
        <w:t>Arenguhüppe taotlusvoor</w:t>
      </w:r>
      <w:r>
        <w:rPr>
          <w:rFonts w:eastAsiaTheme="minorHAnsi" w:cs="Times New Roman"/>
          <w:lang w:val="et-EE" w:eastAsia="en-US"/>
        </w:rPr>
        <w:tab/>
      </w:r>
      <w:r>
        <w:rPr>
          <w:rFonts w:eastAsiaTheme="minorHAnsi" w:cs="Times New Roman"/>
          <w:lang w:val="et-EE" w:eastAsia="en-US"/>
        </w:rPr>
        <w:tab/>
      </w:r>
      <w:r>
        <w:rPr>
          <w:rFonts w:eastAsiaTheme="minorHAnsi" w:cs="Times New Roman"/>
          <w:lang w:val="et-EE" w:eastAsia="en-US"/>
        </w:rPr>
        <w:tab/>
        <w:t>300 000</w:t>
      </w:r>
    </w:p>
    <w:p w14:paraId="3FC78653" w14:textId="65090F09" w:rsidR="00881F01" w:rsidRDefault="00881F01" w:rsidP="00F42EFA">
      <w:pPr>
        <w:spacing w:after="120"/>
        <w:jc w:val="both"/>
        <w:rPr>
          <w:rFonts w:eastAsiaTheme="minorHAnsi" w:cs="Times New Roman"/>
          <w:lang w:val="et-EE" w:eastAsia="en-US"/>
        </w:rPr>
      </w:pPr>
      <w:r>
        <w:rPr>
          <w:rFonts w:eastAsiaTheme="minorHAnsi" w:cs="Times New Roman"/>
          <w:lang w:val="et-EE" w:eastAsia="en-US"/>
        </w:rPr>
        <w:t>Kogukonnaühiskonna innovatsioonifond</w:t>
      </w:r>
      <w:r>
        <w:rPr>
          <w:rFonts w:eastAsiaTheme="minorHAnsi" w:cs="Times New Roman"/>
          <w:lang w:val="et-EE" w:eastAsia="en-US"/>
        </w:rPr>
        <w:tab/>
        <w:t>629 975</w:t>
      </w:r>
    </w:p>
    <w:p w14:paraId="5C0E54C3" w14:textId="77777777" w:rsidR="008217F3" w:rsidRDefault="008217F3" w:rsidP="00F42EFA">
      <w:pPr>
        <w:spacing w:after="120"/>
        <w:jc w:val="both"/>
        <w:rPr>
          <w:rFonts w:eastAsiaTheme="minorHAnsi" w:cs="Times New Roman"/>
          <w:lang w:val="et-EE" w:eastAsia="en-US"/>
        </w:rPr>
      </w:pPr>
    </w:p>
    <w:p w14:paraId="40C3D2D9" w14:textId="54EE6CAF" w:rsidR="008217F3" w:rsidRDefault="008217F3" w:rsidP="00F42EFA">
      <w:pPr>
        <w:spacing w:after="120"/>
        <w:jc w:val="both"/>
        <w:rPr>
          <w:rFonts w:eastAsiaTheme="minorHAnsi" w:cs="Times New Roman"/>
          <w:lang w:val="et-EE" w:eastAsia="en-US"/>
        </w:rPr>
      </w:pPr>
    </w:p>
    <w:p w14:paraId="75BF3462" w14:textId="77777777" w:rsidR="008217F3" w:rsidRDefault="008217F3" w:rsidP="00F42EFA">
      <w:pPr>
        <w:spacing w:after="120"/>
        <w:jc w:val="both"/>
        <w:rPr>
          <w:rFonts w:eastAsiaTheme="minorHAnsi" w:cs="Times New Roman"/>
          <w:lang w:val="et-EE" w:eastAsia="en-US"/>
        </w:rPr>
      </w:pPr>
    </w:p>
    <w:p w14:paraId="3DFE74DA" w14:textId="77777777" w:rsidR="00423E50" w:rsidRPr="00ED3A3D" w:rsidRDefault="00423E50" w:rsidP="00423E50">
      <w:pPr>
        <w:rPr>
          <w:rFonts w:cs="Times New Roman"/>
          <w:lang w:val="et-EE"/>
        </w:rPr>
      </w:pPr>
    </w:p>
    <w:p w14:paraId="65D5AA3B" w14:textId="77777777" w:rsidR="00423E50" w:rsidRPr="00ED3A3D" w:rsidRDefault="00423E50" w:rsidP="00423E50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Lugupidamisega</w:t>
      </w:r>
    </w:p>
    <w:p w14:paraId="377F8831" w14:textId="77777777" w:rsidR="00423E50" w:rsidRPr="00ED3A3D" w:rsidRDefault="00423E50" w:rsidP="00423E50">
      <w:pPr>
        <w:rPr>
          <w:rFonts w:cs="Times New Roman"/>
          <w:lang w:val="et-EE"/>
        </w:rPr>
      </w:pPr>
    </w:p>
    <w:p w14:paraId="32989405" w14:textId="77777777" w:rsidR="00423E50" w:rsidRPr="00ED3A3D" w:rsidRDefault="00423E50" w:rsidP="00423E50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 xml:space="preserve">(allkirjastatud digitaalselt) </w:t>
      </w:r>
    </w:p>
    <w:p w14:paraId="227363F4" w14:textId="77777777" w:rsidR="00423E50" w:rsidRPr="00ED3A3D" w:rsidRDefault="00423E50" w:rsidP="00423E50">
      <w:pPr>
        <w:rPr>
          <w:rFonts w:cs="Times New Roman"/>
          <w:lang w:val="et-EE"/>
        </w:rPr>
      </w:pPr>
    </w:p>
    <w:p w14:paraId="4A1BA0EA" w14:textId="083A5D5D" w:rsidR="00423E50" w:rsidRPr="00ED3A3D" w:rsidRDefault="0048058A" w:rsidP="00423E50">
      <w:pPr>
        <w:rPr>
          <w:rFonts w:cs="Times New Roman"/>
          <w:lang w:val="et-EE"/>
        </w:rPr>
      </w:pPr>
      <w:r>
        <w:rPr>
          <w:rFonts w:cs="Times New Roman"/>
          <w:lang w:val="et-EE"/>
        </w:rPr>
        <w:t>Tiina Oraste</w:t>
      </w:r>
    </w:p>
    <w:p w14:paraId="3046BAA1" w14:textId="793C90AE" w:rsidR="00423E50" w:rsidRPr="00ED3A3D" w:rsidRDefault="00423E50" w:rsidP="00DD408F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Juhataj</w:t>
      </w:r>
      <w:r w:rsidR="00DD408F">
        <w:rPr>
          <w:rFonts w:cs="Times New Roman"/>
          <w:lang w:val="et-EE"/>
        </w:rPr>
        <w:t>a</w:t>
      </w:r>
    </w:p>
    <w:p w14:paraId="3CAAB552" w14:textId="77777777" w:rsidR="008217F3" w:rsidRDefault="008217F3" w:rsidP="00DD408F">
      <w:pPr>
        <w:spacing w:after="120"/>
        <w:jc w:val="both"/>
        <w:rPr>
          <w:rFonts w:eastAsiaTheme="minorHAnsi" w:cs="Times New Roman"/>
          <w:lang w:val="et-EE" w:eastAsia="en-US"/>
        </w:rPr>
      </w:pPr>
    </w:p>
    <w:p w14:paraId="5581D219" w14:textId="48D13F5B" w:rsidR="00423E50" w:rsidRDefault="006457DC" w:rsidP="00DD408F">
      <w:pPr>
        <w:spacing w:after="120"/>
        <w:jc w:val="both"/>
        <w:rPr>
          <w:rFonts w:eastAsiaTheme="minorHAnsi" w:cs="Times New Roman"/>
          <w:lang w:val="et-EE" w:eastAsia="en-US"/>
        </w:rPr>
      </w:pPr>
      <w:r>
        <w:rPr>
          <w:rFonts w:eastAsiaTheme="minorHAnsi" w:cs="Times New Roman"/>
          <w:lang w:val="et-EE" w:eastAsia="en-US"/>
        </w:rPr>
        <w:t>Lisa</w:t>
      </w:r>
      <w:r w:rsidR="0048058A">
        <w:rPr>
          <w:rFonts w:eastAsiaTheme="minorHAnsi" w:cs="Times New Roman"/>
          <w:lang w:val="et-EE" w:eastAsia="en-US"/>
        </w:rPr>
        <w:t>: Finantsaruanne seisuga 3</w:t>
      </w:r>
      <w:r w:rsidR="00F87C23">
        <w:rPr>
          <w:rFonts w:eastAsiaTheme="minorHAnsi" w:cs="Times New Roman"/>
          <w:lang w:val="et-EE" w:eastAsia="en-US"/>
        </w:rPr>
        <w:t>1.</w:t>
      </w:r>
      <w:r w:rsidR="0048058A">
        <w:rPr>
          <w:rFonts w:eastAsiaTheme="minorHAnsi" w:cs="Times New Roman"/>
          <w:lang w:val="et-EE" w:eastAsia="en-US"/>
        </w:rPr>
        <w:t>07</w:t>
      </w:r>
      <w:r w:rsidR="00F87C23">
        <w:rPr>
          <w:rFonts w:eastAsiaTheme="minorHAnsi" w:cs="Times New Roman"/>
          <w:lang w:val="et-EE" w:eastAsia="en-US"/>
        </w:rPr>
        <w:t>.</w:t>
      </w:r>
      <w:r w:rsidR="0048058A">
        <w:rPr>
          <w:rFonts w:eastAsiaTheme="minorHAnsi" w:cs="Times New Roman"/>
          <w:lang w:val="et-EE" w:eastAsia="en-US"/>
        </w:rPr>
        <w:t>2025</w:t>
      </w:r>
    </w:p>
    <w:p w14:paraId="6A60A6F8" w14:textId="77777777" w:rsidR="00195527" w:rsidRPr="006457DC" w:rsidRDefault="00195527" w:rsidP="00195527">
      <w:pPr>
        <w:rPr>
          <w:rFonts w:ascii="Calibri" w:hAnsi="Calibri"/>
          <w:b/>
          <w:lang w:val="et-EE"/>
        </w:rPr>
      </w:pPr>
    </w:p>
    <w:sectPr w:rsidR="00195527" w:rsidRPr="006457DC" w:rsidSect="00A510AA">
      <w:headerReference w:type="default" r:id="rId8"/>
      <w:footerReference w:type="default" r:id="rId9"/>
      <w:pgSz w:w="11900" w:h="16840"/>
      <w:pgMar w:top="192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7D52F" w14:textId="77777777" w:rsidR="00D94335" w:rsidRDefault="00D94335" w:rsidP="0040241D">
      <w:r>
        <w:separator/>
      </w:r>
    </w:p>
  </w:endnote>
  <w:endnote w:type="continuationSeparator" w:id="0">
    <w:p w14:paraId="65BC66A2" w14:textId="77777777" w:rsidR="00D94335" w:rsidRDefault="00D94335" w:rsidP="0040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C561B" w14:textId="77777777" w:rsidR="001568C4" w:rsidRDefault="001568C4">
    <w:pPr>
      <w:pStyle w:val="Jalus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65472B" wp14:editId="61682D29">
              <wp:simplePos x="0" y="0"/>
              <wp:positionH relativeFrom="column">
                <wp:posOffset>1571625</wp:posOffset>
              </wp:positionH>
              <wp:positionV relativeFrom="paragraph">
                <wp:posOffset>-238125</wp:posOffset>
              </wp:positionV>
              <wp:extent cx="2571750" cy="558165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7175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0" w:type="auto"/>
                            <w:tblBorders>
                              <w:left w:val="single" w:sz="8" w:space="0" w:color="FF9D00"/>
                              <w:bottom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313"/>
                          </w:tblGrid>
                          <w:tr w:rsidR="00C32368" w:rsidRPr="00E75CDD" w14:paraId="001567FE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5DE39D46" w14:textId="77777777" w:rsidR="00C32368" w:rsidRPr="00E75CDD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E75CD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Vabaduse plats 2, Viljandi 71020</w:t>
                                </w:r>
                              </w:p>
                            </w:tc>
                          </w:tr>
                          <w:tr w:rsidR="00C32368" w:rsidRPr="007C2659" w14:paraId="397FAECA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50431B6B" w14:textId="568A5FEC" w:rsidR="00C32368" w:rsidRPr="007C2659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7C2659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Tel: +372 </w:t>
                                </w:r>
                                <w:r w:rsidRPr="00A402AB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="002455CE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05 3525</w:t>
                                </w:r>
                              </w:p>
                            </w:tc>
                          </w:tr>
                          <w:tr w:rsidR="00C32368" w:rsidRPr="0048058A" w14:paraId="1B657980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72615778" w14:textId="77777777" w:rsidR="00C32368" w:rsidRPr="00E75CDD" w:rsidRDefault="00C32368" w:rsidP="00C32368">
                                <w:pPr>
                                  <w:rPr>
                                    <w:rFonts w:asciiTheme="majorHAnsi" w:hAnsiTheme="majorHAnsi"/>
                                    <w:color w:val="000000" w:themeColor="text1"/>
                                    <w:lang w:val="fr-FR"/>
                                  </w:rPr>
                                </w:pPr>
                                <w:r w:rsidRPr="00E75CD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E-post: kysk@kysk.ee</w:t>
                                </w:r>
                              </w:p>
                            </w:tc>
                          </w:tr>
                        </w:tbl>
                        <w:p w14:paraId="1EF2F45A" w14:textId="77777777" w:rsidR="001568C4" w:rsidRPr="00E75CDD" w:rsidRDefault="001568C4" w:rsidP="007C2659">
                          <w:pPr>
                            <w:rPr>
                              <w:rFonts w:asciiTheme="majorHAnsi" w:hAnsiTheme="majorHAnsi"/>
                              <w:color w:val="000000"/>
                              <w:lang w:val="fr-F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65472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3.75pt;margin-top:-18.75pt;width:202.5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" filled="f" stroked="f">
              <v:textbox>
                <w:txbxContent>
                  <w:tbl>
                    <w:tblPr>
                      <w:tblStyle w:val="Kontuurtabel"/>
                      <w:tblW w:w="0" w:type="auto"/>
                      <w:tblBorders>
                        <w:left w:val="single" w:sz="8" w:space="0" w:color="FF9D00"/>
                        <w:bottom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313"/>
                    </w:tblGrid>
                    <w:tr w:rsidR="00C32368" w:rsidRPr="00E75CDD" w14:paraId="001567FE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5DE39D46" w14:textId="77777777" w:rsidR="00C32368" w:rsidRPr="00E75CDD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</w:pPr>
                          <w:r w:rsidRPr="00E75CD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Vabaduse plats 2, Viljandi 71020</w:t>
                          </w:r>
                        </w:p>
                      </w:tc>
                    </w:tr>
                    <w:tr w:rsidR="00C32368" w:rsidRPr="007C2659" w14:paraId="397FAECA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50431B6B" w14:textId="568A5FEC" w:rsidR="00C32368" w:rsidRPr="007C2659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C2659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Tel: +372 </w:t>
                          </w:r>
                          <w:r w:rsidRPr="00A402AB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5</w:t>
                          </w:r>
                          <w:r w:rsidR="002455CE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05 3525</w:t>
                          </w:r>
                        </w:p>
                      </w:tc>
                    </w:tr>
                    <w:tr w:rsidR="00C32368" w:rsidRPr="0048058A" w14:paraId="1B657980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72615778" w14:textId="77777777" w:rsidR="00C32368" w:rsidRPr="00E75CDD" w:rsidRDefault="00C32368" w:rsidP="00C32368">
                          <w:pPr>
                            <w:rPr>
                              <w:rFonts w:asciiTheme="majorHAnsi" w:hAnsiTheme="majorHAnsi"/>
                              <w:color w:val="000000" w:themeColor="text1"/>
                              <w:lang w:val="fr-FR"/>
                            </w:rPr>
                          </w:pPr>
                          <w:r w:rsidRPr="00E75CD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E-post: kysk@kysk.ee</w:t>
                          </w:r>
                        </w:p>
                      </w:tc>
                    </w:tr>
                  </w:tbl>
                  <w:p w14:paraId="1EF2F45A" w14:textId="77777777" w:rsidR="001568C4" w:rsidRPr="00E75CDD" w:rsidRDefault="001568C4" w:rsidP="007C2659">
                    <w:pPr>
                      <w:rPr>
                        <w:rFonts w:asciiTheme="majorHAnsi" w:hAnsiTheme="majorHAnsi"/>
                        <w:color w:val="00000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997780" wp14:editId="3E8A6223">
              <wp:simplePos x="0" y="0"/>
              <wp:positionH relativeFrom="column">
                <wp:posOffset>-683895</wp:posOffset>
              </wp:positionH>
              <wp:positionV relativeFrom="paragraph">
                <wp:posOffset>-81915</wp:posOffset>
              </wp:positionV>
              <wp:extent cx="2099945" cy="375920"/>
              <wp:effectExtent l="0" t="0" r="0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3004" w:type="dxa"/>
                            <w:tblInd w:w="108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004"/>
                          </w:tblGrid>
                          <w:tr w:rsidR="001568C4" w:rsidRPr="00C03833" w14:paraId="1DC78DF8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0D8E0E4E" w14:textId="77777777" w:rsidR="001568C4" w:rsidRPr="00724041" w:rsidRDefault="001568C4" w:rsidP="00C03833">
                                <w:pPr>
                                  <w:pStyle w:val="BasicParagraph"/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 xml:space="preserve">Sihtasutus Kodanikuühiskonna Sihtkapital </w:t>
                                </w:r>
                              </w:p>
                            </w:tc>
                          </w:tr>
                          <w:tr w:rsidR="001568C4" w:rsidRPr="00C03833" w14:paraId="4E8F05C6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0B9E2F73" w14:textId="77777777" w:rsidR="001568C4" w:rsidRPr="00724041" w:rsidRDefault="001568C4" w:rsidP="00C03833">
                                <w:pPr>
                                  <w:rPr>
                                    <w:rFonts w:asciiTheme="majorHAnsi" w:hAnsiTheme="majorHAnsi"/>
                                    <w:color w:val="000000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</w:rPr>
                                  <w:t>Reg. kood 90009654</w:t>
                                </w:r>
                              </w:p>
                            </w:tc>
                          </w:tr>
                        </w:tbl>
                        <w:p w14:paraId="5FDD6335" w14:textId="77777777" w:rsidR="001568C4" w:rsidRPr="00C03833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997780" id="Text Box 4" o:spid="_x0000_s1027" type="#_x0000_t202" style="position:absolute;margin-left:-53.85pt;margin-top:-6.45pt;width:165.3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" filled="f" stroked="f">
              <v:textbox>
                <w:txbxContent>
                  <w:tbl>
                    <w:tblPr>
                      <w:tblStyle w:val="Kontuurtabel"/>
                      <w:tblW w:w="3004" w:type="dxa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3004"/>
                    </w:tblGrid>
                    <w:tr w:rsidR="001568C4" w:rsidRPr="00C03833" w14:paraId="1DC78DF8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0D8E0E4E" w14:textId="77777777" w:rsidR="001568C4" w:rsidRPr="00724041" w:rsidRDefault="001568C4" w:rsidP="00C03833">
                          <w:pPr>
                            <w:pStyle w:val="BasicParagraph"/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724041"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  <w:t xml:space="preserve">Sihtasutus Kodanikuühiskonna Sihtkapital </w:t>
                          </w:r>
                        </w:p>
                      </w:tc>
                    </w:tr>
                    <w:tr w:rsidR="001568C4" w:rsidRPr="00C03833" w14:paraId="4E8F05C6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0B9E2F73" w14:textId="77777777" w:rsidR="001568C4" w:rsidRPr="00724041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</w:rPr>
                            <w:t>Reg. kood 90009654</w:t>
                          </w:r>
                        </w:p>
                      </w:tc>
                    </w:tr>
                  </w:tbl>
                  <w:p w14:paraId="5FDD6335" w14:textId="77777777" w:rsidR="001568C4" w:rsidRPr="00C03833" w:rsidRDefault="001568C4" w:rsidP="00C03833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091A2" w14:textId="77777777" w:rsidR="00D94335" w:rsidRDefault="00D94335" w:rsidP="0040241D">
      <w:r>
        <w:separator/>
      </w:r>
    </w:p>
  </w:footnote>
  <w:footnote w:type="continuationSeparator" w:id="0">
    <w:p w14:paraId="287AEFF5" w14:textId="77777777" w:rsidR="00D94335" w:rsidRDefault="00D94335" w:rsidP="0040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2E8FD" w14:textId="77777777" w:rsidR="001568C4" w:rsidRDefault="00FC2F73">
    <w:pPr>
      <w:pStyle w:val="Pis"/>
    </w:pPr>
    <w:r>
      <w:rPr>
        <w:noProof/>
        <w:lang w:eastAsia="et-EE" w:bidi="ar-SA"/>
      </w:rPr>
      <w:drawing>
        <wp:anchor distT="0" distB="0" distL="114300" distR="114300" simplePos="0" relativeHeight="251664384" behindDoc="1" locked="0" layoutInCell="1" allowOverlap="1" wp14:anchorId="11EB090C" wp14:editId="00C6CDAE">
          <wp:simplePos x="0" y="0"/>
          <wp:positionH relativeFrom="margin">
            <wp:align>left</wp:align>
          </wp:positionH>
          <wp:positionV relativeFrom="paragraph">
            <wp:posOffset>45085</wp:posOffset>
          </wp:positionV>
          <wp:extent cx="2673350" cy="517525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ysk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350" cy="51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12947">
      <w:rPr>
        <w:noProof/>
        <w:lang w:eastAsia="et-EE" w:bidi="ar-SA"/>
      </w:rPr>
      <w:drawing>
        <wp:anchor distT="0" distB="0" distL="114300" distR="114300" simplePos="0" relativeHeight="251663360" behindDoc="1" locked="1" layoutInCell="1" allowOverlap="1" wp14:anchorId="65CD4827" wp14:editId="229AC86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1580" cy="10693400"/>
          <wp:effectExtent l="0" t="0" r="127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n3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1580" cy="10693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E50"/>
    <w:rsid w:val="000118E2"/>
    <w:rsid w:val="000B37FB"/>
    <w:rsid w:val="000C20A6"/>
    <w:rsid w:val="000C5BC0"/>
    <w:rsid w:val="000E041B"/>
    <w:rsid w:val="00121668"/>
    <w:rsid w:val="001568C4"/>
    <w:rsid w:val="00195527"/>
    <w:rsid w:val="002455CE"/>
    <w:rsid w:val="00253F82"/>
    <w:rsid w:val="002C18D8"/>
    <w:rsid w:val="002C43D6"/>
    <w:rsid w:val="00322B05"/>
    <w:rsid w:val="00342427"/>
    <w:rsid w:val="00370512"/>
    <w:rsid w:val="003F22D1"/>
    <w:rsid w:val="0040241D"/>
    <w:rsid w:val="00423E50"/>
    <w:rsid w:val="0048058A"/>
    <w:rsid w:val="00482DC7"/>
    <w:rsid w:val="00496682"/>
    <w:rsid w:val="004D3759"/>
    <w:rsid w:val="00552989"/>
    <w:rsid w:val="00556B82"/>
    <w:rsid w:val="006457DC"/>
    <w:rsid w:val="0064589A"/>
    <w:rsid w:val="006B3474"/>
    <w:rsid w:val="006B42D4"/>
    <w:rsid w:val="006F389E"/>
    <w:rsid w:val="00722E3F"/>
    <w:rsid w:val="00724041"/>
    <w:rsid w:val="00731F40"/>
    <w:rsid w:val="007C2659"/>
    <w:rsid w:val="007E58E7"/>
    <w:rsid w:val="008217F3"/>
    <w:rsid w:val="00822132"/>
    <w:rsid w:val="00881F01"/>
    <w:rsid w:val="00894CAD"/>
    <w:rsid w:val="008C241D"/>
    <w:rsid w:val="008F3C62"/>
    <w:rsid w:val="0093515F"/>
    <w:rsid w:val="00980253"/>
    <w:rsid w:val="009F601A"/>
    <w:rsid w:val="00A510AA"/>
    <w:rsid w:val="00A75DF2"/>
    <w:rsid w:val="00AA002B"/>
    <w:rsid w:val="00B263A6"/>
    <w:rsid w:val="00BB4DB6"/>
    <w:rsid w:val="00BD5F9C"/>
    <w:rsid w:val="00C02106"/>
    <w:rsid w:val="00C03833"/>
    <w:rsid w:val="00C32368"/>
    <w:rsid w:val="00C610DE"/>
    <w:rsid w:val="00C63B79"/>
    <w:rsid w:val="00CC4406"/>
    <w:rsid w:val="00CF12D9"/>
    <w:rsid w:val="00D94335"/>
    <w:rsid w:val="00D96BC0"/>
    <w:rsid w:val="00DD408F"/>
    <w:rsid w:val="00E43C79"/>
    <w:rsid w:val="00E75CDD"/>
    <w:rsid w:val="00E81C16"/>
    <w:rsid w:val="00E873FB"/>
    <w:rsid w:val="00F12947"/>
    <w:rsid w:val="00F42EFA"/>
    <w:rsid w:val="00F7092A"/>
    <w:rsid w:val="00F845BD"/>
    <w:rsid w:val="00F87C23"/>
    <w:rsid w:val="00FA2BA3"/>
    <w:rsid w:val="00FC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15D0FC8"/>
  <w14:defaultImageDpi w14:val="330"/>
  <w15:docId w15:val="{D2B90071-B4FE-4A42-9EC2-6B5DD876D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3E50"/>
    <w:pPr>
      <w:widowControl w:val="0"/>
      <w:suppressAutoHyphens/>
    </w:pPr>
    <w:rPr>
      <w:rFonts w:eastAsia="SimSun" w:cs="Mangal"/>
      <w:kern w:val="1"/>
      <w:sz w:val="24"/>
      <w:szCs w:val="24"/>
      <w:lang w:val="en-GB" w:eastAsia="hi-I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2B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424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5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22B05"/>
    <w:rPr>
      <w:rFonts w:asciiTheme="majorHAnsi" w:eastAsiaTheme="majorEastAsia" w:hAnsiTheme="majorHAnsi" w:cs="Mangal"/>
      <w:b/>
      <w:bCs/>
      <w:kern w:val="32"/>
      <w:sz w:val="32"/>
      <w:szCs w:val="29"/>
      <w:lang w:val="en-GB" w:eastAsia="hi-IN" w:bidi="hi-IN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42427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val="en-GB" w:eastAsia="hi-IN" w:bidi="hi-IN"/>
    </w:rPr>
  </w:style>
  <w:style w:type="paragraph" w:customStyle="1" w:styleId="Body">
    <w:name w:val="Body"/>
    <w:basedOn w:val="Normaallaad"/>
    <w:next w:val="Normaallaad"/>
    <w:rsid w:val="00342427"/>
    <w:pPr>
      <w:spacing w:after="120"/>
    </w:pPr>
    <w:rPr>
      <w:sz w:val="22"/>
      <w:lang w:val="et-EE"/>
    </w:rPr>
  </w:style>
  <w:style w:type="paragraph" w:customStyle="1" w:styleId="PullQuote">
    <w:name w:val="Pull Quote"/>
    <w:basedOn w:val="Normaallaad"/>
    <w:rsid w:val="00342427"/>
    <w:pPr>
      <w:pBdr>
        <w:left w:val="single" w:sz="4" w:space="0" w:color="auto"/>
      </w:pBdr>
      <w:shd w:val="clear" w:color="auto" w:fill="FF9400"/>
      <w:spacing w:before="240" w:after="240"/>
    </w:pPr>
    <w:rPr>
      <w:rFonts w:ascii="Arial" w:hAnsi="Arial"/>
      <w:b/>
      <w:i/>
      <w:color w:val="544239"/>
      <w:sz w:val="28"/>
      <w:lang w:val="et-EE"/>
    </w:rPr>
  </w:style>
  <w:style w:type="paragraph" w:customStyle="1" w:styleId="documentinfo">
    <w:name w:val="document info"/>
    <w:basedOn w:val="Normaallaad"/>
    <w:rsid w:val="00980253"/>
    <w:rPr>
      <w:rFonts w:ascii="Arial" w:hAnsi="Arial"/>
      <w:b/>
      <w:bCs/>
      <w:color w:val="FFFFFF" w:themeColor="background1"/>
      <w:sz w:val="22"/>
      <w:szCs w:val="22"/>
      <w:lang w:val="et-EE"/>
    </w:rPr>
  </w:style>
  <w:style w:type="paragraph" w:styleId="Pis">
    <w:name w:val="header"/>
    <w:basedOn w:val="Normaallaad"/>
    <w:link w:val="PisMrk"/>
    <w:uiPriority w:val="99"/>
    <w:unhideWhenUsed/>
    <w:rsid w:val="0040241D"/>
    <w:pPr>
      <w:tabs>
        <w:tab w:val="center" w:pos="4153"/>
        <w:tab w:val="right" w:pos="8306"/>
      </w:tabs>
    </w:pPr>
    <w:rPr>
      <w:lang w:val="et-EE"/>
    </w:rPr>
  </w:style>
  <w:style w:type="character" w:customStyle="1" w:styleId="PisMrk">
    <w:name w:val="Päis Märk"/>
    <w:basedOn w:val="Liguvaikefont"/>
    <w:link w:val="Pis"/>
    <w:uiPriority w:val="99"/>
    <w:rsid w:val="0040241D"/>
    <w:rPr>
      <w:rFonts w:ascii="Georgia" w:hAnsi="Georgia" w:cs="Times New Roman"/>
      <w:sz w:val="20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40241D"/>
    <w:pPr>
      <w:tabs>
        <w:tab w:val="center" w:pos="4153"/>
        <w:tab w:val="right" w:pos="8306"/>
      </w:tabs>
    </w:pPr>
    <w:rPr>
      <w:lang w:val="et-EE"/>
    </w:rPr>
  </w:style>
  <w:style w:type="character" w:customStyle="1" w:styleId="JalusMrk">
    <w:name w:val="Jalus Märk"/>
    <w:basedOn w:val="Liguvaikefont"/>
    <w:link w:val="Jalus"/>
    <w:uiPriority w:val="99"/>
    <w:rsid w:val="0040241D"/>
    <w:rPr>
      <w:rFonts w:ascii="Georgia" w:hAnsi="Georgia" w:cs="Times New Roman"/>
      <w:sz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0241D"/>
    <w:rPr>
      <w:rFonts w:ascii="Lucida Grande CE" w:hAnsi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0241D"/>
    <w:rPr>
      <w:rFonts w:ascii="Lucida Grande CE" w:hAnsi="Lucida Grande CE" w:cs="Times New Roman"/>
      <w:sz w:val="18"/>
      <w:szCs w:val="18"/>
      <w:lang w:val="en-US"/>
    </w:rPr>
  </w:style>
  <w:style w:type="paragraph" w:customStyle="1" w:styleId="BasicParagraph">
    <w:name w:val="[Basic Paragraph]"/>
    <w:basedOn w:val="Normaallaad"/>
    <w:uiPriority w:val="99"/>
    <w:rsid w:val="00C0383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t-EE"/>
    </w:rPr>
  </w:style>
  <w:style w:type="table" w:styleId="Kontuurtabel">
    <w:name w:val="Table Grid"/>
    <w:basedOn w:val="Normaaltabel"/>
    <w:uiPriority w:val="59"/>
    <w:rsid w:val="00C0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322B05"/>
    <w:pPr>
      <w:suppressLineNumbers/>
      <w:spacing w:before="120" w:after="120"/>
    </w:pPr>
    <w:rPr>
      <w:i/>
      <w:iCs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22B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  <w:lang w:val="et-EE"/>
    </w:rPr>
  </w:style>
  <w:style w:type="character" w:customStyle="1" w:styleId="PealkiriMrk">
    <w:name w:val="Pealkiri Märk"/>
    <w:basedOn w:val="Liguvaikefont"/>
    <w:link w:val="Pealkiri"/>
    <w:uiPriority w:val="10"/>
    <w:rsid w:val="00322B05"/>
    <w:rPr>
      <w:rFonts w:asciiTheme="majorHAnsi" w:eastAsiaTheme="majorEastAsia" w:hAnsiTheme="majorHAnsi" w:cs="Mangal"/>
      <w:b/>
      <w:bCs/>
      <w:kern w:val="28"/>
      <w:sz w:val="32"/>
      <w:szCs w:val="29"/>
      <w:lang w:val="en-GB" w:eastAsia="hi-IN" w:bidi="hi-I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22B05"/>
    <w:pPr>
      <w:spacing w:after="60"/>
      <w:jc w:val="center"/>
      <w:outlineLvl w:val="1"/>
    </w:pPr>
    <w:rPr>
      <w:rFonts w:asciiTheme="majorHAnsi" w:eastAsiaTheme="majorEastAsia" w:hAnsiTheme="majorHAnsi"/>
      <w:szCs w:val="21"/>
      <w:lang w:val="et-EE"/>
    </w:rPr>
  </w:style>
  <w:style w:type="character" w:customStyle="1" w:styleId="AlapealkiriMrk">
    <w:name w:val="Alapealkiri Märk"/>
    <w:basedOn w:val="Liguvaikefont"/>
    <w:link w:val="Alapealkiri"/>
    <w:uiPriority w:val="11"/>
    <w:rsid w:val="00322B05"/>
    <w:rPr>
      <w:rFonts w:asciiTheme="majorHAnsi" w:eastAsiaTheme="majorEastAsia" w:hAnsiTheme="majorHAnsi" w:cs="Mangal"/>
      <w:kern w:val="1"/>
      <w:sz w:val="24"/>
      <w:szCs w:val="21"/>
      <w:lang w:val="en-GB" w:eastAsia="hi-IN" w:bidi="hi-IN"/>
    </w:rPr>
  </w:style>
  <w:style w:type="paragraph" w:styleId="Vahedeta">
    <w:name w:val="No Spacing"/>
    <w:uiPriority w:val="1"/>
    <w:qFormat/>
    <w:rsid w:val="00322B05"/>
    <w:pPr>
      <w:widowControl w:val="0"/>
      <w:suppressAutoHyphens/>
    </w:pPr>
    <w:rPr>
      <w:rFonts w:eastAsia="SimSun" w:cs="Mangal"/>
      <w:kern w:val="1"/>
      <w:sz w:val="24"/>
      <w:szCs w:val="21"/>
      <w:lang w:val="en-GB" w:eastAsia="hi-IN" w:bidi="hi-IN"/>
    </w:rPr>
  </w:style>
  <w:style w:type="paragraph" w:styleId="Loendilik">
    <w:name w:val="List Paragraph"/>
    <w:basedOn w:val="Normaallaad"/>
    <w:uiPriority w:val="34"/>
    <w:qFormat/>
    <w:rsid w:val="00322B05"/>
    <w:pPr>
      <w:ind w:left="708"/>
    </w:pPr>
    <w:rPr>
      <w:szCs w:val="21"/>
      <w:lang w:val="et-EE"/>
    </w:rPr>
  </w:style>
  <w:style w:type="character" w:styleId="Tugev">
    <w:name w:val="Strong"/>
    <w:basedOn w:val="Liguvaikefont"/>
    <w:uiPriority w:val="22"/>
    <w:qFormat/>
    <w:rsid w:val="00E75CDD"/>
    <w:rPr>
      <w:b/>
      <w:bCs/>
    </w:rPr>
  </w:style>
  <w:style w:type="character" w:styleId="Hperlink">
    <w:name w:val="Hyperlink"/>
    <w:basedOn w:val="Liguvaikefont"/>
    <w:uiPriority w:val="99"/>
    <w:unhideWhenUsed/>
    <w:rsid w:val="00423E5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B37FB"/>
    <w:rPr>
      <w:color w:val="605E5C"/>
      <w:shd w:val="clear" w:color="auto" w:fill="E1DFDD"/>
    </w:rPr>
  </w:style>
  <w:style w:type="paragraph" w:customStyle="1" w:styleId="Default">
    <w:name w:val="Default"/>
    <w:rsid w:val="00F42EFA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siseministeerium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YSK3\Dropbox\17_DOKUMENTIDE%20ALUSED\Uuendatud%20dokumentide%20alused%202021\Kirjade%20alused\K&#220;SK%20kirja%20BLANKETT%20%5bUUS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2BF140-F4A3-4E73-B3C2-804DECB65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KÜSK kirja BLANKETT [UUS]</Template>
  <TotalTime>74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</dc:creator>
  <cp:keywords/>
  <dc:description/>
  <cp:lastModifiedBy>Tiina Oraste</cp:lastModifiedBy>
  <cp:revision>6</cp:revision>
  <cp:lastPrinted>2014-08-04T11:46:00Z</cp:lastPrinted>
  <dcterms:created xsi:type="dcterms:W3CDTF">2025-08-21T07:35:00Z</dcterms:created>
  <dcterms:modified xsi:type="dcterms:W3CDTF">2025-08-25T11:38:00Z</dcterms:modified>
</cp:coreProperties>
</file>