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764A24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781136F9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</w:t>
            </w:r>
            <w:r w:rsidR="00731026">
              <w:t>3</w:t>
            </w:r>
            <w:r w:rsidR="008E7BA5">
              <w:t>/</w:t>
            </w:r>
            <w:r w:rsidR="00764A24">
              <w:t>213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30452F4C" w:rsidR="0065027A" w:rsidRDefault="00764A24" w:rsidP="009A2A25">
      <w:pPr>
        <w:rPr>
          <w:b/>
        </w:rPr>
      </w:pPr>
      <w:r>
        <w:rPr>
          <w:b/>
        </w:rPr>
        <w:t>Ahtme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23ADD2AA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764A24">
        <w:t>Marina Minerals OÜ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764A24">
        <w:t>11349875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6C7129">
        <w:t>liiva</w:t>
      </w:r>
      <w:r w:rsidR="008D0685">
        <w:t xml:space="preserve"> </w:t>
      </w:r>
      <w:r w:rsidR="00731026">
        <w:t xml:space="preserve">ja </w:t>
      </w:r>
      <w:r w:rsidR="00764A24">
        <w:t>kruusa</w:t>
      </w:r>
      <w:r w:rsidR="00731026">
        <w:t xml:space="preserve"> </w:t>
      </w:r>
      <w:r w:rsidR="0065027A">
        <w:t xml:space="preserve">tarbevaru uurimist </w:t>
      </w:r>
      <w:r w:rsidR="00764A24">
        <w:t>Ahtme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1469823C" w:rsidR="009E416E" w:rsidRDefault="00764A24" w:rsidP="009A78E3">
      <w:pPr>
        <w:jc w:val="both"/>
      </w:pPr>
      <w:r>
        <w:t>Ahtme</w:t>
      </w:r>
      <w:r w:rsidR="00D87DA9">
        <w:t xml:space="preserve"> </w:t>
      </w:r>
      <w:r w:rsidR="009A78E3" w:rsidRPr="002D3E19">
        <w:t xml:space="preserve">uuringuruum asub </w:t>
      </w:r>
      <w:r>
        <w:t>Ida-Viru</w:t>
      </w:r>
      <w:r w:rsidR="00345AC1">
        <w:t xml:space="preserve"> </w:t>
      </w:r>
      <w:r w:rsidR="00EE2C03" w:rsidRPr="00A24419">
        <w:t xml:space="preserve">maakonnas </w:t>
      </w:r>
      <w:r>
        <w:t xml:space="preserve">Jõhvi vallas Kose </w:t>
      </w:r>
      <w:r w:rsidR="00731026">
        <w:t>külas</w:t>
      </w:r>
      <w:r w:rsidR="002E1839">
        <w:t xml:space="preserve"> </w:t>
      </w:r>
      <w:r w:rsidR="00273033" w:rsidRPr="00A24419">
        <w:t>Rii</w:t>
      </w:r>
      <w:r w:rsidR="009A78E3" w:rsidRPr="00A24419">
        <w:t xml:space="preserve">gimetsa Majandamise Keskuse valitsemisalas </w:t>
      </w:r>
      <w:r w:rsidR="00EE2C03" w:rsidRPr="00A24419">
        <w:t>oleval</w:t>
      </w:r>
      <w:r w:rsidR="000C367E">
        <w:t xml:space="preserve"> </w:t>
      </w:r>
      <w:r>
        <w:t>Ahtme metskond 16</w:t>
      </w:r>
      <w:r w:rsidR="00731026">
        <w:t xml:space="preserve"> kinnisasjal (k</w:t>
      </w:r>
      <w:r w:rsidR="00594400">
        <w:t xml:space="preserve">atastritunnus </w:t>
      </w:r>
      <w:r>
        <w:t>25201:008:0096</w:t>
      </w:r>
      <w:r w:rsidR="00594400">
        <w:t>)</w:t>
      </w:r>
      <w:r w:rsidR="00273033" w:rsidRPr="00A24419">
        <w:t>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67C5DF90" w:rsidR="009A78E3" w:rsidRDefault="009A78E3" w:rsidP="009A78E3">
      <w:pPr>
        <w:ind w:firstLine="680"/>
      </w:pPr>
      <w:r>
        <w:t>2. Keskkonnaameti RV kooskõlastustaotlus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182AF770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47D512D9" w14:textId="77777777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5440E3A6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86A48D2" w14:textId="77777777" w:rsidR="00E85637" w:rsidRDefault="00E85637"/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2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5192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7680"/>
    <w:rsid w:val="006C7129"/>
    <w:rsid w:val="006F2ED3"/>
    <w:rsid w:val="00704BBF"/>
    <w:rsid w:val="00731026"/>
    <w:rsid w:val="00740107"/>
    <w:rsid w:val="0074193C"/>
    <w:rsid w:val="00764A24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78A"/>
    <w:rsid w:val="00F04FCF"/>
    <w:rsid w:val="00F167CB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3</TotalTime>
  <Pages>1</Pages>
  <Words>102</Words>
  <Characters>1105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1205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2022-10-28T10:47:00Z</cp:lastPrinted>
  <dcterms:created xsi:type="dcterms:W3CDTF">2023-02-03T10:57:00Z</dcterms:created>
  <dcterms:modified xsi:type="dcterms:W3CDTF">2023-02-03T11:00:00Z</dcterms:modified>
</cp:coreProperties>
</file>