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9406C" w14:textId="77777777" w:rsidR="006E2144" w:rsidRPr="00882D69" w:rsidRDefault="006E2144" w:rsidP="004E14E1">
      <w:pPr>
        <w:jc w:val="center"/>
        <w:rPr>
          <w:b/>
          <w:bCs/>
          <w:sz w:val="22"/>
          <w:szCs w:val="22"/>
        </w:rPr>
      </w:pPr>
    </w:p>
    <w:p w14:paraId="6F294C5E" w14:textId="77777777" w:rsidR="006E2144" w:rsidRPr="00882D69" w:rsidRDefault="006E2144" w:rsidP="004E14E1">
      <w:pPr>
        <w:jc w:val="center"/>
        <w:rPr>
          <w:b/>
          <w:bCs/>
          <w:sz w:val="22"/>
          <w:szCs w:val="22"/>
        </w:rPr>
      </w:pPr>
    </w:p>
    <w:p w14:paraId="1E63A9E3" w14:textId="77777777" w:rsidR="00B41319" w:rsidRPr="00882D69" w:rsidRDefault="004E14E1" w:rsidP="004E14E1">
      <w:pPr>
        <w:jc w:val="center"/>
        <w:rPr>
          <w:sz w:val="22"/>
          <w:szCs w:val="22"/>
        </w:rPr>
      </w:pPr>
      <w:r w:rsidRPr="00882D69">
        <w:rPr>
          <w:b/>
          <w:bCs/>
          <w:sz w:val="22"/>
          <w:szCs w:val="22"/>
        </w:rPr>
        <w:t>ÜÜRIPINNA</w:t>
      </w:r>
      <w:r w:rsidR="007049AD" w:rsidRPr="00882D69">
        <w:rPr>
          <w:b/>
          <w:bCs/>
          <w:sz w:val="22"/>
          <w:szCs w:val="22"/>
        </w:rPr>
        <w:t xml:space="preserve"> </w:t>
      </w:r>
      <w:r w:rsidRPr="00882D69">
        <w:rPr>
          <w:b/>
          <w:bCs/>
          <w:sz w:val="22"/>
          <w:szCs w:val="22"/>
        </w:rPr>
        <w:t>ÜLEANDMISE-</w:t>
      </w:r>
      <w:r w:rsidR="00B41319" w:rsidRPr="00882D69">
        <w:rPr>
          <w:b/>
          <w:bCs/>
          <w:sz w:val="22"/>
          <w:szCs w:val="22"/>
        </w:rPr>
        <w:t xml:space="preserve">VASTUVÕTMISE </w:t>
      </w:r>
      <w:r w:rsidR="006E2144" w:rsidRPr="00882D69">
        <w:rPr>
          <w:b/>
          <w:bCs/>
          <w:sz w:val="22"/>
          <w:szCs w:val="22"/>
        </w:rPr>
        <w:t>AKT</w:t>
      </w:r>
    </w:p>
    <w:p w14:paraId="70792721" w14:textId="77777777" w:rsidR="00DF16DE" w:rsidRDefault="00DF16DE" w:rsidP="001A3650">
      <w:pPr>
        <w:jc w:val="both"/>
        <w:rPr>
          <w:sz w:val="22"/>
          <w:szCs w:val="22"/>
        </w:rPr>
      </w:pPr>
    </w:p>
    <w:p w14:paraId="72DF09A2" w14:textId="77777777" w:rsidR="005223B0" w:rsidRPr="00882D69" w:rsidRDefault="005223B0" w:rsidP="001A3650">
      <w:pPr>
        <w:jc w:val="both"/>
        <w:rPr>
          <w:sz w:val="22"/>
          <w:szCs w:val="22"/>
        </w:rPr>
      </w:pPr>
    </w:p>
    <w:p w14:paraId="71817460" w14:textId="402958AA" w:rsidR="00DF16DE" w:rsidRPr="00882D69" w:rsidRDefault="00DF16DE" w:rsidP="00DF16DE">
      <w:pPr>
        <w:tabs>
          <w:tab w:val="left" w:pos="5670"/>
        </w:tabs>
        <w:jc w:val="both"/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 xml:space="preserve">Käesolevale aktile alla kirjutades kinnitavad Üleandja ja Vastuvõtja, et üüripind on üle antud ja vastu võetud seisuga </w:t>
      </w:r>
      <w:r w:rsidR="00E44299">
        <w:rPr>
          <w:b/>
          <w:sz w:val="22"/>
          <w:szCs w:val="22"/>
        </w:rPr>
        <w:t>1</w:t>
      </w:r>
      <w:r w:rsidR="00DF51AA">
        <w:rPr>
          <w:b/>
          <w:sz w:val="22"/>
          <w:szCs w:val="22"/>
        </w:rPr>
        <w:t>9</w:t>
      </w:r>
      <w:r w:rsidR="006F6E27">
        <w:rPr>
          <w:b/>
          <w:sz w:val="22"/>
          <w:szCs w:val="22"/>
        </w:rPr>
        <w:t>.</w:t>
      </w:r>
      <w:r w:rsidR="00DF51AA">
        <w:rPr>
          <w:b/>
          <w:sz w:val="22"/>
          <w:szCs w:val="22"/>
        </w:rPr>
        <w:t>09</w:t>
      </w:r>
      <w:r w:rsidR="006F6E27">
        <w:rPr>
          <w:b/>
          <w:sz w:val="22"/>
          <w:szCs w:val="22"/>
        </w:rPr>
        <w:t>.2024</w:t>
      </w:r>
      <w:r w:rsidRPr="00882D69">
        <w:rPr>
          <w:b/>
          <w:sz w:val="22"/>
          <w:szCs w:val="22"/>
        </w:rPr>
        <w:t xml:space="preserve">. </w:t>
      </w:r>
    </w:p>
    <w:p w14:paraId="0E5A6FB4" w14:textId="77777777" w:rsidR="00DF16DE" w:rsidRPr="00882D69" w:rsidRDefault="00DF16DE">
      <w:pPr>
        <w:rPr>
          <w:sz w:val="22"/>
          <w:szCs w:val="22"/>
        </w:rPr>
      </w:pPr>
    </w:p>
    <w:p w14:paraId="3E7C045D" w14:textId="158D5B3E" w:rsidR="00DF16DE" w:rsidRPr="00882D69" w:rsidRDefault="007049AD" w:rsidP="00DF16DE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>Üüripinna üleandja</w:t>
      </w:r>
      <w:r w:rsidR="00DF16DE" w:rsidRPr="00882D69">
        <w:rPr>
          <w:b/>
          <w:sz w:val="22"/>
          <w:szCs w:val="22"/>
        </w:rPr>
        <w:t xml:space="preserve">: </w:t>
      </w:r>
      <w:r w:rsidR="00856120">
        <w:rPr>
          <w:b/>
          <w:sz w:val="22"/>
          <w:szCs w:val="22"/>
        </w:rPr>
        <w:t>Ilmar Koppel</w:t>
      </w:r>
      <w:r w:rsidR="006F6E27">
        <w:rPr>
          <w:b/>
          <w:sz w:val="22"/>
          <w:szCs w:val="22"/>
        </w:rPr>
        <w:t xml:space="preserve"> (</w:t>
      </w:r>
      <w:r w:rsidR="00856120">
        <w:rPr>
          <w:b/>
          <w:sz w:val="22"/>
          <w:szCs w:val="22"/>
        </w:rPr>
        <w:t>Päästeamet</w:t>
      </w:r>
      <w:r w:rsidR="006F6E27">
        <w:rPr>
          <w:b/>
          <w:sz w:val="22"/>
          <w:szCs w:val="22"/>
        </w:rPr>
        <w:t>)</w:t>
      </w:r>
    </w:p>
    <w:p w14:paraId="36C03190" w14:textId="7A9A892C" w:rsidR="00DF16DE" w:rsidRPr="00882D69" w:rsidRDefault="00DF16DE" w:rsidP="00DF16DE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 xml:space="preserve">Vastuvõtja: </w:t>
      </w:r>
      <w:r w:rsidR="00856120">
        <w:rPr>
          <w:b/>
          <w:sz w:val="22"/>
          <w:szCs w:val="22"/>
        </w:rPr>
        <w:t>Mirjam Aruvälja</w:t>
      </w:r>
      <w:r w:rsidR="006F6E27">
        <w:rPr>
          <w:b/>
          <w:sz w:val="22"/>
          <w:szCs w:val="22"/>
        </w:rPr>
        <w:t xml:space="preserve"> (</w:t>
      </w:r>
      <w:r w:rsidR="00856120">
        <w:rPr>
          <w:b/>
          <w:sz w:val="22"/>
          <w:szCs w:val="22"/>
        </w:rPr>
        <w:t>Riigi Kinnisvara AS</w:t>
      </w:r>
      <w:r w:rsidR="006F6E27">
        <w:rPr>
          <w:b/>
          <w:sz w:val="22"/>
          <w:szCs w:val="22"/>
        </w:rPr>
        <w:t>)</w:t>
      </w:r>
    </w:p>
    <w:p w14:paraId="063A299F" w14:textId="77777777" w:rsidR="00B41319" w:rsidRPr="00882D69" w:rsidRDefault="00B41319">
      <w:pPr>
        <w:rPr>
          <w:sz w:val="22"/>
          <w:szCs w:val="22"/>
        </w:rPr>
      </w:pPr>
      <w:r w:rsidRPr="00882D69">
        <w:rPr>
          <w:sz w:val="22"/>
          <w:szCs w:val="22"/>
        </w:rPr>
        <w:t> </w:t>
      </w:r>
    </w:p>
    <w:p w14:paraId="005B771B" w14:textId="2C3D3936" w:rsidR="00B41319" w:rsidRPr="00882D69" w:rsidRDefault="00B41319" w:rsidP="006F3ACC">
      <w:pPr>
        <w:pStyle w:val="ListParagraph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882D69">
        <w:rPr>
          <w:sz w:val="22"/>
          <w:szCs w:val="22"/>
        </w:rPr>
        <w:t xml:space="preserve">Üleandja annab Vastuvõtjale üle </w:t>
      </w:r>
      <w:r w:rsidR="001A3650" w:rsidRPr="00882D69">
        <w:rPr>
          <w:sz w:val="22"/>
          <w:szCs w:val="22"/>
        </w:rPr>
        <w:t>üürilepingu</w:t>
      </w:r>
      <w:r w:rsidR="005223B0">
        <w:rPr>
          <w:sz w:val="22"/>
          <w:szCs w:val="22"/>
        </w:rPr>
        <w:t>st</w:t>
      </w:r>
      <w:r w:rsidR="001A3650" w:rsidRPr="00882D69">
        <w:rPr>
          <w:sz w:val="22"/>
          <w:szCs w:val="22"/>
        </w:rPr>
        <w:t xml:space="preserve"> </w:t>
      </w:r>
      <w:r w:rsidR="001A3650" w:rsidRPr="006F6E27">
        <w:rPr>
          <w:sz w:val="22"/>
          <w:szCs w:val="22"/>
        </w:rPr>
        <w:t>nr</w:t>
      </w:r>
      <w:r w:rsidR="007049AD" w:rsidRPr="006F6E27">
        <w:rPr>
          <w:sz w:val="22"/>
          <w:szCs w:val="22"/>
        </w:rPr>
        <w:t xml:space="preserve"> </w:t>
      </w:r>
      <w:hyperlink r:id="rId13" w:tgtFrame="_blank" w:history="1">
        <w:r w:rsidR="00856120" w:rsidRPr="00856120">
          <w:rPr>
            <w:rStyle w:val="Hyperlink"/>
            <w:color w:val="auto"/>
            <w:sz w:val="22"/>
            <w:szCs w:val="22"/>
            <w:u w:val="none"/>
          </w:rPr>
          <w:t>KPJ-4/2021-51</w:t>
        </w:r>
      </w:hyperlink>
      <w:r w:rsidR="001A3650" w:rsidRPr="00882D69">
        <w:rPr>
          <w:sz w:val="22"/>
          <w:szCs w:val="22"/>
        </w:rPr>
        <w:t xml:space="preserve"> tulenevalt aadressil </w:t>
      </w:r>
      <w:r w:rsidR="00856120">
        <w:rPr>
          <w:sz w:val="22"/>
          <w:szCs w:val="22"/>
        </w:rPr>
        <w:t>Põllu tn 23, Paide</w:t>
      </w:r>
      <w:r w:rsidRPr="00882D69">
        <w:rPr>
          <w:sz w:val="22"/>
          <w:szCs w:val="22"/>
        </w:rPr>
        <w:t xml:space="preserve"> </w:t>
      </w:r>
      <w:r w:rsidR="001A3650" w:rsidRPr="00882D69">
        <w:rPr>
          <w:sz w:val="22"/>
          <w:szCs w:val="22"/>
        </w:rPr>
        <w:t>paikneva üüripinna alljärgnevas</w:t>
      </w:r>
      <w:r w:rsidRPr="00882D69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921"/>
        <w:gridCol w:w="1720"/>
        <w:gridCol w:w="957"/>
        <w:gridCol w:w="3914"/>
        <w:gridCol w:w="1536"/>
      </w:tblGrid>
      <w:tr w:rsidR="00341605" w:rsidRPr="00882D69" w14:paraId="77D95A1B" w14:textId="77777777" w:rsidTr="00856120">
        <w:trPr>
          <w:trHeight w:val="1134"/>
        </w:trPr>
        <w:tc>
          <w:tcPr>
            <w:tcW w:w="580" w:type="dxa"/>
            <w:shd w:val="clear" w:color="auto" w:fill="D9D9D9" w:themeFill="background1" w:themeFillShade="D9"/>
          </w:tcPr>
          <w:p w14:paraId="4FF4FF14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Jrk nr</w:t>
            </w:r>
          </w:p>
        </w:tc>
        <w:tc>
          <w:tcPr>
            <w:tcW w:w="921" w:type="dxa"/>
            <w:shd w:val="clear" w:color="auto" w:fill="D9D9D9" w:themeFill="background1" w:themeFillShade="D9"/>
          </w:tcPr>
          <w:p w14:paraId="04EA8BEB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nr</w:t>
            </w:r>
            <w:r w:rsidRPr="00882D69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1720" w:type="dxa"/>
            <w:shd w:val="clear" w:color="auto" w:fill="D9D9D9" w:themeFill="background1" w:themeFillShade="D9"/>
          </w:tcPr>
          <w:p w14:paraId="35067C94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nimetus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14:paraId="54E61B2C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proofErr w:type="spellStart"/>
            <w:r w:rsidRPr="00882D69">
              <w:rPr>
                <w:b/>
                <w:sz w:val="22"/>
                <w:szCs w:val="22"/>
              </w:rPr>
              <w:t>Seisu-korra</w:t>
            </w:r>
            <w:proofErr w:type="spellEnd"/>
            <w:r w:rsidRPr="00882D69">
              <w:rPr>
                <w:b/>
                <w:sz w:val="22"/>
                <w:szCs w:val="22"/>
              </w:rPr>
              <w:t xml:space="preserve"> hinne (1-5)</w:t>
            </w:r>
            <w:r w:rsidRPr="00882D69">
              <w:rPr>
                <w:rStyle w:val="FootnoteReference"/>
                <w:b/>
                <w:sz w:val="22"/>
                <w:szCs w:val="22"/>
              </w:rPr>
              <w:footnoteReference w:id="1"/>
            </w:r>
          </w:p>
        </w:tc>
        <w:tc>
          <w:tcPr>
            <w:tcW w:w="3914" w:type="dxa"/>
            <w:shd w:val="clear" w:color="auto" w:fill="D9D9D9" w:themeFill="background1" w:themeFillShade="D9"/>
          </w:tcPr>
          <w:p w14:paraId="1AAD45EC" w14:textId="77777777" w:rsidR="00341605" w:rsidRPr="00882D69" w:rsidRDefault="00341605" w:rsidP="00341605">
            <w:pPr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Olulised puudused </w:t>
            </w:r>
          </w:p>
        </w:tc>
        <w:tc>
          <w:tcPr>
            <w:tcW w:w="1536" w:type="dxa"/>
            <w:shd w:val="clear" w:color="auto" w:fill="D9D9D9" w:themeFill="background1" w:themeFillShade="D9"/>
          </w:tcPr>
          <w:p w14:paraId="04602789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Puuduse likvideerimise aeg</w:t>
            </w:r>
          </w:p>
        </w:tc>
      </w:tr>
      <w:tr w:rsidR="00856120" w:rsidRPr="00882D69" w14:paraId="7BE79407" w14:textId="77777777" w:rsidTr="00856120">
        <w:tc>
          <w:tcPr>
            <w:tcW w:w="580" w:type="dxa"/>
          </w:tcPr>
          <w:p w14:paraId="6862A582" w14:textId="77777777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1</w:t>
            </w:r>
          </w:p>
        </w:tc>
        <w:tc>
          <w:tcPr>
            <w:tcW w:w="921" w:type="dxa"/>
            <w:vAlign w:val="bottom"/>
          </w:tcPr>
          <w:p w14:paraId="2B74550E" w14:textId="18041D10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720" w:type="dxa"/>
            <w:vAlign w:val="bottom"/>
          </w:tcPr>
          <w:p w14:paraId="28EFB1FC" w14:textId="4CC4BA57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Garaaž</w:t>
            </w:r>
          </w:p>
        </w:tc>
        <w:tc>
          <w:tcPr>
            <w:tcW w:w="957" w:type="dxa"/>
          </w:tcPr>
          <w:p w14:paraId="0E8BD75C" w14:textId="3A26FCF5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25D18A7D" w14:textId="77777777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72BA9B60" w14:textId="77777777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</w:p>
        </w:tc>
      </w:tr>
      <w:tr w:rsidR="00856120" w:rsidRPr="00882D69" w14:paraId="7388B177" w14:textId="77777777" w:rsidTr="00856120">
        <w:tc>
          <w:tcPr>
            <w:tcW w:w="580" w:type="dxa"/>
          </w:tcPr>
          <w:p w14:paraId="7E26CEF2" w14:textId="77777777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2</w:t>
            </w:r>
          </w:p>
        </w:tc>
        <w:tc>
          <w:tcPr>
            <w:tcW w:w="921" w:type="dxa"/>
            <w:vAlign w:val="bottom"/>
          </w:tcPr>
          <w:p w14:paraId="31DE043D" w14:textId="359D1AAB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720" w:type="dxa"/>
            <w:vAlign w:val="bottom"/>
          </w:tcPr>
          <w:p w14:paraId="2D556869" w14:textId="178ECA9A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Garaaž</w:t>
            </w:r>
          </w:p>
        </w:tc>
        <w:tc>
          <w:tcPr>
            <w:tcW w:w="957" w:type="dxa"/>
          </w:tcPr>
          <w:p w14:paraId="40934C3A" w14:textId="495164E3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6DE01CDE" w14:textId="77777777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49C05BA5" w14:textId="77777777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</w:p>
        </w:tc>
      </w:tr>
      <w:tr w:rsidR="00856120" w:rsidRPr="00882D69" w14:paraId="732E2A8D" w14:textId="77777777" w:rsidTr="00856120">
        <w:tc>
          <w:tcPr>
            <w:tcW w:w="580" w:type="dxa"/>
          </w:tcPr>
          <w:p w14:paraId="5E0D0AFB" w14:textId="77777777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3</w:t>
            </w:r>
          </w:p>
        </w:tc>
        <w:tc>
          <w:tcPr>
            <w:tcW w:w="921" w:type="dxa"/>
            <w:vAlign w:val="bottom"/>
          </w:tcPr>
          <w:p w14:paraId="356B16A0" w14:textId="25713349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720" w:type="dxa"/>
            <w:vAlign w:val="bottom"/>
          </w:tcPr>
          <w:p w14:paraId="684FD0FD" w14:textId="69BF050E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Garaaž</w:t>
            </w:r>
          </w:p>
        </w:tc>
        <w:tc>
          <w:tcPr>
            <w:tcW w:w="957" w:type="dxa"/>
          </w:tcPr>
          <w:p w14:paraId="59116415" w14:textId="27AA3F76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0B39623B" w14:textId="77777777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37A3ACA" w14:textId="77777777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</w:p>
        </w:tc>
      </w:tr>
      <w:tr w:rsidR="00856120" w:rsidRPr="00882D69" w14:paraId="7B63B292" w14:textId="77777777" w:rsidTr="00856120">
        <w:tc>
          <w:tcPr>
            <w:tcW w:w="580" w:type="dxa"/>
          </w:tcPr>
          <w:p w14:paraId="4D2354E3" w14:textId="77777777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4</w:t>
            </w:r>
          </w:p>
        </w:tc>
        <w:tc>
          <w:tcPr>
            <w:tcW w:w="921" w:type="dxa"/>
            <w:vAlign w:val="bottom"/>
          </w:tcPr>
          <w:p w14:paraId="5F7C776F" w14:textId="7FD5CD01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720" w:type="dxa"/>
            <w:vAlign w:val="bottom"/>
          </w:tcPr>
          <w:p w14:paraId="44FEB78A" w14:textId="7440FE36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Hoiuruum/Ladu</w:t>
            </w:r>
          </w:p>
        </w:tc>
        <w:tc>
          <w:tcPr>
            <w:tcW w:w="957" w:type="dxa"/>
          </w:tcPr>
          <w:p w14:paraId="7AD3F748" w14:textId="7681CF15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30C2704E" w14:textId="77777777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2E5B3096" w14:textId="77777777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</w:p>
        </w:tc>
      </w:tr>
      <w:tr w:rsidR="00856120" w:rsidRPr="00882D69" w14:paraId="4361F945" w14:textId="77777777" w:rsidTr="00856120">
        <w:trPr>
          <w:trHeight w:val="70"/>
        </w:trPr>
        <w:tc>
          <w:tcPr>
            <w:tcW w:w="580" w:type="dxa"/>
          </w:tcPr>
          <w:p w14:paraId="3AC68134" w14:textId="77777777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5</w:t>
            </w:r>
          </w:p>
        </w:tc>
        <w:tc>
          <w:tcPr>
            <w:tcW w:w="921" w:type="dxa"/>
            <w:vAlign w:val="bottom"/>
          </w:tcPr>
          <w:p w14:paraId="6C576C99" w14:textId="0D2BE1B3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720" w:type="dxa"/>
            <w:vAlign w:val="bottom"/>
          </w:tcPr>
          <w:p w14:paraId="70EE1913" w14:textId="53DF004D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Hoiuruum/Ladu</w:t>
            </w:r>
          </w:p>
        </w:tc>
        <w:tc>
          <w:tcPr>
            <w:tcW w:w="957" w:type="dxa"/>
          </w:tcPr>
          <w:p w14:paraId="7944D287" w14:textId="6CF24EDD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604D8325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18AD1742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15E2AAE8" w14:textId="77777777" w:rsidTr="00856120">
        <w:trPr>
          <w:trHeight w:val="70"/>
        </w:trPr>
        <w:tc>
          <w:tcPr>
            <w:tcW w:w="580" w:type="dxa"/>
          </w:tcPr>
          <w:p w14:paraId="14BB6BAA" w14:textId="0DCE7C21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1" w:type="dxa"/>
            <w:vAlign w:val="bottom"/>
          </w:tcPr>
          <w:p w14:paraId="751E21BC" w14:textId="7146E52A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720" w:type="dxa"/>
            <w:vAlign w:val="bottom"/>
          </w:tcPr>
          <w:p w14:paraId="2001265B" w14:textId="0D7DC380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Hoiuruum/Ladu</w:t>
            </w:r>
          </w:p>
        </w:tc>
        <w:tc>
          <w:tcPr>
            <w:tcW w:w="957" w:type="dxa"/>
          </w:tcPr>
          <w:p w14:paraId="67292AAD" w14:textId="26C86667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315722D6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76E04C79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69A96FC1" w14:textId="77777777" w:rsidTr="00856120">
        <w:trPr>
          <w:trHeight w:val="70"/>
        </w:trPr>
        <w:tc>
          <w:tcPr>
            <w:tcW w:w="580" w:type="dxa"/>
          </w:tcPr>
          <w:p w14:paraId="34EEB4B0" w14:textId="457CB61C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21" w:type="dxa"/>
            <w:vAlign w:val="bottom"/>
          </w:tcPr>
          <w:p w14:paraId="4496A62B" w14:textId="6D1DD94E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720" w:type="dxa"/>
            <w:vAlign w:val="bottom"/>
          </w:tcPr>
          <w:p w14:paraId="62719E7B" w14:textId="1CF3B6BD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Garaaž</w:t>
            </w:r>
          </w:p>
        </w:tc>
        <w:tc>
          <w:tcPr>
            <w:tcW w:w="957" w:type="dxa"/>
          </w:tcPr>
          <w:p w14:paraId="3BD9ACE0" w14:textId="710D4978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28C9DF33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384687D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096650DD" w14:textId="77777777" w:rsidTr="00856120">
        <w:trPr>
          <w:trHeight w:val="70"/>
        </w:trPr>
        <w:tc>
          <w:tcPr>
            <w:tcW w:w="580" w:type="dxa"/>
          </w:tcPr>
          <w:p w14:paraId="109B780D" w14:textId="5C632BE2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1" w:type="dxa"/>
            <w:vAlign w:val="bottom"/>
          </w:tcPr>
          <w:p w14:paraId="37593D9A" w14:textId="367C97E2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720" w:type="dxa"/>
            <w:vAlign w:val="bottom"/>
          </w:tcPr>
          <w:p w14:paraId="759CFD3B" w14:textId="0541459C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Tuulekoda</w:t>
            </w:r>
          </w:p>
        </w:tc>
        <w:tc>
          <w:tcPr>
            <w:tcW w:w="957" w:type="dxa"/>
          </w:tcPr>
          <w:p w14:paraId="22ABBACB" w14:textId="16FB2B52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3129C90D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2B12C041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1CF0B8D1" w14:textId="77777777" w:rsidTr="00856120">
        <w:trPr>
          <w:trHeight w:val="70"/>
        </w:trPr>
        <w:tc>
          <w:tcPr>
            <w:tcW w:w="580" w:type="dxa"/>
          </w:tcPr>
          <w:p w14:paraId="1C2EFDFA" w14:textId="63976387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21" w:type="dxa"/>
            <w:vAlign w:val="bottom"/>
          </w:tcPr>
          <w:p w14:paraId="51D226DA" w14:textId="54D22E0B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720" w:type="dxa"/>
            <w:vAlign w:val="bottom"/>
          </w:tcPr>
          <w:p w14:paraId="06295A88" w14:textId="1FC2D88B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Riietusruum</w:t>
            </w:r>
          </w:p>
        </w:tc>
        <w:tc>
          <w:tcPr>
            <w:tcW w:w="957" w:type="dxa"/>
          </w:tcPr>
          <w:p w14:paraId="7B82C501" w14:textId="3930BCEB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62CCC101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4153720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1B2EDB20" w14:textId="77777777" w:rsidTr="00856120">
        <w:trPr>
          <w:trHeight w:val="70"/>
        </w:trPr>
        <w:tc>
          <w:tcPr>
            <w:tcW w:w="580" w:type="dxa"/>
          </w:tcPr>
          <w:p w14:paraId="262D0312" w14:textId="33DC3ABB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21" w:type="dxa"/>
            <w:vAlign w:val="bottom"/>
          </w:tcPr>
          <w:p w14:paraId="27DB8B1A" w14:textId="2EE7F1AA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720" w:type="dxa"/>
            <w:vAlign w:val="bottom"/>
          </w:tcPr>
          <w:p w14:paraId="2C743BD0" w14:textId="66615123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Puhkeruum</w:t>
            </w:r>
          </w:p>
        </w:tc>
        <w:tc>
          <w:tcPr>
            <w:tcW w:w="957" w:type="dxa"/>
          </w:tcPr>
          <w:p w14:paraId="02276C77" w14:textId="412CB44D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3D78B2CD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A702456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67C06631" w14:textId="77777777" w:rsidTr="00856120">
        <w:trPr>
          <w:trHeight w:val="70"/>
        </w:trPr>
        <w:tc>
          <w:tcPr>
            <w:tcW w:w="580" w:type="dxa"/>
          </w:tcPr>
          <w:p w14:paraId="24718B5F" w14:textId="1B0A9672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21" w:type="dxa"/>
            <w:vAlign w:val="bottom"/>
          </w:tcPr>
          <w:p w14:paraId="32FC870A" w14:textId="0509E62F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720" w:type="dxa"/>
            <w:vAlign w:val="bottom"/>
          </w:tcPr>
          <w:p w14:paraId="1CD56812" w14:textId="4F1AB4FA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Koridor</w:t>
            </w:r>
          </w:p>
        </w:tc>
        <w:tc>
          <w:tcPr>
            <w:tcW w:w="957" w:type="dxa"/>
          </w:tcPr>
          <w:p w14:paraId="4206416C" w14:textId="0C18D855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05089FA2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6E0C3B2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0AD890F0" w14:textId="77777777" w:rsidTr="00856120">
        <w:trPr>
          <w:trHeight w:val="70"/>
        </w:trPr>
        <w:tc>
          <w:tcPr>
            <w:tcW w:w="580" w:type="dxa"/>
          </w:tcPr>
          <w:p w14:paraId="468BBC03" w14:textId="59116FBA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21" w:type="dxa"/>
            <w:vAlign w:val="bottom"/>
          </w:tcPr>
          <w:p w14:paraId="79B8A477" w14:textId="3EEFD98E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720" w:type="dxa"/>
            <w:vAlign w:val="bottom"/>
          </w:tcPr>
          <w:p w14:paraId="3B8A6038" w14:textId="119BDAEB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Elektrikilp</w:t>
            </w:r>
          </w:p>
        </w:tc>
        <w:tc>
          <w:tcPr>
            <w:tcW w:w="957" w:type="dxa"/>
          </w:tcPr>
          <w:p w14:paraId="469A08E7" w14:textId="37AA0B79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1E54677A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271279D4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10C17BEE" w14:textId="77777777" w:rsidTr="00856120">
        <w:trPr>
          <w:trHeight w:val="70"/>
        </w:trPr>
        <w:tc>
          <w:tcPr>
            <w:tcW w:w="580" w:type="dxa"/>
          </w:tcPr>
          <w:p w14:paraId="5FA6F93E" w14:textId="31D68AB9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21" w:type="dxa"/>
            <w:vAlign w:val="bottom"/>
          </w:tcPr>
          <w:p w14:paraId="23B49E4F" w14:textId="6D7393CF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720" w:type="dxa"/>
            <w:vAlign w:val="bottom"/>
          </w:tcPr>
          <w:p w14:paraId="632A0DEB" w14:textId="208D8EEC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Eesruum</w:t>
            </w:r>
          </w:p>
        </w:tc>
        <w:tc>
          <w:tcPr>
            <w:tcW w:w="957" w:type="dxa"/>
          </w:tcPr>
          <w:p w14:paraId="5F64ECAD" w14:textId="03A92644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3DD88FCD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81174FA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3A8EB7C4" w14:textId="77777777" w:rsidTr="00856120">
        <w:trPr>
          <w:trHeight w:val="70"/>
        </w:trPr>
        <w:tc>
          <w:tcPr>
            <w:tcW w:w="580" w:type="dxa"/>
          </w:tcPr>
          <w:p w14:paraId="48C1C226" w14:textId="7AE6B409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21" w:type="dxa"/>
            <w:vAlign w:val="bottom"/>
          </w:tcPr>
          <w:p w14:paraId="4C42080A" w14:textId="70297F1A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720" w:type="dxa"/>
            <w:vAlign w:val="bottom"/>
          </w:tcPr>
          <w:p w14:paraId="1C3B587A" w14:textId="22C64060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Puhkeruum</w:t>
            </w:r>
          </w:p>
        </w:tc>
        <w:tc>
          <w:tcPr>
            <w:tcW w:w="957" w:type="dxa"/>
          </w:tcPr>
          <w:p w14:paraId="2BBE08ED" w14:textId="73A919EA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34694650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45BB3936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5352AFCE" w14:textId="77777777" w:rsidTr="00856120">
        <w:trPr>
          <w:trHeight w:val="70"/>
        </w:trPr>
        <w:tc>
          <w:tcPr>
            <w:tcW w:w="580" w:type="dxa"/>
          </w:tcPr>
          <w:p w14:paraId="019E77F3" w14:textId="2DC0C639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21" w:type="dxa"/>
            <w:vAlign w:val="bottom"/>
          </w:tcPr>
          <w:p w14:paraId="376C6963" w14:textId="62406C6F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720" w:type="dxa"/>
            <w:vAlign w:val="bottom"/>
          </w:tcPr>
          <w:p w14:paraId="5513D913" w14:textId="66ACEEE1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Abiruum</w:t>
            </w:r>
          </w:p>
        </w:tc>
        <w:tc>
          <w:tcPr>
            <w:tcW w:w="957" w:type="dxa"/>
          </w:tcPr>
          <w:p w14:paraId="757B9899" w14:textId="6A1750B6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219A1899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2FAE7887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3AA0085B" w14:textId="77777777" w:rsidTr="00856120">
        <w:trPr>
          <w:trHeight w:val="70"/>
        </w:trPr>
        <w:tc>
          <w:tcPr>
            <w:tcW w:w="580" w:type="dxa"/>
          </w:tcPr>
          <w:p w14:paraId="0CE2925E" w14:textId="12A84BD1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21" w:type="dxa"/>
            <w:vAlign w:val="bottom"/>
          </w:tcPr>
          <w:p w14:paraId="6B15E1DC" w14:textId="1E4E22C1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20" w:type="dxa"/>
            <w:vAlign w:val="bottom"/>
          </w:tcPr>
          <w:p w14:paraId="41869A3A" w14:textId="42EAA997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Klassiruum</w:t>
            </w:r>
          </w:p>
        </w:tc>
        <w:tc>
          <w:tcPr>
            <w:tcW w:w="957" w:type="dxa"/>
          </w:tcPr>
          <w:p w14:paraId="63D76CB9" w14:textId="21072CCE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5A72E440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4AB4C70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7CA53CE6" w14:textId="77777777" w:rsidTr="00856120">
        <w:trPr>
          <w:trHeight w:val="70"/>
        </w:trPr>
        <w:tc>
          <w:tcPr>
            <w:tcW w:w="580" w:type="dxa"/>
          </w:tcPr>
          <w:p w14:paraId="655AFB4E" w14:textId="29B33D1B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21" w:type="dxa"/>
            <w:vAlign w:val="bottom"/>
          </w:tcPr>
          <w:p w14:paraId="6E67BABF" w14:textId="0006DF41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720" w:type="dxa"/>
            <w:vAlign w:val="bottom"/>
          </w:tcPr>
          <w:p w14:paraId="1C74224E" w14:textId="197594FF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Pesuruum</w:t>
            </w:r>
          </w:p>
        </w:tc>
        <w:tc>
          <w:tcPr>
            <w:tcW w:w="957" w:type="dxa"/>
          </w:tcPr>
          <w:p w14:paraId="2E54D9FC" w14:textId="035C9AB5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083B759D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C1BAC13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1886C14C" w14:textId="77777777" w:rsidTr="00856120">
        <w:trPr>
          <w:trHeight w:val="70"/>
        </w:trPr>
        <w:tc>
          <w:tcPr>
            <w:tcW w:w="580" w:type="dxa"/>
          </w:tcPr>
          <w:p w14:paraId="6908296B" w14:textId="5C3C0B93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21" w:type="dxa"/>
            <w:vAlign w:val="bottom"/>
          </w:tcPr>
          <w:p w14:paraId="7929E00F" w14:textId="40AC2087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720" w:type="dxa"/>
            <w:vAlign w:val="bottom"/>
          </w:tcPr>
          <w:p w14:paraId="568598C2" w14:textId="44B30B42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Leiliruum</w:t>
            </w:r>
          </w:p>
        </w:tc>
        <w:tc>
          <w:tcPr>
            <w:tcW w:w="957" w:type="dxa"/>
          </w:tcPr>
          <w:p w14:paraId="5E422750" w14:textId="49B65510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2AEB03ED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1502691A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55652604" w14:textId="77777777" w:rsidTr="00856120">
        <w:trPr>
          <w:trHeight w:val="70"/>
        </w:trPr>
        <w:tc>
          <w:tcPr>
            <w:tcW w:w="580" w:type="dxa"/>
          </w:tcPr>
          <w:p w14:paraId="3D24EE5C" w14:textId="0694ED48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21" w:type="dxa"/>
            <w:vAlign w:val="bottom"/>
          </w:tcPr>
          <w:p w14:paraId="4CD91EE1" w14:textId="1A96CC46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720" w:type="dxa"/>
            <w:vAlign w:val="bottom"/>
          </w:tcPr>
          <w:p w14:paraId="40828750" w14:textId="24CE0B04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WC</w:t>
            </w:r>
          </w:p>
        </w:tc>
        <w:tc>
          <w:tcPr>
            <w:tcW w:w="957" w:type="dxa"/>
          </w:tcPr>
          <w:p w14:paraId="6A8DDF47" w14:textId="19CB65AA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5FBB911D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9BAFC13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07796DBA" w14:textId="77777777" w:rsidTr="00856120">
        <w:trPr>
          <w:trHeight w:val="70"/>
        </w:trPr>
        <w:tc>
          <w:tcPr>
            <w:tcW w:w="580" w:type="dxa"/>
          </w:tcPr>
          <w:p w14:paraId="2718D016" w14:textId="1A5FA5B2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21" w:type="dxa"/>
            <w:vAlign w:val="bottom"/>
          </w:tcPr>
          <w:p w14:paraId="7DF3A99D" w14:textId="51197FC6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720" w:type="dxa"/>
            <w:vAlign w:val="bottom"/>
          </w:tcPr>
          <w:p w14:paraId="07BEF322" w14:textId="2593C8B3" w:rsidR="00856120" w:rsidRPr="00882D69" w:rsidRDefault="00856120" w:rsidP="00856120">
            <w:pPr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Vent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ruum </w:t>
            </w:r>
          </w:p>
        </w:tc>
        <w:tc>
          <w:tcPr>
            <w:tcW w:w="957" w:type="dxa"/>
          </w:tcPr>
          <w:p w14:paraId="43822602" w14:textId="7F99806D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72F8FF94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571BD56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3C70CBFD" w14:textId="77777777" w:rsidTr="00856120">
        <w:trPr>
          <w:trHeight w:val="70"/>
        </w:trPr>
        <w:tc>
          <w:tcPr>
            <w:tcW w:w="580" w:type="dxa"/>
          </w:tcPr>
          <w:p w14:paraId="38DECD2F" w14:textId="62645C87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21" w:type="dxa"/>
            <w:vAlign w:val="bottom"/>
          </w:tcPr>
          <w:p w14:paraId="56724E54" w14:textId="0BE88ACF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720" w:type="dxa"/>
            <w:vAlign w:val="bottom"/>
          </w:tcPr>
          <w:p w14:paraId="7A33C694" w14:textId="2A99D654" w:rsidR="00856120" w:rsidRPr="00882D69" w:rsidRDefault="00856120" w:rsidP="00856120">
            <w:pPr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Vent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ruum</w:t>
            </w:r>
          </w:p>
        </w:tc>
        <w:tc>
          <w:tcPr>
            <w:tcW w:w="957" w:type="dxa"/>
          </w:tcPr>
          <w:p w14:paraId="2F560258" w14:textId="52854A7F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11A4B713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771003DA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21820ADA" w14:textId="77777777" w:rsidTr="00856120">
        <w:trPr>
          <w:trHeight w:val="70"/>
        </w:trPr>
        <w:tc>
          <w:tcPr>
            <w:tcW w:w="580" w:type="dxa"/>
          </w:tcPr>
          <w:p w14:paraId="73298C31" w14:textId="3F3E9018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921" w:type="dxa"/>
            <w:vAlign w:val="bottom"/>
          </w:tcPr>
          <w:p w14:paraId="1BF41942" w14:textId="74E5EF7B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720" w:type="dxa"/>
            <w:vAlign w:val="bottom"/>
          </w:tcPr>
          <w:p w14:paraId="7E79AA5A" w14:textId="68C7F5DA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Kabinet/Büroo</w:t>
            </w:r>
          </w:p>
        </w:tc>
        <w:tc>
          <w:tcPr>
            <w:tcW w:w="957" w:type="dxa"/>
          </w:tcPr>
          <w:p w14:paraId="1C893370" w14:textId="1C0E219F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5687032A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149133EF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3748490A" w14:textId="77777777" w:rsidTr="00856120">
        <w:trPr>
          <w:trHeight w:val="70"/>
        </w:trPr>
        <w:tc>
          <w:tcPr>
            <w:tcW w:w="580" w:type="dxa"/>
          </w:tcPr>
          <w:p w14:paraId="69685F8B" w14:textId="5E2AB585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21" w:type="dxa"/>
            <w:vAlign w:val="bottom"/>
          </w:tcPr>
          <w:p w14:paraId="642641D1" w14:textId="7BACEA6A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720" w:type="dxa"/>
            <w:vAlign w:val="bottom"/>
          </w:tcPr>
          <w:p w14:paraId="2AB7E577" w14:textId="6D8349F0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Spordiruum/-saal</w:t>
            </w:r>
          </w:p>
        </w:tc>
        <w:tc>
          <w:tcPr>
            <w:tcW w:w="957" w:type="dxa"/>
          </w:tcPr>
          <w:p w14:paraId="6BEAC757" w14:textId="78D9BE52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28EE4EE4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9554516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1224C684" w14:textId="77777777" w:rsidTr="00856120">
        <w:trPr>
          <w:trHeight w:val="70"/>
        </w:trPr>
        <w:tc>
          <w:tcPr>
            <w:tcW w:w="580" w:type="dxa"/>
          </w:tcPr>
          <w:p w14:paraId="4F49C940" w14:textId="27829020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21" w:type="dxa"/>
            <w:vAlign w:val="bottom"/>
          </w:tcPr>
          <w:p w14:paraId="5CBA751D" w14:textId="16F194DD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1720" w:type="dxa"/>
            <w:vAlign w:val="bottom"/>
          </w:tcPr>
          <w:p w14:paraId="782BC3B5" w14:textId="1DD13960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Koridor</w:t>
            </w:r>
          </w:p>
        </w:tc>
        <w:tc>
          <w:tcPr>
            <w:tcW w:w="957" w:type="dxa"/>
          </w:tcPr>
          <w:p w14:paraId="41FFDF5B" w14:textId="172A5AFE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10286F6B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7A4708AD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272733D1" w14:textId="77777777" w:rsidTr="00856120">
        <w:trPr>
          <w:trHeight w:val="70"/>
        </w:trPr>
        <w:tc>
          <w:tcPr>
            <w:tcW w:w="580" w:type="dxa"/>
          </w:tcPr>
          <w:p w14:paraId="6038DD22" w14:textId="56DFE92D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21" w:type="dxa"/>
            <w:vAlign w:val="bottom"/>
          </w:tcPr>
          <w:p w14:paraId="00884B14" w14:textId="162A18F3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720" w:type="dxa"/>
            <w:vAlign w:val="bottom"/>
          </w:tcPr>
          <w:p w14:paraId="07B4FD0F" w14:textId="6184625F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Nõupidamise ruum</w:t>
            </w:r>
          </w:p>
        </w:tc>
        <w:tc>
          <w:tcPr>
            <w:tcW w:w="957" w:type="dxa"/>
          </w:tcPr>
          <w:p w14:paraId="455CE42B" w14:textId="1F3F43EF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17AA220C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74E8EF09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682B5821" w14:textId="77777777" w:rsidTr="00856120">
        <w:trPr>
          <w:trHeight w:val="70"/>
        </w:trPr>
        <w:tc>
          <w:tcPr>
            <w:tcW w:w="580" w:type="dxa"/>
          </w:tcPr>
          <w:p w14:paraId="404C6CC0" w14:textId="67013D1C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921" w:type="dxa"/>
            <w:vAlign w:val="bottom"/>
          </w:tcPr>
          <w:p w14:paraId="4EF4D8D1" w14:textId="28FFFFB1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720" w:type="dxa"/>
            <w:vAlign w:val="bottom"/>
          </w:tcPr>
          <w:p w14:paraId="222EA651" w14:textId="69710576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Tuulekoda</w:t>
            </w:r>
          </w:p>
        </w:tc>
        <w:tc>
          <w:tcPr>
            <w:tcW w:w="957" w:type="dxa"/>
          </w:tcPr>
          <w:p w14:paraId="72AF237A" w14:textId="6C9AA64D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43F0E60C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BB63567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3A88D006" w14:textId="77777777" w:rsidTr="00856120">
        <w:trPr>
          <w:trHeight w:val="70"/>
        </w:trPr>
        <w:tc>
          <w:tcPr>
            <w:tcW w:w="580" w:type="dxa"/>
          </w:tcPr>
          <w:p w14:paraId="19EB5C1C" w14:textId="35924C3D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21" w:type="dxa"/>
            <w:vAlign w:val="bottom"/>
          </w:tcPr>
          <w:p w14:paraId="75395F95" w14:textId="4063FEF3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1720" w:type="dxa"/>
            <w:vAlign w:val="bottom"/>
          </w:tcPr>
          <w:p w14:paraId="3514C6EC" w14:textId="7704D692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Koridor</w:t>
            </w:r>
          </w:p>
        </w:tc>
        <w:tc>
          <w:tcPr>
            <w:tcW w:w="957" w:type="dxa"/>
          </w:tcPr>
          <w:p w14:paraId="792025DF" w14:textId="6251B53B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6159C98E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4C963C01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75BFBA1C" w14:textId="77777777" w:rsidTr="00856120">
        <w:trPr>
          <w:trHeight w:val="70"/>
        </w:trPr>
        <w:tc>
          <w:tcPr>
            <w:tcW w:w="580" w:type="dxa"/>
          </w:tcPr>
          <w:p w14:paraId="4D97B1F6" w14:textId="48839DAC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21" w:type="dxa"/>
            <w:vAlign w:val="bottom"/>
          </w:tcPr>
          <w:p w14:paraId="4F9309AD" w14:textId="30ACCE33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720" w:type="dxa"/>
            <w:vAlign w:val="bottom"/>
          </w:tcPr>
          <w:p w14:paraId="56E70D7C" w14:textId="54564F3C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Soojasõlm</w:t>
            </w:r>
          </w:p>
        </w:tc>
        <w:tc>
          <w:tcPr>
            <w:tcW w:w="957" w:type="dxa"/>
          </w:tcPr>
          <w:p w14:paraId="78FD2D81" w14:textId="3B2ECBC8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23C79770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B097AFB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6E32A5F3" w14:textId="77777777" w:rsidTr="00856120">
        <w:trPr>
          <w:trHeight w:val="70"/>
        </w:trPr>
        <w:tc>
          <w:tcPr>
            <w:tcW w:w="580" w:type="dxa"/>
          </w:tcPr>
          <w:p w14:paraId="2B8E811D" w14:textId="7C449D55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921" w:type="dxa"/>
            <w:vAlign w:val="bottom"/>
          </w:tcPr>
          <w:p w14:paraId="14FBFB4C" w14:textId="76D4108C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720" w:type="dxa"/>
            <w:vAlign w:val="bottom"/>
          </w:tcPr>
          <w:p w14:paraId="21E44A35" w14:textId="10380AD9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Garaaž</w:t>
            </w:r>
          </w:p>
        </w:tc>
        <w:tc>
          <w:tcPr>
            <w:tcW w:w="957" w:type="dxa"/>
          </w:tcPr>
          <w:p w14:paraId="4DFFA48D" w14:textId="4D094BB9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63589222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7EB052E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18E28DB8" w14:textId="77777777" w:rsidTr="00856120">
        <w:trPr>
          <w:trHeight w:val="70"/>
        </w:trPr>
        <w:tc>
          <w:tcPr>
            <w:tcW w:w="580" w:type="dxa"/>
          </w:tcPr>
          <w:p w14:paraId="17A408F5" w14:textId="6F54BB84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921" w:type="dxa"/>
            <w:vAlign w:val="bottom"/>
          </w:tcPr>
          <w:p w14:paraId="0AF87028" w14:textId="4B1A17AB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720" w:type="dxa"/>
            <w:vAlign w:val="bottom"/>
          </w:tcPr>
          <w:p w14:paraId="77F35724" w14:textId="43B6292C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Garaaž</w:t>
            </w:r>
          </w:p>
        </w:tc>
        <w:tc>
          <w:tcPr>
            <w:tcW w:w="957" w:type="dxa"/>
          </w:tcPr>
          <w:p w14:paraId="4D62EB26" w14:textId="4B93FFB7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66E4005F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3EF281C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7A9039ED" w14:textId="77777777" w:rsidTr="00856120">
        <w:trPr>
          <w:trHeight w:val="70"/>
        </w:trPr>
        <w:tc>
          <w:tcPr>
            <w:tcW w:w="580" w:type="dxa"/>
          </w:tcPr>
          <w:p w14:paraId="4281694B" w14:textId="20AA97B0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921" w:type="dxa"/>
            <w:vAlign w:val="bottom"/>
          </w:tcPr>
          <w:p w14:paraId="79B127C7" w14:textId="0FB2E8E6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720" w:type="dxa"/>
            <w:vAlign w:val="bottom"/>
          </w:tcPr>
          <w:p w14:paraId="1C4FECB7" w14:textId="0F95E21D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Garaaž</w:t>
            </w:r>
          </w:p>
        </w:tc>
        <w:tc>
          <w:tcPr>
            <w:tcW w:w="957" w:type="dxa"/>
          </w:tcPr>
          <w:p w14:paraId="4138DFDA" w14:textId="5018CF00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3DF090F4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0F5A38D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125B6CE2" w14:textId="77777777" w:rsidTr="00856120">
        <w:trPr>
          <w:trHeight w:val="70"/>
        </w:trPr>
        <w:tc>
          <w:tcPr>
            <w:tcW w:w="580" w:type="dxa"/>
          </w:tcPr>
          <w:p w14:paraId="7BA4E201" w14:textId="634B4646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21" w:type="dxa"/>
            <w:vAlign w:val="bottom"/>
          </w:tcPr>
          <w:p w14:paraId="7F7F4B6D" w14:textId="7D24A222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1720" w:type="dxa"/>
            <w:vAlign w:val="bottom"/>
          </w:tcPr>
          <w:p w14:paraId="517D9998" w14:textId="7CFED6B2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Hoolderuum</w:t>
            </w:r>
          </w:p>
        </w:tc>
        <w:tc>
          <w:tcPr>
            <w:tcW w:w="957" w:type="dxa"/>
          </w:tcPr>
          <w:p w14:paraId="5A7A45F1" w14:textId="7F272592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1FDA13B5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C32C27A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5BC4772D" w14:textId="77777777" w:rsidTr="00856120">
        <w:trPr>
          <w:trHeight w:val="70"/>
        </w:trPr>
        <w:tc>
          <w:tcPr>
            <w:tcW w:w="580" w:type="dxa"/>
          </w:tcPr>
          <w:p w14:paraId="2ED5347C" w14:textId="2E32237F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21" w:type="dxa"/>
            <w:vAlign w:val="bottom"/>
          </w:tcPr>
          <w:p w14:paraId="444B42DA" w14:textId="4C7999B5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720" w:type="dxa"/>
            <w:vAlign w:val="bottom"/>
          </w:tcPr>
          <w:p w14:paraId="16507BD1" w14:textId="4C594DCF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Hoiuruum/Ladu</w:t>
            </w:r>
          </w:p>
        </w:tc>
        <w:tc>
          <w:tcPr>
            <w:tcW w:w="957" w:type="dxa"/>
          </w:tcPr>
          <w:p w14:paraId="28AAB381" w14:textId="7C96766F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37B526A4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B98460F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258951D6" w14:textId="77777777" w:rsidTr="00856120">
        <w:trPr>
          <w:trHeight w:val="70"/>
        </w:trPr>
        <w:tc>
          <w:tcPr>
            <w:tcW w:w="580" w:type="dxa"/>
          </w:tcPr>
          <w:p w14:paraId="06BA6C16" w14:textId="1492E0D4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921" w:type="dxa"/>
            <w:vAlign w:val="bottom"/>
          </w:tcPr>
          <w:p w14:paraId="38D13613" w14:textId="61BF46D3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720" w:type="dxa"/>
            <w:vAlign w:val="bottom"/>
          </w:tcPr>
          <w:p w14:paraId="4D144594" w14:textId="507EE443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Pesuruum</w:t>
            </w:r>
          </w:p>
        </w:tc>
        <w:tc>
          <w:tcPr>
            <w:tcW w:w="957" w:type="dxa"/>
          </w:tcPr>
          <w:p w14:paraId="1DBE0DF8" w14:textId="4CFDA3AF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1F2A9659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FD69119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6C27738F" w14:textId="77777777" w:rsidTr="00856120">
        <w:trPr>
          <w:trHeight w:val="70"/>
        </w:trPr>
        <w:tc>
          <w:tcPr>
            <w:tcW w:w="580" w:type="dxa"/>
          </w:tcPr>
          <w:p w14:paraId="480E8546" w14:textId="49E335CB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21" w:type="dxa"/>
            <w:vAlign w:val="bottom"/>
          </w:tcPr>
          <w:p w14:paraId="701BA1AC" w14:textId="472F1C33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1720" w:type="dxa"/>
            <w:vAlign w:val="bottom"/>
          </w:tcPr>
          <w:p w14:paraId="6F163C1E" w14:textId="55097BB4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Torn/Platvorm</w:t>
            </w:r>
          </w:p>
        </w:tc>
        <w:tc>
          <w:tcPr>
            <w:tcW w:w="957" w:type="dxa"/>
          </w:tcPr>
          <w:p w14:paraId="430D35D2" w14:textId="1507486B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6CD69AEB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0021D37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2BF0B762" w14:textId="77777777" w:rsidTr="00856120">
        <w:trPr>
          <w:trHeight w:val="70"/>
        </w:trPr>
        <w:tc>
          <w:tcPr>
            <w:tcW w:w="580" w:type="dxa"/>
          </w:tcPr>
          <w:p w14:paraId="712EB29D" w14:textId="3037D5D7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21" w:type="dxa"/>
            <w:vAlign w:val="bottom"/>
          </w:tcPr>
          <w:p w14:paraId="27871D15" w14:textId="0C347D77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720" w:type="dxa"/>
            <w:vAlign w:val="bottom"/>
          </w:tcPr>
          <w:p w14:paraId="057385C6" w14:textId="6B6D7F9C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Torn/Platvorm</w:t>
            </w:r>
          </w:p>
        </w:tc>
        <w:tc>
          <w:tcPr>
            <w:tcW w:w="957" w:type="dxa"/>
          </w:tcPr>
          <w:p w14:paraId="3BDFB9EC" w14:textId="54185314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10EC6708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8395EA5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1467A308" w14:textId="77777777" w:rsidTr="00856120">
        <w:trPr>
          <w:trHeight w:val="70"/>
        </w:trPr>
        <w:tc>
          <w:tcPr>
            <w:tcW w:w="580" w:type="dxa"/>
          </w:tcPr>
          <w:p w14:paraId="1D3CD64F" w14:textId="2A0B0124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921" w:type="dxa"/>
            <w:vAlign w:val="bottom"/>
          </w:tcPr>
          <w:p w14:paraId="41F65FB4" w14:textId="15B50104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720" w:type="dxa"/>
            <w:vAlign w:val="bottom"/>
          </w:tcPr>
          <w:p w14:paraId="23C24F6A" w14:textId="4EE2543A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Koridor</w:t>
            </w:r>
          </w:p>
        </w:tc>
        <w:tc>
          <w:tcPr>
            <w:tcW w:w="957" w:type="dxa"/>
          </w:tcPr>
          <w:p w14:paraId="706D52DF" w14:textId="36B8D755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2D112C26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6D78074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3B358342" w14:textId="77777777" w:rsidTr="00856120">
        <w:trPr>
          <w:trHeight w:val="70"/>
        </w:trPr>
        <w:tc>
          <w:tcPr>
            <w:tcW w:w="580" w:type="dxa"/>
          </w:tcPr>
          <w:p w14:paraId="43F62093" w14:textId="033DC7E6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921" w:type="dxa"/>
            <w:vAlign w:val="bottom"/>
          </w:tcPr>
          <w:p w14:paraId="544C855D" w14:textId="54F11814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1720" w:type="dxa"/>
            <w:vAlign w:val="bottom"/>
          </w:tcPr>
          <w:p w14:paraId="16A51216" w14:textId="5919E819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Kabinet/Büroo</w:t>
            </w:r>
          </w:p>
        </w:tc>
        <w:tc>
          <w:tcPr>
            <w:tcW w:w="957" w:type="dxa"/>
          </w:tcPr>
          <w:p w14:paraId="55B38C8A" w14:textId="128BBFF2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64236CF6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E18099C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37F92852" w14:textId="77777777" w:rsidTr="00856120">
        <w:trPr>
          <w:trHeight w:val="70"/>
        </w:trPr>
        <w:tc>
          <w:tcPr>
            <w:tcW w:w="580" w:type="dxa"/>
          </w:tcPr>
          <w:p w14:paraId="4ADEE2FF" w14:textId="1A780B2B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921" w:type="dxa"/>
            <w:vAlign w:val="bottom"/>
          </w:tcPr>
          <w:p w14:paraId="63B73497" w14:textId="64BE6B71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1720" w:type="dxa"/>
            <w:vAlign w:val="bottom"/>
          </w:tcPr>
          <w:p w14:paraId="06696A89" w14:textId="17494E2C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Server</w:t>
            </w:r>
          </w:p>
        </w:tc>
        <w:tc>
          <w:tcPr>
            <w:tcW w:w="957" w:type="dxa"/>
          </w:tcPr>
          <w:p w14:paraId="1528CFE8" w14:textId="007BDB47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59BCAB5B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606A51D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0BF6CECE" w14:textId="77777777" w:rsidTr="00856120">
        <w:trPr>
          <w:trHeight w:val="70"/>
        </w:trPr>
        <w:tc>
          <w:tcPr>
            <w:tcW w:w="580" w:type="dxa"/>
          </w:tcPr>
          <w:p w14:paraId="7000FFE2" w14:textId="66D419E3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21" w:type="dxa"/>
            <w:vAlign w:val="bottom"/>
          </w:tcPr>
          <w:p w14:paraId="71656EDE" w14:textId="656259CA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720" w:type="dxa"/>
            <w:vAlign w:val="bottom"/>
          </w:tcPr>
          <w:p w14:paraId="5B5B3EE5" w14:textId="69978451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Kabinet/Büroo</w:t>
            </w:r>
          </w:p>
        </w:tc>
        <w:tc>
          <w:tcPr>
            <w:tcW w:w="957" w:type="dxa"/>
          </w:tcPr>
          <w:p w14:paraId="5688C7F5" w14:textId="1D6D1924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586BEA01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EFD06B3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0A3CD0D4" w14:textId="77777777" w:rsidTr="00856120">
        <w:trPr>
          <w:trHeight w:val="70"/>
        </w:trPr>
        <w:tc>
          <w:tcPr>
            <w:tcW w:w="580" w:type="dxa"/>
          </w:tcPr>
          <w:p w14:paraId="2117B11A" w14:textId="6F9BC91E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921" w:type="dxa"/>
            <w:vAlign w:val="bottom"/>
          </w:tcPr>
          <w:p w14:paraId="24F1F163" w14:textId="00BBD88D" w:rsidR="00856120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1720" w:type="dxa"/>
            <w:vAlign w:val="bottom"/>
          </w:tcPr>
          <w:p w14:paraId="70C62C9E" w14:textId="6F228A50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Tuulekoda</w:t>
            </w:r>
          </w:p>
        </w:tc>
        <w:tc>
          <w:tcPr>
            <w:tcW w:w="957" w:type="dxa"/>
          </w:tcPr>
          <w:p w14:paraId="7DAA9870" w14:textId="72578928" w:rsidR="00856120" w:rsidRPr="00882D69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14A70863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6F96FA4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521D47FB" w14:textId="77777777" w:rsidTr="00856120">
        <w:trPr>
          <w:trHeight w:val="70"/>
        </w:trPr>
        <w:tc>
          <w:tcPr>
            <w:tcW w:w="580" w:type="dxa"/>
          </w:tcPr>
          <w:p w14:paraId="770D1A90" w14:textId="2488B05E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21" w:type="dxa"/>
            <w:vAlign w:val="bottom"/>
          </w:tcPr>
          <w:p w14:paraId="4CC0F6EE" w14:textId="661A7AF1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720" w:type="dxa"/>
            <w:vAlign w:val="bottom"/>
          </w:tcPr>
          <w:p w14:paraId="21CDE29A" w14:textId="1B2110E2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Koridor</w:t>
            </w:r>
          </w:p>
        </w:tc>
        <w:tc>
          <w:tcPr>
            <w:tcW w:w="957" w:type="dxa"/>
          </w:tcPr>
          <w:p w14:paraId="727AF520" w14:textId="2335C622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721ABBE4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6A70FFE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798C66AF" w14:textId="77777777" w:rsidTr="00856120">
        <w:trPr>
          <w:trHeight w:val="70"/>
        </w:trPr>
        <w:tc>
          <w:tcPr>
            <w:tcW w:w="580" w:type="dxa"/>
          </w:tcPr>
          <w:p w14:paraId="41A2AF6D" w14:textId="59A701E3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921" w:type="dxa"/>
            <w:vAlign w:val="bottom"/>
          </w:tcPr>
          <w:p w14:paraId="1930BA59" w14:textId="20EB6FC1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1720" w:type="dxa"/>
            <w:vAlign w:val="bottom"/>
          </w:tcPr>
          <w:p w14:paraId="7D69A253" w14:textId="5E915E47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Koridor</w:t>
            </w:r>
          </w:p>
        </w:tc>
        <w:tc>
          <w:tcPr>
            <w:tcW w:w="957" w:type="dxa"/>
          </w:tcPr>
          <w:p w14:paraId="58853A9E" w14:textId="60FED0E7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0A26B1F8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9862028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64527100" w14:textId="77777777" w:rsidTr="00856120">
        <w:trPr>
          <w:trHeight w:val="70"/>
        </w:trPr>
        <w:tc>
          <w:tcPr>
            <w:tcW w:w="580" w:type="dxa"/>
          </w:tcPr>
          <w:p w14:paraId="6240A489" w14:textId="60BEBC2F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21" w:type="dxa"/>
            <w:vAlign w:val="bottom"/>
          </w:tcPr>
          <w:p w14:paraId="64F51394" w14:textId="032B10CA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1720" w:type="dxa"/>
            <w:vAlign w:val="bottom"/>
          </w:tcPr>
          <w:p w14:paraId="28FCFF9D" w14:textId="09DAC222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Trepp/Trepikoda</w:t>
            </w:r>
          </w:p>
        </w:tc>
        <w:tc>
          <w:tcPr>
            <w:tcW w:w="957" w:type="dxa"/>
          </w:tcPr>
          <w:p w14:paraId="0CE704A0" w14:textId="2AA123DB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15A938C2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17F31AA9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12CD7DDB" w14:textId="77777777" w:rsidTr="00856120">
        <w:trPr>
          <w:trHeight w:val="70"/>
        </w:trPr>
        <w:tc>
          <w:tcPr>
            <w:tcW w:w="580" w:type="dxa"/>
          </w:tcPr>
          <w:p w14:paraId="0FD9A855" w14:textId="73CEA4A3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21" w:type="dxa"/>
            <w:vAlign w:val="bottom"/>
          </w:tcPr>
          <w:p w14:paraId="2C1B7BE1" w14:textId="262FC869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1720" w:type="dxa"/>
            <w:vAlign w:val="bottom"/>
          </w:tcPr>
          <w:p w14:paraId="356C26A7" w14:textId="28563AE4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Tuulekoda</w:t>
            </w:r>
          </w:p>
        </w:tc>
        <w:tc>
          <w:tcPr>
            <w:tcW w:w="957" w:type="dxa"/>
          </w:tcPr>
          <w:p w14:paraId="1113AC30" w14:textId="02E95EA8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3AC166E8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2895B856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44278CA4" w14:textId="77777777" w:rsidTr="00856120">
        <w:trPr>
          <w:trHeight w:val="70"/>
        </w:trPr>
        <w:tc>
          <w:tcPr>
            <w:tcW w:w="580" w:type="dxa"/>
          </w:tcPr>
          <w:p w14:paraId="5417F2AA" w14:textId="5CC0886E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921" w:type="dxa"/>
            <w:vAlign w:val="bottom"/>
          </w:tcPr>
          <w:p w14:paraId="35C54CBC" w14:textId="12283260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1720" w:type="dxa"/>
            <w:vAlign w:val="bottom"/>
          </w:tcPr>
          <w:p w14:paraId="6D1D8E21" w14:textId="0F1DFA93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WC</w:t>
            </w:r>
          </w:p>
        </w:tc>
        <w:tc>
          <w:tcPr>
            <w:tcW w:w="957" w:type="dxa"/>
          </w:tcPr>
          <w:p w14:paraId="21E26CEB" w14:textId="4DE0FB31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067940A0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74B0F803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56FB4B41" w14:textId="77777777" w:rsidTr="00856120">
        <w:trPr>
          <w:trHeight w:val="70"/>
        </w:trPr>
        <w:tc>
          <w:tcPr>
            <w:tcW w:w="580" w:type="dxa"/>
          </w:tcPr>
          <w:p w14:paraId="6F7E088C" w14:textId="3FCA8A39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21" w:type="dxa"/>
            <w:vAlign w:val="bottom"/>
          </w:tcPr>
          <w:p w14:paraId="511ADC18" w14:textId="2B214945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1720" w:type="dxa"/>
            <w:vAlign w:val="bottom"/>
          </w:tcPr>
          <w:p w14:paraId="0E7A5AAA" w14:textId="0C22804B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Leiliruum</w:t>
            </w:r>
          </w:p>
        </w:tc>
        <w:tc>
          <w:tcPr>
            <w:tcW w:w="957" w:type="dxa"/>
          </w:tcPr>
          <w:p w14:paraId="06F4EC5A" w14:textId="4B116E6E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7D1BDBD5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0CD81DA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67DE90F8" w14:textId="77777777" w:rsidTr="00856120">
        <w:trPr>
          <w:trHeight w:val="70"/>
        </w:trPr>
        <w:tc>
          <w:tcPr>
            <w:tcW w:w="580" w:type="dxa"/>
          </w:tcPr>
          <w:p w14:paraId="54C0104A" w14:textId="3037B699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21" w:type="dxa"/>
            <w:vAlign w:val="bottom"/>
          </w:tcPr>
          <w:p w14:paraId="673DB75B" w14:textId="37049EFA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1720" w:type="dxa"/>
            <w:vAlign w:val="bottom"/>
          </w:tcPr>
          <w:p w14:paraId="45AFFB0B" w14:textId="22A07B24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Pesuruum</w:t>
            </w:r>
          </w:p>
        </w:tc>
        <w:tc>
          <w:tcPr>
            <w:tcW w:w="957" w:type="dxa"/>
          </w:tcPr>
          <w:p w14:paraId="0B3EBECC" w14:textId="76C64474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012A5DDF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15FEB9C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513CA87D" w14:textId="77777777" w:rsidTr="00856120">
        <w:trPr>
          <w:trHeight w:val="70"/>
        </w:trPr>
        <w:tc>
          <w:tcPr>
            <w:tcW w:w="580" w:type="dxa"/>
          </w:tcPr>
          <w:p w14:paraId="1CFED884" w14:textId="09BA4056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921" w:type="dxa"/>
            <w:vAlign w:val="bottom"/>
          </w:tcPr>
          <w:p w14:paraId="77C4F4A0" w14:textId="4753BE87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20" w:type="dxa"/>
            <w:vAlign w:val="bottom"/>
          </w:tcPr>
          <w:p w14:paraId="59E99290" w14:textId="01A0C8E8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Riietusruum</w:t>
            </w:r>
          </w:p>
        </w:tc>
        <w:tc>
          <w:tcPr>
            <w:tcW w:w="957" w:type="dxa"/>
          </w:tcPr>
          <w:p w14:paraId="70A882A4" w14:textId="2F3D15D2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0BA8AFBD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16A9756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0223A94D" w14:textId="77777777" w:rsidTr="00856120">
        <w:trPr>
          <w:trHeight w:val="70"/>
        </w:trPr>
        <w:tc>
          <w:tcPr>
            <w:tcW w:w="580" w:type="dxa"/>
          </w:tcPr>
          <w:p w14:paraId="3AA291B6" w14:textId="27619DEB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21" w:type="dxa"/>
            <w:vAlign w:val="bottom"/>
          </w:tcPr>
          <w:p w14:paraId="09BCB7C1" w14:textId="72C1157C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1720" w:type="dxa"/>
            <w:vAlign w:val="bottom"/>
          </w:tcPr>
          <w:p w14:paraId="27E22947" w14:textId="104821EF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Kabinet/Büroo</w:t>
            </w:r>
          </w:p>
        </w:tc>
        <w:tc>
          <w:tcPr>
            <w:tcW w:w="957" w:type="dxa"/>
          </w:tcPr>
          <w:p w14:paraId="2A564B2E" w14:textId="557AE08B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4B8EFB01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4740204B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11A86F0B" w14:textId="77777777" w:rsidTr="00856120">
        <w:trPr>
          <w:trHeight w:val="70"/>
        </w:trPr>
        <w:tc>
          <w:tcPr>
            <w:tcW w:w="580" w:type="dxa"/>
          </w:tcPr>
          <w:p w14:paraId="0D8C145A" w14:textId="3B3FD694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921" w:type="dxa"/>
            <w:vAlign w:val="bottom"/>
          </w:tcPr>
          <w:p w14:paraId="51F56E53" w14:textId="74622B15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1720" w:type="dxa"/>
            <w:vAlign w:val="bottom"/>
          </w:tcPr>
          <w:p w14:paraId="4F9657BE" w14:textId="3A4A8366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Kabinet/Büroo</w:t>
            </w:r>
          </w:p>
        </w:tc>
        <w:tc>
          <w:tcPr>
            <w:tcW w:w="957" w:type="dxa"/>
          </w:tcPr>
          <w:p w14:paraId="55B0FBF3" w14:textId="66052ABB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01BE70A6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1F43BD8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5AD516DF" w14:textId="77777777" w:rsidTr="00856120">
        <w:trPr>
          <w:trHeight w:val="70"/>
        </w:trPr>
        <w:tc>
          <w:tcPr>
            <w:tcW w:w="580" w:type="dxa"/>
          </w:tcPr>
          <w:p w14:paraId="11F151DA" w14:textId="7807D3DE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21" w:type="dxa"/>
            <w:vAlign w:val="bottom"/>
          </w:tcPr>
          <w:p w14:paraId="71DDC2AD" w14:textId="751BBA57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720" w:type="dxa"/>
            <w:vAlign w:val="bottom"/>
          </w:tcPr>
          <w:p w14:paraId="638266AC" w14:textId="579FC086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Trepp/Trepikoda</w:t>
            </w:r>
          </w:p>
        </w:tc>
        <w:tc>
          <w:tcPr>
            <w:tcW w:w="957" w:type="dxa"/>
          </w:tcPr>
          <w:p w14:paraId="1CA9D032" w14:textId="6F4539E6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39A4BD5F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001A9A0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7A553331" w14:textId="77777777" w:rsidTr="00856120">
        <w:trPr>
          <w:trHeight w:val="70"/>
        </w:trPr>
        <w:tc>
          <w:tcPr>
            <w:tcW w:w="580" w:type="dxa"/>
          </w:tcPr>
          <w:p w14:paraId="7C31B541" w14:textId="4B02BBBD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21" w:type="dxa"/>
            <w:vAlign w:val="bottom"/>
          </w:tcPr>
          <w:p w14:paraId="1A036F3C" w14:textId="43C8833B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1720" w:type="dxa"/>
            <w:vAlign w:val="bottom"/>
          </w:tcPr>
          <w:p w14:paraId="10CF0493" w14:textId="26A9BC62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Trepp/Trepikoda</w:t>
            </w:r>
          </w:p>
        </w:tc>
        <w:tc>
          <w:tcPr>
            <w:tcW w:w="957" w:type="dxa"/>
          </w:tcPr>
          <w:p w14:paraId="70EF4295" w14:textId="4DCB10F5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25DA3D66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407241DB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70DE4A19" w14:textId="77777777" w:rsidTr="00856120">
        <w:trPr>
          <w:trHeight w:val="70"/>
        </w:trPr>
        <w:tc>
          <w:tcPr>
            <w:tcW w:w="580" w:type="dxa"/>
          </w:tcPr>
          <w:p w14:paraId="1DB836F8" w14:textId="03217711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21" w:type="dxa"/>
            <w:vAlign w:val="bottom"/>
          </w:tcPr>
          <w:p w14:paraId="3F21853C" w14:textId="7E5F505D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</w:t>
            </w:r>
          </w:p>
        </w:tc>
        <w:tc>
          <w:tcPr>
            <w:tcW w:w="1720" w:type="dxa"/>
            <w:vAlign w:val="bottom"/>
          </w:tcPr>
          <w:p w14:paraId="04013108" w14:textId="58ACBE10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Hoiuruum/Ladu</w:t>
            </w:r>
          </w:p>
        </w:tc>
        <w:tc>
          <w:tcPr>
            <w:tcW w:w="957" w:type="dxa"/>
          </w:tcPr>
          <w:p w14:paraId="3CC2B867" w14:textId="02567022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15291F9D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5AE757E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0E812DE7" w14:textId="77777777" w:rsidTr="00856120">
        <w:trPr>
          <w:trHeight w:val="70"/>
        </w:trPr>
        <w:tc>
          <w:tcPr>
            <w:tcW w:w="580" w:type="dxa"/>
          </w:tcPr>
          <w:p w14:paraId="36B67657" w14:textId="2387A8BC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921" w:type="dxa"/>
            <w:vAlign w:val="bottom"/>
          </w:tcPr>
          <w:p w14:paraId="10E6B443" w14:textId="0A3B41D4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</w:t>
            </w:r>
          </w:p>
        </w:tc>
        <w:tc>
          <w:tcPr>
            <w:tcW w:w="1720" w:type="dxa"/>
            <w:vAlign w:val="bottom"/>
          </w:tcPr>
          <w:p w14:paraId="7D9E1AD8" w14:textId="76044A12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Saal</w:t>
            </w:r>
          </w:p>
        </w:tc>
        <w:tc>
          <w:tcPr>
            <w:tcW w:w="957" w:type="dxa"/>
          </w:tcPr>
          <w:p w14:paraId="3578CCA0" w14:textId="491875C2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764EEF36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4D3BE9B2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52826AA8" w14:textId="77777777" w:rsidTr="00856120">
        <w:trPr>
          <w:trHeight w:val="70"/>
        </w:trPr>
        <w:tc>
          <w:tcPr>
            <w:tcW w:w="580" w:type="dxa"/>
          </w:tcPr>
          <w:p w14:paraId="641F8ECA" w14:textId="7370F182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21" w:type="dxa"/>
            <w:vAlign w:val="bottom"/>
          </w:tcPr>
          <w:p w14:paraId="29B5C2EF" w14:textId="1E592A19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1720" w:type="dxa"/>
            <w:vAlign w:val="bottom"/>
          </w:tcPr>
          <w:p w14:paraId="3D0425B6" w14:textId="1D9A81B6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Koridor</w:t>
            </w:r>
          </w:p>
        </w:tc>
        <w:tc>
          <w:tcPr>
            <w:tcW w:w="957" w:type="dxa"/>
          </w:tcPr>
          <w:p w14:paraId="63279D9E" w14:textId="4A6A702A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01D6A2D3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223125C3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6FB2EE14" w14:textId="77777777" w:rsidTr="00856120">
        <w:trPr>
          <w:trHeight w:val="70"/>
        </w:trPr>
        <w:tc>
          <w:tcPr>
            <w:tcW w:w="580" w:type="dxa"/>
          </w:tcPr>
          <w:p w14:paraId="19DAA4D2" w14:textId="1853E8EC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921" w:type="dxa"/>
            <w:vAlign w:val="bottom"/>
          </w:tcPr>
          <w:p w14:paraId="73F1DD0F" w14:textId="5DB0D0E1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</w:t>
            </w:r>
          </w:p>
        </w:tc>
        <w:tc>
          <w:tcPr>
            <w:tcW w:w="1720" w:type="dxa"/>
            <w:vAlign w:val="bottom"/>
          </w:tcPr>
          <w:p w14:paraId="20BA8150" w14:textId="4B6EEF9E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WC</w:t>
            </w:r>
          </w:p>
        </w:tc>
        <w:tc>
          <w:tcPr>
            <w:tcW w:w="957" w:type="dxa"/>
          </w:tcPr>
          <w:p w14:paraId="2DFF8D17" w14:textId="705DE02F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3FD47995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54914E1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34B0D1F6" w14:textId="77777777" w:rsidTr="00856120">
        <w:trPr>
          <w:trHeight w:val="70"/>
        </w:trPr>
        <w:tc>
          <w:tcPr>
            <w:tcW w:w="580" w:type="dxa"/>
          </w:tcPr>
          <w:p w14:paraId="5CD02D4C" w14:textId="464DAF58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21" w:type="dxa"/>
            <w:vAlign w:val="bottom"/>
          </w:tcPr>
          <w:p w14:paraId="3966B309" w14:textId="634A32BC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</w:t>
            </w:r>
          </w:p>
        </w:tc>
        <w:tc>
          <w:tcPr>
            <w:tcW w:w="1720" w:type="dxa"/>
            <w:vAlign w:val="bottom"/>
          </w:tcPr>
          <w:p w14:paraId="33EF2A26" w14:textId="79EB6BB1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WC</w:t>
            </w:r>
          </w:p>
        </w:tc>
        <w:tc>
          <w:tcPr>
            <w:tcW w:w="957" w:type="dxa"/>
          </w:tcPr>
          <w:p w14:paraId="7930D163" w14:textId="5C6E5E9D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60DDBE25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5D482F5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04C800E7" w14:textId="77777777" w:rsidTr="00856120">
        <w:trPr>
          <w:trHeight w:val="70"/>
        </w:trPr>
        <w:tc>
          <w:tcPr>
            <w:tcW w:w="580" w:type="dxa"/>
          </w:tcPr>
          <w:p w14:paraId="45383159" w14:textId="6F1FE342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921" w:type="dxa"/>
            <w:vAlign w:val="bottom"/>
          </w:tcPr>
          <w:p w14:paraId="17C9FDD9" w14:textId="30893ED3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720" w:type="dxa"/>
            <w:vAlign w:val="bottom"/>
          </w:tcPr>
          <w:p w14:paraId="3B1C317E" w14:textId="578F69B3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WC</w:t>
            </w:r>
          </w:p>
        </w:tc>
        <w:tc>
          <w:tcPr>
            <w:tcW w:w="957" w:type="dxa"/>
          </w:tcPr>
          <w:p w14:paraId="43A38970" w14:textId="11308A79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73DC5F48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84045F0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73E220AD" w14:textId="77777777" w:rsidTr="00856120">
        <w:trPr>
          <w:trHeight w:val="70"/>
        </w:trPr>
        <w:tc>
          <w:tcPr>
            <w:tcW w:w="580" w:type="dxa"/>
          </w:tcPr>
          <w:p w14:paraId="7E500F1E" w14:textId="7BE6132E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21" w:type="dxa"/>
            <w:vAlign w:val="bottom"/>
          </w:tcPr>
          <w:p w14:paraId="6060E01E" w14:textId="1C3BE70B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214a</w:t>
            </w:r>
          </w:p>
        </w:tc>
        <w:tc>
          <w:tcPr>
            <w:tcW w:w="1720" w:type="dxa"/>
            <w:vAlign w:val="bottom"/>
          </w:tcPr>
          <w:p w14:paraId="7F82C03A" w14:textId="33D6D05E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Eesruum</w:t>
            </w:r>
          </w:p>
        </w:tc>
        <w:tc>
          <w:tcPr>
            <w:tcW w:w="957" w:type="dxa"/>
          </w:tcPr>
          <w:p w14:paraId="56156F66" w14:textId="0E3D0AD8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0F5F7F7D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DAA934F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18F0D51D" w14:textId="77777777" w:rsidTr="00856120">
        <w:trPr>
          <w:trHeight w:val="70"/>
        </w:trPr>
        <w:tc>
          <w:tcPr>
            <w:tcW w:w="580" w:type="dxa"/>
          </w:tcPr>
          <w:p w14:paraId="483D85D2" w14:textId="377D2FDB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921" w:type="dxa"/>
            <w:vAlign w:val="bottom"/>
          </w:tcPr>
          <w:p w14:paraId="7B439A95" w14:textId="411B41ED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</w:t>
            </w:r>
          </w:p>
        </w:tc>
        <w:tc>
          <w:tcPr>
            <w:tcW w:w="1720" w:type="dxa"/>
            <w:vAlign w:val="bottom"/>
          </w:tcPr>
          <w:p w14:paraId="6B8E4967" w14:textId="530485E8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Trepp/Trepikoda</w:t>
            </w:r>
          </w:p>
        </w:tc>
        <w:tc>
          <w:tcPr>
            <w:tcW w:w="957" w:type="dxa"/>
          </w:tcPr>
          <w:p w14:paraId="4CA2D73F" w14:textId="56D5AD80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1E287C35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1231BB73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7130DBAA" w14:textId="77777777" w:rsidTr="00856120">
        <w:trPr>
          <w:trHeight w:val="70"/>
        </w:trPr>
        <w:tc>
          <w:tcPr>
            <w:tcW w:w="580" w:type="dxa"/>
          </w:tcPr>
          <w:p w14:paraId="52FB0E64" w14:textId="4CBC6723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921" w:type="dxa"/>
            <w:vAlign w:val="bottom"/>
          </w:tcPr>
          <w:p w14:paraId="0463E37B" w14:textId="4DBCEC07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1720" w:type="dxa"/>
            <w:vAlign w:val="bottom"/>
          </w:tcPr>
          <w:p w14:paraId="071A8E4C" w14:textId="6F91F45D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Kööginurk/Köök</w:t>
            </w:r>
          </w:p>
        </w:tc>
        <w:tc>
          <w:tcPr>
            <w:tcW w:w="957" w:type="dxa"/>
          </w:tcPr>
          <w:p w14:paraId="20D1BE52" w14:textId="5E6DE7B5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297F18EC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BEBD401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40C7D2F2" w14:textId="77777777" w:rsidTr="00856120">
        <w:trPr>
          <w:trHeight w:val="70"/>
        </w:trPr>
        <w:tc>
          <w:tcPr>
            <w:tcW w:w="580" w:type="dxa"/>
          </w:tcPr>
          <w:p w14:paraId="1FFC6A84" w14:textId="509E975F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921" w:type="dxa"/>
            <w:vAlign w:val="bottom"/>
          </w:tcPr>
          <w:p w14:paraId="318F0227" w14:textId="63B79498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</w:t>
            </w:r>
          </w:p>
        </w:tc>
        <w:tc>
          <w:tcPr>
            <w:tcW w:w="1720" w:type="dxa"/>
            <w:vAlign w:val="bottom"/>
          </w:tcPr>
          <w:p w14:paraId="56524E7C" w14:textId="4D5880E1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Nõupidamise ruum</w:t>
            </w:r>
          </w:p>
        </w:tc>
        <w:tc>
          <w:tcPr>
            <w:tcW w:w="957" w:type="dxa"/>
          </w:tcPr>
          <w:p w14:paraId="2E99CD5B" w14:textId="395EED49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5D67DB85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745D77BF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4950DE19" w14:textId="77777777" w:rsidTr="00856120">
        <w:trPr>
          <w:trHeight w:val="70"/>
        </w:trPr>
        <w:tc>
          <w:tcPr>
            <w:tcW w:w="580" w:type="dxa"/>
          </w:tcPr>
          <w:p w14:paraId="22166C62" w14:textId="039F6219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921" w:type="dxa"/>
            <w:vAlign w:val="bottom"/>
          </w:tcPr>
          <w:p w14:paraId="5148A4D9" w14:textId="14CC7313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</w:t>
            </w:r>
          </w:p>
        </w:tc>
        <w:tc>
          <w:tcPr>
            <w:tcW w:w="1720" w:type="dxa"/>
            <w:vAlign w:val="bottom"/>
          </w:tcPr>
          <w:p w14:paraId="6AE8E9FA" w14:textId="5755238F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Torn/Platvorm</w:t>
            </w:r>
          </w:p>
        </w:tc>
        <w:tc>
          <w:tcPr>
            <w:tcW w:w="957" w:type="dxa"/>
          </w:tcPr>
          <w:p w14:paraId="04651129" w14:textId="09C1DDE4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345016C1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7F85C12D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4B0285D6" w14:textId="77777777" w:rsidTr="00856120">
        <w:trPr>
          <w:trHeight w:val="70"/>
        </w:trPr>
        <w:tc>
          <w:tcPr>
            <w:tcW w:w="580" w:type="dxa"/>
          </w:tcPr>
          <w:p w14:paraId="3466CD1E" w14:textId="0018B78F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921" w:type="dxa"/>
            <w:vAlign w:val="bottom"/>
          </w:tcPr>
          <w:p w14:paraId="66D7C5BF" w14:textId="026749F1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</w:t>
            </w:r>
          </w:p>
        </w:tc>
        <w:tc>
          <w:tcPr>
            <w:tcW w:w="1720" w:type="dxa"/>
            <w:vAlign w:val="bottom"/>
          </w:tcPr>
          <w:p w14:paraId="7ECA2605" w14:textId="78420D65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Torn/Platvorm</w:t>
            </w:r>
          </w:p>
        </w:tc>
        <w:tc>
          <w:tcPr>
            <w:tcW w:w="957" w:type="dxa"/>
          </w:tcPr>
          <w:p w14:paraId="2C2194C4" w14:textId="6D6A3B88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1F54DBED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1585D9D5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  <w:tr w:rsidR="00856120" w:rsidRPr="00882D69" w14:paraId="70CDB239" w14:textId="77777777" w:rsidTr="00856120">
        <w:trPr>
          <w:trHeight w:val="70"/>
        </w:trPr>
        <w:tc>
          <w:tcPr>
            <w:tcW w:w="580" w:type="dxa"/>
          </w:tcPr>
          <w:p w14:paraId="27EF0B20" w14:textId="64058698" w:rsidR="00856120" w:rsidRPr="00882D69" w:rsidRDefault="00856120" w:rsidP="0085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921" w:type="dxa"/>
            <w:vAlign w:val="bottom"/>
          </w:tcPr>
          <w:p w14:paraId="188AA36B" w14:textId="4F8C5234" w:rsidR="00856120" w:rsidRDefault="00856120" w:rsidP="00856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</w:t>
            </w:r>
          </w:p>
        </w:tc>
        <w:tc>
          <w:tcPr>
            <w:tcW w:w="1720" w:type="dxa"/>
            <w:vAlign w:val="bottom"/>
          </w:tcPr>
          <w:p w14:paraId="19ABFCB7" w14:textId="1908E3D7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Torn/Platvorm</w:t>
            </w:r>
          </w:p>
        </w:tc>
        <w:tc>
          <w:tcPr>
            <w:tcW w:w="957" w:type="dxa"/>
          </w:tcPr>
          <w:p w14:paraId="760ABED6" w14:textId="1F7ACA18" w:rsidR="00856120" w:rsidRDefault="00856120" w:rsidP="0085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15480717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744ADD6" w14:textId="77777777" w:rsidR="00856120" w:rsidRPr="00882D69" w:rsidRDefault="00856120" w:rsidP="00856120">
            <w:pPr>
              <w:rPr>
                <w:sz w:val="22"/>
                <w:szCs w:val="22"/>
              </w:rPr>
            </w:pPr>
          </w:p>
        </w:tc>
      </w:tr>
    </w:tbl>
    <w:p w14:paraId="20A4B20C" w14:textId="77777777" w:rsidR="006F3ACC" w:rsidRDefault="00752162" w:rsidP="006E2144">
      <w:pPr>
        <w:pStyle w:val="ListParagraph"/>
        <w:numPr>
          <w:ilvl w:val="0"/>
          <w:numId w:val="24"/>
        </w:numPr>
        <w:spacing w:before="360" w:after="100" w:afterAutospacing="1"/>
        <w:ind w:left="426"/>
        <w:rPr>
          <w:sz w:val="22"/>
          <w:szCs w:val="22"/>
        </w:rPr>
      </w:pPr>
      <w:r w:rsidRPr="00882D69">
        <w:rPr>
          <w:sz w:val="22"/>
          <w:szCs w:val="22"/>
        </w:rPr>
        <w:t>Loetelu üüripinna</w:t>
      </w:r>
      <w:r w:rsidR="00171ADC" w:rsidRPr="00882D69">
        <w:rPr>
          <w:sz w:val="22"/>
          <w:szCs w:val="22"/>
        </w:rPr>
        <w:t xml:space="preserve"> kasutuseks vajalikest kasutu</w:t>
      </w:r>
      <w:r w:rsidR="006F3ACC" w:rsidRPr="00882D69">
        <w:rPr>
          <w:sz w:val="22"/>
          <w:szCs w:val="22"/>
        </w:rPr>
        <w:t>sjuhenditest (nende olemasolul)</w:t>
      </w:r>
    </w:p>
    <w:p w14:paraId="2503176F" w14:textId="77777777" w:rsidR="00C509D1" w:rsidRPr="00882D69" w:rsidRDefault="00C509D1" w:rsidP="00C509D1">
      <w:pPr>
        <w:pStyle w:val="ListParagraph"/>
        <w:spacing w:before="360" w:after="100" w:afterAutospacing="1"/>
        <w:ind w:left="426"/>
        <w:rPr>
          <w:sz w:val="22"/>
          <w:szCs w:val="22"/>
        </w:rPr>
      </w:pPr>
    </w:p>
    <w:p w14:paraId="4F8479FB" w14:textId="77777777" w:rsidR="007049AD" w:rsidRPr="00882D69" w:rsidRDefault="007049AD" w:rsidP="006F3ACC">
      <w:pPr>
        <w:pStyle w:val="ListParagraph"/>
        <w:numPr>
          <w:ilvl w:val="0"/>
          <w:numId w:val="24"/>
        </w:numPr>
        <w:ind w:left="426"/>
        <w:rPr>
          <w:sz w:val="22"/>
          <w:szCs w:val="22"/>
        </w:rPr>
      </w:pPr>
      <w:r w:rsidRPr="00882D69">
        <w:rPr>
          <w:sz w:val="22"/>
          <w:szCs w:val="22"/>
        </w:rPr>
        <w:t>Üüripinna kasutamiseks vajalikud läbipääsuvahendid (võtmed, puldid, kaardid, jms):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9"/>
        <w:gridCol w:w="3806"/>
        <w:gridCol w:w="3389"/>
      </w:tblGrid>
      <w:tr w:rsidR="007049AD" w:rsidRPr="00882D69" w14:paraId="728FCF0D" w14:textId="77777777" w:rsidTr="002D0BB7">
        <w:trPr>
          <w:trHeight w:val="255"/>
        </w:trPr>
        <w:tc>
          <w:tcPr>
            <w:tcW w:w="2439" w:type="dxa"/>
            <w:shd w:val="clear" w:color="auto" w:fill="D9D9D9" w:themeFill="background1" w:themeFillShade="D9"/>
          </w:tcPr>
          <w:p w14:paraId="284862E2" w14:textId="77777777"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nr</w:t>
            </w:r>
            <w:r w:rsidRPr="00882D69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3806" w:type="dxa"/>
            <w:shd w:val="clear" w:color="auto" w:fill="D9D9D9" w:themeFill="background1" w:themeFillShade="D9"/>
          </w:tcPr>
          <w:p w14:paraId="7C0643A0" w14:textId="77777777"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Võtmete, kaartide arv </w:t>
            </w:r>
          </w:p>
        </w:tc>
        <w:tc>
          <w:tcPr>
            <w:tcW w:w="3389" w:type="dxa"/>
            <w:shd w:val="clear" w:color="auto" w:fill="D9D9D9" w:themeFill="background1" w:themeFillShade="D9"/>
          </w:tcPr>
          <w:p w14:paraId="175D54ED" w14:textId="77777777"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Märkused </w:t>
            </w:r>
          </w:p>
        </w:tc>
      </w:tr>
      <w:tr w:rsidR="007049AD" w:rsidRPr="00882D69" w14:paraId="17EC266F" w14:textId="77777777" w:rsidTr="002D0BB7">
        <w:trPr>
          <w:trHeight w:val="255"/>
        </w:trPr>
        <w:tc>
          <w:tcPr>
            <w:tcW w:w="2439" w:type="dxa"/>
          </w:tcPr>
          <w:p w14:paraId="12072674" w14:textId="730AD78F" w:rsidR="006F6E27" w:rsidRPr="00882D69" w:rsidRDefault="00856120" w:rsidP="006F6E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Võtmed</w:t>
            </w:r>
          </w:p>
        </w:tc>
        <w:tc>
          <w:tcPr>
            <w:tcW w:w="3806" w:type="dxa"/>
          </w:tcPr>
          <w:p w14:paraId="375AE604" w14:textId="14D10371" w:rsidR="007049AD" w:rsidRPr="00A1015D" w:rsidRDefault="00051CA2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Peauks 10 tk; meeskonnaruumi uks </w:t>
            </w:r>
            <w:r w:rsidR="00EC10F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tk; Tagauks 3tk</w:t>
            </w:r>
          </w:p>
        </w:tc>
        <w:tc>
          <w:tcPr>
            <w:tcW w:w="3389" w:type="dxa"/>
          </w:tcPr>
          <w:p w14:paraId="3536F1EF" w14:textId="2EFC43DA" w:rsidR="007049AD" w:rsidRPr="00882D69" w:rsidRDefault="00051CA2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Kabineti võtmed on uste ees ja muude siseruumide </w:t>
            </w:r>
            <w:r w:rsidR="00EC10F3">
              <w:rPr>
                <w:sz w:val="22"/>
                <w:szCs w:val="22"/>
              </w:rPr>
              <w:t>ning</w:t>
            </w:r>
            <w:r>
              <w:rPr>
                <w:sz w:val="22"/>
                <w:szCs w:val="22"/>
              </w:rPr>
              <w:t xml:space="preserve"> väljast avanevate garaažide võtmed asuvad endises pealiku kabineti kapis.</w:t>
            </w:r>
          </w:p>
        </w:tc>
      </w:tr>
      <w:tr w:rsidR="00856120" w:rsidRPr="00882D69" w14:paraId="7C6A6D36" w14:textId="77777777" w:rsidTr="002D0BB7">
        <w:trPr>
          <w:trHeight w:val="255"/>
        </w:trPr>
        <w:tc>
          <w:tcPr>
            <w:tcW w:w="2439" w:type="dxa"/>
          </w:tcPr>
          <w:p w14:paraId="4FCCC540" w14:textId="48C66053" w:rsidR="00856120" w:rsidRDefault="00051CA2" w:rsidP="006F6E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Puldid</w:t>
            </w:r>
          </w:p>
        </w:tc>
        <w:tc>
          <w:tcPr>
            <w:tcW w:w="3806" w:type="dxa"/>
          </w:tcPr>
          <w:p w14:paraId="7DB80C47" w14:textId="63118ADF" w:rsidR="00856120" w:rsidRDefault="00EC10F3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  <w:r w:rsidR="00051CA2">
              <w:rPr>
                <w:sz w:val="22"/>
                <w:szCs w:val="22"/>
              </w:rPr>
              <w:t>tk</w:t>
            </w:r>
          </w:p>
        </w:tc>
        <w:tc>
          <w:tcPr>
            <w:tcW w:w="3389" w:type="dxa"/>
          </w:tcPr>
          <w:p w14:paraId="18BBEC71" w14:textId="29751E29" w:rsidR="00856120" w:rsidRPr="00882D69" w:rsidRDefault="00051CA2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Avavad väravat ja garaažiuksi. </w:t>
            </w:r>
            <w:r w:rsidR="00F642B7">
              <w:rPr>
                <w:sz w:val="22"/>
                <w:szCs w:val="22"/>
              </w:rPr>
              <w:t>Viies</w:t>
            </w:r>
            <w:r>
              <w:rPr>
                <w:sz w:val="22"/>
                <w:szCs w:val="22"/>
              </w:rPr>
              <w:t xml:space="preserve"> pult kiirabi käes.</w:t>
            </w:r>
          </w:p>
        </w:tc>
      </w:tr>
    </w:tbl>
    <w:p w14:paraId="405CA72A" w14:textId="1BD45A84" w:rsidR="00DC5607" w:rsidRDefault="00C509D1" w:rsidP="00171AD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Märkus: Tabelis on nimetatud võtmete lõplik kogus, mis </w:t>
      </w:r>
      <w:r w:rsidR="00856120">
        <w:rPr>
          <w:b/>
          <w:sz w:val="22"/>
          <w:szCs w:val="22"/>
        </w:rPr>
        <w:t>hoiule RKAS Pärnu kontorisse.</w:t>
      </w:r>
    </w:p>
    <w:p w14:paraId="523C78DD" w14:textId="77777777" w:rsidR="00DC5607" w:rsidRDefault="00DC5607" w:rsidP="00171ADC">
      <w:pPr>
        <w:jc w:val="both"/>
        <w:rPr>
          <w:b/>
          <w:sz w:val="22"/>
          <w:szCs w:val="22"/>
        </w:rPr>
      </w:pPr>
    </w:p>
    <w:p w14:paraId="2F51726C" w14:textId="14E9BD7D" w:rsidR="007049AD" w:rsidRPr="00882D69" w:rsidRDefault="007049AD" w:rsidP="006F3ACC">
      <w:pPr>
        <w:pStyle w:val="ListParagraph"/>
        <w:numPr>
          <w:ilvl w:val="0"/>
          <w:numId w:val="24"/>
        </w:numPr>
        <w:ind w:left="426"/>
        <w:rPr>
          <w:sz w:val="22"/>
          <w:szCs w:val="22"/>
        </w:rPr>
      </w:pPr>
      <w:r w:rsidRPr="00882D69">
        <w:rPr>
          <w:sz w:val="22"/>
          <w:szCs w:val="22"/>
        </w:rPr>
        <w:t>Energia tarbimist fikseerivate mõõdikute näidud (vajadusel):</w:t>
      </w:r>
      <w:r w:rsidR="00303DA9">
        <w:rPr>
          <w:sz w:val="22"/>
          <w:szCs w:val="22"/>
        </w:rPr>
        <w:t xml:space="preserve"> fikseeritakse veenäit, ülejäänud </w:t>
      </w:r>
      <w:proofErr w:type="spellStart"/>
      <w:r w:rsidR="00303DA9">
        <w:rPr>
          <w:sz w:val="22"/>
          <w:szCs w:val="22"/>
        </w:rPr>
        <w:t>kaugloetavad</w:t>
      </w:r>
      <w:proofErr w:type="spellEnd"/>
    </w:p>
    <w:tbl>
      <w:tblPr>
        <w:tblW w:w="99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9"/>
        <w:gridCol w:w="1646"/>
        <w:gridCol w:w="1415"/>
        <w:gridCol w:w="1897"/>
        <w:gridCol w:w="1897"/>
        <w:gridCol w:w="1349"/>
      </w:tblGrid>
      <w:tr w:rsidR="00303DA9" w:rsidRPr="00882D69" w14:paraId="03FB89C8" w14:textId="77777777" w:rsidTr="00C509D1">
        <w:trPr>
          <w:trHeight w:val="382"/>
        </w:trPr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29F594C" w14:textId="77777777" w:rsidR="00303DA9" w:rsidRPr="00882D69" w:rsidRDefault="00303DA9" w:rsidP="00341605">
            <w:pPr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lastRenderedPageBreak/>
              <w:t>Arvesti</w:t>
            </w:r>
          </w:p>
        </w:tc>
        <w:tc>
          <w:tcPr>
            <w:tcW w:w="1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6319E11" w14:textId="77777777" w:rsidR="00303DA9" w:rsidRPr="00882D69" w:rsidRDefault="00303DA9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Mõõtepunkti (EIC) kood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889A368" w14:textId="77777777" w:rsidR="00303DA9" w:rsidRPr="00882D69" w:rsidRDefault="00303DA9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Arvesti nr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E31D27" w14:textId="77777777" w:rsidR="00303DA9" w:rsidRPr="00882D69" w:rsidRDefault="00303DA9" w:rsidP="003416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34E8D39" w14:textId="29EAD466" w:rsidR="00303DA9" w:rsidRPr="00882D69" w:rsidRDefault="00303DA9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Näidik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78C7F47" w14:textId="77777777" w:rsidR="00303DA9" w:rsidRPr="00882D69" w:rsidRDefault="00303DA9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Näit</w:t>
            </w:r>
          </w:p>
        </w:tc>
      </w:tr>
      <w:tr w:rsidR="00303DA9" w:rsidRPr="00882D69" w14:paraId="6A5A68F4" w14:textId="77777777" w:rsidTr="00C509D1">
        <w:trPr>
          <w:trHeight w:val="67"/>
        </w:trPr>
        <w:tc>
          <w:tcPr>
            <w:tcW w:w="1779" w:type="dxa"/>
            <w:tcBorders>
              <w:top w:val="single" w:sz="4" w:space="0" w:color="auto"/>
            </w:tcBorders>
          </w:tcPr>
          <w:p w14:paraId="63E17FF7" w14:textId="77777777" w:rsidR="00303DA9" w:rsidRPr="00882D69" w:rsidRDefault="00303DA9" w:rsidP="00341605">
            <w:pPr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 xml:space="preserve">Elektriarvesti </w:t>
            </w:r>
          </w:p>
        </w:tc>
        <w:tc>
          <w:tcPr>
            <w:tcW w:w="1646" w:type="dxa"/>
            <w:tcBorders>
              <w:top w:val="single" w:sz="4" w:space="0" w:color="auto"/>
            </w:tcBorders>
          </w:tcPr>
          <w:p w14:paraId="5CF71D6A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</w:tcPr>
          <w:p w14:paraId="0F3060EC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auto"/>
            </w:tcBorders>
          </w:tcPr>
          <w:p w14:paraId="69FE61E3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auto"/>
            </w:tcBorders>
          </w:tcPr>
          <w:p w14:paraId="4E030969" w14:textId="13E241AE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Päevane (kWh)</w:t>
            </w:r>
          </w:p>
        </w:tc>
        <w:tc>
          <w:tcPr>
            <w:tcW w:w="1349" w:type="dxa"/>
            <w:tcBorders>
              <w:top w:val="single" w:sz="4" w:space="0" w:color="auto"/>
            </w:tcBorders>
          </w:tcPr>
          <w:p w14:paraId="658CEC84" w14:textId="6B9B5F7F" w:rsidR="00303DA9" w:rsidRPr="00882D69" w:rsidRDefault="00E44299" w:rsidP="0034160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216,375</w:t>
            </w:r>
          </w:p>
        </w:tc>
      </w:tr>
      <w:tr w:rsidR="00303DA9" w:rsidRPr="00882D69" w14:paraId="1C65F816" w14:textId="77777777" w:rsidTr="00C509D1">
        <w:trPr>
          <w:trHeight w:val="184"/>
        </w:trPr>
        <w:tc>
          <w:tcPr>
            <w:tcW w:w="1779" w:type="dxa"/>
            <w:tcBorders>
              <w:top w:val="nil"/>
            </w:tcBorders>
          </w:tcPr>
          <w:p w14:paraId="29795326" w14:textId="77777777" w:rsidR="00303DA9" w:rsidRPr="00882D69" w:rsidRDefault="00303DA9" w:rsidP="00341605">
            <w:pPr>
              <w:rPr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</w:tcBorders>
          </w:tcPr>
          <w:p w14:paraId="2E77B1F9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14:paraId="40F356C7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14:paraId="57DFD4AF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14:paraId="5254E868" w14:textId="5EFE2BB6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Öine (kWh)</w:t>
            </w:r>
          </w:p>
        </w:tc>
        <w:tc>
          <w:tcPr>
            <w:tcW w:w="1349" w:type="dxa"/>
            <w:tcBorders>
              <w:top w:val="nil"/>
            </w:tcBorders>
          </w:tcPr>
          <w:p w14:paraId="1E64CF00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</w:tr>
      <w:tr w:rsidR="00303DA9" w:rsidRPr="00882D69" w14:paraId="1CBE785A" w14:textId="77777777" w:rsidTr="00C509D1">
        <w:trPr>
          <w:trHeight w:val="63"/>
        </w:trPr>
        <w:tc>
          <w:tcPr>
            <w:tcW w:w="1779" w:type="dxa"/>
          </w:tcPr>
          <w:p w14:paraId="0EEB299B" w14:textId="77777777" w:rsidR="00303DA9" w:rsidRPr="00882D69" w:rsidRDefault="00303DA9" w:rsidP="00341605">
            <w:pPr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Veearvesti</w:t>
            </w:r>
          </w:p>
        </w:tc>
        <w:tc>
          <w:tcPr>
            <w:tcW w:w="1646" w:type="dxa"/>
          </w:tcPr>
          <w:p w14:paraId="6EA7C8F7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14:paraId="35D5ABA2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97" w:type="dxa"/>
          </w:tcPr>
          <w:p w14:paraId="320B5088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97" w:type="dxa"/>
          </w:tcPr>
          <w:p w14:paraId="61264216" w14:textId="40EF292C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 xml:space="preserve"> Veekulu (m</w:t>
            </w:r>
            <w:r w:rsidRPr="00882D69">
              <w:rPr>
                <w:sz w:val="22"/>
                <w:szCs w:val="22"/>
                <w:vertAlign w:val="superscript"/>
              </w:rPr>
              <w:t>3</w:t>
            </w:r>
            <w:r w:rsidRPr="00882D69">
              <w:rPr>
                <w:sz w:val="22"/>
                <w:szCs w:val="22"/>
              </w:rPr>
              <w:t>)</w:t>
            </w:r>
          </w:p>
        </w:tc>
        <w:tc>
          <w:tcPr>
            <w:tcW w:w="1349" w:type="dxa"/>
          </w:tcPr>
          <w:p w14:paraId="13C236D6" w14:textId="1EBA3537" w:rsidR="00303DA9" w:rsidRPr="00E44299" w:rsidRDefault="00E44299" w:rsidP="00341605">
            <w:pPr>
              <w:jc w:val="right"/>
              <w:rPr>
                <w:color w:val="E36C0A" w:themeColor="accent6" w:themeShade="BF"/>
                <w:sz w:val="22"/>
                <w:szCs w:val="22"/>
              </w:rPr>
            </w:pPr>
            <w:r w:rsidRPr="00E44299">
              <w:rPr>
                <w:sz w:val="22"/>
                <w:szCs w:val="22"/>
              </w:rPr>
              <w:t xml:space="preserve">9425 </w:t>
            </w:r>
            <w:proofErr w:type="spellStart"/>
            <w:r w:rsidRPr="00E44299">
              <w:rPr>
                <w:sz w:val="22"/>
                <w:szCs w:val="22"/>
              </w:rPr>
              <w:t>üld</w:t>
            </w:r>
            <w:proofErr w:type="spellEnd"/>
            <w:r w:rsidRPr="00E44299">
              <w:rPr>
                <w:sz w:val="22"/>
                <w:szCs w:val="22"/>
              </w:rPr>
              <w:t xml:space="preserve">/1366 kiirabi </w:t>
            </w:r>
            <w:proofErr w:type="spellStart"/>
            <w:r w:rsidRPr="00E44299">
              <w:rPr>
                <w:sz w:val="22"/>
                <w:szCs w:val="22"/>
              </w:rPr>
              <w:t>allarvesti</w:t>
            </w:r>
            <w:proofErr w:type="spellEnd"/>
          </w:p>
        </w:tc>
      </w:tr>
      <w:tr w:rsidR="00303DA9" w:rsidRPr="00882D69" w14:paraId="6BFBE445" w14:textId="77777777" w:rsidTr="00C509D1">
        <w:trPr>
          <w:trHeight w:val="63"/>
        </w:trPr>
        <w:tc>
          <w:tcPr>
            <w:tcW w:w="1779" w:type="dxa"/>
          </w:tcPr>
          <w:p w14:paraId="521BC88B" w14:textId="77777777" w:rsidR="00303DA9" w:rsidRPr="00882D69" w:rsidRDefault="00303DA9" w:rsidP="00341605">
            <w:pPr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Soojusarvesti</w:t>
            </w:r>
          </w:p>
        </w:tc>
        <w:tc>
          <w:tcPr>
            <w:tcW w:w="1646" w:type="dxa"/>
          </w:tcPr>
          <w:p w14:paraId="0EE97103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14:paraId="2CA144E0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97" w:type="dxa"/>
          </w:tcPr>
          <w:p w14:paraId="3727C0BA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97" w:type="dxa"/>
          </w:tcPr>
          <w:p w14:paraId="41DC1579" w14:textId="771D392F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Soojusenergia (MWh)</w:t>
            </w:r>
          </w:p>
        </w:tc>
        <w:tc>
          <w:tcPr>
            <w:tcW w:w="1349" w:type="dxa"/>
          </w:tcPr>
          <w:p w14:paraId="3330A377" w14:textId="4884175C" w:rsidR="00303DA9" w:rsidRPr="00E44299" w:rsidRDefault="00E44299" w:rsidP="00341605">
            <w:pPr>
              <w:jc w:val="right"/>
              <w:rPr>
                <w:color w:val="E36C0A" w:themeColor="accent6" w:themeShade="BF"/>
                <w:sz w:val="22"/>
                <w:szCs w:val="22"/>
              </w:rPr>
            </w:pPr>
            <w:r w:rsidRPr="00E44299">
              <w:rPr>
                <w:sz w:val="22"/>
                <w:szCs w:val="22"/>
              </w:rPr>
              <w:t>222295</w:t>
            </w:r>
          </w:p>
        </w:tc>
      </w:tr>
      <w:tr w:rsidR="00303DA9" w:rsidRPr="00882D69" w14:paraId="4504CB09" w14:textId="77777777" w:rsidTr="00C509D1">
        <w:trPr>
          <w:trHeight w:val="184"/>
        </w:trPr>
        <w:tc>
          <w:tcPr>
            <w:tcW w:w="1779" w:type="dxa"/>
            <w:tcBorders>
              <w:top w:val="nil"/>
            </w:tcBorders>
          </w:tcPr>
          <w:p w14:paraId="39711551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</w:tcBorders>
          </w:tcPr>
          <w:p w14:paraId="424B8DC8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14:paraId="678B04D3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14:paraId="6AA14AD5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14:paraId="5B450451" w14:textId="0B1974C4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Veekulu (m</w:t>
            </w:r>
            <w:r w:rsidRPr="00882D69">
              <w:rPr>
                <w:sz w:val="22"/>
                <w:szCs w:val="22"/>
                <w:vertAlign w:val="superscript"/>
              </w:rPr>
              <w:t>3</w:t>
            </w:r>
            <w:r w:rsidRPr="00882D69">
              <w:rPr>
                <w:sz w:val="22"/>
                <w:szCs w:val="22"/>
              </w:rPr>
              <w:t>)</w:t>
            </w:r>
          </w:p>
        </w:tc>
        <w:tc>
          <w:tcPr>
            <w:tcW w:w="1349" w:type="dxa"/>
            <w:tcBorders>
              <w:top w:val="nil"/>
            </w:tcBorders>
          </w:tcPr>
          <w:p w14:paraId="01C38653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</w:tr>
      <w:tr w:rsidR="00303DA9" w:rsidRPr="00882D69" w14:paraId="2C0389BC" w14:textId="77777777" w:rsidTr="00C509D1">
        <w:trPr>
          <w:trHeight w:val="184"/>
        </w:trPr>
        <w:tc>
          <w:tcPr>
            <w:tcW w:w="1779" w:type="dxa"/>
          </w:tcPr>
          <w:p w14:paraId="63EDEA8B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46" w:type="dxa"/>
          </w:tcPr>
          <w:p w14:paraId="394BB1E9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14:paraId="27F50233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97" w:type="dxa"/>
          </w:tcPr>
          <w:p w14:paraId="25963615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97" w:type="dxa"/>
          </w:tcPr>
          <w:p w14:paraId="7D622E19" w14:textId="48C0C018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Töötunnid (h)</w:t>
            </w:r>
          </w:p>
        </w:tc>
        <w:tc>
          <w:tcPr>
            <w:tcW w:w="1349" w:type="dxa"/>
          </w:tcPr>
          <w:p w14:paraId="3A8F718A" w14:textId="77777777" w:rsidR="00303DA9" w:rsidRPr="00882D69" w:rsidRDefault="00303DA9" w:rsidP="00341605">
            <w:pPr>
              <w:jc w:val="right"/>
              <w:rPr>
                <w:sz w:val="22"/>
                <w:szCs w:val="22"/>
              </w:rPr>
            </w:pPr>
          </w:p>
        </w:tc>
      </w:tr>
    </w:tbl>
    <w:p w14:paraId="1EC7B988" w14:textId="77777777" w:rsidR="006E2144" w:rsidRDefault="006E2144" w:rsidP="007049AD">
      <w:pPr>
        <w:jc w:val="both"/>
        <w:rPr>
          <w:sz w:val="22"/>
          <w:szCs w:val="22"/>
        </w:rPr>
      </w:pPr>
    </w:p>
    <w:p w14:paraId="0525AE0D" w14:textId="1BFA2D9C" w:rsidR="005223B0" w:rsidRPr="00C509D1" w:rsidRDefault="00882D69" w:rsidP="00C509D1">
      <w:pPr>
        <w:pStyle w:val="ListParagraph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Loetelu üürniku kasutusse antavast mööblist ja/või muust inventarist:</w:t>
      </w:r>
      <w:r w:rsidR="005223B0">
        <w:rPr>
          <w:sz w:val="22"/>
          <w:szCs w:val="22"/>
        </w:rPr>
        <w:t xml:space="preserve"> </w:t>
      </w:r>
      <w:r w:rsidR="006F6E27" w:rsidRPr="00C509D1">
        <w:rPr>
          <w:sz w:val="22"/>
          <w:szCs w:val="22"/>
        </w:rPr>
        <w:t>puudub</w:t>
      </w:r>
    </w:p>
    <w:p w14:paraId="1192EBC9" w14:textId="77777777" w:rsidR="00882D69" w:rsidRPr="00882D69" w:rsidRDefault="00882D69" w:rsidP="00882D69">
      <w:pPr>
        <w:pStyle w:val="ListParagraph"/>
        <w:ind w:left="426"/>
        <w:jc w:val="both"/>
        <w:rPr>
          <w:sz w:val="22"/>
          <w:szCs w:val="22"/>
        </w:rPr>
      </w:pPr>
    </w:p>
    <w:p w14:paraId="70F8212C" w14:textId="178960E8" w:rsidR="007049AD" w:rsidRPr="00C509D1" w:rsidRDefault="007049AD" w:rsidP="00C509D1">
      <w:pPr>
        <w:pStyle w:val="ListParagraph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882D69">
        <w:rPr>
          <w:sz w:val="22"/>
          <w:szCs w:val="22"/>
        </w:rPr>
        <w:t>Märkused</w:t>
      </w:r>
      <w:r w:rsidR="006F3ACC" w:rsidRPr="00882D69">
        <w:rPr>
          <w:sz w:val="22"/>
          <w:szCs w:val="22"/>
        </w:rPr>
        <w:t xml:space="preserve"> üüripinna üleandmisel:</w:t>
      </w:r>
      <w:r w:rsidR="00C509D1">
        <w:rPr>
          <w:sz w:val="22"/>
          <w:szCs w:val="22"/>
        </w:rPr>
        <w:t xml:space="preserve"> </w:t>
      </w:r>
      <w:r w:rsidR="00303DA9" w:rsidRPr="00C509D1">
        <w:rPr>
          <w:sz w:val="22"/>
          <w:szCs w:val="22"/>
        </w:rPr>
        <w:t>puuduvad</w:t>
      </w:r>
    </w:p>
    <w:p w14:paraId="7A1D8AC5" w14:textId="77777777" w:rsidR="005223B0" w:rsidRDefault="005223B0" w:rsidP="00A46C34">
      <w:pPr>
        <w:jc w:val="both"/>
        <w:rPr>
          <w:sz w:val="22"/>
          <w:szCs w:val="22"/>
        </w:rPr>
      </w:pPr>
    </w:p>
    <w:p w14:paraId="6CC7A0D5" w14:textId="049A5271" w:rsidR="007049AD" w:rsidRDefault="005223B0" w:rsidP="00C509D1">
      <w:pPr>
        <w:jc w:val="both"/>
        <w:rPr>
          <w:b/>
          <w:sz w:val="22"/>
          <w:szCs w:val="22"/>
        </w:rPr>
      </w:pPr>
      <w:r w:rsidRPr="005223B0">
        <w:rPr>
          <w:sz w:val="22"/>
          <w:szCs w:val="22"/>
        </w:rPr>
        <w:t>Ü</w:t>
      </w:r>
      <w:r>
        <w:rPr>
          <w:sz w:val="22"/>
          <w:szCs w:val="22"/>
        </w:rPr>
        <w:t>üripinna ü</w:t>
      </w:r>
      <w:r w:rsidRPr="005223B0">
        <w:rPr>
          <w:sz w:val="22"/>
          <w:szCs w:val="22"/>
        </w:rPr>
        <w:t>leandmise-vastuvõtmise akti lisad:</w:t>
      </w:r>
      <w:r>
        <w:rPr>
          <w:b/>
          <w:sz w:val="22"/>
          <w:szCs w:val="22"/>
        </w:rPr>
        <w:t xml:space="preserve"> </w:t>
      </w:r>
      <w:r w:rsidR="00303DA9">
        <w:rPr>
          <w:sz w:val="22"/>
          <w:szCs w:val="22"/>
        </w:rPr>
        <w:t>puuduvad</w:t>
      </w:r>
    </w:p>
    <w:p w14:paraId="0C50C9A0" w14:textId="77777777" w:rsidR="00C509D1" w:rsidRPr="00882D69" w:rsidRDefault="00C509D1" w:rsidP="00C509D1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206"/>
        <w:gridCol w:w="3219"/>
      </w:tblGrid>
      <w:tr w:rsidR="00341605" w:rsidRPr="00882D69" w14:paraId="6EBA0E63" w14:textId="77777777" w:rsidTr="003B67B7">
        <w:tc>
          <w:tcPr>
            <w:tcW w:w="6518" w:type="dxa"/>
            <w:gridSpan w:val="2"/>
          </w:tcPr>
          <w:p w14:paraId="4171F939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Üüripinna üleandjad:</w:t>
            </w:r>
          </w:p>
        </w:tc>
        <w:tc>
          <w:tcPr>
            <w:tcW w:w="3260" w:type="dxa"/>
          </w:tcPr>
          <w:p w14:paraId="4C72E4A3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Üüripinna vastuvõtja:</w:t>
            </w:r>
          </w:p>
        </w:tc>
      </w:tr>
      <w:tr w:rsidR="00341605" w:rsidRPr="00882D69" w14:paraId="2E022388" w14:textId="77777777" w:rsidTr="003B67B7">
        <w:tc>
          <w:tcPr>
            <w:tcW w:w="3259" w:type="dxa"/>
          </w:tcPr>
          <w:p w14:paraId="72C6EF9C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59" w:type="dxa"/>
          </w:tcPr>
          <w:p w14:paraId="54E3396B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2C1EA08E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</w:tr>
      <w:tr w:rsidR="00341605" w:rsidRPr="00882D69" w14:paraId="6B324B3E" w14:textId="77777777" w:rsidTr="003B67B7">
        <w:tc>
          <w:tcPr>
            <w:tcW w:w="3259" w:type="dxa"/>
          </w:tcPr>
          <w:p w14:paraId="2319D7DF" w14:textId="7CB6C8C2" w:rsidR="00341605" w:rsidRPr="00882D69" w:rsidRDefault="00856120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Komandopealik Ilmar Koppel</w:t>
            </w:r>
          </w:p>
        </w:tc>
        <w:tc>
          <w:tcPr>
            <w:tcW w:w="3259" w:type="dxa"/>
          </w:tcPr>
          <w:p w14:paraId="687CDEDB" w14:textId="1EC61F10" w:rsidR="00856120" w:rsidRDefault="00341605" w:rsidP="00856120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Projektijuht</w:t>
            </w:r>
            <w:r w:rsidR="00856120">
              <w:rPr>
                <w:b/>
                <w:sz w:val="22"/>
                <w:szCs w:val="22"/>
              </w:rPr>
              <w:t xml:space="preserve"> – </w:t>
            </w:r>
          </w:p>
          <w:p w14:paraId="643BA9D3" w14:textId="31E2E521" w:rsidR="00341605" w:rsidRPr="00882D69" w:rsidRDefault="00341605" w:rsidP="00856120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(ehitise valmimisel):</w:t>
            </w:r>
          </w:p>
        </w:tc>
        <w:tc>
          <w:tcPr>
            <w:tcW w:w="3260" w:type="dxa"/>
          </w:tcPr>
          <w:p w14:paraId="5FEEE775" w14:textId="7024E9EF" w:rsidR="00341605" w:rsidRPr="00882D69" w:rsidRDefault="00856120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Kinnisvarahaldur</w:t>
            </w:r>
            <w:r w:rsidR="00303DA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Mirjam</w:t>
            </w:r>
            <w:r w:rsidR="00303DA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Aruvälja</w:t>
            </w:r>
          </w:p>
        </w:tc>
      </w:tr>
      <w:tr w:rsidR="00341605" w:rsidRPr="00882D69" w14:paraId="1B7920FF" w14:textId="77777777" w:rsidTr="003B67B7">
        <w:tc>
          <w:tcPr>
            <w:tcW w:w="3259" w:type="dxa"/>
          </w:tcPr>
          <w:p w14:paraId="037D7E44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  <w:tc>
          <w:tcPr>
            <w:tcW w:w="3259" w:type="dxa"/>
          </w:tcPr>
          <w:p w14:paraId="0061AA2F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  <w:tc>
          <w:tcPr>
            <w:tcW w:w="3260" w:type="dxa"/>
          </w:tcPr>
          <w:p w14:paraId="3DCA7862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</w:tr>
    </w:tbl>
    <w:p w14:paraId="10F38CE3" w14:textId="77777777" w:rsidR="00341605" w:rsidRPr="00882D69" w:rsidRDefault="00341605" w:rsidP="005B18B8">
      <w:pPr>
        <w:rPr>
          <w:b/>
          <w:sz w:val="22"/>
          <w:szCs w:val="22"/>
        </w:rPr>
      </w:pPr>
    </w:p>
    <w:p w14:paraId="6A70A76B" w14:textId="77777777" w:rsidR="00341605" w:rsidRPr="00882D69" w:rsidRDefault="005B18B8" w:rsidP="005B18B8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</w:p>
    <w:p w14:paraId="7ED3B498" w14:textId="77777777" w:rsidR="00341605" w:rsidRPr="00882D69" w:rsidRDefault="00341605" w:rsidP="005B18B8">
      <w:pPr>
        <w:rPr>
          <w:b/>
          <w:sz w:val="22"/>
          <w:szCs w:val="22"/>
        </w:rPr>
      </w:pPr>
    </w:p>
    <w:p w14:paraId="1AC42DAC" w14:textId="77777777" w:rsidR="005B18B8" w:rsidRPr="00882D69" w:rsidRDefault="00341605" w:rsidP="005B18B8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20000D" w:rsidRPr="00882D69">
        <w:rPr>
          <w:b/>
          <w:sz w:val="22"/>
          <w:szCs w:val="22"/>
        </w:rPr>
        <w:tab/>
      </w:r>
    </w:p>
    <w:p w14:paraId="7318DC19" w14:textId="77777777" w:rsidR="007049AD" w:rsidRPr="00882D69" w:rsidRDefault="007049AD" w:rsidP="00341605">
      <w:pPr>
        <w:ind w:left="2160" w:firstLine="720"/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</w:p>
    <w:p w14:paraId="1BC0A944" w14:textId="77777777" w:rsidR="007049AD" w:rsidRPr="00882D69" w:rsidRDefault="00341605" w:rsidP="005B18B8">
      <w:pPr>
        <w:pStyle w:val="Footer"/>
        <w:tabs>
          <w:tab w:val="clear" w:pos="4153"/>
          <w:tab w:val="clear" w:pos="8306"/>
        </w:tabs>
        <w:rPr>
          <w:i/>
          <w:sz w:val="22"/>
          <w:szCs w:val="22"/>
        </w:rPr>
      </w:pPr>
      <w:r w:rsidRPr="00882D69">
        <w:rPr>
          <w:i/>
          <w:sz w:val="22"/>
          <w:szCs w:val="22"/>
        </w:rPr>
        <w:tab/>
      </w:r>
      <w:r w:rsidR="005B18B8" w:rsidRPr="00882D69">
        <w:rPr>
          <w:i/>
          <w:sz w:val="22"/>
          <w:szCs w:val="22"/>
        </w:rPr>
        <w:tab/>
      </w:r>
      <w:r w:rsidR="0020000D" w:rsidRPr="00882D69">
        <w:rPr>
          <w:i/>
          <w:sz w:val="22"/>
          <w:szCs w:val="22"/>
        </w:rPr>
        <w:tab/>
      </w:r>
      <w:r w:rsidRPr="00882D69">
        <w:rPr>
          <w:i/>
          <w:sz w:val="22"/>
          <w:szCs w:val="22"/>
        </w:rPr>
        <w:tab/>
      </w:r>
    </w:p>
    <w:p w14:paraId="492A44AF" w14:textId="77777777" w:rsidR="00A46C34" w:rsidRPr="00882D69" w:rsidRDefault="00B41319" w:rsidP="00904410">
      <w:pPr>
        <w:rPr>
          <w:sz w:val="22"/>
          <w:szCs w:val="22"/>
        </w:rPr>
      </w:pPr>
      <w:r w:rsidRPr="00882D69">
        <w:rPr>
          <w:sz w:val="22"/>
          <w:szCs w:val="22"/>
        </w:rPr>
        <w:t> </w:t>
      </w:r>
    </w:p>
    <w:p w14:paraId="7599C324" w14:textId="77777777" w:rsidR="00B41319" w:rsidRPr="00882D69" w:rsidRDefault="00B41319">
      <w:pPr>
        <w:rPr>
          <w:sz w:val="22"/>
          <w:szCs w:val="22"/>
        </w:rPr>
      </w:pPr>
    </w:p>
    <w:sectPr w:rsidR="00B41319" w:rsidRPr="00882D69" w:rsidSect="00BF7CB9">
      <w:headerReference w:type="default" r:id="rId14"/>
      <w:footerReference w:type="even" r:id="rId15"/>
      <w:footerReference w:type="default" r:id="rId16"/>
      <w:pgSz w:w="11906" w:h="16838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7A908" w14:textId="77777777" w:rsidR="001E5CDC" w:rsidRDefault="001E5CDC">
      <w:r>
        <w:separator/>
      </w:r>
    </w:p>
  </w:endnote>
  <w:endnote w:type="continuationSeparator" w:id="0">
    <w:p w14:paraId="75E29D18" w14:textId="77777777" w:rsidR="001E5CDC" w:rsidRDefault="001E5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1ADDD" w14:textId="77777777" w:rsidR="00341605" w:rsidRDefault="00341605" w:rsidP="00E03B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97C224" w14:textId="77777777" w:rsidR="00341605" w:rsidRDefault="003416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9A4DE" w14:textId="77777777" w:rsidR="00341605" w:rsidRPr="006E2144" w:rsidRDefault="00341605" w:rsidP="006E2144">
    <w:pPr>
      <w:pStyle w:val="Footer"/>
      <w:framePr w:wrap="around" w:vAnchor="text" w:hAnchor="page" w:x="5857" w:y="-113"/>
      <w:jc w:val="center"/>
      <w:rPr>
        <w:rStyle w:val="PageNumber"/>
        <w:sz w:val="20"/>
        <w:szCs w:val="20"/>
      </w:rPr>
    </w:pPr>
    <w:r w:rsidRPr="006E2144">
      <w:rPr>
        <w:rStyle w:val="PageNumber"/>
        <w:sz w:val="20"/>
        <w:szCs w:val="20"/>
      </w:rPr>
      <w:fldChar w:fldCharType="begin"/>
    </w:r>
    <w:r w:rsidRPr="006E2144">
      <w:rPr>
        <w:rStyle w:val="PageNumber"/>
        <w:sz w:val="20"/>
        <w:szCs w:val="20"/>
      </w:rPr>
      <w:instrText xml:space="preserve">PAGE  </w:instrText>
    </w:r>
    <w:r w:rsidRPr="006E2144">
      <w:rPr>
        <w:rStyle w:val="PageNumber"/>
        <w:sz w:val="20"/>
        <w:szCs w:val="20"/>
      </w:rPr>
      <w:fldChar w:fldCharType="separate"/>
    </w:r>
    <w:r w:rsidR="003760E2">
      <w:rPr>
        <w:rStyle w:val="PageNumber"/>
        <w:noProof/>
        <w:sz w:val="20"/>
        <w:szCs w:val="20"/>
      </w:rPr>
      <w:t>2</w:t>
    </w:r>
    <w:r w:rsidRPr="006E2144">
      <w:rPr>
        <w:rStyle w:val="PageNumber"/>
        <w:sz w:val="20"/>
        <w:szCs w:val="20"/>
      </w:rPr>
      <w:fldChar w:fldCharType="end"/>
    </w:r>
    <w:r w:rsidRPr="006E2144">
      <w:rPr>
        <w:rStyle w:val="PageNumber"/>
        <w:sz w:val="20"/>
        <w:szCs w:val="20"/>
      </w:rPr>
      <w:t>/</w:t>
    </w:r>
    <w:r w:rsidRPr="006E2144">
      <w:rPr>
        <w:rStyle w:val="PageNumber"/>
        <w:sz w:val="20"/>
        <w:szCs w:val="20"/>
      </w:rPr>
      <w:fldChar w:fldCharType="begin"/>
    </w:r>
    <w:r w:rsidRPr="006E2144">
      <w:rPr>
        <w:rStyle w:val="PageNumber"/>
        <w:sz w:val="20"/>
        <w:szCs w:val="20"/>
      </w:rPr>
      <w:instrText xml:space="preserve"> NUMPAGES </w:instrText>
    </w:r>
    <w:r w:rsidRPr="006E2144">
      <w:rPr>
        <w:rStyle w:val="PageNumber"/>
        <w:sz w:val="20"/>
        <w:szCs w:val="20"/>
      </w:rPr>
      <w:fldChar w:fldCharType="separate"/>
    </w:r>
    <w:r w:rsidR="003760E2">
      <w:rPr>
        <w:rStyle w:val="PageNumber"/>
        <w:noProof/>
        <w:sz w:val="20"/>
        <w:szCs w:val="20"/>
      </w:rPr>
      <w:t>2</w:t>
    </w:r>
    <w:r w:rsidRPr="006E2144">
      <w:rPr>
        <w:rStyle w:val="PageNumber"/>
        <w:sz w:val="20"/>
        <w:szCs w:val="20"/>
      </w:rPr>
      <w:fldChar w:fldCharType="end"/>
    </w:r>
  </w:p>
  <w:p w14:paraId="7F46A8AB" w14:textId="77777777" w:rsidR="00341605" w:rsidRDefault="00341605">
    <w:pPr>
      <w:pStyle w:val="Footer"/>
      <w:ind w:right="360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D11230" wp14:editId="6CB38996">
              <wp:simplePos x="0" y="0"/>
              <wp:positionH relativeFrom="column">
                <wp:posOffset>-457200</wp:posOffset>
              </wp:positionH>
              <wp:positionV relativeFrom="paragraph">
                <wp:posOffset>-292735</wp:posOffset>
              </wp:positionV>
              <wp:extent cx="228600" cy="572135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B7B0B" w14:textId="77777777" w:rsidR="00341605" w:rsidRPr="00BF7CB9" w:rsidRDefault="00341605" w:rsidP="00BF7CB9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D1123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6pt;margin-top:-23.05pt;width:18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" stroked="f">
              <v:textbox style="layout-flow:vertical">
                <w:txbxContent>
                  <w:p w14:paraId="057B7B0B" w14:textId="77777777" w:rsidR="00341605" w:rsidRPr="00BF7CB9" w:rsidRDefault="00341605" w:rsidP="00BF7CB9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BD264" w14:textId="77777777" w:rsidR="001E5CDC" w:rsidRDefault="001E5CDC">
      <w:r>
        <w:separator/>
      </w:r>
    </w:p>
  </w:footnote>
  <w:footnote w:type="continuationSeparator" w:id="0">
    <w:p w14:paraId="057BA930" w14:textId="77777777" w:rsidR="001E5CDC" w:rsidRDefault="001E5CDC">
      <w:r>
        <w:continuationSeparator/>
      </w:r>
    </w:p>
  </w:footnote>
  <w:footnote w:id="1">
    <w:p w14:paraId="3EB22AA4" w14:textId="77777777" w:rsidR="00341605" w:rsidRDefault="00341605" w:rsidP="00341605">
      <w:pPr>
        <w:pStyle w:val="CommentText"/>
      </w:pPr>
      <w:r>
        <w:rPr>
          <w:rStyle w:val="FootnoteReference"/>
        </w:rPr>
        <w:footnoteRef/>
      </w:r>
      <w:r>
        <w:t xml:space="preserve"> „1“ – täiesti amortiseerunud ehitise osa; </w:t>
      </w:r>
    </w:p>
    <w:p w14:paraId="541AA5D3" w14:textId="77777777" w:rsidR="00341605" w:rsidRDefault="00341605" w:rsidP="00341605">
      <w:pPr>
        <w:pStyle w:val="CommentText"/>
      </w:pPr>
      <w:r>
        <w:t xml:space="preserve">  „2“ – halvas seisukorras, kohest remonti/vahetamise planeerimist vajav ehitise osa; </w:t>
      </w:r>
    </w:p>
    <w:p w14:paraId="1D587E19" w14:textId="77777777" w:rsidR="00341605" w:rsidRDefault="00341605" w:rsidP="00341605">
      <w:pPr>
        <w:pStyle w:val="CommentText"/>
      </w:pPr>
      <w:r>
        <w:t xml:space="preserve">  „3“ – remonti vajav, kuid veel kestev ehitise osa; </w:t>
      </w:r>
    </w:p>
    <w:p w14:paraId="66EA54E1" w14:textId="77777777" w:rsidR="00341605" w:rsidRDefault="00341605" w:rsidP="00341605">
      <w:pPr>
        <w:pStyle w:val="CommentText"/>
      </w:pPr>
      <w:r>
        <w:t xml:space="preserve">  „4“ – heas korras ehitise osa; </w:t>
      </w:r>
    </w:p>
    <w:p w14:paraId="46C726BC" w14:textId="77777777" w:rsidR="00341605" w:rsidRDefault="00341605" w:rsidP="00341605">
      <w:pPr>
        <w:pStyle w:val="FootnoteText"/>
      </w:pPr>
      <w:r>
        <w:t xml:space="preserve">  „5“ – värskelt korrastatud ehitise osa, mis vastab heale ehitustavale ja ehitusnormidele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A501A" w14:textId="474B980B" w:rsidR="006E2144" w:rsidRPr="006E2144" w:rsidRDefault="0064218A" w:rsidP="006E2144">
    <w:pPr>
      <w:pStyle w:val="Header"/>
      <w:tabs>
        <w:tab w:val="clear" w:pos="4320"/>
        <w:tab w:val="clear" w:pos="8640"/>
        <w:tab w:val="left" w:pos="7428"/>
      </w:tabs>
      <w:rPr>
        <w:sz w:val="20"/>
        <w:szCs w:val="20"/>
      </w:rPr>
    </w:pPr>
    <w:r>
      <w:rPr>
        <w:noProof/>
        <w:lang w:eastAsia="et-EE"/>
      </w:rPr>
      <w:t xml:space="preserve">      </w:t>
    </w:r>
    <w:r>
      <w:rPr>
        <w:noProof/>
        <w:lang w:eastAsia="et-EE"/>
      </w:rPr>
      <w:drawing>
        <wp:inline distT="0" distB="0" distL="0" distR="0" wp14:anchorId="1F535C6C" wp14:editId="730D15BD">
          <wp:extent cx="2036445" cy="231775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6445" cy="231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E2144">
      <w:tab/>
    </w:r>
    <w:r w:rsidR="00B17F7D">
      <w:t xml:space="preserve">       </w:t>
    </w:r>
    <w:r w:rsidR="000443CD">
      <w:t xml:space="preserve"> </w:t>
    </w:r>
    <w:r w:rsidR="003760E2">
      <w:rPr>
        <w:sz w:val="20"/>
        <w:szCs w:val="20"/>
      </w:rPr>
      <w:t>HAL.</w:t>
    </w:r>
    <w:r w:rsidR="00B17F7D">
      <w:rPr>
        <w:sz w:val="20"/>
        <w:szCs w:val="20"/>
      </w:rPr>
      <w:t>2</w:t>
    </w:r>
    <w:r w:rsidR="003760E2">
      <w:rPr>
        <w:sz w:val="20"/>
        <w:szCs w:val="20"/>
      </w:rPr>
      <w:t>.</w:t>
    </w:r>
    <w:r w:rsidR="00B17F7D">
      <w:rPr>
        <w:sz w:val="20"/>
        <w:szCs w:val="20"/>
      </w:rPr>
      <w:t>4</w:t>
    </w:r>
    <w:r w:rsidR="003760E2">
      <w:rPr>
        <w:sz w:val="20"/>
        <w:szCs w:val="20"/>
      </w:rPr>
      <w:t>.</w:t>
    </w:r>
    <w:r w:rsidR="004745B0">
      <w:rPr>
        <w:sz w:val="20"/>
        <w:szCs w:val="20"/>
      </w:rPr>
      <w:t>V</w:t>
    </w:r>
    <w:r w:rsidR="00646BF3">
      <w:rPr>
        <w:sz w:val="20"/>
        <w:szCs w:val="20"/>
      </w:rPr>
      <w:t>1.</w:t>
    </w:r>
    <w:r w:rsidR="003760E2">
      <w:rPr>
        <w:sz w:val="20"/>
        <w:szCs w:val="20"/>
      </w:rPr>
      <w:t>v0</w:t>
    </w:r>
    <w:r w:rsidR="00B17F7D">
      <w:rPr>
        <w:sz w:val="20"/>
        <w:szCs w:val="20"/>
      </w:rPr>
      <w:t>1</w:t>
    </w:r>
  </w:p>
  <w:p w14:paraId="688FF5CC" w14:textId="30F5F532" w:rsidR="006E2144" w:rsidRDefault="003760E2" w:rsidP="006E2144">
    <w:pPr>
      <w:pStyle w:val="Header"/>
      <w:tabs>
        <w:tab w:val="clear" w:pos="4320"/>
        <w:tab w:val="clear" w:pos="8640"/>
        <w:tab w:val="left" w:pos="7428"/>
      </w:tabs>
      <w:rPr>
        <w:sz w:val="20"/>
        <w:szCs w:val="20"/>
      </w:rPr>
    </w:pPr>
    <w:r>
      <w:rPr>
        <w:sz w:val="20"/>
        <w:szCs w:val="20"/>
      </w:rPr>
      <w:tab/>
      <w:t xml:space="preserve">Kinnitatud: </w:t>
    </w:r>
    <w:r w:rsidR="004745B0">
      <w:rPr>
        <w:sz w:val="20"/>
        <w:szCs w:val="20"/>
      </w:rPr>
      <w:t>30</w:t>
    </w:r>
    <w:r>
      <w:rPr>
        <w:sz w:val="20"/>
        <w:szCs w:val="20"/>
      </w:rPr>
      <w:t>.</w:t>
    </w:r>
    <w:r w:rsidR="004745B0">
      <w:rPr>
        <w:sz w:val="20"/>
        <w:szCs w:val="20"/>
      </w:rPr>
      <w:t>06</w:t>
    </w:r>
    <w:r>
      <w:rPr>
        <w:sz w:val="20"/>
        <w:szCs w:val="20"/>
      </w:rPr>
      <w:t>.20</w:t>
    </w:r>
    <w:r w:rsidR="001B1ACA">
      <w:rPr>
        <w:sz w:val="20"/>
        <w:szCs w:val="20"/>
      </w:rPr>
      <w:t>21</w:t>
    </w:r>
  </w:p>
  <w:p w14:paraId="51800E51" w14:textId="38B22433" w:rsidR="0064218A" w:rsidRDefault="0064218A" w:rsidP="006E2144">
    <w:pPr>
      <w:pStyle w:val="Header"/>
      <w:tabs>
        <w:tab w:val="clear" w:pos="4320"/>
        <w:tab w:val="clear" w:pos="8640"/>
        <w:tab w:val="left" w:pos="7428"/>
      </w:tabs>
      <w:rPr>
        <w:sz w:val="20"/>
        <w:szCs w:val="20"/>
      </w:rPr>
    </w:pPr>
  </w:p>
  <w:p w14:paraId="25238C26" w14:textId="77777777" w:rsidR="0064218A" w:rsidRPr="006E2144" w:rsidRDefault="0064218A" w:rsidP="006E2144">
    <w:pPr>
      <w:pStyle w:val="Header"/>
      <w:tabs>
        <w:tab w:val="clear" w:pos="4320"/>
        <w:tab w:val="clear" w:pos="8640"/>
        <w:tab w:val="left" w:pos="7428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42940"/>
    <w:multiLevelType w:val="hybridMultilevel"/>
    <w:tmpl w:val="84AC4616"/>
    <w:lvl w:ilvl="0" w:tplc="3EA800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389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6428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FE6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ED7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C4F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CE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64FC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E0F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C5686"/>
    <w:multiLevelType w:val="hybridMultilevel"/>
    <w:tmpl w:val="18804744"/>
    <w:lvl w:ilvl="0" w:tplc="7ACED50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58E6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A9F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6AB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206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613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368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F62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7C2B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A4C79"/>
    <w:multiLevelType w:val="hybridMultilevel"/>
    <w:tmpl w:val="F612922E"/>
    <w:lvl w:ilvl="0" w:tplc="6958BEAE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74F2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FEC7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8E04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2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3263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F60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227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56D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8B0C6C"/>
    <w:multiLevelType w:val="hybridMultilevel"/>
    <w:tmpl w:val="8C6EB898"/>
    <w:lvl w:ilvl="0" w:tplc="4808DAF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707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CF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3E4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61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16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6AD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4FF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0E9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F624DF"/>
    <w:multiLevelType w:val="hybridMultilevel"/>
    <w:tmpl w:val="5CF0D6EE"/>
    <w:lvl w:ilvl="0" w:tplc="24F079D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842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07D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066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AE65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C4B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365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C9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FA7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C64BDC"/>
    <w:multiLevelType w:val="hybridMultilevel"/>
    <w:tmpl w:val="F60EFB0E"/>
    <w:lvl w:ilvl="0" w:tplc="0662516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5814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FEAD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E42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3E37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2CE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4EE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45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2039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6159C3"/>
    <w:multiLevelType w:val="hybridMultilevel"/>
    <w:tmpl w:val="A1BEA3A8"/>
    <w:lvl w:ilvl="0" w:tplc="F9027E18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D808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B2DD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A43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20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221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C45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BA8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CB3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EA2B76"/>
    <w:multiLevelType w:val="hybridMultilevel"/>
    <w:tmpl w:val="5B740F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212A6"/>
    <w:multiLevelType w:val="hybridMultilevel"/>
    <w:tmpl w:val="3810242A"/>
    <w:lvl w:ilvl="0" w:tplc="A882ED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D8F7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9CE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BCA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9C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7E32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3A4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6EE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A840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12000B"/>
    <w:multiLevelType w:val="hybridMultilevel"/>
    <w:tmpl w:val="82BCFE88"/>
    <w:lvl w:ilvl="0" w:tplc="63A87A72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AAD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4E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C2C7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42A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7EE7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70B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8A9B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B21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5D2217"/>
    <w:multiLevelType w:val="hybridMultilevel"/>
    <w:tmpl w:val="12D49D8A"/>
    <w:lvl w:ilvl="0" w:tplc="6400DED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68A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52F7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367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3C1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F0C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2D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900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6D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A71095"/>
    <w:multiLevelType w:val="hybridMultilevel"/>
    <w:tmpl w:val="88824B82"/>
    <w:lvl w:ilvl="0" w:tplc="369A3B9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9A27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BC09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FEE6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657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D6B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50C8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AB9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430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F21A49"/>
    <w:multiLevelType w:val="hybridMultilevel"/>
    <w:tmpl w:val="256ADFD0"/>
    <w:lvl w:ilvl="0" w:tplc="E626EE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BE36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C80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3AD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9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9880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4E6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E4D9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3AE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CD5C47"/>
    <w:multiLevelType w:val="hybridMultilevel"/>
    <w:tmpl w:val="9A16BDB0"/>
    <w:lvl w:ilvl="0" w:tplc="B198902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CEE2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342F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0C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031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1CB4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28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F42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B626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6539DE"/>
    <w:multiLevelType w:val="hybridMultilevel"/>
    <w:tmpl w:val="8090B1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71B43"/>
    <w:multiLevelType w:val="hybridMultilevel"/>
    <w:tmpl w:val="34D4F56A"/>
    <w:lvl w:ilvl="0" w:tplc="A03CBA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FAFDF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77C62"/>
    <w:multiLevelType w:val="hybridMultilevel"/>
    <w:tmpl w:val="25245864"/>
    <w:lvl w:ilvl="0" w:tplc="6C24016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04A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F6E6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1402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CD9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02B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4E0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EE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54A2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1F5593"/>
    <w:multiLevelType w:val="hybridMultilevel"/>
    <w:tmpl w:val="6CC0A480"/>
    <w:lvl w:ilvl="0" w:tplc="5FB052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92F4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F04C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44F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AA5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045D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88C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EA7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FA0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A7407D"/>
    <w:multiLevelType w:val="hybridMultilevel"/>
    <w:tmpl w:val="6218CEC8"/>
    <w:lvl w:ilvl="0" w:tplc="606EEEF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1AE7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48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7CE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04D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0E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02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65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8A56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04359E"/>
    <w:multiLevelType w:val="hybridMultilevel"/>
    <w:tmpl w:val="678830EC"/>
    <w:lvl w:ilvl="0" w:tplc="45ECD3D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3A40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E8A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E2E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A26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EC4B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3C2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C5F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C2F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26462D"/>
    <w:multiLevelType w:val="hybridMultilevel"/>
    <w:tmpl w:val="D2EEA0F8"/>
    <w:lvl w:ilvl="0" w:tplc="E376D46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0AF5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A40C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945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286F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82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A6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F0B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4066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075B27"/>
    <w:multiLevelType w:val="hybridMultilevel"/>
    <w:tmpl w:val="3E824C9E"/>
    <w:lvl w:ilvl="0" w:tplc="BDB0B23C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02FD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3C70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F8A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A4EE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2A9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A86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891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2FA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E47E66"/>
    <w:multiLevelType w:val="hybridMultilevel"/>
    <w:tmpl w:val="A2AE6A9A"/>
    <w:lvl w:ilvl="0" w:tplc="0E3696E6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5473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8454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F2F0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DC3D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C00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D6AB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A42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64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A03811"/>
    <w:multiLevelType w:val="hybridMultilevel"/>
    <w:tmpl w:val="6B32CFF2"/>
    <w:lvl w:ilvl="0" w:tplc="02DC0E7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050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F6E5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0A5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0A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3AB1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0C0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AD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6C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5185644">
    <w:abstractNumId w:val="0"/>
  </w:num>
  <w:num w:numId="2" w16cid:durableId="1970937721">
    <w:abstractNumId w:val="8"/>
  </w:num>
  <w:num w:numId="3" w16cid:durableId="881554231">
    <w:abstractNumId w:val="17"/>
  </w:num>
  <w:num w:numId="4" w16cid:durableId="1652056489">
    <w:abstractNumId w:val="18"/>
  </w:num>
  <w:num w:numId="5" w16cid:durableId="1778020145">
    <w:abstractNumId w:val="12"/>
  </w:num>
  <w:num w:numId="6" w16cid:durableId="143206255">
    <w:abstractNumId w:val="4"/>
  </w:num>
  <w:num w:numId="7" w16cid:durableId="395664652">
    <w:abstractNumId w:val="19"/>
  </w:num>
  <w:num w:numId="8" w16cid:durableId="1657418327">
    <w:abstractNumId w:val="5"/>
  </w:num>
  <w:num w:numId="9" w16cid:durableId="2104177753">
    <w:abstractNumId w:val="11"/>
  </w:num>
  <w:num w:numId="10" w16cid:durableId="1286735293">
    <w:abstractNumId w:val="16"/>
  </w:num>
  <w:num w:numId="11" w16cid:durableId="13387329">
    <w:abstractNumId w:val="3"/>
  </w:num>
  <w:num w:numId="12" w16cid:durableId="384064172">
    <w:abstractNumId w:val="20"/>
  </w:num>
  <w:num w:numId="13" w16cid:durableId="199561505">
    <w:abstractNumId w:val="1"/>
  </w:num>
  <w:num w:numId="14" w16cid:durableId="1135950031">
    <w:abstractNumId w:val="2"/>
  </w:num>
  <w:num w:numId="15" w16cid:durableId="472333909">
    <w:abstractNumId w:val="13"/>
  </w:num>
  <w:num w:numId="16" w16cid:durableId="1261453073">
    <w:abstractNumId w:val="22"/>
  </w:num>
  <w:num w:numId="17" w16cid:durableId="338627865">
    <w:abstractNumId w:val="23"/>
  </w:num>
  <w:num w:numId="18" w16cid:durableId="300234040">
    <w:abstractNumId w:val="10"/>
  </w:num>
  <w:num w:numId="19" w16cid:durableId="1736009682">
    <w:abstractNumId w:val="9"/>
  </w:num>
  <w:num w:numId="20" w16cid:durableId="1290357541">
    <w:abstractNumId w:val="6"/>
  </w:num>
  <w:num w:numId="21" w16cid:durableId="661083409">
    <w:abstractNumId w:val="21"/>
  </w:num>
  <w:num w:numId="22" w16cid:durableId="1415935026">
    <w:abstractNumId w:val="15"/>
  </w:num>
  <w:num w:numId="23" w16cid:durableId="503978468">
    <w:abstractNumId w:val="14"/>
  </w:num>
  <w:num w:numId="24" w16cid:durableId="1760179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9DF"/>
    <w:rsid w:val="00010290"/>
    <w:rsid w:val="000443CD"/>
    <w:rsid w:val="00051CA2"/>
    <w:rsid w:val="0005496F"/>
    <w:rsid w:val="00062CB9"/>
    <w:rsid w:val="000A3918"/>
    <w:rsid w:val="000C2336"/>
    <w:rsid w:val="00113142"/>
    <w:rsid w:val="001543F9"/>
    <w:rsid w:val="00171ADC"/>
    <w:rsid w:val="00193F48"/>
    <w:rsid w:val="001A22AE"/>
    <w:rsid w:val="001A3650"/>
    <w:rsid w:val="001B1ACA"/>
    <w:rsid w:val="001E556E"/>
    <w:rsid w:val="001E5CDC"/>
    <w:rsid w:val="0020000D"/>
    <w:rsid w:val="00272B01"/>
    <w:rsid w:val="002812BF"/>
    <w:rsid w:val="002946EC"/>
    <w:rsid w:val="00296AFD"/>
    <w:rsid w:val="002C057F"/>
    <w:rsid w:val="002D0BB7"/>
    <w:rsid w:val="002D3617"/>
    <w:rsid w:val="002D384F"/>
    <w:rsid w:val="002E41FC"/>
    <w:rsid w:val="00303DA9"/>
    <w:rsid w:val="003369D5"/>
    <w:rsid w:val="00341605"/>
    <w:rsid w:val="003705E4"/>
    <w:rsid w:val="003760E2"/>
    <w:rsid w:val="003A3D0A"/>
    <w:rsid w:val="003B67B7"/>
    <w:rsid w:val="003E51C8"/>
    <w:rsid w:val="003E51D4"/>
    <w:rsid w:val="004262A6"/>
    <w:rsid w:val="004745B0"/>
    <w:rsid w:val="004C3D70"/>
    <w:rsid w:val="004C5EB1"/>
    <w:rsid w:val="004D5781"/>
    <w:rsid w:val="004E14E1"/>
    <w:rsid w:val="004F635A"/>
    <w:rsid w:val="005031CF"/>
    <w:rsid w:val="005223B0"/>
    <w:rsid w:val="0052763B"/>
    <w:rsid w:val="00541B5E"/>
    <w:rsid w:val="00563079"/>
    <w:rsid w:val="005673EE"/>
    <w:rsid w:val="005B18B8"/>
    <w:rsid w:val="005D2768"/>
    <w:rsid w:val="005D723B"/>
    <w:rsid w:val="005D7EBB"/>
    <w:rsid w:val="00625CEE"/>
    <w:rsid w:val="0064218A"/>
    <w:rsid w:val="00646BF3"/>
    <w:rsid w:val="006A7DC1"/>
    <w:rsid w:val="006E2144"/>
    <w:rsid w:val="006E59DF"/>
    <w:rsid w:val="006F3ACC"/>
    <w:rsid w:val="006F6E27"/>
    <w:rsid w:val="007049AD"/>
    <w:rsid w:val="00717ED9"/>
    <w:rsid w:val="00725BA0"/>
    <w:rsid w:val="00752162"/>
    <w:rsid w:val="007923B7"/>
    <w:rsid w:val="007A1BA5"/>
    <w:rsid w:val="007B7778"/>
    <w:rsid w:val="007C0F19"/>
    <w:rsid w:val="007F3DEA"/>
    <w:rsid w:val="008262FC"/>
    <w:rsid w:val="00833E53"/>
    <w:rsid w:val="00856120"/>
    <w:rsid w:val="00865DAF"/>
    <w:rsid w:val="00882D69"/>
    <w:rsid w:val="008931AC"/>
    <w:rsid w:val="008E75E9"/>
    <w:rsid w:val="00904410"/>
    <w:rsid w:val="00964623"/>
    <w:rsid w:val="00A07645"/>
    <w:rsid w:val="00A1015D"/>
    <w:rsid w:val="00A46C34"/>
    <w:rsid w:val="00A61BAB"/>
    <w:rsid w:val="00A75FB3"/>
    <w:rsid w:val="00AA3B35"/>
    <w:rsid w:val="00AE7CE3"/>
    <w:rsid w:val="00B17F7D"/>
    <w:rsid w:val="00B41319"/>
    <w:rsid w:val="00B95E89"/>
    <w:rsid w:val="00BF7CB9"/>
    <w:rsid w:val="00C25756"/>
    <w:rsid w:val="00C338FB"/>
    <w:rsid w:val="00C40377"/>
    <w:rsid w:val="00C44393"/>
    <w:rsid w:val="00C476B6"/>
    <w:rsid w:val="00C509D1"/>
    <w:rsid w:val="00C56E70"/>
    <w:rsid w:val="00C70347"/>
    <w:rsid w:val="00CC0735"/>
    <w:rsid w:val="00CD2DBE"/>
    <w:rsid w:val="00CE3491"/>
    <w:rsid w:val="00CE5C33"/>
    <w:rsid w:val="00D15FC1"/>
    <w:rsid w:val="00DB150F"/>
    <w:rsid w:val="00DC5607"/>
    <w:rsid w:val="00DF16DE"/>
    <w:rsid w:val="00DF51AA"/>
    <w:rsid w:val="00E03B6C"/>
    <w:rsid w:val="00E32297"/>
    <w:rsid w:val="00E44299"/>
    <w:rsid w:val="00EC10F3"/>
    <w:rsid w:val="00ED122E"/>
    <w:rsid w:val="00F021AE"/>
    <w:rsid w:val="00F1292C"/>
    <w:rsid w:val="00F22AF5"/>
    <w:rsid w:val="00F3540F"/>
    <w:rsid w:val="00F642B7"/>
    <w:rsid w:val="00FC5ECB"/>
    <w:rsid w:val="00FF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404712"/>
  <w15:docId w15:val="{6E236EF1-1507-495F-B2BE-7D105DE83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41F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E41F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E41FC"/>
  </w:style>
  <w:style w:type="paragraph" w:styleId="Header">
    <w:name w:val="header"/>
    <w:basedOn w:val="Normal"/>
    <w:rsid w:val="004E14E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F7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7CB9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7049AD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049AD"/>
    <w:pPr>
      <w:ind w:left="720"/>
      <w:contextualSpacing/>
    </w:pPr>
  </w:style>
  <w:style w:type="character" w:styleId="CommentReference">
    <w:name w:val="annotation reference"/>
    <w:basedOn w:val="DefaultParagraphFont"/>
    <w:rsid w:val="0001029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02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1029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10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10290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3416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41605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341605"/>
    <w:rPr>
      <w:vertAlign w:val="superscript"/>
    </w:rPr>
  </w:style>
  <w:style w:type="table" w:styleId="TableGrid">
    <w:name w:val="Table Grid"/>
    <w:basedOn w:val="TableNormal"/>
    <w:rsid w:val="00341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F6E2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61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kihl.rkas.ee/lease/1111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inuP\Downloads\HAL%201%205%20v02%20&#220;&#252;ripinna%20&#252;leandmise-vastuv&#245;tmise%20akt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1E66C1C12A5448E2DE15E59C4812C" ma:contentTypeVersion="17" ma:contentTypeDescription="Loo uus dokument" ma:contentTypeScope="" ma:versionID="b7589fa98bb5ed139529d4534db5205d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09de18c62322e35176aca711639f646e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kumendi ID väärtus" ma:description="Sellele üksusele määratud dokumendi ID väärtus." ma:indexed="true" ma:internalName="_dlc_DocId" ma:readOnly="true">
      <xsd:simpleType>
        <xsd:restriction base="dms:Text"/>
      </xsd:simpleType>
    </xsd:element>
    <xsd:element name="_dlc_DocIdUrl" ma:index="26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_dlc_DocId xmlns="d65e48b5-f38d-431e-9b4f-47403bf4583f">5F25KTUSNP4X-205032580-157037</_dlc_DocId>
    <_dlc_DocIdUrl xmlns="d65e48b5-f38d-431e-9b4f-47403bf4583f">
      <Url>https://rkas.sharepoint.com/Kliendisuhted/_layouts/15/DocIdRedir.aspx?ID=5F25KTUSNP4X-205032580-157037</Url>
      <Description>5F25KTUSNP4X-205032580-157037</Description>
    </_dlc_DocIdUrl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598C3-6C4A-4D39-81E7-CA3FC40BC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36DC36-EA6D-4A57-B70F-F06497E97D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86FDF3-B300-4FD1-9207-A5162CAD216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C3AA55E-4BAE-486A-868A-4C14519B37E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6A23BFA-7F56-4D35-AC9E-3012268A00B7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1D6ADD7E-7DDB-465F-BBF5-3EEF56E1F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HAL 1 5 v02 Üüripinna üleandmise-vastuvõtmise akt</Template>
  <TotalTime>1</TotalTime>
  <Pages>3</Pages>
  <Words>503</Words>
  <Characters>2921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Üüripinna üleandmise-vastuvõtmise akt</vt:lpstr>
      <vt:lpstr>Üüripinna üleandmise-vastuvõtmise akt</vt:lpstr>
      <vt:lpstr>Akt üüripinna üleandmise-vastuvõtmise kohta</vt:lpstr>
    </vt:vector>
  </TitlesOfParts>
  <Company>Riigi Kinnisvara AS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Üüripinna üleandmise-vastuvõtmise akt</dc:title>
  <dc:creator>Triinu Paemurd</dc:creator>
  <cp:lastModifiedBy>Mirjam Aruvälja</cp:lastModifiedBy>
  <cp:revision>2</cp:revision>
  <cp:lastPrinted>2024-10-11T07:40:00Z</cp:lastPrinted>
  <dcterms:created xsi:type="dcterms:W3CDTF">2024-10-11T09:11:00Z</dcterms:created>
  <dcterms:modified xsi:type="dcterms:W3CDTF">2024-10-11T09:11:00Z</dcterms:modified>
  <cp:category>Normdokument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0x01010040C1E66C1C12A5448E2DE15E59C4812C</vt:lpwstr>
  </property>
  <property fmtid="{D5CDD505-2E9C-101B-9397-08002B2CF9AE}" pid="4" name="Valdkond">
    <vt:lpwstr>01_Kinnisvara haldamine ja hooldamine</vt:lpwstr>
  </property>
  <property fmtid="{D5CDD505-2E9C-101B-9397-08002B2CF9AE}" pid="5" name="Dokumendi haldur">
    <vt:lpwstr>Haldusosakonna juhataja</vt:lpwstr>
  </property>
  <property fmtid="{D5CDD505-2E9C-101B-9397-08002B2CF9AE}" pid="6" name="Arhiveeritud">
    <vt:lpwstr>false</vt:lpwstr>
  </property>
  <property fmtid="{D5CDD505-2E9C-101B-9397-08002B2CF9AE}" pid="7" name="Kinnitatud">
    <vt:lpwstr>2006-03-15T22:00:00+00:00</vt:lpwstr>
  </property>
  <property fmtid="{D5CDD505-2E9C-101B-9397-08002B2CF9AE}" pid="8" name="Tähis">
    <vt:lpwstr>HA-V10</vt:lpwstr>
  </property>
  <property fmtid="{D5CDD505-2E9C-101B-9397-08002B2CF9AE}" pid="9" name="Dokumendi liik">
    <vt:lpwstr>Vorm</vt:lpwstr>
  </property>
  <property fmtid="{D5CDD505-2E9C-101B-9397-08002B2CF9AE}" pid="10" name="Versiooni nr">
    <vt:lpwstr>v01</vt:lpwstr>
  </property>
  <property fmtid="{D5CDD505-2E9C-101B-9397-08002B2CF9AE}" pid="11" name="_dlc_DocIdItemGuid">
    <vt:lpwstr>e4d86188-08a1-42c6-9685-1233caf82dfa</vt:lpwstr>
  </property>
  <property fmtid="{D5CDD505-2E9C-101B-9397-08002B2CF9AE}" pid="12" name="MediaServiceImageTags">
    <vt:lpwstr/>
  </property>
</Properties>
</file>