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</w:tblGrid>
      <w:tr w:rsidR="000967DB" w:rsidRPr="004260CE" w14:paraId="29273818" w14:textId="77777777" w:rsidTr="00690115">
        <w:trPr>
          <w:tblCellSpacing w:w="0" w:type="dxa"/>
        </w:trPr>
        <w:tc>
          <w:tcPr>
            <w:tcW w:w="0" w:type="auto"/>
            <w:hideMark/>
          </w:tcPr>
          <w:p w14:paraId="40FDF1DF" w14:textId="77777777" w:rsidR="000967DB" w:rsidRDefault="000967DB">
            <w:pPr>
              <w:rPr>
                <w:sz w:val="20"/>
                <w:lang w:eastAsia="et-EE"/>
              </w:rPr>
            </w:pPr>
          </w:p>
        </w:tc>
      </w:tr>
    </w:tbl>
    <w:p w14:paraId="3FBC357C" w14:textId="77777777" w:rsidR="002B1E0D" w:rsidRDefault="002B1E0D" w:rsidP="00A71411">
      <w:pPr>
        <w:rPr>
          <w:b/>
          <w:bCs/>
          <w:szCs w:val="24"/>
        </w:rPr>
      </w:pPr>
    </w:p>
    <w:p w14:paraId="25EECA81" w14:textId="3C640A31" w:rsidR="002B1E0D" w:rsidRDefault="005A772A" w:rsidP="00A71411">
      <w:r>
        <w:t>Transpordiamet</w:t>
      </w:r>
      <w:r w:rsidR="004E43E2">
        <w:tab/>
      </w:r>
      <w:r w:rsidR="004E43E2">
        <w:tab/>
      </w:r>
      <w:r w:rsidR="004E43E2">
        <w:tab/>
      </w:r>
      <w:r w:rsidR="004E43E2">
        <w:tab/>
      </w:r>
      <w:r w:rsidR="004E43E2">
        <w:tab/>
      </w:r>
      <w:r w:rsidR="004E43E2">
        <w:tab/>
      </w:r>
      <w:r w:rsidR="004E43E2">
        <w:tab/>
      </w:r>
      <w:r w:rsidR="004E43E2">
        <w:tab/>
        <w:t>22.03.2024</w:t>
      </w:r>
    </w:p>
    <w:p w14:paraId="48D2A374" w14:textId="092BA6B7" w:rsidR="004E43E2" w:rsidRDefault="004E43E2" w:rsidP="00A71411">
      <w:r>
        <w:t>Teelise 4</w:t>
      </w:r>
    </w:p>
    <w:p w14:paraId="4646C22F" w14:textId="5B8549E1" w:rsidR="004E43E2" w:rsidRDefault="004E43E2" w:rsidP="00A71411">
      <w:pPr>
        <w:rPr>
          <w:b/>
          <w:bCs/>
          <w:szCs w:val="24"/>
        </w:rPr>
      </w:pPr>
      <w:r>
        <w:t>Tallinn</w:t>
      </w:r>
    </w:p>
    <w:p w14:paraId="04962EB9" w14:textId="77777777" w:rsidR="002B1E0D" w:rsidRDefault="002B1E0D" w:rsidP="00A71411">
      <w:pPr>
        <w:rPr>
          <w:b/>
          <w:bCs/>
          <w:szCs w:val="24"/>
        </w:rPr>
      </w:pPr>
    </w:p>
    <w:p w14:paraId="40E0AA89" w14:textId="77777777" w:rsidR="00A71411" w:rsidRDefault="00A71411" w:rsidP="00A71411">
      <w:pPr>
        <w:rPr>
          <w:b/>
          <w:bCs/>
          <w:szCs w:val="24"/>
        </w:rPr>
      </w:pPr>
    </w:p>
    <w:p w14:paraId="3300CFAB" w14:textId="77777777" w:rsidR="004E43E2" w:rsidRDefault="004E43E2" w:rsidP="00A71411">
      <w:pPr>
        <w:rPr>
          <w:b/>
          <w:bCs/>
          <w:szCs w:val="24"/>
        </w:rPr>
      </w:pPr>
    </w:p>
    <w:p w14:paraId="3F94F935" w14:textId="77777777" w:rsidR="004E43E2" w:rsidRDefault="004E43E2" w:rsidP="00A71411">
      <w:pPr>
        <w:rPr>
          <w:b/>
          <w:bCs/>
          <w:szCs w:val="24"/>
        </w:rPr>
      </w:pPr>
    </w:p>
    <w:p w14:paraId="387DF405" w14:textId="77777777" w:rsidR="004E43E2" w:rsidRDefault="004E43E2" w:rsidP="00A71411">
      <w:pPr>
        <w:rPr>
          <w:b/>
          <w:bCs/>
          <w:szCs w:val="24"/>
        </w:rPr>
      </w:pPr>
    </w:p>
    <w:p w14:paraId="54686F26" w14:textId="025882D2" w:rsidR="004E43E2" w:rsidRPr="00860148" w:rsidRDefault="004E43E2" w:rsidP="00A71411">
      <w:pPr>
        <w:rPr>
          <w:b/>
          <w:bCs/>
          <w:szCs w:val="24"/>
        </w:rPr>
      </w:pPr>
      <w:r>
        <w:t>AVALDUS</w:t>
      </w:r>
    </w:p>
    <w:p w14:paraId="3AB6A19B" w14:textId="77777777" w:rsidR="00860148" w:rsidRPr="00860148" w:rsidRDefault="00860148" w:rsidP="00A71411">
      <w:pPr>
        <w:rPr>
          <w:b/>
          <w:bCs/>
          <w:szCs w:val="24"/>
        </w:rPr>
      </w:pPr>
    </w:p>
    <w:p w14:paraId="5D284A57" w14:textId="77777777" w:rsidR="00860148" w:rsidRPr="00860148" w:rsidRDefault="00860148" w:rsidP="00A71411">
      <w:pPr>
        <w:rPr>
          <w:b/>
          <w:bCs/>
          <w:szCs w:val="24"/>
        </w:rPr>
      </w:pPr>
    </w:p>
    <w:p w14:paraId="673318C9" w14:textId="77777777" w:rsidR="00860148" w:rsidRPr="00860148" w:rsidRDefault="00860148" w:rsidP="00A71411">
      <w:pPr>
        <w:rPr>
          <w:b/>
          <w:bCs/>
          <w:szCs w:val="24"/>
        </w:rPr>
      </w:pPr>
    </w:p>
    <w:p w14:paraId="0823F7E6" w14:textId="14058D1C" w:rsidR="00860148" w:rsidRPr="00860148" w:rsidRDefault="004E43E2" w:rsidP="00A71411">
      <w:pPr>
        <w:rPr>
          <w:b/>
          <w:bCs/>
          <w:szCs w:val="24"/>
        </w:rPr>
      </w:pPr>
      <w:r>
        <w:t>Käesolevaga volitab E-Service AS Bert Tamsalu (</w:t>
      </w:r>
      <w:proofErr w:type="spellStart"/>
      <w:r>
        <w:t>ik</w:t>
      </w:r>
      <w:proofErr w:type="spellEnd"/>
      <w:r>
        <w:t xml:space="preserve"> 36809130252) vormistama Transpordiametis tegutsemislubasid Riigitee maal:</w:t>
      </w:r>
    </w:p>
    <w:p w14:paraId="3891B6E7" w14:textId="77777777" w:rsidR="00860148" w:rsidRPr="00860148" w:rsidRDefault="00860148" w:rsidP="00A71411">
      <w:pPr>
        <w:rPr>
          <w:b/>
          <w:bCs/>
          <w:szCs w:val="24"/>
        </w:rPr>
      </w:pPr>
    </w:p>
    <w:p w14:paraId="4ED80526" w14:textId="77777777" w:rsidR="00860148" w:rsidRPr="00860148" w:rsidRDefault="00860148" w:rsidP="00A71411">
      <w:pPr>
        <w:rPr>
          <w:b/>
          <w:bCs/>
          <w:szCs w:val="24"/>
        </w:rPr>
      </w:pPr>
    </w:p>
    <w:p w14:paraId="5587AD62" w14:textId="77777777" w:rsidR="00F16044" w:rsidRPr="00860148" w:rsidRDefault="00F16044" w:rsidP="00F16044">
      <w:pPr>
        <w:pStyle w:val="NormalWeb"/>
        <w:spacing w:after="240" w:afterAutospacing="0"/>
      </w:pPr>
      <w:r w:rsidRPr="00860148">
        <w:t> </w:t>
      </w:r>
    </w:p>
    <w:p w14:paraId="3DD29657" w14:textId="77777777" w:rsidR="00A71411" w:rsidRPr="00860148" w:rsidRDefault="00A71411" w:rsidP="00A71411">
      <w:pPr>
        <w:rPr>
          <w:szCs w:val="24"/>
        </w:rPr>
      </w:pPr>
    </w:p>
    <w:p w14:paraId="3550867D" w14:textId="741CA18D" w:rsidR="00A71411" w:rsidRPr="00860148" w:rsidRDefault="009C12F4" w:rsidP="00A71411">
      <w:pPr>
        <w:rPr>
          <w:szCs w:val="24"/>
        </w:rPr>
      </w:pPr>
      <w:r>
        <w:t>Volituse kehtivus: tähtajatu</w:t>
      </w:r>
    </w:p>
    <w:p w14:paraId="6C50DCE3" w14:textId="77777777" w:rsidR="00A71411" w:rsidRPr="00860148" w:rsidRDefault="00A71411" w:rsidP="00A71411">
      <w:pPr>
        <w:rPr>
          <w:szCs w:val="24"/>
        </w:rPr>
      </w:pPr>
    </w:p>
    <w:p w14:paraId="580C1E3F" w14:textId="77777777" w:rsidR="00A71411" w:rsidRPr="00860148" w:rsidRDefault="00A71411" w:rsidP="00A71411">
      <w:pPr>
        <w:rPr>
          <w:szCs w:val="24"/>
        </w:rPr>
      </w:pPr>
    </w:p>
    <w:p w14:paraId="37D89661" w14:textId="77777777" w:rsidR="00A71411" w:rsidRPr="00860148" w:rsidRDefault="00A71411" w:rsidP="00A71411">
      <w:pPr>
        <w:rPr>
          <w:szCs w:val="24"/>
        </w:rPr>
      </w:pPr>
    </w:p>
    <w:p w14:paraId="2E4CD044" w14:textId="77777777" w:rsidR="00A71411" w:rsidRPr="00860148" w:rsidRDefault="00A71411" w:rsidP="00A71411">
      <w:pPr>
        <w:rPr>
          <w:szCs w:val="24"/>
        </w:rPr>
      </w:pPr>
    </w:p>
    <w:p w14:paraId="1D689D58" w14:textId="77777777" w:rsidR="00A71411" w:rsidRPr="00860148" w:rsidRDefault="00A71411" w:rsidP="00A71411">
      <w:pPr>
        <w:rPr>
          <w:szCs w:val="24"/>
        </w:rPr>
      </w:pPr>
    </w:p>
    <w:p w14:paraId="42E75034" w14:textId="77777777" w:rsidR="00A71411" w:rsidRPr="00860148" w:rsidRDefault="00A71411" w:rsidP="00A71411">
      <w:pPr>
        <w:rPr>
          <w:szCs w:val="24"/>
        </w:rPr>
      </w:pPr>
    </w:p>
    <w:p w14:paraId="016EA76F" w14:textId="77777777" w:rsidR="00A71411" w:rsidRPr="00860148" w:rsidRDefault="00A71411" w:rsidP="00A71411">
      <w:pPr>
        <w:rPr>
          <w:szCs w:val="24"/>
        </w:rPr>
      </w:pPr>
    </w:p>
    <w:p w14:paraId="3AF0BAE3" w14:textId="77777777" w:rsidR="00A71411" w:rsidRPr="00860148" w:rsidRDefault="00A71411" w:rsidP="00A71411">
      <w:pPr>
        <w:rPr>
          <w:szCs w:val="24"/>
        </w:rPr>
      </w:pPr>
    </w:p>
    <w:p w14:paraId="342C9BB8" w14:textId="77777777" w:rsidR="00A71411" w:rsidRPr="00860148" w:rsidRDefault="00A71411" w:rsidP="00A71411">
      <w:pPr>
        <w:rPr>
          <w:szCs w:val="24"/>
        </w:rPr>
      </w:pPr>
      <w:r w:rsidRPr="00860148">
        <w:rPr>
          <w:szCs w:val="24"/>
        </w:rPr>
        <w:t xml:space="preserve">Lugupidamisega </w:t>
      </w:r>
    </w:p>
    <w:p w14:paraId="7FE361D1" w14:textId="77777777" w:rsidR="00A71411" w:rsidRPr="00860148" w:rsidRDefault="00A71411" w:rsidP="00A71411">
      <w:pPr>
        <w:rPr>
          <w:szCs w:val="24"/>
        </w:rPr>
      </w:pPr>
      <w:r w:rsidRPr="00860148">
        <w:rPr>
          <w:szCs w:val="24"/>
        </w:rPr>
        <w:t xml:space="preserve">Krister Peetmaa </w:t>
      </w:r>
    </w:p>
    <w:p w14:paraId="50F9C5D6" w14:textId="2E5EA4C2" w:rsidR="001C5678" w:rsidRPr="00860148" w:rsidRDefault="00A71411" w:rsidP="00A71411">
      <w:pPr>
        <w:rPr>
          <w:szCs w:val="24"/>
        </w:rPr>
      </w:pPr>
      <w:r w:rsidRPr="00860148">
        <w:rPr>
          <w:szCs w:val="24"/>
        </w:rPr>
        <w:t>Juhatuse liige</w:t>
      </w:r>
    </w:p>
    <w:sectPr w:rsidR="001C5678" w:rsidRPr="00860148" w:rsidSect="00AF52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23" w:right="567" w:bottom="1134" w:left="992" w:header="709" w:footer="102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F7325D" w14:textId="77777777" w:rsidR="00AF522E" w:rsidRDefault="00AF522E">
      <w:r>
        <w:separator/>
      </w:r>
    </w:p>
  </w:endnote>
  <w:endnote w:type="continuationSeparator" w:id="0">
    <w:p w14:paraId="2DD01D25" w14:textId="77777777" w:rsidR="00AF522E" w:rsidRDefault="00AF5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40298" w14:textId="77777777" w:rsidR="00374FDF" w:rsidRDefault="00374F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983F" w14:textId="77777777" w:rsidR="008D38B2" w:rsidRDefault="00232FD6">
    <w:pPr>
      <w:pStyle w:val="Footer"/>
      <w:rPr>
        <w:sz w:val="18"/>
      </w:rPr>
    </w:pPr>
    <w:r>
      <w:rPr>
        <w:noProof/>
        <w:lang w:val="et-EE" w:eastAsia="et-EE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0B18504D" wp14:editId="3ECD5DDC">
              <wp:simplePos x="0" y="0"/>
              <wp:positionH relativeFrom="column">
                <wp:posOffset>-10795</wp:posOffset>
              </wp:positionH>
              <wp:positionV relativeFrom="paragraph">
                <wp:posOffset>57785</wp:posOffset>
              </wp:positionV>
              <wp:extent cx="6334760" cy="635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4760" cy="635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 type="none" w="sm" len="lg"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rgbClr val="7F7F7F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20B90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85pt,4.55pt" to="497.9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" o:allowincell="f" strokeweight="3pt">
              <v:stroke startarrowwidth="narrow" startarrowlength="long" endarrowwidth="narrow" endarrowlength="long"/>
              <v:shadow color="#7f7f7f" opacity=".5" offset="1pt"/>
            </v:line>
          </w:pict>
        </mc:Fallback>
      </mc:AlternateContent>
    </w:r>
  </w:p>
  <w:p w14:paraId="0D8B9A1B" w14:textId="77777777" w:rsidR="008D38B2" w:rsidRDefault="008D38B2" w:rsidP="002809CD">
    <w:pPr>
      <w:pStyle w:val="Footer"/>
      <w:tabs>
        <w:tab w:val="clear" w:pos="4153"/>
        <w:tab w:val="clear" w:pos="8306"/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E-SERVICE AS</w:t>
    </w:r>
    <w:r>
      <w:rPr>
        <w:sz w:val="18"/>
      </w:rPr>
      <w:tab/>
      <w:t>MTR reg. nr:</w:t>
    </w:r>
    <w:r>
      <w:rPr>
        <w:sz w:val="18"/>
      </w:rPr>
      <w:tab/>
    </w:r>
    <w:r w:rsidR="002809CD">
      <w:rPr>
        <w:sz w:val="18"/>
      </w:rPr>
      <w:t>Mob: (+372) 5 123 001</w:t>
    </w:r>
    <w:r w:rsidR="001826C1">
      <w:rPr>
        <w:sz w:val="18"/>
      </w:rPr>
      <w:tab/>
      <w:t>SEB Pank:</w:t>
    </w:r>
  </w:p>
  <w:p w14:paraId="3FA3C2F8" w14:textId="77777777" w:rsidR="008D38B2" w:rsidRDefault="008D38B2" w:rsidP="002809CD">
    <w:pPr>
      <w:pStyle w:val="Footer"/>
      <w:tabs>
        <w:tab w:val="clear" w:pos="4153"/>
        <w:tab w:val="clear" w:pos="8306"/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Salve 2a</w:t>
    </w:r>
    <w:r w:rsidR="002809CD">
      <w:rPr>
        <w:sz w:val="18"/>
      </w:rPr>
      <w:t>, 11612 Tallinn</w:t>
    </w:r>
    <w:r>
      <w:rPr>
        <w:sz w:val="18"/>
      </w:rPr>
      <w:tab/>
      <w:t>EL1036</w:t>
    </w:r>
    <w:r w:rsidR="002809CD">
      <w:rPr>
        <w:sz w:val="18"/>
      </w:rPr>
      <w:t>0030-0001</w:t>
    </w:r>
    <w:r w:rsidR="002809CD">
      <w:rPr>
        <w:sz w:val="18"/>
      </w:rPr>
      <w:tab/>
      <w:t>Tel: (+372) 6 701 066</w:t>
    </w:r>
    <w:r>
      <w:rPr>
        <w:sz w:val="18"/>
      </w:rPr>
      <w:tab/>
    </w:r>
    <w:r w:rsidR="001826C1">
      <w:rPr>
        <w:sz w:val="18"/>
      </w:rPr>
      <w:t>EE3210</w:t>
    </w:r>
    <w:r>
      <w:rPr>
        <w:sz w:val="18"/>
      </w:rPr>
      <w:t>10022001551005</w:t>
    </w:r>
  </w:p>
  <w:p w14:paraId="087B70AD" w14:textId="77777777" w:rsidR="008D38B2" w:rsidRDefault="002809CD" w:rsidP="002809CD">
    <w:pPr>
      <w:pStyle w:val="Footer"/>
      <w:tabs>
        <w:tab w:val="clear" w:pos="4153"/>
        <w:tab w:val="clear" w:pos="8306"/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Reg.nr: 10360030</w:t>
    </w:r>
    <w:r w:rsidR="008D38B2">
      <w:rPr>
        <w:sz w:val="18"/>
      </w:rPr>
      <w:tab/>
    </w:r>
    <w:r>
      <w:rPr>
        <w:sz w:val="18"/>
      </w:rPr>
      <w:t>EH10360030-0001</w:t>
    </w:r>
    <w:r w:rsidR="008D38B2">
      <w:rPr>
        <w:sz w:val="18"/>
      </w:rPr>
      <w:tab/>
    </w:r>
    <w:r>
      <w:rPr>
        <w:sz w:val="18"/>
      </w:rPr>
      <w:t>E-post: info@eservice.ee</w:t>
    </w:r>
    <w:r w:rsidR="001826C1">
      <w:rPr>
        <w:sz w:val="18"/>
      </w:rPr>
      <w:tab/>
      <w:t>Swedbank:</w:t>
    </w:r>
  </w:p>
  <w:p w14:paraId="029E4264" w14:textId="77777777" w:rsidR="008D38B2" w:rsidRDefault="002809CD" w:rsidP="002809CD">
    <w:pPr>
      <w:pStyle w:val="Footer"/>
      <w:tabs>
        <w:tab w:val="clear" w:pos="4153"/>
        <w:tab w:val="clear" w:pos="8306"/>
        <w:tab w:val="left" w:pos="2694"/>
        <w:tab w:val="left" w:pos="5103"/>
        <w:tab w:val="left" w:pos="7938"/>
      </w:tabs>
      <w:rPr>
        <w:sz w:val="18"/>
      </w:rPr>
    </w:pPr>
    <w:r>
      <w:rPr>
        <w:sz w:val="18"/>
      </w:rPr>
      <w:t>KMKR: EE100265745</w:t>
    </w:r>
    <w:r w:rsidR="008D38B2">
      <w:rPr>
        <w:sz w:val="18"/>
      </w:rPr>
      <w:tab/>
    </w:r>
    <w:r w:rsidR="00796EF5">
      <w:rPr>
        <w:sz w:val="18"/>
      </w:rPr>
      <w:tab/>
    </w:r>
    <w:hyperlink r:id="rId1" w:history="1">
      <w:r w:rsidRPr="00587E0B">
        <w:rPr>
          <w:rStyle w:val="Hyperlink"/>
          <w:sz w:val="18"/>
        </w:rPr>
        <w:t>www.eservice.ee</w:t>
      </w:r>
    </w:hyperlink>
    <w:r w:rsidR="008D38B2">
      <w:rPr>
        <w:sz w:val="18"/>
      </w:rPr>
      <w:tab/>
    </w:r>
    <w:r w:rsidR="001826C1">
      <w:rPr>
        <w:sz w:val="18"/>
      </w:rPr>
      <w:t>EE322200</w:t>
    </w:r>
    <w:r w:rsidR="008D38B2">
      <w:rPr>
        <w:sz w:val="18"/>
      </w:rPr>
      <w:t>221013746509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AE927" w14:textId="77777777" w:rsidR="00374FDF" w:rsidRDefault="00374F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C0D4A" w14:textId="77777777" w:rsidR="00AF522E" w:rsidRDefault="00AF522E">
      <w:r>
        <w:separator/>
      </w:r>
    </w:p>
  </w:footnote>
  <w:footnote w:type="continuationSeparator" w:id="0">
    <w:p w14:paraId="53CBE5B8" w14:textId="77777777" w:rsidR="00AF522E" w:rsidRDefault="00AF52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033D62" w14:textId="77777777" w:rsidR="00374FDF" w:rsidRDefault="00374F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55F8" w14:textId="77777777" w:rsidR="008D38B2" w:rsidRDefault="00232FD6">
    <w:pPr>
      <w:pStyle w:val="Header"/>
    </w:pPr>
    <w:r>
      <w:rPr>
        <w:noProof/>
        <w:lang w:val="et-EE" w:eastAsia="et-EE"/>
      </w:rPr>
      <w:drawing>
        <wp:inline distT="0" distB="0" distL="0" distR="0" wp14:anchorId="706DA7D9" wp14:editId="39CD112A">
          <wp:extent cx="3010535" cy="713740"/>
          <wp:effectExtent l="0" t="0" r="0" b="0"/>
          <wp:docPr id="1" name="Pilt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lt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05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05181B" w14:textId="77777777" w:rsidR="008D38B2" w:rsidRDefault="008D38B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2F562" w14:textId="77777777" w:rsidR="00374FDF" w:rsidRDefault="00374F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12327"/>
    <w:multiLevelType w:val="multilevel"/>
    <w:tmpl w:val="8478650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7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1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1800"/>
      </w:pPr>
      <w:rPr>
        <w:rFonts w:hint="default"/>
      </w:rPr>
    </w:lvl>
  </w:abstractNum>
  <w:abstractNum w:abstractNumId="1" w15:restartNumberingAfterBreak="0">
    <w:nsid w:val="145B2316"/>
    <w:multiLevelType w:val="multilevel"/>
    <w:tmpl w:val="4FF2618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</w:rPr>
    </w:lvl>
  </w:abstractNum>
  <w:abstractNum w:abstractNumId="2" w15:restartNumberingAfterBreak="0">
    <w:nsid w:val="19E04AED"/>
    <w:multiLevelType w:val="hybridMultilevel"/>
    <w:tmpl w:val="2F96DC42"/>
    <w:lvl w:ilvl="0" w:tplc="DC5AF74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3878C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E0862DF"/>
    <w:multiLevelType w:val="multilevel"/>
    <w:tmpl w:val="860A9A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1800"/>
      </w:pPr>
      <w:rPr>
        <w:rFonts w:hint="default"/>
      </w:rPr>
    </w:lvl>
  </w:abstractNum>
  <w:abstractNum w:abstractNumId="5" w15:restartNumberingAfterBreak="0">
    <w:nsid w:val="2A204CBF"/>
    <w:multiLevelType w:val="singleLevel"/>
    <w:tmpl w:val="0240D24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1591C01"/>
    <w:multiLevelType w:val="singleLevel"/>
    <w:tmpl w:val="2AC0801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52C64873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55F7362C"/>
    <w:multiLevelType w:val="multilevel"/>
    <w:tmpl w:val="0156B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 w15:restartNumberingAfterBreak="0">
    <w:nsid w:val="57B17A45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74897DF8"/>
    <w:multiLevelType w:val="multilevel"/>
    <w:tmpl w:val="78A028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"/>
      <w:lvlText w:val="%1.%2"/>
      <w:lvlJc w:val="left"/>
      <w:pPr>
        <w:tabs>
          <w:tab w:val="num" w:pos="716"/>
        </w:tabs>
        <w:ind w:left="716" w:hanging="432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76283B1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7E803EF2"/>
    <w:multiLevelType w:val="multilevel"/>
    <w:tmpl w:val="380C818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5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1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5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8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3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5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13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328" w:hanging="1800"/>
      </w:pPr>
      <w:rPr>
        <w:rFonts w:hint="default"/>
      </w:rPr>
    </w:lvl>
  </w:abstractNum>
  <w:num w:numId="1" w16cid:durableId="2045783453">
    <w:abstractNumId w:val="6"/>
  </w:num>
  <w:num w:numId="2" w16cid:durableId="97800063">
    <w:abstractNumId w:val="5"/>
  </w:num>
  <w:num w:numId="3" w16cid:durableId="86926061">
    <w:abstractNumId w:val="3"/>
  </w:num>
  <w:num w:numId="4" w16cid:durableId="183249375">
    <w:abstractNumId w:val="7"/>
  </w:num>
  <w:num w:numId="5" w16cid:durableId="340402304">
    <w:abstractNumId w:val="9"/>
  </w:num>
  <w:num w:numId="6" w16cid:durableId="182134444">
    <w:abstractNumId w:val="8"/>
  </w:num>
  <w:num w:numId="7" w16cid:durableId="947153274">
    <w:abstractNumId w:val="11"/>
  </w:num>
  <w:num w:numId="8" w16cid:durableId="313801782">
    <w:abstractNumId w:val="2"/>
  </w:num>
  <w:num w:numId="9" w16cid:durableId="1923368915">
    <w:abstractNumId w:val="10"/>
  </w:num>
  <w:num w:numId="10" w16cid:durableId="1001280564">
    <w:abstractNumId w:val="1"/>
  </w:num>
  <w:num w:numId="11" w16cid:durableId="1662351940">
    <w:abstractNumId w:val="0"/>
  </w:num>
  <w:num w:numId="12" w16cid:durableId="1185704272">
    <w:abstractNumId w:val="12"/>
  </w:num>
  <w:num w:numId="13" w16cid:durableId="6165223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96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B0953"/>
    <w:rsid w:val="00003063"/>
    <w:rsid w:val="0003119F"/>
    <w:rsid w:val="0003461E"/>
    <w:rsid w:val="0004102F"/>
    <w:rsid w:val="000879F4"/>
    <w:rsid w:val="000967DB"/>
    <w:rsid w:val="000B36B3"/>
    <w:rsid w:val="000B5B2A"/>
    <w:rsid w:val="000B61D6"/>
    <w:rsid w:val="000C09C0"/>
    <w:rsid w:val="000C3828"/>
    <w:rsid w:val="000D26A9"/>
    <w:rsid w:val="000E06D2"/>
    <w:rsid w:val="000E1F09"/>
    <w:rsid w:val="000E7C34"/>
    <w:rsid w:val="00157C2A"/>
    <w:rsid w:val="00162545"/>
    <w:rsid w:val="00162FD6"/>
    <w:rsid w:val="001826C1"/>
    <w:rsid w:val="001963DA"/>
    <w:rsid w:val="001B0953"/>
    <w:rsid w:val="001C5678"/>
    <w:rsid w:val="001E521A"/>
    <w:rsid w:val="001E52C2"/>
    <w:rsid w:val="00226BD9"/>
    <w:rsid w:val="00232FD6"/>
    <w:rsid w:val="00243436"/>
    <w:rsid w:val="00263778"/>
    <w:rsid w:val="00263BC0"/>
    <w:rsid w:val="00267C9D"/>
    <w:rsid w:val="00270F68"/>
    <w:rsid w:val="00276D15"/>
    <w:rsid w:val="002809CD"/>
    <w:rsid w:val="002A52E3"/>
    <w:rsid w:val="002B1E0D"/>
    <w:rsid w:val="002B6F8A"/>
    <w:rsid w:val="002C3231"/>
    <w:rsid w:val="002E00DE"/>
    <w:rsid w:val="002E146F"/>
    <w:rsid w:val="002F69D1"/>
    <w:rsid w:val="003739C6"/>
    <w:rsid w:val="00374FDF"/>
    <w:rsid w:val="003932AB"/>
    <w:rsid w:val="003F6DF3"/>
    <w:rsid w:val="003F7708"/>
    <w:rsid w:val="00421712"/>
    <w:rsid w:val="004260CE"/>
    <w:rsid w:val="00464EEC"/>
    <w:rsid w:val="004D4FA9"/>
    <w:rsid w:val="004E0D1A"/>
    <w:rsid w:val="004E43E2"/>
    <w:rsid w:val="004E5648"/>
    <w:rsid w:val="005017F7"/>
    <w:rsid w:val="005126F8"/>
    <w:rsid w:val="0052523B"/>
    <w:rsid w:val="005260A8"/>
    <w:rsid w:val="005539D7"/>
    <w:rsid w:val="00567DBD"/>
    <w:rsid w:val="005763B6"/>
    <w:rsid w:val="005902AE"/>
    <w:rsid w:val="00592EC4"/>
    <w:rsid w:val="005A772A"/>
    <w:rsid w:val="005B157C"/>
    <w:rsid w:val="005E0AAB"/>
    <w:rsid w:val="005E620E"/>
    <w:rsid w:val="005F657C"/>
    <w:rsid w:val="005F79A0"/>
    <w:rsid w:val="00616619"/>
    <w:rsid w:val="00690115"/>
    <w:rsid w:val="006A4ED5"/>
    <w:rsid w:val="006C21EA"/>
    <w:rsid w:val="006F0D27"/>
    <w:rsid w:val="0071740E"/>
    <w:rsid w:val="00717DE5"/>
    <w:rsid w:val="0072504F"/>
    <w:rsid w:val="007538F6"/>
    <w:rsid w:val="0077066E"/>
    <w:rsid w:val="00796EF5"/>
    <w:rsid w:val="007A5EBE"/>
    <w:rsid w:val="007B21D8"/>
    <w:rsid w:val="007C2251"/>
    <w:rsid w:val="00800EBA"/>
    <w:rsid w:val="00804D7D"/>
    <w:rsid w:val="00857114"/>
    <w:rsid w:val="00860148"/>
    <w:rsid w:val="00862E71"/>
    <w:rsid w:val="008675DB"/>
    <w:rsid w:val="00884C02"/>
    <w:rsid w:val="008C3DC0"/>
    <w:rsid w:val="008D12D2"/>
    <w:rsid w:val="008D38B2"/>
    <w:rsid w:val="008E292A"/>
    <w:rsid w:val="008E33D7"/>
    <w:rsid w:val="008E6053"/>
    <w:rsid w:val="00903A9F"/>
    <w:rsid w:val="00921827"/>
    <w:rsid w:val="0093672A"/>
    <w:rsid w:val="00942C4D"/>
    <w:rsid w:val="00943DFE"/>
    <w:rsid w:val="00950726"/>
    <w:rsid w:val="009526A4"/>
    <w:rsid w:val="00977A00"/>
    <w:rsid w:val="00991CE5"/>
    <w:rsid w:val="009C12F4"/>
    <w:rsid w:val="009D327E"/>
    <w:rsid w:val="009E184C"/>
    <w:rsid w:val="009E6F54"/>
    <w:rsid w:val="00A121B5"/>
    <w:rsid w:val="00A672CA"/>
    <w:rsid w:val="00A71411"/>
    <w:rsid w:val="00A72EFF"/>
    <w:rsid w:val="00A97F57"/>
    <w:rsid w:val="00AB79E3"/>
    <w:rsid w:val="00AD355D"/>
    <w:rsid w:val="00AD5517"/>
    <w:rsid w:val="00AD79F4"/>
    <w:rsid w:val="00AF522E"/>
    <w:rsid w:val="00B15CDD"/>
    <w:rsid w:val="00B179AB"/>
    <w:rsid w:val="00B70A9F"/>
    <w:rsid w:val="00B96B26"/>
    <w:rsid w:val="00BB5175"/>
    <w:rsid w:val="00BC0DB5"/>
    <w:rsid w:val="00BD3923"/>
    <w:rsid w:val="00C117BA"/>
    <w:rsid w:val="00C14545"/>
    <w:rsid w:val="00C14DC0"/>
    <w:rsid w:val="00C20C73"/>
    <w:rsid w:val="00C276E8"/>
    <w:rsid w:val="00C30E5A"/>
    <w:rsid w:val="00C332C4"/>
    <w:rsid w:val="00C52DEB"/>
    <w:rsid w:val="00C832CD"/>
    <w:rsid w:val="00CC683D"/>
    <w:rsid w:val="00CE7CFA"/>
    <w:rsid w:val="00D17961"/>
    <w:rsid w:val="00D31663"/>
    <w:rsid w:val="00D46278"/>
    <w:rsid w:val="00D5166B"/>
    <w:rsid w:val="00D53870"/>
    <w:rsid w:val="00D62FCD"/>
    <w:rsid w:val="00D7500D"/>
    <w:rsid w:val="00D771F4"/>
    <w:rsid w:val="00D85EBD"/>
    <w:rsid w:val="00DD2BB8"/>
    <w:rsid w:val="00E01070"/>
    <w:rsid w:val="00E32079"/>
    <w:rsid w:val="00E452B5"/>
    <w:rsid w:val="00E918A1"/>
    <w:rsid w:val="00EC617D"/>
    <w:rsid w:val="00ED28A6"/>
    <w:rsid w:val="00EE3658"/>
    <w:rsid w:val="00F125FC"/>
    <w:rsid w:val="00F150A2"/>
    <w:rsid w:val="00F152DE"/>
    <w:rsid w:val="00F16044"/>
    <w:rsid w:val="00F17680"/>
    <w:rsid w:val="00F30490"/>
    <w:rsid w:val="00F40F9A"/>
    <w:rsid w:val="00F50EEE"/>
    <w:rsid w:val="00F54D73"/>
    <w:rsid w:val="00F741C2"/>
    <w:rsid w:val="00F810B8"/>
    <w:rsid w:val="00FA454A"/>
    <w:rsid w:val="00FC32F5"/>
    <w:rsid w:val="00FD300B"/>
    <w:rsid w:val="00FE2A06"/>
    <w:rsid w:val="00FF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3DD93A"/>
  <w15:docId w15:val="{FA7D3EA3-0EAE-4AE2-A048-D00E429CD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28"/>
      <w:lang w:val="en-GB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sz w:val="28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  <w:rPr>
      <w:lang w:val="en-US"/>
    </w:r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  <w:rPr>
      <w:lang w:val="en-US"/>
    </w:rPr>
  </w:style>
  <w:style w:type="character" w:styleId="Hyperlink">
    <w:name w:val="Hyperlink"/>
    <w:semiHidden/>
    <w:rPr>
      <w:color w:val="0000FF"/>
      <w:u w:val="single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">
    <w:name w:val="List"/>
    <w:basedOn w:val="Normal"/>
    <w:semiHidden/>
    <w:rsid w:val="00C20C73"/>
    <w:pPr>
      <w:numPr>
        <w:ilvl w:val="1"/>
        <w:numId w:val="9"/>
      </w:numPr>
    </w:pPr>
    <w:rPr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932A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16044"/>
    <w:pPr>
      <w:spacing w:before="100" w:beforeAutospacing="1" w:after="100" w:afterAutospacing="1"/>
    </w:pPr>
    <w:rPr>
      <w:szCs w:val="24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7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ervice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viLeibenau\OneDrive%20-%20E-Service%20AS\T&#246;&#246;laud\ES%20blankett%20WORD%20210728kr.dotx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F10FE-1EDF-446F-A29D-B7B09629F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ES blankett WORD 210728kr</Template>
  <TotalTime>74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co</Company>
  <LinksUpToDate>false</LinksUpToDate>
  <CharactersWithSpaces>283</CharactersWithSpaces>
  <SharedDoc>false</SharedDoc>
  <HLinks>
    <vt:vector size="6" baseType="variant">
      <vt:variant>
        <vt:i4>7667768</vt:i4>
      </vt:variant>
      <vt:variant>
        <vt:i4>0</vt:i4>
      </vt:variant>
      <vt:variant>
        <vt:i4>0</vt:i4>
      </vt:variant>
      <vt:variant>
        <vt:i4>5</vt:i4>
      </vt:variant>
      <vt:variant>
        <vt:lpwstr>http://www.eservice.ee/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Merle Peetmaa</dc:creator>
  <cp:lastModifiedBy>Ivi Leibenau</cp:lastModifiedBy>
  <cp:revision>122</cp:revision>
  <cp:lastPrinted>2023-11-16T14:44:00Z</cp:lastPrinted>
  <dcterms:created xsi:type="dcterms:W3CDTF">2022-10-17T07:53:00Z</dcterms:created>
  <dcterms:modified xsi:type="dcterms:W3CDTF">2024-03-22T10:49:00Z</dcterms:modified>
</cp:coreProperties>
</file>