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A884F" w14:textId="77777777" w:rsidR="0088198A" w:rsidRPr="009123C9" w:rsidRDefault="0088198A" w:rsidP="009B2205">
      <w:pPr>
        <w:pStyle w:val="Heading1"/>
        <w:jc w:val="center"/>
        <w:rPr>
          <w:bCs/>
          <w:kern w:val="0"/>
          <w:sz w:val="22"/>
          <w:szCs w:val="22"/>
        </w:rPr>
      </w:pPr>
      <w:bookmarkStart w:id="0" w:name="OLE_LINK3"/>
    </w:p>
    <w:p w14:paraId="310CC65F" w14:textId="6F86FEC8" w:rsidR="0018240B" w:rsidRPr="009123C9" w:rsidRDefault="0018240B" w:rsidP="00785C1F">
      <w:pPr>
        <w:pStyle w:val="Heading1"/>
        <w:jc w:val="center"/>
        <w:rPr>
          <w:bCs/>
          <w:kern w:val="0"/>
          <w:sz w:val="22"/>
          <w:szCs w:val="22"/>
        </w:rPr>
      </w:pPr>
      <w:r w:rsidRPr="009123C9">
        <w:rPr>
          <w:bCs/>
          <w:kern w:val="0"/>
          <w:sz w:val="22"/>
          <w:szCs w:val="22"/>
        </w:rPr>
        <w:t>METSAMA</w:t>
      </w:r>
      <w:r w:rsidR="00B7787D" w:rsidRPr="009123C9">
        <w:rPr>
          <w:bCs/>
          <w:kern w:val="0"/>
          <w:sz w:val="22"/>
          <w:szCs w:val="22"/>
        </w:rPr>
        <w:t>TERJALI MÜÜGILEPING nr 3-3.6.1/</w:t>
      </w:r>
      <w:r w:rsidR="00785C1F" w:rsidRPr="009123C9">
        <w:rPr>
          <w:bCs/>
          <w:kern w:val="0"/>
          <w:sz w:val="22"/>
          <w:szCs w:val="22"/>
        </w:rPr>
        <w:t>202</w:t>
      </w:r>
      <w:r w:rsidR="00CA7968" w:rsidRPr="009123C9">
        <w:rPr>
          <w:bCs/>
          <w:kern w:val="0"/>
          <w:sz w:val="22"/>
          <w:szCs w:val="22"/>
        </w:rPr>
        <w:t>5</w:t>
      </w:r>
      <w:r w:rsidR="00E733EE" w:rsidRPr="009123C9">
        <w:rPr>
          <w:bCs/>
          <w:kern w:val="0"/>
          <w:sz w:val="22"/>
          <w:szCs w:val="22"/>
        </w:rPr>
        <w:t>/</w:t>
      </w:r>
      <w:r w:rsidR="00CA7968" w:rsidRPr="009123C9">
        <w:rPr>
          <w:bCs/>
          <w:kern w:val="0"/>
          <w:sz w:val="22"/>
          <w:szCs w:val="22"/>
        </w:rPr>
        <w:t>166</w:t>
      </w:r>
    </w:p>
    <w:p w14:paraId="52230267" w14:textId="77777777" w:rsidR="00785C1F" w:rsidRPr="009123C9" w:rsidRDefault="00785C1F" w:rsidP="00785C1F">
      <w:pPr>
        <w:rPr>
          <w:sz w:val="22"/>
          <w:szCs w:val="22"/>
        </w:rPr>
      </w:pPr>
    </w:p>
    <w:p w14:paraId="242005BB" w14:textId="77777777" w:rsidR="0018240B" w:rsidRPr="009123C9" w:rsidRDefault="0018240B" w:rsidP="009123C9">
      <w:pPr>
        <w:pStyle w:val="Heading1"/>
        <w:ind w:left="4080"/>
        <w:rPr>
          <w:b w:val="0"/>
          <w:bCs/>
          <w:kern w:val="0"/>
          <w:sz w:val="22"/>
          <w:szCs w:val="22"/>
        </w:rPr>
      </w:pPr>
      <w:r w:rsidRPr="009123C9">
        <w:rPr>
          <w:b w:val="0"/>
          <w:bCs/>
          <w:kern w:val="0"/>
          <w:sz w:val="22"/>
          <w:szCs w:val="22"/>
        </w:rPr>
        <w:t>/kuupäev vastavalt hilisemale digitaalallkirja kuupäevale/</w:t>
      </w:r>
    </w:p>
    <w:p w14:paraId="7B88A861" w14:textId="77777777" w:rsidR="0018240B" w:rsidRPr="009123C9" w:rsidRDefault="0018240B" w:rsidP="0018240B">
      <w:pPr>
        <w:rPr>
          <w:sz w:val="22"/>
          <w:szCs w:val="22"/>
        </w:rPr>
      </w:pPr>
    </w:p>
    <w:bookmarkEnd w:id="0"/>
    <w:p w14:paraId="2DB10947" w14:textId="77777777" w:rsidR="0037254C" w:rsidRPr="009123C9" w:rsidRDefault="0037254C" w:rsidP="0037254C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 xml:space="preserve">Müüja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3609"/>
        <w:gridCol w:w="3308"/>
      </w:tblGrid>
      <w:tr w:rsidR="0037254C" w:rsidRPr="009123C9" w14:paraId="74440372" w14:textId="77777777" w:rsidTr="00F2577D">
        <w:tc>
          <w:tcPr>
            <w:tcW w:w="3006" w:type="dxa"/>
          </w:tcPr>
          <w:p w14:paraId="7BBDBF7B" w14:textId="77777777" w:rsidR="0037254C" w:rsidRPr="009123C9" w:rsidRDefault="0037254C" w:rsidP="00F2577D">
            <w:pPr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 xml:space="preserve">Riigimetsa Majandamise Keskus (RMK) </w:t>
            </w:r>
          </w:p>
        </w:tc>
        <w:tc>
          <w:tcPr>
            <w:tcW w:w="3609" w:type="dxa"/>
          </w:tcPr>
          <w:p w14:paraId="3967D7F5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Registrikood 70004459</w:t>
            </w:r>
          </w:p>
          <w:p w14:paraId="5FD498A9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Mõisa/3, Sagadi küla, Haljala vald</w:t>
            </w:r>
          </w:p>
          <w:p w14:paraId="79F1703F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45403 Lääne-Viru maakond</w:t>
            </w:r>
          </w:p>
        </w:tc>
        <w:tc>
          <w:tcPr>
            <w:tcW w:w="3308" w:type="dxa"/>
          </w:tcPr>
          <w:p w14:paraId="3E6C0D75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Tel    676 7500</w:t>
            </w:r>
          </w:p>
          <w:p w14:paraId="524D22FC" w14:textId="77777777" w:rsidR="0037254C" w:rsidRPr="009123C9" w:rsidRDefault="0037254C" w:rsidP="00F2577D">
            <w:pPr>
              <w:rPr>
                <w:sz w:val="22"/>
                <w:szCs w:val="22"/>
              </w:rPr>
            </w:pPr>
          </w:p>
        </w:tc>
      </w:tr>
      <w:tr w:rsidR="0037254C" w:rsidRPr="009123C9" w14:paraId="2C217DB0" w14:textId="77777777" w:rsidTr="00F2577D">
        <w:tc>
          <w:tcPr>
            <w:tcW w:w="3006" w:type="dxa"/>
          </w:tcPr>
          <w:p w14:paraId="70452DD0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Esindaja</w:t>
            </w:r>
          </w:p>
        </w:tc>
        <w:tc>
          <w:tcPr>
            <w:tcW w:w="3609" w:type="dxa"/>
          </w:tcPr>
          <w:p w14:paraId="28FB7914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Puiduturustusosakonna turustuse peaspetsialist Urmas Treial</w:t>
            </w:r>
          </w:p>
        </w:tc>
        <w:tc>
          <w:tcPr>
            <w:tcW w:w="3308" w:type="dxa"/>
          </w:tcPr>
          <w:p w14:paraId="5260B920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hyperlink r:id="rId8" w:history="1">
              <w:r w:rsidRPr="009123C9">
                <w:rPr>
                  <w:color w:val="0000FF"/>
                  <w:sz w:val="22"/>
                  <w:szCs w:val="22"/>
                  <w:u w:val="single"/>
                </w:rPr>
                <w:t>urmas.treial@rmk.ee</w:t>
              </w:r>
            </w:hyperlink>
          </w:p>
          <w:p w14:paraId="63AAD7B1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Tel 503 3396</w:t>
            </w:r>
          </w:p>
        </w:tc>
      </w:tr>
      <w:tr w:rsidR="0037254C" w:rsidRPr="009123C9" w14:paraId="6D3DE06B" w14:textId="77777777" w:rsidTr="00F2577D">
        <w:trPr>
          <w:cantSplit/>
        </w:trPr>
        <w:tc>
          <w:tcPr>
            <w:tcW w:w="9923" w:type="dxa"/>
            <w:gridSpan w:val="3"/>
          </w:tcPr>
          <w:p w14:paraId="1BDFA15B" w14:textId="77777777" w:rsidR="0037254C" w:rsidRPr="009123C9" w:rsidRDefault="0037254C" w:rsidP="00F2577D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 xml:space="preserve">Esindusõigus tuleneb (volitamise alus): RMK juhatuse esimehe </w:t>
            </w:r>
            <w:sdt>
              <w:sdtPr>
                <w:rPr>
                  <w:rFonts w:eastAsia="Calibri"/>
                  <w:sz w:val="22"/>
                  <w:szCs w:val="22"/>
                </w:rPr>
                <w:id w:val="-203568576"/>
                <w:placeholder>
                  <w:docPart w:val="F4C62862289741D5AA11009027DFB9F9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Pr="009123C9">
                  <w:rPr>
                    <w:rFonts w:eastAsia="Calibri"/>
                    <w:sz w:val="22"/>
                    <w:szCs w:val="22"/>
                  </w:rPr>
                  <w:t>16.01.2025</w:t>
                </w:r>
              </w:sdtContent>
            </w:sdt>
            <w:r w:rsidRPr="009123C9">
              <w:rPr>
                <w:sz w:val="22"/>
                <w:szCs w:val="22"/>
              </w:rPr>
              <w:t xml:space="preserve"> käskkiri nr </w:t>
            </w:r>
            <w:r w:rsidRPr="009123C9">
              <w:rPr>
                <w:bCs/>
                <w:sz w:val="22"/>
                <w:szCs w:val="22"/>
              </w:rPr>
              <w:t>1-5/7</w:t>
            </w:r>
          </w:p>
        </w:tc>
      </w:tr>
    </w:tbl>
    <w:p w14:paraId="34BA329D" w14:textId="77777777" w:rsidR="00785C1F" w:rsidRPr="009123C9" w:rsidRDefault="00785C1F" w:rsidP="00785C1F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Ostja andmed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3685"/>
        <w:gridCol w:w="3209"/>
      </w:tblGrid>
      <w:tr w:rsidR="00785C1F" w:rsidRPr="009123C9" w14:paraId="6194D350" w14:textId="77777777" w:rsidTr="0037254C">
        <w:tc>
          <w:tcPr>
            <w:tcW w:w="3006" w:type="dxa"/>
          </w:tcPr>
          <w:p w14:paraId="663484BA" w14:textId="77777777" w:rsidR="00785C1F" w:rsidRPr="009123C9" w:rsidRDefault="00785C1F" w:rsidP="00E01AD6">
            <w:pPr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Lignator Logistika OÜ</w:t>
            </w:r>
          </w:p>
        </w:tc>
        <w:tc>
          <w:tcPr>
            <w:tcW w:w="3685" w:type="dxa"/>
          </w:tcPr>
          <w:p w14:paraId="07D4CFA8" w14:textId="77777777" w:rsidR="00785C1F" w:rsidRPr="009123C9" w:rsidRDefault="00785C1F" w:rsidP="00E01AD6">
            <w:pPr>
              <w:rPr>
                <w:bCs/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Registrikood</w:t>
            </w:r>
            <w:r w:rsidRPr="009123C9">
              <w:rPr>
                <w:bCs/>
                <w:sz w:val="22"/>
                <w:szCs w:val="22"/>
              </w:rPr>
              <w:t xml:space="preserve"> 11269751</w:t>
            </w:r>
          </w:p>
          <w:p w14:paraId="0A2F0BB8" w14:textId="77777777" w:rsidR="00785C1F" w:rsidRPr="009123C9" w:rsidRDefault="00785C1F" w:rsidP="00E01AD6">
            <w:pPr>
              <w:rPr>
                <w:sz w:val="22"/>
                <w:szCs w:val="22"/>
              </w:rPr>
            </w:pPr>
            <w:r w:rsidRPr="009123C9">
              <w:rPr>
                <w:bCs/>
                <w:sz w:val="22"/>
                <w:szCs w:val="22"/>
              </w:rPr>
              <w:t xml:space="preserve">Pärnu mnt 160E, 11317 Tallinn </w:t>
            </w:r>
          </w:p>
        </w:tc>
        <w:tc>
          <w:tcPr>
            <w:tcW w:w="3209" w:type="dxa"/>
          </w:tcPr>
          <w:p w14:paraId="49E14159" w14:textId="77777777" w:rsidR="00785C1F" w:rsidRPr="009123C9" w:rsidRDefault="00785C1F" w:rsidP="00E01AD6">
            <w:pPr>
              <w:rPr>
                <w:sz w:val="22"/>
                <w:szCs w:val="22"/>
              </w:rPr>
            </w:pPr>
            <w:r w:rsidRPr="009123C9">
              <w:rPr>
                <w:bCs/>
                <w:sz w:val="22"/>
                <w:szCs w:val="22"/>
              </w:rPr>
              <w:t xml:space="preserve">Tel   651 8323                             </w:t>
            </w:r>
          </w:p>
        </w:tc>
      </w:tr>
      <w:tr w:rsidR="000811D2" w:rsidRPr="009123C9" w14:paraId="24617FE1" w14:textId="77777777" w:rsidTr="0037254C">
        <w:trPr>
          <w:trHeight w:val="193"/>
        </w:trPr>
        <w:tc>
          <w:tcPr>
            <w:tcW w:w="3006" w:type="dxa"/>
          </w:tcPr>
          <w:p w14:paraId="257B980E" w14:textId="77777777" w:rsidR="000811D2" w:rsidRPr="009123C9" w:rsidRDefault="000811D2" w:rsidP="000811D2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Esindaja</w:t>
            </w:r>
          </w:p>
        </w:tc>
        <w:tc>
          <w:tcPr>
            <w:tcW w:w="3685" w:type="dxa"/>
          </w:tcPr>
          <w:p w14:paraId="11850B75" w14:textId="77777777" w:rsidR="000811D2" w:rsidRPr="009123C9" w:rsidRDefault="000811D2" w:rsidP="000811D2">
            <w:pPr>
              <w:rPr>
                <w:bCs/>
                <w:sz w:val="22"/>
                <w:szCs w:val="22"/>
              </w:rPr>
            </w:pPr>
            <w:r w:rsidRPr="009123C9">
              <w:rPr>
                <w:bCs/>
                <w:sz w:val="22"/>
                <w:szCs w:val="22"/>
              </w:rPr>
              <w:t>Juhatuse liige Vivika Koplimaa</w:t>
            </w:r>
          </w:p>
        </w:tc>
        <w:tc>
          <w:tcPr>
            <w:tcW w:w="3209" w:type="dxa"/>
          </w:tcPr>
          <w:p w14:paraId="38154E16" w14:textId="77777777" w:rsidR="000811D2" w:rsidRPr="009123C9" w:rsidRDefault="000811D2" w:rsidP="000811D2">
            <w:pPr>
              <w:rPr>
                <w:color w:val="3366FF"/>
                <w:sz w:val="22"/>
                <w:szCs w:val="22"/>
                <w:u w:val="single"/>
              </w:rPr>
            </w:pPr>
            <w:r w:rsidRPr="009123C9">
              <w:rPr>
                <w:rStyle w:val="Hyperlink"/>
                <w:sz w:val="22"/>
                <w:szCs w:val="22"/>
              </w:rPr>
              <w:t>vivika@lignator.ee</w:t>
            </w:r>
          </w:p>
        </w:tc>
      </w:tr>
      <w:tr w:rsidR="00785C1F" w:rsidRPr="009123C9" w14:paraId="2E905E36" w14:textId="77777777" w:rsidTr="00E01AD6">
        <w:tblPrEx>
          <w:tblLook w:val="0000" w:firstRow="0" w:lastRow="0" w:firstColumn="0" w:lastColumn="0" w:noHBand="0" w:noVBand="0"/>
        </w:tblPrEx>
        <w:tc>
          <w:tcPr>
            <w:tcW w:w="9900" w:type="dxa"/>
            <w:gridSpan w:val="3"/>
          </w:tcPr>
          <w:p w14:paraId="4B73A511" w14:textId="77777777" w:rsidR="00785C1F" w:rsidRPr="009123C9" w:rsidRDefault="00785C1F" w:rsidP="00E01AD6">
            <w:pPr>
              <w:rPr>
                <w:bCs/>
                <w:sz w:val="22"/>
                <w:szCs w:val="22"/>
              </w:rPr>
            </w:pPr>
            <w:r w:rsidRPr="009123C9">
              <w:rPr>
                <w:bCs/>
                <w:sz w:val="22"/>
                <w:szCs w:val="22"/>
              </w:rPr>
              <w:t>Esindusõigus tuleneb (volitamise alus): põhikiri</w:t>
            </w:r>
          </w:p>
        </w:tc>
      </w:tr>
    </w:tbl>
    <w:p w14:paraId="737AF9B5" w14:textId="77777777" w:rsidR="00785C1F" w:rsidRPr="009123C9" w:rsidRDefault="00785C1F" w:rsidP="00F40D71">
      <w:pPr>
        <w:rPr>
          <w:b/>
          <w:sz w:val="22"/>
          <w:szCs w:val="22"/>
        </w:rPr>
      </w:pPr>
    </w:p>
    <w:p w14:paraId="4FCA8884" w14:textId="77777777" w:rsidR="00F40D71" w:rsidRPr="009123C9" w:rsidRDefault="00F40D71" w:rsidP="00F40D71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1. Metsamaterjali müügilepingu tüüp, müüdav Metsamaterjal</w:t>
      </w:r>
      <w:r w:rsidR="009071A7" w:rsidRPr="009123C9">
        <w:rPr>
          <w:b/>
          <w:sz w:val="22"/>
          <w:szCs w:val="22"/>
        </w:rPr>
        <w:t>, selle kvaliteet</w:t>
      </w:r>
      <w:r w:rsidRPr="009123C9">
        <w:rPr>
          <w:b/>
          <w:sz w:val="22"/>
          <w:szCs w:val="22"/>
        </w:rPr>
        <w:t xml:space="preserve"> ja hind</w:t>
      </w:r>
    </w:p>
    <w:p w14:paraId="27E42238" w14:textId="1C905DDC" w:rsidR="002C073C" w:rsidRPr="009123C9" w:rsidRDefault="002C073C" w:rsidP="00785C1F">
      <w:pPr>
        <w:jc w:val="both"/>
        <w:rPr>
          <w:sz w:val="22"/>
          <w:szCs w:val="22"/>
        </w:rPr>
      </w:pPr>
      <w:r w:rsidRPr="009123C9">
        <w:rPr>
          <w:b/>
          <w:sz w:val="22"/>
          <w:szCs w:val="22"/>
        </w:rPr>
        <w:t>1.1.</w:t>
      </w:r>
      <w:r w:rsidRPr="009123C9">
        <w:rPr>
          <w:sz w:val="22"/>
          <w:szCs w:val="22"/>
        </w:rPr>
        <w:t xml:space="preserve"> Käesolev leping on sõlmitud Vabariigi Valitsuse 4. jaanuari 2007. a määruse nr </w:t>
      </w:r>
      <w:r w:rsidR="0082118D" w:rsidRPr="009123C9">
        <w:rPr>
          <w:sz w:val="22"/>
          <w:szCs w:val="22"/>
        </w:rPr>
        <w:t xml:space="preserve"> 1 § 7  lg </w:t>
      </w:r>
      <w:r w:rsidR="00785C1F" w:rsidRPr="009123C9">
        <w:rPr>
          <w:sz w:val="22"/>
          <w:szCs w:val="22"/>
        </w:rPr>
        <w:t>4</w:t>
      </w:r>
      <w:r w:rsidR="0082118D" w:rsidRPr="009123C9">
        <w:rPr>
          <w:sz w:val="22"/>
          <w:szCs w:val="22"/>
        </w:rPr>
        <w:t>) alusel</w:t>
      </w:r>
      <w:r w:rsidR="00CA7968" w:rsidRPr="009123C9">
        <w:rPr>
          <w:sz w:val="22"/>
          <w:szCs w:val="22"/>
        </w:rPr>
        <w:t xml:space="preserve"> RMK 16.05.2025 </w:t>
      </w:r>
      <w:r w:rsidR="00CA7968" w:rsidRPr="009123C9">
        <w:rPr>
          <w:bCs/>
          <w:sz w:val="22"/>
          <w:szCs w:val="22"/>
        </w:rPr>
        <w:t>kiirestirikneva metsamaterjali</w:t>
      </w:r>
      <w:r w:rsidR="00CA7968" w:rsidRPr="009123C9">
        <w:rPr>
          <w:sz w:val="22"/>
          <w:szCs w:val="22"/>
        </w:rPr>
        <w:t xml:space="preserve"> müügi </w:t>
      </w:r>
      <w:r w:rsidR="003D3AB6" w:rsidRPr="009123C9">
        <w:rPr>
          <w:sz w:val="22"/>
          <w:szCs w:val="22"/>
        </w:rPr>
        <w:t>tulemusena</w:t>
      </w:r>
      <w:r w:rsidR="00E1622F">
        <w:rPr>
          <w:sz w:val="22"/>
          <w:szCs w:val="22"/>
        </w:rPr>
        <w:t xml:space="preserve"> (protokoll 20.04.2025 n3 3-3.4/9)</w:t>
      </w:r>
      <w:r w:rsidR="0082118D" w:rsidRPr="009123C9">
        <w:rPr>
          <w:sz w:val="22"/>
          <w:szCs w:val="22"/>
        </w:rPr>
        <w:t>.</w:t>
      </w:r>
    </w:p>
    <w:p w14:paraId="76019841" w14:textId="2BCBA88A" w:rsidR="00A73FEC" w:rsidRPr="009123C9" w:rsidRDefault="002C073C" w:rsidP="00F40D71">
      <w:pPr>
        <w:jc w:val="both"/>
        <w:rPr>
          <w:sz w:val="22"/>
          <w:szCs w:val="22"/>
        </w:rPr>
      </w:pPr>
      <w:r w:rsidRPr="009123C9">
        <w:rPr>
          <w:b/>
          <w:sz w:val="22"/>
          <w:szCs w:val="22"/>
        </w:rPr>
        <w:t>1.2.</w:t>
      </w:r>
      <w:r w:rsidRPr="009123C9">
        <w:rPr>
          <w:sz w:val="22"/>
          <w:szCs w:val="22"/>
        </w:rPr>
        <w:t xml:space="preserve"> </w:t>
      </w:r>
      <w:r w:rsidR="00F40D71" w:rsidRPr="009123C9">
        <w:rPr>
          <w:sz w:val="22"/>
          <w:szCs w:val="22"/>
        </w:rPr>
        <w:t xml:space="preserve">Müüja müüb ja </w:t>
      </w:r>
      <w:r w:rsidR="005D5F91" w:rsidRPr="009123C9">
        <w:rPr>
          <w:sz w:val="22"/>
          <w:szCs w:val="22"/>
        </w:rPr>
        <w:t>o</w:t>
      </w:r>
      <w:r w:rsidR="00F40D71" w:rsidRPr="009123C9">
        <w:rPr>
          <w:sz w:val="22"/>
          <w:szCs w:val="22"/>
        </w:rPr>
        <w:t xml:space="preserve">stja ostab </w:t>
      </w:r>
      <w:r w:rsidR="005D5F91" w:rsidRPr="009123C9">
        <w:rPr>
          <w:sz w:val="22"/>
          <w:szCs w:val="22"/>
        </w:rPr>
        <w:t>t</w:t>
      </w:r>
      <w:r w:rsidR="0082118D" w:rsidRPr="009123C9">
        <w:rPr>
          <w:sz w:val="22"/>
          <w:szCs w:val="22"/>
        </w:rPr>
        <w:t xml:space="preserve">arneperioodil </w:t>
      </w:r>
      <w:r w:rsidR="000A7016">
        <w:rPr>
          <w:sz w:val="22"/>
          <w:szCs w:val="22"/>
        </w:rPr>
        <w:t>2</w:t>
      </w:r>
      <w:r w:rsidR="00E1622F">
        <w:rPr>
          <w:sz w:val="22"/>
          <w:szCs w:val="22"/>
        </w:rPr>
        <w:t>2</w:t>
      </w:r>
      <w:r w:rsidR="000A7016">
        <w:rPr>
          <w:sz w:val="22"/>
          <w:szCs w:val="22"/>
        </w:rPr>
        <w:t>.05.2025</w:t>
      </w:r>
      <w:r w:rsidR="00C63D55" w:rsidRPr="009123C9">
        <w:rPr>
          <w:sz w:val="22"/>
          <w:szCs w:val="22"/>
        </w:rPr>
        <w:t xml:space="preserve"> </w:t>
      </w:r>
      <w:r w:rsidR="000A7016">
        <w:rPr>
          <w:sz w:val="22"/>
          <w:szCs w:val="22"/>
        </w:rPr>
        <w:t>kuni 30.06.</w:t>
      </w:r>
      <w:r w:rsidR="00785C1F" w:rsidRPr="009123C9">
        <w:rPr>
          <w:sz w:val="22"/>
          <w:szCs w:val="22"/>
        </w:rPr>
        <w:t>202</w:t>
      </w:r>
      <w:r w:rsidR="00CA7968" w:rsidRPr="009123C9">
        <w:rPr>
          <w:sz w:val="22"/>
          <w:szCs w:val="22"/>
        </w:rPr>
        <w:t>5</w:t>
      </w:r>
      <w:r w:rsidR="00C63D55" w:rsidRPr="009123C9">
        <w:rPr>
          <w:sz w:val="22"/>
          <w:szCs w:val="22"/>
        </w:rPr>
        <w:t xml:space="preserve"> </w:t>
      </w:r>
      <w:r w:rsidR="0033781E" w:rsidRPr="009123C9">
        <w:rPr>
          <w:sz w:val="22"/>
          <w:szCs w:val="22"/>
        </w:rPr>
        <w:t>metsamaterjali</w:t>
      </w:r>
      <w:r w:rsidR="00CA7968" w:rsidRPr="009123C9">
        <w:rPr>
          <w:sz w:val="22"/>
          <w:szCs w:val="22"/>
        </w:rPr>
        <w:t xml:space="preserve"> ostja laos Paldiski sadamas </w:t>
      </w:r>
      <w:r w:rsidR="00C63D55" w:rsidRPr="009123C9">
        <w:rPr>
          <w:sz w:val="22"/>
          <w:szCs w:val="22"/>
        </w:rPr>
        <w:t>alljärgnevalt:</w:t>
      </w:r>
      <w:r w:rsidR="00785C1F" w:rsidRPr="009123C9">
        <w:rPr>
          <w:sz w:val="22"/>
          <w:szCs w:val="22"/>
        </w:rPr>
        <w:t xml:space="preserve">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838"/>
        <w:gridCol w:w="1701"/>
        <w:gridCol w:w="1523"/>
        <w:gridCol w:w="1524"/>
        <w:gridCol w:w="1524"/>
        <w:gridCol w:w="1808"/>
      </w:tblGrid>
      <w:tr w:rsidR="00593BB5" w:rsidRPr="009123C9" w14:paraId="733CEF9F" w14:textId="77777777" w:rsidTr="00593BB5">
        <w:tc>
          <w:tcPr>
            <w:tcW w:w="1838" w:type="dxa"/>
          </w:tcPr>
          <w:p w14:paraId="363AF49E" w14:textId="77777777" w:rsidR="00593BB5" w:rsidRPr="009123C9" w:rsidRDefault="00593BB5" w:rsidP="00F70F0F">
            <w:pPr>
              <w:jc w:val="both"/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Metsamaterjal</w:t>
            </w:r>
          </w:p>
        </w:tc>
        <w:tc>
          <w:tcPr>
            <w:tcW w:w="1701" w:type="dxa"/>
          </w:tcPr>
          <w:p w14:paraId="0EC726BF" w14:textId="77777777" w:rsidR="00593BB5" w:rsidRPr="009123C9" w:rsidRDefault="00593BB5" w:rsidP="00F70F0F">
            <w:pPr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523" w:type="dxa"/>
          </w:tcPr>
          <w:p w14:paraId="33923500" w14:textId="3E978A10" w:rsidR="00593BB5" w:rsidRPr="009123C9" w:rsidRDefault="00593BB5" w:rsidP="00F70F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Mai </w:t>
            </w:r>
            <w:r w:rsidRPr="009123C9">
              <w:rPr>
                <w:b/>
                <w:sz w:val="22"/>
                <w:szCs w:val="22"/>
              </w:rPr>
              <w:t>(m3)</w:t>
            </w:r>
          </w:p>
        </w:tc>
        <w:tc>
          <w:tcPr>
            <w:tcW w:w="1524" w:type="dxa"/>
          </w:tcPr>
          <w:p w14:paraId="6D2D2F72" w14:textId="69D26FDC" w:rsidR="00593BB5" w:rsidRPr="009123C9" w:rsidRDefault="00593BB5" w:rsidP="00F70F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Juuni </w:t>
            </w:r>
            <w:r w:rsidRPr="009123C9">
              <w:rPr>
                <w:b/>
                <w:sz w:val="22"/>
                <w:szCs w:val="22"/>
              </w:rPr>
              <w:t>(m3)</w:t>
            </w:r>
          </w:p>
        </w:tc>
        <w:tc>
          <w:tcPr>
            <w:tcW w:w="1524" w:type="dxa"/>
          </w:tcPr>
          <w:p w14:paraId="09261C98" w14:textId="3C05EF69" w:rsidR="00593BB5" w:rsidRPr="009123C9" w:rsidRDefault="00593BB5" w:rsidP="00F70F0F">
            <w:pPr>
              <w:jc w:val="center"/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Ko</w:t>
            </w:r>
            <w:r>
              <w:rPr>
                <w:b/>
                <w:sz w:val="22"/>
                <w:szCs w:val="22"/>
              </w:rPr>
              <w:t>kku</w:t>
            </w:r>
            <w:r w:rsidRPr="009123C9">
              <w:rPr>
                <w:b/>
                <w:sz w:val="22"/>
                <w:szCs w:val="22"/>
              </w:rPr>
              <w:t xml:space="preserve"> (m3)</w:t>
            </w:r>
          </w:p>
        </w:tc>
        <w:tc>
          <w:tcPr>
            <w:tcW w:w="1808" w:type="dxa"/>
          </w:tcPr>
          <w:p w14:paraId="1623B755" w14:textId="77777777" w:rsidR="00593BB5" w:rsidRPr="009123C9" w:rsidRDefault="00593BB5" w:rsidP="00F70F0F">
            <w:pPr>
              <w:jc w:val="center"/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Hind (eur/m3)</w:t>
            </w:r>
          </w:p>
        </w:tc>
      </w:tr>
      <w:tr w:rsidR="00593BB5" w:rsidRPr="009123C9" w14:paraId="7E83E21E" w14:textId="77777777" w:rsidTr="00593BB5">
        <w:tc>
          <w:tcPr>
            <w:tcW w:w="1838" w:type="dxa"/>
          </w:tcPr>
          <w:p w14:paraId="03C1AC5D" w14:textId="3F390104" w:rsidR="00593BB5" w:rsidRPr="009123C9" w:rsidRDefault="00593BB5" w:rsidP="00F70F0F">
            <w:pPr>
              <w:jc w:val="both"/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Kasepaberipuit</w:t>
            </w:r>
          </w:p>
        </w:tc>
        <w:tc>
          <w:tcPr>
            <w:tcW w:w="1701" w:type="dxa"/>
          </w:tcPr>
          <w:p w14:paraId="37FE1A2B" w14:textId="4855688E" w:rsidR="00593BB5" w:rsidRPr="009123C9" w:rsidRDefault="00593BB5" w:rsidP="00F70F0F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Paldiski sadam</w:t>
            </w:r>
          </w:p>
        </w:tc>
        <w:tc>
          <w:tcPr>
            <w:tcW w:w="1523" w:type="dxa"/>
          </w:tcPr>
          <w:p w14:paraId="52170EF9" w14:textId="5EAED008" w:rsidR="00593BB5" w:rsidRPr="009123C9" w:rsidRDefault="00593BB5" w:rsidP="00F70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4" w:type="dxa"/>
          </w:tcPr>
          <w:p w14:paraId="10A22FA1" w14:textId="6531736D" w:rsidR="00593BB5" w:rsidRPr="009123C9" w:rsidRDefault="00593BB5" w:rsidP="00F70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</w:t>
            </w:r>
          </w:p>
        </w:tc>
        <w:tc>
          <w:tcPr>
            <w:tcW w:w="1524" w:type="dxa"/>
          </w:tcPr>
          <w:p w14:paraId="2A3EA7CF" w14:textId="798223BE" w:rsidR="00593BB5" w:rsidRPr="00593BB5" w:rsidRDefault="00593BB5" w:rsidP="00F70F0F">
            <w:pPr>
              <w:jc w:val="center"/>
              <w:rPr>
                <w:b/>
                <w:bCs/>
                <w:sz w:val="22"/>
                <w:szCs w:val="22"/>
              </w:rPr>
            </w:pPr>
            <w:r w:rsidRPr="00593BB5">
              <w:rPr>
                <w:b/>
                <w:bCs/>
                <w:sz w:val="22"/>
                <w:szCs w:val="22"/>
              </w:rPr>
              <w:t>665</w:t>
            </w:r>
          </w:p>
        </w:tc>
        <w:tc>
          <w:tcPr>
            <w:tcW w:w="1808" w:type="dxa"/>
          </w:tcPr>
          <w:p w14:paraId="40B86EEA" w14:textId="5B4E11A3" w:rsidR="00593BB5" w:rsidRPr="009123C9" w:rsidRDefault="00593BB5" w:rsidP="00F70F0F">
            <w:pPr>
              <w:jc w:val="center"/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65,87</w:t>
            </w:r>
          </w:p>
        </w:tc>
      </w:tr>
    </w:tbl>
    <w:p w14:paraId="4E334F23" w14:textId="48507060" w:rsidR="0033781E" w:rsidRPr="009123C9" w:rsidRDefault="0033781E" w:rsidP="00F40D71">
      <w:pPr>
        <w:jc w:val="both"/>
        <w:rPr>
          <w:sz w:val="22"/>
          <w:szCs w:val="22"/>
        </w:rPr>
      </w:pPr>
      <w:r w:rsidRPr="009123C9">
        <w:rPr>
          <w:sz w:val="22"/>
          <w:szCs w:val="22"/>
        </w:rPr>
        <w:t>Mittevastava metsamaterjali hind 20 eur/m3. FAS tarnetingimusel lisandub hin</w:t>
      </w:r>
      <w:r w:rsidR="000A7016">
        <w:rPr>
          <w:sz w:val="22"/>
          <w:szCs w:val="22"/>
        </w:rPr>
        <w:t>dadele</w:t>
      </w:r>
      <w:r w:rsidRPr="009123C9">
        <w:rPr>
          <w:sz w:val="22"/>
          <w:szCs w:val="22"/>
        </w:rPr>
        <w:t xml:space="preserve"> 1,25 eur/m3</w:t>
      </w:r>
      <w:r w:rsidR="000A7016">
        <w:rPr>
          <w:sz w:val="22"/>
          <w:szCs w:val="22"/>
        </w:rPr>
        <w:t>.</w:t>
      </w:r>
    </w:p>
    <w:p w14:paraId="0505FCAB" w14:textId="216FE33C" w:rsidR="000375D0" w:rsidRPr="009123C9" w:rsidRDefault="00785C1F" w:rsidP="00F40D71">
      <w:pPr>
        <w:jc w:val="both"/>
        <w:rPr>
          <w:sz w:val="22"/>
          <w:szCs w:val="22"/>
        </w:rPr>
      </w:pPr>
      <w:r w:rsidRPr="009123C9">
        <w:rPr>
          <w:sz w:val="22"/>
          <w:szCs w:val="22"/>
        </w:rPr>
        <w:t xml:space="preserve">Hindadele </w:t>
      </w:r>
      <w:r w:rsidR="00F40D71" w:rsidRPr="009123C9">
        <w:rPr>
          <w:sz w:val="22"/>
          <w:szCs w:val="22"/>
        </w:rPr>
        <w:t xml:space="preserve"> </w:t>
      </w:r>
      <w:r w:rsidR="0082118D" w:rsidRPr="009123C9">
        <w:rPr>
          <w:sz w:val="22"/>
          <w:szCs w:val="22"/>
        </w:rPr>
        <w:t>lisandub käibemaks 2</w:t>
      </w:r>
      <w:r w:rsidR="003D3AB6" w:rsidRPr="009123C9">
        <w:rPr>
          <w:sz w:val="22"/>
          <w:szCs w:val="22"/>
        </w:rPr>
        <w:t>2</w:t>
      </w:r>
      <w:r w:rsidR="0082118D" w:rsidRPr="009123C9">
        <w:rPr>
          <w:sz w:val="22"/>
          <w:szCs w:val="22"/>
        </w:rPr>
        <w:t>%.</w:t>
      </w:r>
      <w:r w:rsidR="00F40D71" w:rsidRPr="009123C9">
        <w:rPr>
          <w:sz w:val="22"/>
          <w:szCs w:val="22"/>
        </w:rPr>
        <w:t xml:space="preserve"> </w:t>
      </w:r>
    </w:p>
    <w:p w14:paraId="51BAF0D4" w14:textId="2BD220A9" w:rsidR="009071A7" w:rsidRPr="009123C9" w:rsidRDefault="009071A7" w:rsidP="009071A7">
      <w:pPr>
        <w:jc w:val="both"/>
        <w:rPr>
          <w:sz w:val="22"/>
          <w:szCs w:val="22"/>
        </w:rPr>
      </w:pPr>
      <w:r w:rsidRPr="009123C9">
        <w:rPr>
          <w:b/>
          <w:sz w:val="22"/>
          <w:szCs w:val="22"/>
        </w:rPr>
        <w:t>1.3.</w:t>
      </w:r>
      <w:r w:rsidRPr="009123C9">
        <w:rPr>
          <w:sz w:val="22"/>
          <w:szCs w:val="22"/>
        </w:rPr>
        <w:t xml:space="preserve"> </w:t>
      </w:r>
      <w:r w:rsidR="00E514E1" w:rsidRPr="009123C9">
        <w:rPr>
          <w:sz w:val="22"/>
          <w:szCs w:val="22"/>
        </w:rPr>
        <w:t>Metsamaterjali mõõdud ja kvalitee</w:t>
      </w:r>
      <w:r w:rsidR="003D3AB6" w:rsidRPr="009123C9">
        <w:rPr>
          <w:sz w:val="22"/>
          <w:szCs w:val="22"/>
        </w:rPr>
        <w:t xml:space="preserve">di osas rakendatakse </w:t>
      </w:r>
      <w:r w:rsidR="0037254C" w:rsidRPr="009123C9">
        <w:rPr>
          <w:sz w:val="22"/>
          <w:szCs w:val="22"/>
        </w:rPr>
        <w:t>müüdavale metsamaterjalile pikkusega 2,7</w:t>
      </w:r>
      <w:r w:rsidR="006F38EF">
        <w:rPr>
          <w:sz w:val="22"/>
          <w:szCs w:val="22"/>
        </w:rPr>
        <w:t xml:space="preserve"> m</w:t>
      </w:r>
      <w:r w:rsidR="00CA7800">
        <w:rPr>
          <w:sz w:val="22"/>
          <w:szCs w:val="22"/>
        </w:rPr>
        <w:t xml:space="preserve"> (+üle</w:t>
      </w:r>
      <w:r w:rsidR="006F38EF">
        <w:rPr>
          <w:sz w:val="22"/>
          <w:szCs w:val="22"/>
        </w:rPr>
        <w:t>mõõt)</w:t>
      </w:r>
      <w:r w:rsidR="0037254C" w:rsidRPr="009123C9">
        <w:rPr>
          <w:sz w:val="22"/>
          <w:szCs w:val="22"/>
        </w:rPr>
        <w:t xml:space="preserve"> ja diameetriga 12+ cm </w:t>
      </w:r>
      <w:r w:rsidR="003F0DCF" w:rsidRPr="009123C9">
        <w:rPr>
          <w:sz w:val="22"/>
          <w:szCs w:val="22"/>
        </w:rPr>
        <w:t>RMK palkide standard</w:t>
      </w:r>
      <w:r w:rsidR="003D3AB6" w:rsidRPr="009123C9">
        <w:rPr>
          <w:sz w:val="22"/>
          <w:szCs w:val="22"/>
        </w:rPr>
        <w:t>i</w:t>
      </w:r>
      <w:r w:rsidR="003F0DCF" w:rsidRPr="009123C9">
        <w:rPr>
          <w:sz w:val="22"/>
          <w:szCs w:val="22"/>
        </w:rPr>
        <w:t xml:space="preserve"> tabel</w:t>
      </w:r>
      <w:r w:rsidR="0033781E" w:rsidRPr="009123C9">
        <w:rPr>
          <w:sz w:val="22"/>
          <w:szCs w:val="22"/>
        </w:rPr>
        <w:t>i</w:t>
      </w:r>
      <w:r w:rsidR="003F0DCF" w:rsidRPr="009123C9">
        <w:rPr>
          <w:sz w:val="22"/>
          <w:szCs w:val="22"/>
        </w:rPr>
        <w:t xml:space="preserve"> 3.2 kvaliteedinõude</w:t>
      </w:r>
      <w:r w:rsidR="0037254C" w:rsidRPr="009123C9">
        <w:rPr>
          <w:sz w:val="22"/>
          <w:szCs w:val="22"/>
        </w:rPr>
        <w:t>i</w:t>
      </w:r>
      <w:r w:rsidR="003F0DCF" w:rsidRPr="009123C9">
        <w:rPr>
          <w:sz w:val="22"/>
          <w:szCs w:val="22"/>
        </w:rPr>
        <w:t>d</w:t>
      </w:r>
      <w:r w:rsidR="0033781E" w:rsidRPr="009123C9">
        <w:rPr>
          <w:sz w:val="22"/>
          <w:szCs w:val="22"/>
        </w:rPr>
        <w:t>.</w:t>
      </w:r>
      <w:r w:rsidRPr="009123C9">
        <w:rPr>
          <w:sz w:val="22"/>
          <w:szCs w:val="22"/>
        </w:rPr>
        <w:t xml:space="preserve"> </w:t>
      </w:r>
    </w:p>
    <w:p w14:paraId="0BB5E483" w14:textId="77777777" w:rsidR="003934DC" w:rsidRPr="009123C9" w:rsidRDefault="003934DC" w:rsidP="00F40D71">
      <w:pPr>
        <w:jc w:val="both"/>
        <w:rPr>
          <w:b/>
          <w:sz w:val="22"/>
          <w:szCs w:val="22"/>
        </w:rPr>
      </w:pPr>
    </w:p>
    <w:p w14:paraId="5C0C33DB" w14:textId="754F4B93" w:rsidR="00F40D71" w:rsidRPr="009123C9" w:rsidRDefault="00F40D71" w:rsidP="00F40D71">
      <w:pPr>
        <w:jc w:val="both"/>
        <w:rPr>
          <w:bCs/>
          <w:sz w:val="22"/>
          <w:szCs w:val="22"/>
        </w:rPr>
      </w:pPr>
      <w:r w:rsidRPr="009123C9">
        <w:rPr>
          <w:b/>
          <w:sz w:val="22"/>
          <w:szCs w:val="22"/>
        </w:rPr>
        <w:t>2. Metsamaterjali üleandmine, mõõtmine ja kvaliteedi hindamine</w:t>
      </w:r>
      <w:r w:rsidR="00F2216E">
        <w:rPr>
          <w:b/>
          <w:sz w:val="22"/>
          <w:szCs w:val="22"/>
        </w:rPr>
        <w:t>, vormistamine ja vaidluste lahendamine</w:t>
      </w:r>
      <w:r w:rsidRPr="009123C9">
        <w:rPr>
          <w:b/>
          <w:sz w:val="22"/>
          <w:szCs w:val="22"/>
        </w:rPr>
        <w:t>.</w:t>
      </w:r>
    </w:p>
    <w:p w14:paraId="5B2E3039" w14:textId="687918B0" w:rsidR="005D5F91" w:rsidRPr="009123C9" w:rsidRDefault="00F40D71">
      <w:pPr>
        <w:jc w:val="both"/>
        <w:rPr>
          <w:sz w:val="22"/>
          <w:szCs w:val="22"/>
        </w:rPr>
      </w:pPr>
      <w:r w:rsidRPr="009123C9">
        <w:rPr>
          <w:b/>
          <w:sz w:val="22"/>
          <w:szCs w:val="22"/>
        </w:rPr>
        <w:t>2</w:t>
      </w:r>
      <w:r w:rsidR="006E7485" w:rsidRPr="009123C9">
        <w:rPr>
          <w:b/>
          <w:sz w:val="22"/>
          <w:szCs w:val="22"/>
        </w:rPr>
        <w:t>.1</w:t>
      </w:r>
      <w:r w:rsidR="003416DD" w:rsidRPr="009123C9">
        <w:rPr>
          <w:b/>
          <w:sz w:val="22"/>
          <w:szCs w:val="22"/>
        </w:rPr>
        <w:t>.</w:t>
      </w:r>
      <w:r w:rsidR="00A46DF9" w:rsidRPr="009123C9">
        <w:rPr>
          <w:sz w:val="22"/>
          <w:szCs w:val="22"/>
        </w:rPr>
        <w:tab/>
      </w:r>
      <w:r w:rsidR="006E7485" w:rsidRPr="009123C9">
        <w:rPr>
          <w:sz w:val="22"/>
          <w:szCs w:val="22"/>
        </w:rPr>
        <w:t>Metsamaterjali valduse Ostjale üleandmi</w:t>
      </w:r>
      <w:r w:rsidR="005D5F91" w:rsidRPr="009123C9">
        <w:rPr>
          <w:sz w:val="22"/>
          <w:szCs w:val="22"/>
        </w:rPr>
        <w:t>n</w:t>
      </w:r>
      <w:r w:rsidR="006E7485" w:rsidRPr="009123C9">
        <w:rPr>
          <w:sz w:val="22"/>
          <w:szCs w:val="22"/>
        </w:rPr>
        <w:t xml:space="preserve">e </w:t>
      </w:r>
      <w:r w:rsidR="005D5F91" w:rsidRPr="009123C9">
        <w:rPr>
          <w:sz w:val="22"/>
          <w:szCs w:val="22"/>
        </w:rPr>
        <w:t xml:space="preserve">toimub </w:t>
      </w:r>
      <w:r w:rsidR="00E514E1" w:rsidRPr="009123C9">
        <w:rPr>
          <w:sz w:val="22"/>
          <w:szCs w:val="22"/>
        </w:rPr>
        <w:t>tarnetingimus</w:t>
      </w:r>
      <w:r w:rsidR="0033781E" w:rsidRPr="009123C9">
        <w:rPr>
          <w:sz w:val="22"/>
          <w:szCs w:val="22"/>
        </w:rPr>
        <w:t xml:space="preserve"> Paldiski sadam/</w:t>
      </w:r>
      <w:r w:rsidR="00E514E1" w:rsidRPr="009123C9">
        <w:rPr>
          <w:sz w:val="22"/>
          <w:szCs w:val="22"/>
        </w:rPr>
        <w:t>DPU (Incoterms 2020)</w:t>
      </w:r>
      <w:r w:rsidR="005D5F91" w:rsidRPr="009123C9">
        <w:rPr>
          <w:sz w:val="22"/>
          <w:szCs w:val="22"/>
        </w:rPr>
        <w:t>.</w:t>
      </w:r>
    </w:p>
    <w:p w14:paraId="15FCE87B" w14:textId="0214177B" w:rsidR="00E40C44" w:rsidRDefault="00F40D71">
      <w:pPr>
        <w:jc w:val="both"/>
        <w:rPr>
          <w:sz w:val="22"/>
          <w:szCs w:val="22"/>
        </w:rPr>
      </w:pPr>
      <w:r w:rsidRPr="009123C9">
        <w:rPr>
          <w:b/>
          <w:sz w:val="22"/>
          <w:szCs w:val="22"/>
        </w:rPr>
        <w:t>2</w:t>
      </w:r>
      <w:r w:rsidR="006E7485" w:rsidRPr="009123C9">
        <w:rPr>
          <w:b/>
          <w:sz w:val="22"/>
          <w:szCs w:val="22"/>
        </w:rPr>
        <w:t>.2</w:t>
      </w:r>
      <w:r w:rsidR="003416DD" w:rsidRPr="009123C9">
        <w:rPr>
          <w:b/>
          <w:sz w:val="22"/>
          <w:szCs w:val="22"/>
        </w:rPr>
        <w:t>.</w:t>
      </w:r>
      <w:r w:rsidR="006E7485" w:rsidRPr="009123C9">
        <w:rPr>
          <w:sz w:val="22"/>
          <w:szCs w:val="22"/>
        </w:rPr>
        <w:tab/>
      </w:r>
      <w:r w:rsidR="00A46DF9" w:rsidRPr="009123C9">
        <w:rPr>
          <w:sz w:val="22"/>
          <w:szCs w:val="22"/>
        </w:rPr>
        <w:t xml:space="preserve">Metsamaterjali koguse mõõtmine ja kvaliteedi hindamine </w:t>
      </w:r>
      <w:r w:rsidR="00E514E1" w:rsidRPr="009123C9">
        <w:rPr>
          <w:sz w:val="22"/>
          <w:szCs w:val="22"/>
        </w:rPr>
        <w:t>on teostatud</w:t>
      </w:r>
      <w:r w:rsidR="00A46DF9" w:rsidRPr="009123C9">
        <w:rPr>
          <w:sz w:val="22"/>
          <w:szCs w:val="22"/>
        </w:rPr>
        <w:t xml:space="preserve"> vastavalt RMK palkide </w:t>
      </w:r>
      <w:r w:rsidR="00E514E1" w:rsidRPr="009123C9">
        <w:rPr>
          <w:sz w:val="22"/>
          <w:szCs w:val="22"/>
        </w:rPr>
        <w:t xml:space="preserve">ja virnmaterjali </w:t>
      </w:r>
      <w:r w:rsidR="00A46DF9" w:rsidRPr="009123C9">
        <w:rPr>
          <w:sz w:val="22"/>
          <w:szCs w:val="22"/>
        </w:rPr>
        <w:t xml:space="preserve">standardis (avaldatud </w:t>
      </w:r>
      <w:hyperlink r:id="rId9" w:history="1">
        <w:r w:rsidR="00A46DF9" w:rsidRPr="009123C9">
          <w:rPr>
            <w:rStyle w:val="Hyperlink"/>
            <w:sz w:val="22"/>
            <w:szCs w:val="22"/>
          </w:rPr>
          <w:t>www.rmk.ee</w:t>
        </w:r>
      </w:hyperlink>
      <w:r w:rsidR="00A46DF9" w:rsidRPr="009123C9">
        <w:rPr>
          <w:sz w:val="22"/>
          <w:szCs w:val="22"/>
        </w:rPr>
        <w:t>) esitatud juhendile</w:t>
      </w:r>
      <w:r w:rsidR="0033781E" w:rsidRPr="009123C9">
        <w:rPr>
          <w:sz w:val="22"/>
          <w:szCs w:val="22"/>
        </w:rPr>
        <w:t>.</w:t>
      </w:r>
    </w:p>
    <w:p w14:paraId="0C244B2C" w14:textId="354ACBCD" w:rsidR="00577690" w:rsidRDefault="00577690">
      <w:pPr>
        <w:jc w:val="both"/>
        <w:rPr>
          <w:sz w:val="22"/>
          <w:szCs w:val="22"/>
        </w:rPr>
      </w:pPr>
      <w:r w:rsidRPr="00577690">
        <w:rPr>
          <w:b/>
          <w:bCs/>
          <w:sz w:val="22"/>
          <w:szCs w:val="22"/>
        </w:rPr>
        <w:t>2.3.</w:t>
      </w:r>
      <w:r>
        <w:rPr>
          <w:sz w:val="22"/>
          <w:szCs w:val="22"/>
        </w:rPr>
        <w:t xml:space="preserve"> Ostja koostab ja saadab müüjale mõõteraporti virnamõõtmise KPV rakenduse kaudu hiljemalt järgmisel tööpäeval peale koorma saabumist ostja lattu.  </w:t>
      </w:r>
    </w:p>
    <w:p w14:paraId="754B4614" w14:textId="15A3A330" w:rsidR="00577690" w:rsidRDefault="00577690">
      <w:pPr>
        <w:jc w:val="both"/>
        <w:rPr>
          <w:sz w:val="22"/>
          <w:szCs w:val="22"/>
        </w:rPr>
      </w:pPr>
      <w:r w:rsidRPr="00577690">
        <w:rPr>
          <w:b/>
          <w:bCs/>
          <w:sz w:val="22"/>
          <w:szCs w:val="22"/>
        </w:rPr>
        <w:t>2.4.</w:t>
      </w:r>
      <w:r>
        <w:rPr>
          <w:sz w:val="22"/>
          <w:szCs w:val="22"/>
        </w:rPr>
        <w:t xml:space="preserve"> Müüja ja ostja vormistavad metsamaterjali müügi kord nädalas. Koostatud metsamaterjali üleandmise-vastuvõtmise akti ei allkirjastata.</w:t>
      </w:r>
    </w:p>
    <w:p w14:paraId="52DF45F7" w14:textId="53405F92" w:rsidR="00577690" w:rsidRPr="009123C9" w:rsidRDefault="00577690">
      <w:pPr>
        <w:jc w:val="both"/>
        <w:rPr>
          <w:sz w:val="22"/>
          <w:szCs w:val="22"/>
        </w:rPr>
      </w:pPr>
      <w:r w:rsidRPr="00577690">
        <w:rPr>
          <w:b/>
          <w:sz w:val="22"/>
          <w:szCs w:val="22"/>
        </w:rPr>
        <w:t>2.5.</w:t>
      </w:r>
      <w:r>
        <w:rPr>
          <w:bCs/>
          <w:sz w:val="22"/>
          <w:szCs w:val="22"/>
        </w:rPr>
        <w:t xml:space="preserve">  </w:t>
      </w:r>
      <w:r w:rsidRPr="009A6831">
        <w:rPr>
          <w:sz w:val="22"/>
          <w:szCs w:val="22"/>
        </w:rPr>
        <w:t>Metsamaterjali koorma mittevastavusest lähtuvad nõuded lahendatakse poolte volitatud esindajate osavõtul või erapooletu mõõtja mõõtmistulemuste alusel</w:t>
      </w:r>
      <w:r w:rsidRPr="009A683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müügilepingus </w:t>
      </w:r>
      <w:r w:rsidRPr="009A6831">
        <w:rPr>
          <w:bCs/>
          <w:sz w:val="22"/>
          <w:szCs w:val="22"/>
        </w:rPr>
        <w:t>nr 3-3.6.1/2025/7</w:t>
      </w:r>
      <w:r>
        <w:rPr>
          <w:bCs/>
          <w:sz w:val="22"/>
          <w:szCs w:val="22"/>
        </w:rPr>
        <w:t xml:space="preserve"> p. 3 all sätestatust lähtuvalt.</w:t>
      </w:r>
    </w:p>
    <w:p w14:paraId="226F6E22" w14:textId="77777777" w:rsidR="00D930C3" w:rsidRPr="009123C9" w:rsidRDefault="00D930C3">
      <w:pPr>
        <w:jc w:val="both"/>
        <w:rPr>
          <w:bCs/>
          <w:sz w:val="22"/>
          <w:szCs w:val="22"/>
        </w:rPr>
      </w:pPr>
    </w:p>
    <w:p w14:paraId="27E0D1B7" w14:textId="77777777" w:rsidR="00B92CDD" w:rsidRPr="009123C9" w:rsidRDefault="00FE209D" w:rsidP="00B92CDD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3</w:t>
      </w:r>
      <w:r w:rsidR="00B92CDD" w:rsidRPr="009123C9">
        <w:rPr>
          <w:b/>
          <w:sz w:val="22"/>
          <w:szCs w:val="22"/>
        </w:rPr>
        <w:t>. Arvelduste kord, Maksetähtaeg ja Krediidilimiit</w:t>
      </w:r>
    </w:p>
    <w:p w14:paraId="76DA1844" w14:textId="77777777" w:rsidR="00B92CDD" w:rsidRPr="009123C9" w:rsidRDefault="00FE209D" w:rsidP="00B92CDD">
      <w:pPr>
        <w:rPr>
          <w:bCs/>
          <w:sz w:val="22"/>
          <w:szCs w:val="22"/>
        </w:rPr>
      </w:pPr>
      <w:r w:rsidRPr="009123C9">
        <w:rPr>
          <w:b/>
          <w:bCs/>
          <w:sz w:val="22"/>
          <w:szCs w:val="22"/>
        </w:rPr>
        <w:lastRenderedPageBreak/>
        <w:t>3</w:t>
      </w:r>
      <w:r w:rsidR="00B92CDD" w:rsidRPr="009123C9">
        <w:rPr>
          <w:b/>
          <w:bCs/>
          <w:sz w:val="22"/>
          <w:szCs w:val="22"/>
        </w:rPr>
        <w:t>.1</w:t>
      </w:r>
      <w:r w:rsidR="003416DD" w:rsidRPr="009123C9">
        <w:rPr>
          <w:b/>
          <w:bCs/>
          <w:sz w:val="22"/>
          <w:szCs w:val="22"/>
        </w:rPr>
        <w:t>.</w:t>
      </w:r>
      <w:r w:rsidR="00B92CDD" w:rsidRPr="009123C9">
        <w:rPr>
          <w:bCs/>
          <w:sz w:val="22"/>
          <w:szCs w:val="22"/>
        </w:rPr>
        <w:tab/>
        <w:t xml:space="preserve">Metsamaterjali müügilepinguga seonduvad arveldused tehakse Tüüptingimuste punktis 5 sätestatud tingimustel.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819"/>
      </w:tblGrid>
      <w:tr w:rsidR="00B92CDD" w:rsidRPr="009123C9" w14:paraId="41E1A6E6" w14:textId="77777777" w:rsidTr="00FB41E2">
        <w:tc>
          <w:tcPr>
            <w:tcW w:w="4962" w:type="dxa"/>
          </w:tcPr>
          <w:p w14:paraId="27E1F126" w14:textId="77777777" w:rsidR="00B92CDD" w:rsidRPr="009123C9" w:rsidRDefault="00FE209D" w:rsidP="00FB17DB">
            <w:pPr>
              <w:rPr>
                <w:sz w:val="22"/>
                <w:szCs w:val="22"/>
              </w:rPr>
            </w:pPr>
            <w:r w:rsidRPr="009123C9">
              <w:rPr>
                <w:b/>
                <w:bCs/>
                <w:sz w:val="22"/>
                <w:szCs w:val="22"/>
              </w:rPr>
              <w:t>3</w:t>
            </w:r>
            <w:r w:rsidR="00B92CDD" w:rsidRPr="009123C9">
              <w:rPr>
                <w:b/>
                <w:bCs/>
                <w:sz w:val="22"/>
                <w:szCs w:val="22"/>
              </w:rPr>
              <w:t>.2</w:t>
            </w:r>
            <w:r w:rsidR="003416DD" w:rsidRPr="009123C9">
              <w:rPr>
                <w:b/>
                <w:bCs/>
                <w:sz w:val="22"/>
                <w:szCs w:val="22"/>
              </w:rPr>
              <w:t>.</w:t>
            </w:r>
            <w:r w:rsidR="00B92CDD" w:rsidRPr="009123C9">
              <w:rPr>
                <w:b/>
                <w:bCs/>
                <w:sz w:val="22"/>
                <w:szCs w:val="22"/>
              </w:rPr>
              <w:t xml:space="preserve"> Maksetähtaeg </w:t>
            </w:r>
          </w:p>
          <w:p w14:paraId="21ED0FCE" w14:textId="77777777" w:rsidR="00B92CDD" w:rsidRPr="009123C9" w:rsidRDefault="00B92CDD" w:rsidP="00FB17DB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(Tüüptingimuste art. 5)</w:t>
            </w:r>
          </w:p>
        </w:tc>
        <w:tc>
          <w:tcPr>
            <w:tcW w:w="4819" w:type="dxa"/>
          </w:tcPr>
          <w:p w14:paraId="1E8412E0" w14:textId="77777777" w:rsidR="00B92CDD" w:rsidRPr="009123C9" w:rsidRDefault="00FE209D" w:rsidP="00FB17DB">
            <w:pPr>
              <w:rPr>
                <w:sz w:val="22"/>
                <w:szCs w:val="22"/>
              </w:rPr>
            </w:pPr>
            <w:r w:rsidRPr="009123C9">
              <w:rPr>
                <w:b/>
                <w:bCs/>
                <w:sz w:val="22"/>
                <w:szCs w:val="22"/>
              </w:rPr>
              <w:t>3</w:t>
            </w:r>
            <w:r w:rsidR="00B92CDD" w:rsidRPr="009123C9">
              <w:rPr>
                <w:b/>
                <w:bCs/>
                <w:sz w:val="22"/>
                <w:szCs w:val="22"/>
              </w:rPr>
              <w:t>.3</w:t>
            </w:r>
            <w:r w:rsidR="003416DD" w:rsidRPr="009123C9">
              <w:rPr>
                <w:b/>
                <w:bCs/>
                <w:sz w:val="22"/>
                <w:szCs w:val="22"/>
              </w:rPr>
              <w:t>.</w:t>
            </w:r>
            <w:r w:rsidR="00B92CDD" w:rsidRPr="009123C9">
              <w:rPr>
                <w:b/>
                <w:bCs/>
                <w:sz w:val="22"/>
                <w:szCs w:val="22"/>
              </w:rPr>
              <w:t xml:space="preserve"> Krediidilimiit</w:t>
            </w:r>
            <w:r w:rsidR="00B92CDD" w:rsidRPr="009123C9">
              <w:rPr>
                <w:sz w:val="22"/>
                <w:szCs w:val="22"/>
              </w:rPr>
              <w:t xml:space="preserve"> </w:t>
            </w:r>
          </w:p>
          <w:p w14:paraId="4BD4E853" w14:textId="77777777" w:rsidR="00B92CDD" w:rsidRPr="009123C9" w:rsidRDefault="00B92CDD" w:rsidP="00EF13AE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(Tüüptingimuste p. 6.</w:t>
            </w:r>
            <w:r w:rsidR="00EF13AE" w:rsidRPr="009123C9">
              <w:rPr>
                <w:sz w:val="22"/>
                <w:szCs w:val="22"/>
              </w:rPr>
              <w:t>5</w:t>
            </w:r>
            <w:r w:rsidRPr="009123C9">
              <w:rPr>
                <w:sz w:val="22"/>
                <w:szCs w:val="22"/>
              </w:rPr>
              <w:t>)</w:t>
            </w:r>
          </w:p>
        </w:tc>
      </w:tr>
      <w:tr w:rsidR="009071A7" w:rsidRPr="009123C9" w14:paraId="2E28EE22" w14:textId="77777777" w:rsidTr="00FB41E2">
        <w:tc>
          <w:tcPr>
            <w:tcW w:w="4962" w:type="dxa"/>
          </w:tcPr>
          <w:p w14:paraId="08CC8ADE" w14:textId="77777777" w:rsidR="009071A7" w:rsidRPr="009123C9" w:rsidRDefault="009071A7" w:rsidP="009071A7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14 (neliteist) Päeva</w:t>
            </w:r>
          </w:p>
        </w:tc>
        <w:tc>
          <w:tcPr>
            <w:tcW w:w="4819" w:type="dxa"/>
          </w:tcPr>
          <w:p w14:paraId="29F81ACD" w14:textId="77777777" w:rsidR="009071A7" w:rsidRPr="009123C9" w:rsidRDefault="00FE209D" w:rsidP="009071A7">
            <w:pPr>
              <w:rPr>
                <w:sz w:val="22"/>
                <w:szCs w:val="22"/>
              </w:rPr>
            </w:pPr>
            <w:r w:rsidRPr="009123C9">
              <w:rPr>
                <w:sz w:val="22"/>
                <w:szCs w:val="22"/>
              </w:rPr>
              <w:t>Vastavalt esitatud tagatise summale</w:t>
            </w:r>
          </w:p>
        </w:tc>
      </w:tr>
    </w:tbl>
    <w:p w14:paraId="73446903" w14:textId="77777777" w:rsidR="00C124B7" w:rsidRPr="009123C9" w:rsidRDefault="00C124B7" w:rsidP="00B92CDD">
      <w:pPr>
        <w:rPr>
          <w:sz w:val="22"/>
          <w:szCs w:val="22"/>
        </w:rPr>
      </w:pPr>
    </w:p>
    <w:p w14:paraId="227D900D" w14:textId="77777777" w:rsidR="00B92CDD" w:rsidRPr="009123C9" w:rsidRDefault="00FE209D" w:rsidP="00B92CDD">
      <w:pPr>
        <w:rPr>
          <w:sz w:val="22"/>
          <w:szCs w:val="22"/>
        </w:rPr>
      </w:pPr>
      <w:r w:rsidRPr="009123C9">
        <w:rPr>
          <w:b/>
          <w:sz w:val="22"/>
          <w:szCs w:val="22"/>
        </w:rPr>
        <w:t>3</w:t>
      </w:r>
      <w:r w:rsidR="00B92CDD" w:rsidRPr="009123C9">
        <w:rPr>
          <w:b/>
          <w:sz w:val="22"/>
          <w:szCs w:val="22"/>
        </w:rPr>
        <w:t>.4</w:t>
      </w:r>
      <w:r w:rsidR="003416DD" w:rsidRPr="009123C9">
        <w:rPr>
          <w:b/>
          <w:sz w:val="22"/>
          <w:szCs w:val="22"/>
        </w:rPr>
        <w:t>.</w:t>
      </w:r>
      <w:r w:rsidR="00B92CDD" w:rsidRPr="009123C9">
        <w:rPr>
          <w:b/>
          <w:sz w:val="22"/>
          <w:szCs w:val="22"/>
        </w:rPr>
        <w:tab/>
      </w:r>
      <w:r w:rsidR="00B92CDD" w:rsidRPr="009123C9">
        <w:rPr>
          <w:sz w:val="22"/>
          <w:szCs w:val="22"/>
        </w:rPr>
        <w:t xml:space="preserve">Müüja esitab arved Metsamaterjali eest elektrooniliselt e-postiga aadressile: </w:t>
      </w:r>
      <w:hyperlink r:id="rId10" w:history="1">
        <w:r w:rsidR="00D812F9" w:rsidRPr="009123C9">
          <w:rPr>
            <w:rStyle w:val="Hyperlink"/>
            <w:sz w:val="22"/>
            <w:szCs w:val="22"/>
          </w:rPr>
          <w:t>vivika@lignator.ee</w:t>
        </w:r>
      </w:hyperlink>
      <w:r w:rsidR="00D812F9" w:rsidRPr="009123C9">
        <w:rPr>
          <w:sz w:val="22"/>
          <w:szCs w:val="22"/>
        </w:rPr>
        <w:t xml:space="preserve"> </w:t>
      </w:r>
      <w:r w:rsidR="00B92CDD" w:rsidRPr="009123C9">
        <w:rPr>
          <w:sz w:val="22"/>
          <w:szCs w:val="22"/>
        </w:rPr>
        <w:t xml:space="preserve">  .</w:t>
      </w:r>
    </w:p>
    <w:p w14:paraId="460C1538" w14:textId="77777777" w:rsidR="00B92CDD" w:rsidRPr="009123C9" w:rsidRDefault="00B92CDD">
      <w:pPr>
        <w:jc w:val="both"/>
        <w:rPr>
          <w:b/>
          <w:sz w:val="22"/>
          <w:szCs w:val="22"/>
        </w:rPr>
      </w:pPr>
    </w:p>
    <w:p w14:paraId="5896DEA8" w14:textId="77777777" w:rsidR="00B92CDD" w:rsidRPr="009123C9" w:rsidRDefault="00FE209D" w:rsidP="00B92CDD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4</w:t>
      </w:r>
      <w:r w:rsidR="00B92CDD" w:rsidRPr="009123C9">
        <w:rPr>
          <w:b/>
          <w:sz w:val="22"/>
          <w:szCs w:val="22"/>
        </w:rPr>
        <w:t>. Lepingu kehtivus</w:t>
      </w:r>
    </w:p>
    <w:p w14:paraId="2EE8C0A7" w14:textId="77777777" w:rsidR="00B92CDD" w:rsidRPr="009123C9" w:rsidRDefault="00FE209D" w:rsidP="00B92CDD">
      <w:pPr>
        <w:rPr>
          <w:sz w:val="22"/>
          <w:szCs w:val="22"/>
        </w:rPr>
      </w:pPr>
      <w:r w:rsidRPr="009123C9">
        <w:rPr>
          <w:b/>
          <w:sz w:val="22"/>
          <w:szCs w:val="22"/>
        </w:rPr>
        <w:t>4</w:t>
      </w:r>
      <w:r w:rsidR="00B92CDD" w:rsidRPr="009123C9">
        <w:rPr>
          <w:b/>
          <w:sz w:val="22"/>
          <w:szCs w:val="22"/>
        </w:rPr>
        <w:t>.1</w:t>
      </w:r>
      <w:r w:rsidR="003416DD" w:rsidRPr="009123C9">
        <w:rPr>
          <w:b/>
          <w:sz w:val="22"/>
          <w:szCs w:val="22"/>
        </w:rPr>
        <w:t>.</w:t>
      </w:r>
      <w:r w:rsidR="00B92CDD" w:rsidRPr="009123C9">
        <w:rPr>
          <w:sz w:val="22"/>
          <w:szCs w:val="22"/>
        </w:rPr>
        <w:tab/>
        <w:t>Käesolev Leping jõustub selle allakirjutamisel</w:t>
      </w:r>
      <w:r w:rsidR="000500BA" w:rsidRPr="009123C9">
        <w:rPr>
          <w:sz w:val="22"/>
          <w:szCs w:val="22"/>
        </w:rPr>
        <w:t xml:space="preserve"> või hilisema digitaalallkirja kuupäeval.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842"/>
        <w:gridCol w:w="2977"/>
      </w:tblGrid>
      <w:tr w:rsidR="00B92CDD" w:rsidRPr="009123C9" w14:paraId="406A29F8" w14:textId="77777777" w:rsidTr="00F70F0F">
        <w:trPr>
          <w:cantSplit/>
          <w:trHeight w:val="566"/>
        </w:trPr>
        <w:tc>
          <w:tcPr>
            <w:tcW w:w="2268" w:type="dxa"/>
          </w:tcPr>
          <w:p w14:paraId="3233968B" w14:textId="77777777" w:rsidR="00B92CDD" w:rsidRPr="009123C9" w:rsidRDefault="00FE209D" w:rsidP="00FB17DB">
            <w:pPr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4</w:t>
            </w:r>
            <w:r w:rsidR="00B92CDD" w:rsidRPr="009123C9">
              <w:rPr>
                <w:b/>
                <w:sz w:val="22"/>
                <w:szCs w:val="22"/>
              </w:rPr>
              <w:t>.2</w:t>
            </w:r>
            <w:r w:rsidR="003416DD" w:rsidRPr="009123C9">
              <w:rPr>
                <w:b/>
                <w:sz w:val="22"/>
                <w:szCs w:val="22"/>
              </w:rPr>
              <w:t>.</w:t>
            </w:r>
            <w:r w:rsidR="00B92CDD" w:rsidRPr="009123C9">
              <w:rPr>
                <w:b/>
                <w:sz w:val="22"/>
                <w:szCs w:val="22"/>
              </w:rPr>
              <w:t xml:space="preserve"> Leping kehtib alates</w:t>
            </w:r>
          </w:p>
        </w:tc>
        <w:tc>
          <w:tcPr>
            <w:tcW w:w="2694" w:type="dxa"/>
          </w:tcPr>
          <w:p w14:paraId="00231E1A" w14:textId="7B9E1139" w:rsidR="00B92CDD" w:rsidRPr="009123C9" w:rsidRDefault="009123C9" w:rsidP="00F70F0F">
            <w:pPr>
              <w:rPr>
                <w:b/>
                <w:sz w:val="22"/>
                <w:szCs w:val="22"/>
              </w:rPr>
            </w:pPr>
            <w:r w:rsidRPr="009123C9">
              <w:rPr>
                <w:bCs/>
                <w:sz w:val="22"/>
                <w:szCs w:val="22"/>
              </w:rPr>
              <w:t>a</w:t>
            </w:r>
            <w:r w:rsidR="009071A7" w:rsidRPr="009123C9">
              <w:rPr>
                <w:bCs/>
                <w:sz w:val="22"/>
                <w:szCs w:val="22"/>
              </w:rPr>
              <w:t>lates viimase digitaalallkirja kuupäevast</w:t>
            </w:r>
          </w:p>
        </w:tc>
        <w:tc>
          <w:tcPr>
            <w:tcW w:w="1842" w:type="dxa"/>
          </w:tcPr>
          <w:p w14:paraId="5E46897C" w14:textId="77777777" w:rsidR="00B92CDD" w:rsidRPr="009123C9" w:rsidRDefault="00FE209D" w:rsidP="00FB17DB">
            <w:pPr>
              <w:rPr>
                <w:b/>
                <w:sz w:val="22"/>
                <w:szCs w:val="22"/>
              </w:rPr>
            </w:pPr>
            <w:r w:rsidRPr="009123C9">
              <w:rPr>
                <w:b/>
                <w:sz w:val="22"/>
                <w:szCs w:val="22"/>
              </w:rPr>
              <w:t>4</w:t>
            </w:r>
            <w:r w:rsidR="00B92CDD" w:rsidRPr="009123C9">
              <w:rPr>
                <w:b/>
                <w:sz w:val="22"/>
                <w:szCs w:val="22"/>
              </w:rPr>
              <w:t>.3</w:t>
            </w:r>
            <w:r w:rsidR="003416DD" w:rsidRPr="009123C9">
              <w:rPr>
                <w:b/>
                <w:sz w:val="22"/>
                <w:szCs w:val="22"/>
              </w:rPr>
              <w:t>.</w:t>
            </w:r>
            <w:r w:rsidR="00B92CDD" w:rsidRPr="009123C9">
              <w:rPr>
                <w:b/>
                <w:sz w:val="22"/>
                <w:szCs w:val="22"/>
              </w:rPr>
              <w:t xml:space="preserve"> Leping kehtib kuni</w:t>
            </w:r>
          </w:p>
        </w:tc>
        <w:tc>
          <w:tcPr>
            <w:tcW w:w="2977" w:type="dxa"/>
          </w:tcPr>
          <w:p w14:paraId="5315432C" w14:textId="6693950C" w:rsidR="00B92CDD" w:rsidRPr="009123C9" w:rsidRDefault="00FE209D" w:rsidP="00FB17DB">
            <w:pPr>
              <w:rPr>
                <w:bCs/>
                <w:sz w:val="22"/>
                <w:szCs w:val="22"/>
              </w:rPr>
            </w:pPr>
            <w:r w:rsidRPr="009123C9">
              <w:rPr>
                <w:bCs/>
                <w:sz w:val="22"/>
                <w:szCs w:val="22"/>
              </w:rPr>
              <w:t>31.</w:t>
            </w:r>
            <w:r w:rsidR="0033781E" w:rsidRPr="009123C9">
              <w:rPr>
                <w:bCs/>
                <w:sz w:val="22"/>
                <w:szCs w:val="22"/>
              </w:rPr>
              <w:t>07.2025</w:t>
            </w:r>
          </w:p>
          <w:p w14:paraId="71BED123" w14:textId="77777777" w:rsidR="00B92CDD" w:rsidRPr="009123C9" w:rsidRDefault="00B92CDD" w:rsidP="00FB17DB">
            <w:pPr>
              <w:rPr>
                <w:b/>
                <w:sz w:val="22"/>
                <w:szCs w:val="22"/>
              </w:rPr>
            </w:pPr>
          </w:p>
        </w:tc>
      </w:tr>
    </w:tbl>
    <w:p w14:paraId="43D8EB7B" w14:textId="77777777" w:rsidR="00B92CDD" w:rsidRPr="009123C9" w:rsidRDefault="00B92CDD">
      <w:pPr>
        <w:jc w:val="both"/>
        <w:rPr>
          <w:sz w:val="22"/>
          <w:szCs w:val="22"/>
        </w:rPr>
      </w:pPr>
    </w:p>
    <w:p w14:paraId="73CEA619" w14:textId="77777777" w:rsidR="00EF4804" w:rsidRPr="009123C9" w:rsidRDefault="00FE209D">
      <w:pPr>
        <w:jc w:val="both"/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5</w:t>
      </w:r>
      <w:r w:rsidR="00EF4804" w:rsidRPr="009123C9">
        <w:rPr>
          <w:b/>
          <w:sz w:val="22"/>
          <w:szCs w:val="22"/>
        </w:rPr>
        <w:t>. Poolte kontaktisikud ja -aadressid</w:t>
      </w:r>
    </w:p>
    <w:p w14:paraId="3888C82D" w14:textId="033258C5" w:rsidR="0033781E" w:rsidRPr="009123C9" w:rsidRDefault="0033781E" w:rsidP="0033781E">
      <w:pPr>
        <w:shd w:val="clear" w:color="auto" w:fill="FFFFFF" w:themeFill="background1"/>
        <w:rPr>
          <w:bCs/>
          <w:sz w:val="22"/>
          <w:szCs w:val="22"/>
        </w:rPr>
      </w:pPr>
      <w:r w:rsidRPr="009123C9">
        <w:rPr>
          <w:bCs/>
          <w:sz w:val="22"/>
          <w:szCs w:val="22"/>
        </w:rPr>
        <w:t>Pooled lepivad lepingu täitmisega seotud kontaktandmed kokku peale lepingu sõlmimist 5 päeva jooksul edastades need poole esindaja e-posti aadressile. Poolte kontaktandmete muutumisel on  vastav pool kohustatud teavitama teist poolt.</w:t>
      </w:r>
    </w:p>
    <w:p w14:paraId="40ADD46A" w14:textId="77777777" w:rsidR="00AF0139" w:rsidRPr="009123C9" w:rsidRDefault="00AF0139">
      <w:pPr>
        <w:rPr>
          <w:b/>
          <w:sz w:val="22"/>
          <w:szCs w:val="22"/>
        </w:rPr>
      </w:pPr>
    </w:p>
    <w:p w14:paraId="67BABE79" w14:textId="77777777" w:rsidR="00EC3753" w:rsidRPr="009123C9" w:rsidRDefault="00FE209D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6</w:t>
      </w:r>
      <w:r w:rsidR="00EC3753" w:rsidRPr="009123C9">
        <w:rPr>
          <w:b/>
          <w:sz w:val="22"/>
          <w:szCs w:val="22"/>
        </w:rPr>
        <w:t>. Tüüptingimused Metsamaterjali müügilepingu osana</w:t>
      </w:r>
      <w:r w:rsidR="00327C3A" w:rsidRPr="009123C9">
        <w:rPr>
          <w:b/>
          <w:sz w:val="22"/>
          <w:szCs w:val="22"/>
        </w:rPr>
        <w:t xml:space="preserve"> ja</w:t>
      </w:r>
      <w:r w:rsidR="00EC3753" w:rsidRPr="009123C9">
        <w:rPr>
          <w:b/>
          <w:sz w:val="22"/>
          <w:szCs w:val="22"/>
        </w:rPr>
        <w:t xml:space="preserve"> Poolte täielik kokkulepe</w:t>
      </w:r>
    </w:p>
    <w:p w14:paraId="022A0B3E" w14:textId="77777777" w:rsidR="00EC3753" w:rsidRPr="009123C9" w:rsidRDefault="00FE209D" w:rsidP="006C24DB">
      <w:pPr>
        <w:jc w:val="both"/>
        <w:rPr>
          <w:bCs/>
          <w:sz w:val="22"/>
          <w:szCs w:val="22"/>
        </w:rPr>
      </w:pPr>
      <w:r w:rsidRPr="009123C9">
        <w:rPr>
          <w:b/>
          <w:bCs/>
          <w:sz w:val="22"/>
          <w:szCs w:val="22"/>
        </w:rPr>
        <w:t>6</w:t>
      </w:r>
      <w:r w:rsidR="00B41572" w:rsidRPr="009123C9">
        <w:rPr>
          <w:b/>
          <w:bCs/>
          <w:sz w:val="22"/>
          <w:szCs w:val="22"/>
        </w:rPr>
        <w:t>.1</w:t>
      </w:r>
      <w:r w:rsidR="003416DD" w:rsidRPr="009123C9">
        <w:rPr>
          <w:b/>
          <w:bCs/>
          <w:sz w:val="22"/>
          <w:szCs w:val="22"/>
        </w:rPr>
        <w:t>.</w:t>
      </w:r>
      <w:r w:rsidR="00B41572" w:rsidRPr="009123C9">
        <w:rPr>
          <w:bCs/>
          <w:sz w:val="22"/>
          <w:szCs w:val="22"/>
        </w:rPr>
        <w:tab/>
      </w:r>
      <w:r w:rsidR="00EC3753" w:rsidRPr="009123C9">
        <w:rPr>
          <w:bCs/>
          <w:sz w:val="22"/>
          <w:szCs w:val="22"/>
        </w:rPr>
        <w:t>Käesolevas Metsamaterjali müügilepingus reguleerimata küsimuste osas rakendatakse Riigimetsa Majandamise Keskuse Metsamaterjali müügilepingu Tüüptingimusi</w:t>
      </w:r>
      <w:r w:rsidR="006933E3" w:rsidRPr="009123C9">
        <w:rPr>
          <w:bCs/>
          <w:sz w:val="22"/>
          <w:szCs w:val="22"/>
        </w:rPr>
        <w:t xml:space="preserve"> (avaldatud </w:t>
      </w:r>
      <w:hyperlink r:id="rId11" w:history="1">
        <w:r w:rsidR="00EF1DB3" w:rsidRPr="009123C9">
          <w:rPr>
            <w:rStyle w:val="Hyperlink"/>
            <w:bCs/>
            <w:sz w:val="22"/>
            <w:szCs w:val="22"/>
          </w:rPr>
          <w:t>www.rmk.ee</w:t>
        </w:r>
      </w:hyperlink>
      <w:r w:rsidR="00EF1DB3" w:rsidRPr="009123C9">
        <w:rPr>
          <w:bCs/>
          <w:sz w:val="22"/>
          <w:szCs w:val="22"/>
        </w:rPr>
        <w:t xml:space="preserve"> </w:t>
      </w:r>
      <w:r w:rsidR="006933E3" w:rsidRPr="009123C9">
        <w:rPr>
          <w:bCs/>
          <w:sz w:val="22"/>
          <w:szCs w:val="22"/>
        </w:rPr>
        <w:t>)</w:t>
      </w:r>
      <w:r w:rsidR="004D4625" w:rsidRPr="009123C9">
        <w:rPr>
          <w:bCs/>
          <w:sz w:val="22"/>
          <w:szCs w:val="22"/>
        </w:rPr>
        <w:t xml:space="preserve">. Ostja kinnitab käesolevaga oma allkirjaga, et on nimetatud Tüüptingimustega tutvunud ning nende sisust teadlik. Müüjal on õigus Tüüptingimusi ühepoolselt muuta Tüüptingimustega ettenähtud viisil. </w:t>
      </w:r>
      <w:r w:rsidR="00EC3753" w:rsidRPr="009123C9">
        <w:rPr>
          <w:bCs/>
          <w:sz w:val="22"/>
          <w:szCs w:val="22"/>
        </w:rPr>
        <w:t xml:space="preserve">Käesolev Metsamaterjali müügileping koos lisade ja Tüüptingimustega sisaldab endas Poolte täieliku kokkuleppe ja sisaldab kõiki lepingus Metsamaterjali müüki puudutavaid tingimusi, milles Pooled on soovinud kokku leppida. </w:t>
      </w:r>
    </w:p>
    <w:p w14:paraId="21FDF07D" w14:textId="77777777" w:rsidR="00327C3A" w:rsidRPr="009123C9" w:rsidRDefault="00327C3A" w:rsidP="006C24DB">
      <w:pPr>
        <w:rPr>
          <w:b/>
          <w:bCs/>
          <w:sz w:val="22"/>
          <w:szCs w:val="22"/>
        </w:rPr>
      </w:pPr>
    </w:p>
    <w:p w14:paraId="25FFB046" w14:textId="77777777" w:rsidR="003040F4" w:rsidRPr="009123C9" w:rsidRDefault="00FE209D" w:rsidP="00327C3A">
      <w:pPr>
        <w:spacing w:after="120"/>
        <w:jc w:val="both"/>
        <w:rPr>
          <w:b/>
          <w:bCs/>
          <w:sz w:val="22"/>
          <w:szCs w:val="22"/>
        </w:rPr>
      </w:pPr>
      <w:r w:rsidRPr="009123C9">
        <w:rPr>
          <w:b/>
          <w:bCs/>
          <w:sz w:val="22"/>
          <w:szCs w:val="22"/>
        </w:rPr>
        <w:t>7</w:t>
      </w:r>
      <w:r w:rsidR="00327C3A" w:rsidRPr="009123C9">
        <w:rPr>
          <w:b/>
          <w:bCs/>
          <w:sz w:val="22"/>
          <w:szCs w:val="22"/>
        </w:rPr>
        <w:t>. Lõppsätted</w:t>
      </w:r>
    </w:p>
    <w:p w14:paraId="5D1A3522" w14:textId="77777777" w:rsidR="00327C3A" w:rsidRPr="009123C9" w:rsidRDefault="00FE209D" w:rsidP="00327C3A">
      <w:pPr>
        <w:spacing w:after="120"/>
        <w:jc w:val="both"/>
        <w:rPr>
          <w:bCs/>
          <w:sz w:val="22"/>
          <w:szCs w:val="22"/>
        </w:rPr>
      </w:pPr>
      <w:r w:rsidRPr="009123C9">
        <w:rPr>
          <w:b/>
          <w:bCs/>
          <w:sz w:val="22"/>
          <w:szCs w:val="22"/>
        </w:rPr>
        <w:t>7</w:t>
      </w:r>
      <w:r w:rsidR="00327C3A" w:rsidRPr="009123C9">
        <w:rPr>
          <w:b/>
          <w:bCs/>
          <w:sz w:val="22"/>
          <w:szCs w:val="22"/>
        </w:rPr>
        <w:t>.</w:t>
      </w:r>
      <w:r w:rsidRPr="009123C9">
        <w:rPr>
          <w:b/>
          <w:bCs/>
          <w:sz w:val="22"/>
          <w:szCs w:val="22"/>
        </w:rPr>
        <w:t>1</w:t>
      </w:r>
      <w:r w:rsidR="00327C3A" w:rsidRPr="009123C9">
        <w:rPr>
          <w:b/>
          <w:bCs/>
          <w:sz w:val="22"/>
          <w:szCs w:val="22"/>
        </w:rPr>
        <w:t>.</w:t>
      </w:r>
      <w:r w:rsidR="00327C3A" w:rsidRPr="009123C9">
        <w:rPr>
          <w:bCs/>
          <w:sz w:val="22"/>
          <w:szCs w:val="22"/>
        </w:rPr>
        <w:tab/>
        <w:t xml:space="preserve">Kõik Lepingu muudatused jõustuvad pärast nende allakirjutamist mõlema Poole poolt allakirjutamise hetkest või Poolte poolt kirjalikult määratud tähtajal. </w:t>
      </w:r>
    </w:p>
    <w:p w14:paraId="51755309" w14:textId="77777777" w:rsidR="00327C3A" w:rsidRPr="009123C9" w:rsidRDefault="00FE209D" w:rsidP="00327C3A">
      <w:pPr>
        <w:spacing w:after="120"/>
        <w:jc w:val="both"/>
        <w:rPr>
          <w:bCs/>
          <w:sz w:val="22"/>
          <w:szCs w:val="22"/>
        </w:rPr>
      </w:pPr>
      <w:r w:rsidRPr="009123C9">
        <w:rPr>
          <w:b/>
          <w:bCs/>
          <w:sz w:val="22"/>
          <w:szCs w:val="22"/>
        </w:rPr>
        <w:t>7</w:t>
      </w:r>
      <w:r w:rsidR="00327C3A" w:rsidRPr="009123C9">
        <w:rPr>
          <w:b/>
          <w:bCs/>
          <w:sz w:val="22"/>
          <w:szCs w:val="22"/>
        </w:rPr>
        <w:t>.</w:t>
      </w:r>
      <w:r w:rsidRPr="009123C9">
        <w:rPr>
          <w:b/>
          <w:bCs/>
          <w:sz w:val="22"/>
          <w:szCs w:val="22"/>
        </w:rPr>
        <w:t>2</w:t>
      </w:r>
      <w:r w:rsidR="00327C3A" w:rsidRPr="009123C9">
        <w:rPr>
          <w:b/>
          <w:bCs/>
          <w:sz w:val="22"/>
          <w:szCs w:val="22"/>
        </w:rPr>
        <w:t>.</w:t>
      </w:r>
      <w:r w:rsidR="00327C3A" w:rsidRPr="009123C9">
        <w:rPr>
          <w:bCs/>
          <w:sz w:val="22"/>
          <w:szCs w:val="22"/>
        </w:rPr>
        <w:tab/>
        <w:t>Lepinguga seonduvaid eriarvamusi ja vaidlusi lahendavad Pooled eelkõige läbirääkimiste teel. Kui Lepingust tulenevaid vaidlusi ei õnnestu lahendada Poolte läbirääkimistega, lahendatakse vaidlus kostja elu- või asukohajärgses kohtus.</w:t>
      </w:r>
    </w:p>
    <w:p w14:paraId="1CFF5983" w14:textId="77777777" w:rsidR="00327C3A" w:rsidRPr="009123C9" w:rsidRDefault="00327C3A" w:rsidP="00327C3A">
      <w:pPr>
        <w:rPr>
          <w:b/>
          <w:sz w:val="22"/>
          <w:szCs w:val="22"/>
        </w:rPr>
      </w:pPr>
    </w:p>
    <w:p w14:paraId="0B19B6E2" w14:textId="1646AA76" w:rsidR="00327C3A" w:rsidRPr="009123C9" w:rsidRDefault="009123C9" w:rsidP="00327C3A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8</w:t>
      </w:r>
      <w:r w:rsidR="00327C3A" w:rsidRPr="009123C9">
        <w:rPr>
          <w:b/>
          <w:sz w:val="22"/>
          <w:szCs w:val="22"/>
        </w:rPr>
        <w:t xml:space="preserve">. Poolte </w:t>
      </w:r>
      <w:r w:rsidR="001A7023" w:rsidRPr="009123C9">
        <w:rPr>
          <w:b/>
          <w:sz w:val="22"/>
          <w:szCs w:val="22"/>
        </w:rPr>
        <w:t xml:space="preserve">andmed ja </w:t>
      </w:r>
      <w:r w:rsidR="00327C3A" w:rsidRPr="009123C9">
        <w:rPr>
          <w:b/>
          <w:sz w:val="22"/>
          <w:szCs w:val="22"/>
        </w:rPr>
        <w:t>allkirjad</w:t>
      </w:r>
    </w:p>
    <w:p w14:paraId="7489A9BB" w14:textId="77777777" w:rsidR="00466AE9" w:rsidRPr="009123C9" w:rsidRDefault="00466AE9" w:rsidP="00466AE9">
      <w:pPr>
        <w:rPr>
          <w:b/>
          <w:sz w:val="22"/>
          <w:szCs w:val="22"/>
        </w:rPr>
      </w:pPr>
    </w:p>
    <w:p w14:paraId="60415C86" w14:textId="77777777" w:rsidR="00466AE9" w:rsidRPr="009123C9" w:rsidRDefault="00466AE9" w:rsidP="00466AE9">
      <w:pPr>
        <w:rPr>
          <w:b/>
          <w:sz w:val="22"/>
          <w:szCs w:val="22"/>
        </w:rPr>
      </w:pPr>
      <w:r w:rsidRPr="009123C9">
        <w:rPr>
          <w:b/>
          <w:sz w:val="22"/>
          <w:szCs w:val="22"/>
        </w:rPr>
        <w:t>Müüja</w:t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</w:r>
      <w:r w:rsidRPr="009123C9">
        <w:rPr>
          <w:b/>
          <w:sz w:val="22"/>
          <w:szCs w:val="22"/>
        </w:rPr>
        <w:tab/>
        <w:t>Ostja</w:t>
      </w:r>
    </w:p>
    <w:p w14:paraId="4687689B" w14:textId="77777777" w:rsidR="00466AE9" w:rsidRPr="009123C9" w:rsidRDefault="00466AE9" w:rsidP="00466AE9">
      <w:pPr>
        <w:rPr>
          <w:sz w:val="22"/>
          <w:szCs w:val="22"/>
        </w:rPr>
      </w:pPr>
    </w:p>
    <w:p w14:paraId="53C4D9AD" w14:textId="77777777" w:rsidR="00466AE9" w:rsidRPr="009123C9" w:rsidRDefault="00466AE9" w:rsidP="00466AE9">
      <w:pPr>
        <w:rPr>
          <w:sz w:val="22"/>
          <w:szCs w:val="22"/>
        </w:rPr>
      </w:pPr>
      <w:r w:rsidRPr="009123C9">
        <w:rPr>
          <w:sz w:val="22"/>
          <w:szCs w:val="22"/>
          <w:u w:val="single"/>
        </w:rPr>
        <w:t>(allkirjastatud digitaalselt)</w:t>
      </w:r>
      <w:r w:rsidRPr="009123C9">
        <w:rPr>
          <w:sz w:val="22"/>
          <w:szCs w:val="22"/>
        </w:rPr>
        <w:tab/>
      </w:r>
      <w:r w:rsidRPr="009123C9">
        <w:rPr>
          <w:sz w:val="22"/>
          <w:szCs w:val="22"/>
        </w:rPr>
        <w:tab/>
      </w:r>
      <w:r w:rsidRPr="009123C9">
        <w:rPr>
          <w:sz w:val="22"/>
          <w:szCs w:val="22"/>
        </w:rPr>
        <w:tab/>
      </w:r>
      <w:r w:rsidRPr="009123C9">
        <w:rPr>
          <w:sz w:val="22"/>
          <w:szCs w:val="22"/>
        </w:rPr>
        <w:tab/>
      </w:r>
      <w:r w:rsidRPr="009123C9">
        <w:rPr>
          <w:sz w:val="22"/>
          <w:szCs w:val="22"/>
        </w:rPr>
        <w:tab/>
      </w:r>
      <w:r w:rsidRPr="009123C9">
        <w:rPr>
          <w:sz w:val="22"/>
          <w:szCs w:val="22"/>
          <w:u w:val="single"/>
        </w:rPr>
        <w:t>(allkirjastatud digitaalselt)</w:t>
      </w:r>
    </w:p>
    <w:p w14:paraId="41DF93BF" w14:textId="77777777" w:rsidR="00466AE9" w:rsidRPr="009123C9" w:rsidRDefault="00FE209D" w:rsidP="00466AE9">
      <w:pPr>
        <w:rPr>
          <w:sz w:val="22"/>
          <w:szCs w:val="22"/>
        </w:rPr>
      </w:pPr>
      <w:r w:rsidRPr="009123C9">
        <w:rPr>
          <w:sz w:val="22"/>
          <w:szCs w:val="22"/>
        </w:rPr>
        <w:t>Urmas Treial</w:t>
      </w:r>
      <w:r w:rsidR="00A805C3" w:rsidRPr="009123C9">
        <w:rPr>
          <w:sz w:val="22"/>
          <w:szCs w:val="22"/>
        </w:rPr>
        <w:tab/>
      </w:r>
      <w:r w:rsidR="00A805C3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A805C3" w:rsidRPr="009123C9">
        <w:rPr>
          <w:sz w:val="22"/>
          <w:szCs w:val="22"/>
        </w:rPr>
        <w:t>Vivika Koplimaa</w:t>
      </w:r>
    </w:p>
    <w:p w14:paraId="3933CE52" w14:textId="5514F95C" w:rsidR="00327C3A" w:rsidRPr="009123C9" w:rsidRDefault="00A805C3" w:rsidP="00327C3A">
      <w:pPr>
        <w:rPr>
          <w:b/>
          <w:sz w:val="22"/>
          <w:szCs w:val="22"/>
        </w:rPr>
      </w:pPr>
      <w:r w:rsidRPr="009123C9">
        <w:rPr>
          <w:sz w:val="22"/>
          <w:szCs w:val="22"/>
        </w:rPr>
        <w:t>Turustus</w:t>
      </w:r>
      <w:r w:rsidR="00FE209D" w:rsidRPr="009123C9">
        <w:rPr>
          <w:sz w:val="22"/>
          <w:szCs w:val="22"/>
        </w:rPr>
        <w:t>e pea</w:t>
      </w:r>
      <w:r w:rsidR="00466AE9" w:rsidRPr="009123C9">
        <w:rPr>
          <w:sz w:val="22"/>
          <w:szCs w:val="22"/>
        </w:rPr>
        <w:t>spetsialist</w:t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</w:r>
      <w:r w:rsidR="00466AE9" w:rsidRPr="009123C9">
        <w:rPr>
          <w:sz w:val="22"/>
          <w:szCs w:val="22"/>
        </w:rPr>
        <w:tab/>
        <w:t>Juhatuse liige</w:t>
      </w:r>
    </w:p>
    <w:sectPr w:rsidR="00327C3A" w:rsidRPr="009123C9" w:rsidSect="0088198A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567" w:right="851" w:bottom="1134" w:left="1134" w:header="567" w:footer="680" w:gutter="0"/>
      <w:pgNumType w:start="1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3B73" w14:textId="77777777" w:rsidR="008A5EF0" w:rsidRDefault="008A5EF0">
      <w:r>
        <w:separator/>
      </w:r>
    </w:p>
  </w:endnote>
  <w:endnote w:type="continuationSeparator" w:id="0">
    <w:p w14:paraId="3D4F0644" w14:textId="77777777" w:rsidR="008A5EF0" w:rsidRDefault="008A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AAE9" w14:textId="77777777" w:rsidR="0082118D" w:rsidRDefault="0082118D">
    <w:pPr>
      <w:rPr>
        <w:spacing w:val="0"/>
        <w:position w:val="0"/>
        <w:sz w:val="20"/>
      </w:rPr>
    </w:pPr>
    <w:r>
      <w:rPr>
        <w:spacing w:val="0"/>
        <w:position w:val="0"/>
        <w:sz w:val="20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DE7C9" w14:textId="77777777" w:rsidR="008A5EF0" w:rsidRDefault="008A5EF0">
      <w:r>
        <w:separator/>
      </w:r>
    </w:p>
  </w:footnote>
  <w:footnote w:type="continuationSeparator" w:id="0">
    <w:p w14:paraId="377E62CB" w14:textId="77777777" w:rsidR="008A5EF0" w:rsidRDefault="008A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9D891" w14:textId="77777777" w:rsidR="0082118D" w:rsidRDefault="0082118D" w:rsidP="00743FE9">
    <w:pPr>
      <w:tabs>
        <w:tab w:val="center" w:pos="4960"/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86A3" w14:textId="77777777" w:rsidR="0082118D" w:rsidRDefault="0082118D">
    <w:pPr>
      <w:framePr w:w="5049" w:h="1265" w:hRule="exact" w:hSpace="181" w:wrap="notBeside" w:vAnchor="page" w:hAnchor="page" w:x="1701" w:y="545"/>
      <w:rPr>
        <w:sz w:val="2"/>
      </w:rPr>
    </w:pPr>
  </w:p>
  <w:p w14:paraId="2B4311E7" w14:textId="77777777" w:rsidR="0082118D" w:rsidRDefault="0082118D">
    <w:pPr>
      <w:framePr w:w="3289" w:h="567" w:wrap="around" w:vAnchor="page" w:hAnchor="page" w:x="8052" w:y="625"/>
      <w:rPr>
        <w:spacing w:val="0"/>
        <w:position w:val="0"/>
      </w:rPr>
    </w:pPr>
  </w:p>
  <w:p w14:paraId="471299F8" w14:textId="77777777" w:rsidR="0082118D" w:rsidRDefault="0082118D">
    <w:pPr>
      <w:jc w:val="both"/>
      <w:rPr>
        <w:spacing w:val="0"/>
        <w:positio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405"/>
    <w:multiLevelType w:val="hybridMultilevel"/>
    <w:tmpl w:val="D2CA2D6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3EC131B"/>
    <w:multiLevelType w:val="multilevel"/>
    <w:tmpl w:val="CE60F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94F0537"/>
    <w:multiLevelType w:val="hybridMultilevel"/>
    <w:tmpl w:val="253CE6C8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8620E4"/>
    <w:multiLevelType w:val="hybridMultilevel"/>
    <w:tmpl w:val="E83E1430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36BA7"/>
    <w:multiLevelType w:val="hybridMultilevel"/>
    <w:tmpl w:val="C7BC267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8F3440"/>
    <w:multiLevelType w:val="hybridMultilevel"/>
    <w:tmpl w:val="5D1200BE"/>
    <w:lvl w:ilvl="0" w:tplc="B2420D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9F14CA"/>
    <w:multiLevelType w:val="hybridMultilevel"/>
    <w:tmpl w:val="69204A78"/>
    <w:lvl w:ilvl="0" w:tplc="EE420E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 w15:restartNumberingAfterBreak="0">
    <w:nsid w:val="55277BA0"/>
    <w:multiLevelType w:val="hybridMultilevel"/>
    <w:tmpl w:val="F2ECD6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5E72"/>
    <w:multiLevelType w:val="hybridMultilevel"/>
    <w:tmpl w:val="0CB496AA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685CEC"/>
    <w:multiLevelType w:val="hybridMultilevel"/>
    <w:tmpl w:val="087861A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125026"/>
    <w:multiLevelType w:val="hybridMultilevel"/>
    <w:tmpl w:val="EF5402D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FA6A7B"/>
    <w:multiLevelType w:val="hybridMultilevel"/>
    <w:tmpl w:val="0F7664F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161E51"/>
    <w:multiLevelType w:val="hybridMultilevel"/>
    <w:tmpl w:val="B582CA54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5272642">
    <w:abstractNumId w:val="1"/>
  </w:num>
  <w:num w:numId="2" w16cid:durableId="480197289">
    <w:abstractNumId w:val="8"/>
  </w:num>
  <w:num w:numId="3" w16cid:durableId="2128891117">
    <w:abstractNumId w:val="2"/>
  </w:num>
  <w:num w:numId="4" w16cid:durableId="1880236710">
    <w:abstractNumId w:val="3"/>
  </w:num>
  <w:num w:numId="5" w16cid:durableId="616908943">
    <w:abstractNumId w:val="5"/>
  </w:num>
  <w:num w:numId="6" w16cid:durableId="1477144131">
    <w:abstractNumId w:val="11"/>
  </w:num>
  <w:num w:numId="7" w16cid:durableId="2038655860">
    <w:abstractNumId w:val="14"/>
  </w:num>
  <w:num w:numId="8" w16cid:durableId="86073968">
    <w:abstractNumId w:val="0"/>
  </w:num>
  <w:num w:numId="9" w16cid:durableId="1024593774">
    <w:abstractNumId w:val="12"/>
  </w:num>
  <w:num w:numId="10" w16cid:durableId="1988316118">
    <w:abstractNumId w:val="4"/>
  </w:num>
  <w:num w:numId="11" w16cid:durableId="35354855">
    <w:abstractNumId w:val="10"/>
  </w:num>
  <w:num w:numId="12" w16cid:durableId="1534415873">
    <w:abstractNumId w:val="13"/>
  </w:num>
  <w:num w:numId="13" w16cid:durableId="1696079861">
    <w:abstractNumId w:val="9"/>
  </w:num>
  <w:num w:numId="14" w16cid:durableId="1290017452">
    <w:abstractNumId w:val="7"/>
  </w:num>
  <w:num w:numId="15" w16cid:durableId="1976139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260"/>
    <w:rsid w:val="0000198A"/>
    <w:rsid w:val="00015021"/>
    <w:rsid w:val="000208F3"/>
    <w:rsid w:val="0002117B"/>
    <w:rsid w:val="000257EB"/>
    <w:rsid w:val="00032EC6"/>
    <w:rsid w:val="000375D0"/>
    <w:rsid w:val="00040608"/>
    <w:rsid w:val="00045B0A"/>
    <w:rsid w:val="000500BA"/>
    <w:rsid w:val="00055E70"/>
    <w:rsid w:val="00056A77"/>
    <w:rsid w:val="000677A1"/>
    <w:rsid w:val="000811D2"/>
    <w:rsid w:val="000834AA"/>
    <w:rsid w:val="00084A1A"/>
    <w:rsid w:val="00085A6B"/>
    <w:rsid w:val="00085B17"/>
    <w:rsid w:val="00087652"/>
    <w:rsid w:val="000A19E0"/>
    <w:rsid w:val="000A270D"/>
    <w:rsid w:val="000A2854"/>
    <w:rsid w:val="000A51F7"/>
    <w:rsid w:val="000A7016"/>
    <w:rsid w:val="000B105E"/>
    <w:rsid w:val="000B3224"/>
    <w:rsid w:val="000B34D5"/>
    <w:rsid w:val="000B387B"/>
    <w:rsid w:val="000B3C68"/>
    <w:rsid w:val="000B41EE"/>
    <w:rsid w:val="000B6CD5"/>
    <w:rsid w:val="000D4AB7"/>
    <w:rsid w:val="000D4DFF"/>
    <w:rsid w:val="000D5F65"/>
    <w:rsid w:val="000F0ED9"/>
    <w:rsid w:val="000F34A7"/>
    <w:rsid w:val="0010038F"/>
    <w:rsid w:val="0010534D"/>
    <w:rsid w:val="00106B93"/>
    <w:rsid w:val="001111A1"/>
    <w:rsid w:val="0011406D"/>
    <w:rsid w:val="001145B5"/>
    <w:rsid w:val="0012087A"/>
    <w:rsid w:val="00120DF1"/>
    <w:rsid w:val="00124705"/>
    <w:rsid w:val="0013088E"/>
    <w:rsid w:val="00134178"/>
    <w:rsid w:val="00135375"/>
    <w:rsid w:val="0013541F"/>
    <w:rsid w:val="001436B3"/>
    <w:rsid w:val="00170A14"/>
    <w:rsid w:val="00175920"/>
    <w:rsid w:val="00180E8D"/>
    <w:rsid w:val="0018240B"/>
    <w:rsid w:val="00187049"/>
    <w:rsid w:val="00191AB5"/>
    <w:rsid w:val="001921BC"/>
    <w:rsid w:val="0019315C"/>
    <w:rsid w:val="00194D39"/>
    <w:rsid w:val="001A650B"/>
    <w:rsid w:val="001A7023"/>
    <w:rsid w:val="001B25B0"/>
    <w:rsid w:val="001B2704"/>
    <w:rsid w:val="001B6FB4"/>
    <w:rsid w:val="001C076F"/>
    <w:rsid w:val="001C7E1E"/>
    <w:rsid w:val="001D0946"/>
    <w:rsid w:val="001D26A8"/>
    <w:rsid w:val="001E5B98"/>
    <w:rsid w:val="001F623B"/>
    <w:rsid w:val="00202884"/>
    <w:rsid w:val="0020382B"/>
    <w:rsid w:val="00204185"/>
    <w:rsid w:val="00207341"/>
    <w:rsid w:val="002128CE"/>
    <w:rsid w:val="00216B35"/>
    <w:rsid w:val="00220055"/>
    <w:rsid w:val="00230906"/>
    <w:rsid w:val="0023147A"/>
    <w:rsid w:val="00242028"/>
    <w:rsid w:val="00243A8F"/>
    <w:rsid w:val="00244211"/>
    <w:rsid w:val="002536EF"/>
    <w:rsid w:val="00257CE1"/>
    <w:rsid w:val="00267CD7"/>
    <w:rsid w:val="00274BF6"/>
    <w:rsid w:val="00277069"/>
    <w:rsid w:val="0028133D"/>
    <w:rsid w:val="0028259A"/>
    <w:rsid w:val="002856DB"/>
    <w:rsid w:val="0029146D"/>
    <w:rsid w:val="002966FF"/>
    <w:rsid w:val="002A0A82"/>
    <w:rsid w:val="002A0FA8"/>
    <w:rsid w:val="002A7B9A"/>
    <w:rsid w:val="002B010F"/>
    <w:rsid w:val="002C073C"/>
    <w:rsid w:val="002C2317"/>
    <w:rsid w:val="002C570E"/>
    <w:rsid w:val="002E7865"/>
    <w:rsid w:val="002F002D"/>
    <w:rsid w:val="002F4E47"/>
    <w:rsid w:val="002F5C39"/>
    <w:rsid w:val="002F7629"/>
    <w:rsid w:val="00302ABF"/>
    <w:rsid w:val="003040F4"/>
    <w:rsid w:val="003063B3"/>
    <w:rsid w:val="00313D15"/>
    <w:rsid w:val="00315D16"/>
    <w:rsid w:val="0032094F"/>
    <w:rsid w:val="00321162"/>
    <w:rsid w:val="00327C3A"/>
    <w:rsid w:val="0033099E"/>
    <w:rsid w:val="0033781E"/>
    <w:rsid w:val="00337838"/>
    <w:rsid w:val="003416DD"/>
    <w:rsid w:val="00341F0F"/>
    <w:rsid w:val="00360173"/>
    <w:rsid w:val="00360E83"/>
    <w:rsid w:val="00361342"/>
    <w:rsid w:val="00371314"/>
    <w:rsid w:val="0037254C"/>
    <w:rsid w:val="003732D1"/>
    <w:rsid w:val="0037583C"/>
    <w:rsid w:val="003805CA"/>
    <w:rsid w:val="003934DC"/>
    <w:rsid w:val="0039757B"/>
    <w:rsid w:val="003A208B"/>
    <w:rsid w:val="003A6A20"/>
    <w:rsid w:val="003B2072"/>
    <w:rsid w:val="003B2799"/>
    <w:rsid w:val="003B2EFD"/>
    <w:rsid w:val="003B360C"/>
    <w:rsid w:val="003B3B60"/>
    <w:rsid w:val="003B5619"/>
    <w:rsid w:val="003B6FF6"/>
    <w:rsid w:val="003D3AB6"/>
    <w:rsid w:val="003E1BAD"/>
    <w:rsid w:val="003E1D3A"/>
    <w:rsid w:val="003E273E"/>
    <w:rsid w:val="003E33B8"/>
    <w:rsid w:val="003F005C"/>
    <w:rsid w:val="003F058D"/>
    <w:rsid w:val="003F0DCF"/>
    <w:rsid w:val="003F0E47"/>
    <w:rsid w:val="003F1880"/>
    <w:rsid w:val="004009A5"/>
    <w:rsid w:val="00402CB5"/>
    <w:rsid w:val="00420BBB"/>
    <w:rsid w:val="0042109D"/>
    <w:rsid w:val="00423AC7"/>
    <w:rsid w:val="00430A6C"/>
    <w:rsid w:val="004331AD"/>
    <w:rsid w:val="00441013"/>
    <w:rsid w:val="00441316"/>
    <w:rsid w:val="00444F86"/>
    <w:rsid w:val="00457AD1"/>
    <w:rsid w:val="00461594"/>
    <w:rsid w:val="00466AE9"/>
    <w:rsid w:val="00475786"/>
    <w:rsid w:val="0047688B"/>
    <w:rsid w:val="00483E1F"/>
    <w:rsid w:val="00484804"/>
    <w:rsid w:val="00484B6D"/>
    <w:rsid w:val="0048697A"/>
    <w:rsid w:val="00490E52"/>
    <w:rsid w:val="00493448"/>
    <w:rsid w:val="00493D7A"/>
    <w:rsid w:val="004974AA"/>
    <w:rsid w:val="00497EF3"/>
    <w:rsid w:val="004A276B"/>
    <w:rsid w:val="004A7938"/>
    <w:rsid w:val="004B20DF"/>
    <w:rsid w:val="004B384A"/>
    <w:rsid w:val="004B5707"/>
    <w:rsid w:val="004B75C3"/>
    <w:rsid w:val="004C081A"/>
    <w:rsid w:val="004C3A6D"/>
    <w:rsid w:val="004C4437"/>
    <w:rsid w:val="004D0357"/>
    <w:rsid w:val="004D04AC"/>
    <w:rsid w:val="004D2B34"/>
    <w:rsid w:val="004D4625"/>
    <w:rsid w:val="004D5918"/>
    <w:rsid w:val="004E2AA3"/>
    <w:rsid w:val="004F260B"/>
    <w:rsid w:val="004F579E"/>
    <w:rsid w:val="00510D61"/>
    <w:rsid w:val="005159B7"/>
    <w:rsid w:val="00524A42"/>
    <w:rsid w:val="00532C45"/>
    <w:rsid w:val="005419D5"/>
    <w:rsid w:val="0054327D"/>
    <w:rsid w:val="00563751"/>
    <w:rsid w:val="00566CD4"/>
    <w:rsid w:val="0057250E"/>
    <w:rsid w:val="00577690"/>
    <w:rsid w:val="00577B72"/>
    <w:rsid w:val="00577DE7"/>
    <w:rsid w:val="00583608"/>
    <w:rsid w:val="00586009"/>
    <w:rsid w:val="00586DAD"/>
    <w:rsid w:val="00593BB5"/>
    <w:rsid w:val="005A0AF1"/>
    <w:rsid w:val="005A3304"/>
    <w:rsid w:val="005A3E6B"/>
    <w:rsid w:val="005A7C28"/>
    <w:rsid w:val="005C7054"/>
    <w:rsid w:val="005D404A"/>
    <w:rsid w:val="005D460A"/>
    <w:rsid w:val="005D5F91"/>
    <w:rsid w:val="005E0A7C"/>
    <w:rsid w:val="005E2378"/>
    <w:rsid w:val="005E567D"/>
    <w:rsid w:val="005E6E7F"/>
    <w:rsid w:val="00601B5A"/>
    <w:rsid w:val="00605586"/>
    <w:rsid w:val="00611899"/>
    <w:rsid w:val="00612307"/>
    <w:rsid w:val="006206CF"/>
    <w:rsid w:val="00624068"/>
    <w:rsid w:val="006267EA"/>
    <w:rsid w:val="006450A8"/>
    <w:rsid w:val="0065430F"/>
    <w:rsid w:val="006575ED"/>
    <w:rsid w:val="006678C8"/>
    <w:rsid w:val="00674513"/>
    <w:rsid w:val="006920BF"/>
    <w:rsid w:val="006933E3"/>
    <w:rsid w:val="00695E77"/>
    <w:rsid w:val="00696D60"/>
    <w:rsid w:val="006A01F3"/>
    <w:rsid w:val="006A5D3A"/>
    <w:rsid w:val="006C2272"/>
    <w:rsid w:val="006C24DB"/>
    <w:rsid w:val="006C34F8"/>
    <w:rsid w:val="006C384B"/>
    <w:rsid w:val="006C42E2"/>
    <w:rsid w:val="006D6AC0"/>
    <w:rsid w:val="006E7485"/>
    <w:rsid w:val="006F38EF"/>
    <w:rsid w:val="006F56AD"/>
    <w:rsid w:val="00705FAF"/>
    <w:rsid w:val="00706FAD"/>
    <w:rsid w:val="007114E7"/>
    <w:rsid w:val="00713BD9"/>
    <w:rsid w:val="007160B8"/>
    <w:rsid w:val="00720A25"/>
    <w:rsid w:val="007222E2"/>
    <w:rsid w:val="007311F3"/>
    <w:rsid w:val="00743FE9"/>
    <w:rsid w:val="007453A7"/>
    <w:rsid w:val="0074635C"/>
    <w:rsid w:val="00750107"/>
    <w:rsid w:val="007510E0"/>
    <w:rsid w:val="0076294C"/>
    <w:rsid w:val="00764A9C"/>
    <w:rsid w:val="00782CB8"/>
    <w:rsid w:val="00783E28"/>
    <w:rsid w:val="00785C1F"/>
    <w:rsid w:val="00786355"/>
    <w:rsid w:val="00796475"/>
    <w:rsid w:val="00796901"/>
    <w:rsid w:val="007A15AC"/>
    <w:rsid w:val="007A1D51"/>
    <w:rsid w:val="007A42E9"/>
    <w:rsid w:val="007B136F"/>
    <w:rsid w:val="007B30A9"/>
    <w:rsid w:val="007B4EAF"/>
    <w:rsid w:val="007B7323"/>
    <w:rsid w:val="007C5026"/>
    <w:rsid w:val="007D0C48"/>
    <w:rsid w:val="007D61C3"/>
    <w:rsid w:val="007E1BD8"/>
    <w:rsid w:val="007F56A2"/>
    <w:rsid w:val="00800BB1"/>
    <w:rsid w:val="0081127E"/>
    <w:rsid w:val="0081530B"/>
    <w:rsid w:val="0082118D"/>
    <w:rsid w:val="00826118"/>
    <w:rsid w:val="00826EFE"/>
    <w:rsid w:val="008331AB"/>
    <w:rsid w:val="008356D8"/>
    <w:rsid w:val="00851B6A"/>
    <w:rsid w:val="008520DC"/>
    <w:rsid w:val="00853A1C"/>
    <w:rsid w:val="008553FB"/>
    <w:rsid w:val="008567A8"/>
    <w:rsid w:val="00862060"/>
    <w:rsid w:val="0086253A"/>
    <w:rsid w:val="00864508"/>
    <w:rsid w:val="00871CAB"/>
    <w:rsid w:val="00872A61"/>
    <w:rsid w:val="0087351E"/>
    <w:rsid w:val="00874E63"/>
    <w:rsid w:val="00880107"/>
    <w:rsid w:val="0088198A"/>
    <w:rsid w:val="008863B0"/>
    <w:rsid w:val="00894C78"/>
    <w:rsid w:val="008A07A3"/>
    <w:rsid w:val="008A277E"/>
    <w:rsid w:val="008A586F"/>
    <w:rsid w:val="008A5EF0"/>
    <w:rsid w:val="008B6A9A"/>
    <w:rsid w:val="008D7B4F"/>
    <w:rsid w:val="008E158B"/>
    <w:rsid w:val="008E1A1D"/>
    <w:rsid w:val="008E2AA3"/>
    <w:rsid w:val="008F331C"/>
    <w:rsid w:val="008F6E67"/>
    <w:rsid w:val="009012C7"/>
    <w:rsid w:val="009068D5"/>
    <w:rsid w:val="009071A7"/>
    <w:rsid w:val="00907C1B"/>
    <w:rsid w:val="00911DE2"/>
    <w:rsid w:val="0091203B"/>
    <w:rsid w:val="009123C9"/>
    <w:rsid w:val="009134B7"/>
    <w:rsid w:val="009168A6"/>
    <w:rsid w:val="00930A88"/>
    <w:rsid w:val="00930B4A"/>
    <w:rsid w:val="0094462A"/>
    <w:rsid w:val="00945734"/>
    <w:rsid w:val="009551B0"/>
    <w:rsid w:val="00956401"/>
    <w:rsid w:val="00973352"/>
    <w:rsid w:val="009755E4"/>
    <w:rsid w:val="009A38A7"/>
    <w:rsid w:val="009A6508"/>
    <w:rsid w:val="009A6C84"/>
    <w:rsid w:val="009B2205"/>
    <w:rsid w:val="009C6771"/>
    <w:rsid w:val="009D7347"/>
    <w:rsid w:val="009E047F"/>
    <w:rsid w:val="009E293E"/>
    <w:rsid w:val="009E3BF6"/>
    <w:rsid w:val="009F106D"/>
    <w:rsid w:val="009F490E"/>
    <w:rsid w:val="00A04A0D"/>
    <w:rsid w:val="00A1142E"/>
    <w:rsid w:val="00A21A2A"/>
    <w:rsid w:val="00A225E6"/>
    <w:rsid w:val="00A277F3"/>
    <w:rsid w:val="00A3150C"/>
    <w:rsid w:val="00A321F7"/>
    <w:rsid w:val="00A33604"/>
    <w:rsid w:val="00A34986"/>
    <w:rsid w:val="00A44923"/>
    <w:rsid w:val="00A46DF9"/>
    <w:rsid w:val="00A5449E"/>
    <w:rsid w:val="00A729FF"/>
    <w:rsid w:val="00A73FEC"/>
    <w:rsid w:val="00A805C3"/>
    <w:rsid w:val="00AA2A45"/>
    <w:rsid w:val="00AC6689"/>
    <w:rsid w:val="00AF0139"/>
    <w:rsid w:val="00AF7752"/>
    <w:rsid w:val="00B140B6"/>
    <w:rsid w:val="00B14F75"/>
    <w:rsid w:val="00B256C6"/>
    <w:rsid w:val="00B265CB"/>
    <w:rsid w:val="00B315A6"/>
    <w:rsid w:val="00B34093"/>
    <w:rsid w:val="00B35631"/>
    <w:rsid w:val="00B41572"/>
    <w:rsid w:val="00B427AC"/>
    <w:rsid w:val="00B522D0"/>
    <w:rsid w:val="00B5593A"/>
    <w:rsid w:val="00B612B1"/>
    <w:rsid w:val="00B75DC4"/>
    <w:rsid w:val="00B77530"/>
    <w:rsid w:val="00B7787D"/>
    <w:rsid w:val="00B778BB"/>
    <w:rsid w:val="00B8459C"/>
    <w:rsid w:val="00B9286F"/>
    <w:rsid w:val="00B92CDD"/>
    <w:rsid w:val="00BA3162"/>
    <w:rsid w:val="00BB47D6"/>
    <w:rsid w:val="00BB75B0"/>
    <w:rsid w:val="00BD4226"/>
    <w:rsid w:val="00BE7A8E"/>
    <w:rsid w:val="00BF4973"/>
    <w:rsid w:val="00C000DF"/>
    <w:rsid w:val="00C03448"/>
    <w:rsid w:val="00C124B7"/>
    <w:rsid w:val="00C12832"/>
    <w:rsid w:val="00C128E6"/>
    <w:rsid w:val="00C16CF9"/>
    <w:rsid w:val="00C179D1"/>
    <w:rsid w:val="00C2066F"/>
    <w:rsid w:val="00C3749E"/>
    <w:rsid w:val="00C40A70"/>
    <w:rsid w:val="00C40BDF"/>
    <w:rsid w:val="00C41DEF"/>
    <w:rsid w:val="00C43976"/>
    <w:rsid w:val="00C459C1"/>
    <w:rsid w:val="00C45B48"/>
    <w:rsid w:val="00C6016F"/>
    <w:rsid w:val="00C62934"/>
    <w:rsid w:val="00C62936"/>
    <w:rsid w:val="00C63216"/>
    <w:rsid w:val="00C63D55"/>
    <w:rsid w:val="00C66AFE"/>
    <w:rsid w:val="00C6724D"/>
    <w:rsid w:val="00C70E55"/>
    <w:rsid w:val="00C802AE"/>
    <w:rsid w:val="00C87BF2"/>
    <w:rsid w:val="00C92E07"/>
    <w:rsid w:val="00C92E53"/>
    <w:rsid w:val="00C97116"/>
    <w:rsid w:val="00CA7800"/>
    <w:rsid w:val="00CA7865"/>
    <w:rsid w:val="00CA7968"/>
    <w:rsid w:val="00CB3023"/>
    <w:rsid w:val="00CB5ED5"/>
    <w:rsid w:val="00CB6BC1"/>
    <w:rsid w:val="00CC5F7F"/>
    <w:rsid w:val="00CD36B4"/>
    <w:rsid w:val="00CD3923"/>
    <w:rsid w:val="00CE5942"/>
    <w:rsid w:val="00CF1E47"/>
    <w:rsid w:val="00D0267E"/>
    <w:rsid w:val="00D02CE6"/>
    <w:rsid w:val="00D06333"/>
    <w:rsid w:val="00D07402"/>
    <w:rsid w:val="00D104E8"/>
    <w:rsid w:val="00D136D7"/>
    <w:rsid w:val="00D205C6"/>
    <w:rsid w:val="00D20B0F"/>
    <w:rsid w:val="00D25CA1"/>
    <w:rsid w:val="00D271E7"/>
    <w:rsid w:val="00D30260"/>
    <w:rsid w:val="00D30E08"/>
    <w:rsid w:val="00D3320E"/>
    <w:rsid w:val="00D34844"/>
    <w:rsid w:val="00D34E2A"/>
    <w:rsid w:val="00D41037"/>
    <w:rsid w:val="00D428D7"/>
    <w:rsid w:val="00D44A0C"/>
    <w:rsid w:val="00D474F1"/>
    <w:rsid w:val="00D50586"/>
    <w:rsid w:val="00D526A1"/>
    <w:rsid w:val="00D53FF4"/>
    <w:rsid w:val="00D57407"/>
    <w:rsid w:val="00D61A09"/>
    <w:rsid w:val="00D6478A"/>
    <w:rsid w:val="00D659DA"/>
    <w:rsid w:val="00D71E2F"/>
    <w:rsid w:val="00D754B9"/>
    <w:rsid w:val="00D80B25"/>
    <w:rsid w:val="00D812F9"/>
    <w:rsid w:val="00D81627"/>
    <w:rsid w:val="00D81FA2"/>
    <w:rsid w:val="00D85FA2"/>
    <w:rsid w:val="00D91416"/>
    <w:rsid w:val="00D930C3"/>
    <w:rsid w:val="00DA77B4"/>
    <w:rsid w:val="00DB21C0"/>
    <w:rsid w:val="00DB35BE"/>
    <w:rsid w:val="00DB4568"/>
    <w:rsid w:val="00DC0E87"/>
    <w:rsid w:val="00DC25AE"/>
    <w:rsid w:val="00DC4CFF"/>
    <w:rsid w:val="00DC5574"/>
    <w:rsid w:val="00DC5969"/>
    <w:rsid w:val="00DC600A"/>
    <w:rsid w:val="00DC6361"/>
    <w:rsid w:val="00DC7DE5"/>
    <w:rsid w:val="00DD243A"/>
    <w:rsid w:val="00DD2930"/>
    <w:rsid w:val="00DE09BA"/>
    <w:rsid w:val="00DF2FC8"/>
    <w:rsid w:val="00E00F31"/>
    <w:rsid w:val="00E049BD"/>
    <w:rsid w:val="00E1622F"/>
    <w:rsid w:val="00E22BC8"/>
    <w:rsid w:val="00E25FEA"/>
    <w:rsid w:val="00E27ADD"/>
    <w:rsid w:val="00E40C44"/>
    <w:rsid w:val="00E4340A"/>
    <w:rsid w:val="00E44852"/>
    <w:rsid w:val="00E456E4"/>
    <w:rsid w:val="00E514E1"/>
    <w:rsid w:val="00E54E70"/>
    <w:rsid w:val="00E54FDD"/>
    <w:rsid w:val="00E57D7F"/>
    <w:rsid w:val="00E67E62"/>
    <w:rsid w:val="00E733EE"/>
    <w:rsid w:val="00E75A3A"/>
    <w:rsid w:val="00E77BFC"/>
    <w:rsid w:val="00E808D5"/>
    <w:rsid w:val="00E828B8"/>
    <w:rsid w:val="00E9177D"/>
    <w:rsid w:val="00E91DDF"/>
    <w:rsid w:val="00EA3AEB"/>
    <w:rsid w:val="00EB75C7"/>
    <w:rsid w:val="00EC1502"/>
    <w:rsid w:val="00EC3753"/>
    <w:rsid w:val="00EC6945"/>
    <w:rsid w:val="00ED526A"/>
    <w:rsid w:val="00EE333C"/>
    <w:rsid w:val="00EF0709"/>
    <w:rsid w:val="00EF13AE"/>
    <w:rsid w:val="00EF1DB3"/>
    <w:rsid w:val="00EF4804"/>
    <w:rsid w:val="00EF75FF"/>
    <w:rsid w:val="00F05F65"/>
    <w:rsid w:val="00F11B2A"/>
    <w:rsid w:val="00F12C2D"/>
    <w:rsid w:val="00F2216E"/>
    <w:rsid w:val="00F26B58"/>
    <w:rsid w:val="00F35528"/>
    <w:rsid w:val="00F374AD"/>
    <w:rsid w:val="00F4018C"/>
    <w:rsid w:val="00F40D71"/>
    <w:rsid w:val="00F454C1"/>
    <w:rsid w:val="00F53DBD"/>
    <w:rsid w:val="00F542C9"/>
    <w:rsid w:val="00F56D02"/>
    <w:rsid w:val="00F70F0F"/>
    <w:rsid w:val="00F744A3"/>
    <w:rsid w:val="00F93176"/>
    <w:rsid w:val="00F96D39"/>
    <w:rsid w:val="00F97E12"/>
    <w:rsid w:val="00FB0126"/>
    <w:rsid w:val="00FB0828"/>
    <w:rsid w:val="00FB17DB"/>
    <w:rsid w:val="00FB41E2"/>
    <w:rsid w:val="00FB446D"/>
    <w:rsid w:val="00FB5222"/>
    <w:rsid w:val="00FB6294"/>
    <w:rsid w:val="00FB7C50"/>
    <w:rsid w:val="00FC10A8"/>
    <w:rsid w:val="00FD0482"/>
    <w:rsid w:val="00FD6220"/>
    <w:rsid w:val="00FE022E"/>
    <w:rsid w:val="00FE0926"/>
    <w:rsid w:val="00FE19AF"/>
    <w:rsid w:val="00FE209D"/>
    <w:rsid w:val="00FE3D12"/>
    <w:rsid w:val="00FE4458"/>
    <w:rsid w:val="00FE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9DB9F3"/>
  <w15:docId w15:val="{62D39FE6-AEF0-42AD-8797-0F4622E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3C68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ind w:left="1360" w:hanging="1360"/>
      <w:jc w:val="both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left="1440" w:hanging="1440"/>
      <w:jc w:val="both"/>
    </w:pPr>
    <w:rPr>
      <w:spacing w:val="0"/>
      <w:position w:val="0"/>
      <w:sz w:val="20"/>
      <w:szCs w:val="24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pPr>
      <w:spacing w:after="120"/>
      <w:ind w:left="720" w:hanging="661"/>
      <w:jc w:val="both"/>
    </w:pPr>
    <w:rPr>
      <w:spacing w:val="0"/>
      <w:position w:val="0"/>
      <w:szCs w:val="24"/>
    </w:rPr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styleId="BodyText2">
    <w:name w:val="Body Text 2"/>
    <w:basedOn w:val="Normal"/>
    <w:pPr>
      <w:spacing w:after="120"/>
      <w:jc w:val="both"/>
    </w:pPr>
    <w:rPr>
      <w:sz w:val="20"/>
    </w:rPr>
  </w:style>
  <w:style w:type="paragraph" w:styleId="BodyText3">
    <w:name w:val="Body Text 3"/>
    <w:basedOn w:val="Normal"/>
    <w:pPr>
      <w:spacing w:after="120"/>
      <w:jc w:val="both"/>
    </w:pPr>
    <w:rPr>
      <w:color w:val="33CCCC"/>
      <w:sz w:val="20"/>
    </w:rPr>
  </w:style>
  <w:style w:type="paragraph" w:styleId="BodyTextIndent">
    <w:name w:val="Body Text Indent"/>
    <w:basedOn w:val="Normal"/>
    <w:pPr>
      <w:ind w:left="1360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sid w:val="00277069"/>
    <w:rPr>
      <w:color w:val="0000FF"/>
      <w:u w:val="single"/>
    </w:rPr>
  </w:style>
  <w:style w:type="character" w:styleId="CommentReference">
    <w:name w:val="annotation reference"/>
    <w:semiHidden/>
    <w:rsid w:val="007311F3"/>
    <w:rPr>
      <w:sz w:val="16"/>
      <w:szCs w:val="16"/>
    </w:rPr>
  </w:style>
  <w:style w:type="table" w:styleId="TableGrid">
    <w:name w:val="Table Grid"/>
    <w:basedOn w:val="TableNormal"/>
    <w:rsid w:val="00CB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rsid w:val="00D428D7"/>
    <w:rPr>
      <w:strike w:val="0"/>
      <w:dstrike w:val="0"/>
      <w:color w:val="007540"/>
      <w:u w:val="none"/>
      <w:effect w:val="none"/>
    </w:rPr>
  </w:style>
  <w:style w:type="character" w:customStyle="1" w:styleId="HeaderChar">
    <w:name w:val="Header Char"/>
    <w:link w:val="Header"/>
    <w:uiPriority w:val="99"/>
    <w:rsid w:val="00015021"/>
    <w:rPr>
      <w:spacing w:val="4"/>
      <w:position w:val="9"/>
      <w:sz w:val="24"/>
      <w:lang w:eastAsia="en-US"/>
    </w:rPr>
  </w:style>
  <w:style w:type="paragraph" w:styleId="Caption">
    <w:name w:val="caption"/>
    <w:basedOn w:val="Normal"/>
    <w:next w:val="Normal"/>
    <w:uiPriority w:val="99"/>
    <w:qFormat/>
    <w:rsid w:val="0088198A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Revision">
    <w:name w:val="Revision"/>
    <w:hidden/>
    <w:uiPriority w:val="99"/>
    <w:semiHidden/>
    <w:rsid w:val="0081530B"/>
    <w:rPr>
      <w:spacing w:val="4"/>
      <w:position w:val="9"/>
      <w:sz w:val="24"/>
      <w:lang w:eastAsia="en-US"/>
    </w:rPr>
  </w:style>
  <w:style w:type="character" w:styleId="FollowedHyperlink">
    <w:name w:val="FollowedHyperlink"/>
    <w:basedOn w:val="DefaultParagraphFont"/>
    <w:rsid w:val="0081127E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C40BDF"/>
    <w:rPr>
      <w:spacing w:val="4"/>
      <w:position w:val="9"/>
      <w:lang w:eastAsia="en-US"/>
    </w:rPr>
  </w:style>
  <w:style w:type="paragraph" w:styleId="ListParagraph">
    <w:name w:val="List Paragraph"/>
    <w:basedOn w:val="Normal"/>
    <w:uiPriority w:val="34"/>
    <w:qFormat/>
    <w:rsid w:val="00577DE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92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9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mas.treial@rmk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ivika@lignator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mk.ee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7P9DT0HH\kestvusleping%20k&#252;t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C62862289741D5AA11009027DFB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DBF06-BB64-4B29-9AE8-3DDEC1929C6F}"/>
      </w:docPartPr>
      <w:docPartBody>
        <w:p w:rsidR="00BF0B03" w:rsidRDefault="00BF0B03" w:rsidP="00BF0B03">
          <w:pPr>
            <w:pStyle w:val="F4C62862289741D5AA11009027DFB9F9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B03"/>
    <w:rsid w:val="00360173"/>
    <w:rsid w:val="00402CB5"/>
    <w:rsid w:val="007D0B6D"/>
    <w:rsid w:val="009012C7"/>
    <w:rsid w:val="00BF0B03"/>
    <w:rsid w:val="00F1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B03"/>
  </w:style>
  <w:style w:type="paragraph" w:customStyle="1" w:styleId="F4C62862289741D5AA11009027DFB9F9">
    <w:name w:val="F4C62862289741D5AA11009027DFB9F9"/>
    <w:rsid w:val="00BF0B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85A20-BB04-4771-AA72-873F5319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kestvusleping küte.dot</Template>
  <TotalTime>137</TotalTime>
  <Pages>2</Pages>
  <Words>531</Words>
  <Characters>4268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4790</CharactersWithSpaces>
  <SharedDoc>false</SharedDoc>
  <HLinks>
    <vt:vector size="60" baseType="variant">
      <vt:variant>
        <vt:i4>7864438</vt:i4>
      </vt:variant>
      <vt:variant>
        <vt:i4>53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7864438</vt:i4>
      </vt:variant>
      <vt:variant>
        <vt:i4>50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7864438</vt:i4>
      </vt:variant>
      <vt:variant>
        <vt:i4>47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7864438</vt:i4>
      </vt:variant>
      <vt:variant>
        <vt:i4>44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5898289</vt:i4>
      </vt:variant>
      <vt:variant>
        <vt:i4>41</vt:i4>
      </vt:variant>
      <vt:variant>
        <vt:i4>0</vt:i4>
      </vt:variant>
      <vt:variant>
        <vt:i4>5</vt:i4>
      </vt:variant>
      <vt:variant>
        <vt:lpwstr>mailto:earved.mets@storaenso.com</vt:lpwstr>
      </vt:variant>
      <vt:variant>
        <vt:lpwstr/>
      </vt:variant>
      <vt:variant>
        <vt:i4>1245288</vt:i4>
      </vt:variant>
      <vt:variant>
        <vt:i4>38</vt:i4>
      </vt:variant>
      <vt:variant>
        <vt:i4>0</vt:i4>
      </vt:variant>
      <vt:variant>
        <vt:i4>5</vt:i4>
      </vt:variant>
      <vt:variant>
        <vt:lpwstr>mailto:aktid.kirde@rmk.ee</vt:lpwstr>
      </vt:variant>
      <vt:variant>
        <vt:lpwstr/>
      </vt:variant>
      <vt:variant>
        <vt:i4>7864438</vt:i4>
      </vt:variant>
      <vt:variant>
        <vt:i4>35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7864438</vt:i4>
      </vt:variant>
      <vt:variant>
        <vt:i4>32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6684769</vt:i4>
      </vt:variant>
      <vt:variant>
        <vt:i4>29</vt:i4>
      </vt:variant>
      <vt:variant>
        <vt:i4>0</vt:i4>
      </vt:variant>
      <vt:variant>
        <vt:i4>5</vt:i4>
      </vt:variant>
      <vt:variant>
        <vt:lpwstr>http://www.ametlikudteadaanded.ee/</vt:lpwstr>
      </vt:variant>
      <vt:variant>
        <vt:lpwstr/>
      </vt:variant>
      <vt:variant>
        <vt:i4>7864438</vt:i4>
      </vt:variant>
      <vt:variant>
        <vt:i4>26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Ulvar Kaubi</dc:creator>
  <cp:lastModifiedBy>Vivika Koplimaa</cp:lastModifiedBy>
  <cp:revision>16</cp:revision>
  <cp:lastPrinted>2008-07-14T14:18:00Z</cp:lastPrinted>
  <dcterms:created xsi:type="dcterms:W3CDTF">2025-05-20T12:21:00Z</dcterms:created>
  <dcterms:modified xsi:type="dcterms:W3CDTF">2025-05-22T11:55:00Z</dcterms:modified>
</cp:coreProperties>
</file>