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2DDB46" w14:textId="77777777" w:rsidR="00E85637" w:rsidRDefault="00E85637">
      <w:pPr>
        <w:rPr>
          <w:spacing w:val="0"/>
          <w:position w:val="0"/>
          <w:sz w:val="20"/>
        </w:rPr>
      </w:pPr>
    </w:p>
    <w:p w14:paraId="35420D62" w14:textId="77777777" w:rsidR="00E85637" w:rsidRDefault="003A08B0">
      <w:pPr>
        <w:framePr w:w="9639" w:h="851" w:wrap="around" w:vAnchor="page" w:hAnchor="page" w:x="1702" w:y="625"/>
        <w:rPr>
          <w:spacing w:val="0"/>
          <w:position w:val="0"/>
        </w:rPr>
      </w:pPr>
      <w:r>
        <w:rPr>
          <w:noProof/>
          <w:spacing w:val="0"/>
          <w:position w:val="0"/>
          <w:lang w:eastAsia="et-EE"/>
        </w:rPr>
        <w:drawing>
          <wp:inline distT="0" distB="0" distL="0" distR="0" wp14:anchorId="2A032960" wp14:editId="56571966">
            <wp:extent cx="6040543" cy="640715"/>
            <wp:effectExtent l="0" t="0" r="508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MK_peakontor_ee.g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40543" cy="640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952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7"/>
        <w:gridCol w:w="526"/>
        <w:gridCol w:w="3783"/>
      </w:tblGrid>
      <w:tr w:rsidR="00901644" w14:paraId="68400D35" w14:textId="77777777">
        <w:trPr>
          <w:cantSplit/>
          <w:trHeight w:val="567"/>
        </w:trPr>
        <w:tc>
          <w:tcPr>
            <w:tcW w:w="5216" w:type="dxa"/>
            <w:vMerge w:val="restart"/>
          </w:tcPr>
          <w:p w14:paraId="4208334E" w14:textId="77777777" w:rsidR="009A2A25" w:rsidRDefault="009A2A25" w:rsidP="009A2A25">
            <w:pPr>
              <w:framePr w:w="9582" w:h="1359" w:wrap="notBeside" w:vAnchor="page" w:hAnchor="page" w:x="1702" w:y="2202"/>
            </w:pPr>
            <w:r>
              <w:t>Keskkonnaministeerium</w:t>
            </w:r>
          </w:p>
          <w:p w14:paraId="4FA514D9" w14:textId="77777777" w:rsidR="00865D1D" w:rsidRDefault="00865D1D" w:rsidP="009A2A25">
            <w:pPr>
              <w:framePr w:w="9582" w:h="1359" w:wrap="notBeside" w:vAnchor="page" w:hAnchor="page" w:x="1702" w:y="2202"/>
            </w:pPr>
            <w:r>
              <w:t>Paldiski mnt 96</w:t>
            </w:r>
          </w:p>
          <w:p w14:paraId="0B1D96B0" w14:textId="77777777" w:rsidR="009A2A25" w:rsidRDefault="00865D1D" w:rsidP="009A2A25">
            <w:pPr>
              <w:framePr w:w="9582" w:h="1359" w:wrap="notBeside" w:vAnchor="page" w:hAnchor="page" w:x="1702" w:y="2202"/>
            </w:pPr>
            <w:r>
              <w:t>13522</w:t>
            </w:r>
            <w:r w:rsidR="009A2A25">
              <w:t xml:space="preserve"> TALLINN</w:t>
            </w:r>
          </w:p>
          <w:p w14:paraId="092A86DA" w14:textId="77777777" w:rsidR="009A2A25" w:rsidRDefault="00A04A4C" w:rsidP="009A2A25">
            <w:pPr>
              <w:framePr w:w="9582" w:h="1359" w:wrap="notBeside" w:vAnchor="page" w:hAnchor="page" w:x="1702" w:y="2202"/>
            </w:pPr>
            <w:hyperlink r:id="rId9" w:history="1">
              <w:r w:rsidR="009A2A25" w:rsidRPr="000C47DE">
                <w:rPr>
                  <w:rStyle w:val="Hperlink"/>
                </w:rPr>
                <w:t>keskkonnaministeerium@envir.ee</w:t>
              </w:r>
            </w:hyperlink>
          </w:p>
          <w:p w14:paraId="3F84136A" w14:textId="77777777" w:rsidR="00901644" w:rsidRDefault="00901644" w:rsidP="00901644">
            <w:pPr>
              <w:framePr w:w="9582" w:h="1359" w:wrap="notBeside" w:vAnchor="page" w:hAnchor="page" w:x="1702" w:y="2202"/>
            </w:pPr>
            <w:r>
              <w:t xml:space="preserve"> </w:t>
            </w:r>
          </w:p>
        </w:tc>
        <w:tc>
          <w:tcPr>
            <w:tcW w:w="510" w:type="dxa"/>
            <w:noWrap/>
          </w:tcPr>
          <w:p w14:paraId="48E9A884" w14:textId="77777777" w:rsidR="00901644" w:rsidRDefault="00901644" w:rsidP="00901644">
            <w:pPr>
              <w:framePr w:w="9582" w:h="1359" w:wrap="notBeside" w:vAnchor="page" w:hAnchor="page" w:x="1702" w:y="2202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Kui viidet ei ole, võib välja Delete-klahviga kustutada."/>
                  <w:textInput>
                    <w:default w:val="Teie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Teie</w:t>
            </w:r>
            <w:r>
              <w:fldChar w:fldCharType="end"/>
            </w:r>
          </w:p>
        </w:tc>
        <w:tc>
          <w:tcPr>
            <w:tcW w:w="3799" w:type="dxa"/>
            <w:tcMar>
              <w:left w:w="85" w:type="dxa"/>
            </w:tcMar>
          </w:tcPr>
          <w:p w14:paraId="46F2B615" w14:textId="77777777" w:rsidR="00901644" w:rsidRDefault="00901644" w:rsidP="00273033">
            <w:pPr>
              <w:framePr w:w="9582" w:h="1359" w:wrap="notBeside" w:vAnchor="page" w:hAnchor="page" w:x="1702" w:y="2202"/>
            </w:pPr>
            <w:r>
              <w:t xml:space="preserve"> </w:t>
            </w:r>
          </w:p>
        </w:tc>
      </w:tr>
      <w:tr w:rsidR="00901644" w14:paraId="173CA667" w14:textId="77777777">
        <w:trPr>
          <w:cantSplit/>
          <w:trHeight w:val="743"/>
        </w:trPr>
        <w:tc>
          <w:tcPr>
            <w:tcW w:w="5216" w:type="dxa"/>
            <w:vMerge/>
          </w:tcPr>
          <w:p w14:paraId="7C479253" w14:textId="77777777" w:rsidR="00901644" w:rsidRDefault="00901644" w:rsidP="00901644">
            <w:pPr>
              <w:framePr w:w="9582" w:h="1359" w:wrap="notBeside" w:vAnchor="page" w:hAnchor="page" w:x="1702" w:y="2202"/>
            </w:pPr>
          </w:p>
        </w:tc>
        <w:tc>
          <w:tcPr>
            <w:tcW w:w="510" w:type="dxa"/>
            <w:noWrap/>
          </w:tcPr>
          <w:p w14:paraId="60C585D1" w14:textId="77777777" w:rsidR="00901644" w:rsidRDefault="00901644" w:rsidP="00901644">
            <w:pPr>
              <w:framePr w:w="9582" w:h="1359" w:wrap="notBeside" w:vAnchor="page" w:hAnchor="page" w:x="1702" w:y="2202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Kui viidet ei ole, võib välja Delete-klahviga kustutada."/>
                  <w:textInput>
                    <w:default w:val="Meie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Meie</w:t>
            </w:r>
            <w:r>
              <w:fldChar w:fldCharType="end"/>
            </w:r>
          </w:p>
        </w:tc>
        <w:tc>
          <w:tcPr>
            <w:tcW w:w="3799" w:type="dxa"/>
            <w:tcMar>
              <w:left w:w="85" w:type="dxa"/>
            </w:tcMar>
          </w:tcPr>
          <w:p w14:paraId="14AB92F2" w14:textId="77777777" w:rsidR="00901644" w:rsidRDefault="00901644" w:rsidP="00901644">
            <w:pPr>
              <w:framePr w:w="9582" w:h="1359" w:wrap="notBeside" w:vAnchor="page" w:hAnchor="page" w:x="1702" w:y="2202"/>
            </w:pPr>
            <w:r>
              <w:fldChar w:fldCharType="begin">
                <w:ffData>
                  <w:name w:val=""/>
                  <w:enabled/>
                  <w:calcOnExit w:val="0"/>
                  <w:helpText w:type="text" w:val="Sisestage siia väljamineva kirja kuupäev.&#10;&#10;Näiteks:&#10;01.05.2014&#10;(digitaalallkirja kuupäev)&#10;&#10;Seejärel liikuge Tab klahviga järgmisele väljale."/>
                  <w:statusText w:type="text" w:val="Siia sisestage väljamineva kirja kuupäev (vt F1)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Pr="003A32C2">
              <w:rPr>
                <w:noProof/>
              </w:rPr>
              <w:t>(digitaalalkirja kuupäev)</w:t>
            </w:r>
            <w:r>
              <w:fldChar w:fldCharType="end"/>
            </w:r>
            <w:r>
              <w:t xml:space="preserve"> </w:t>
            </w:r>
          </w:p>
          <w:p w14:paraId="15311699" w14:textId="7E647382" w:rsidR="00901644" w:rsidRDefault="00901644" w:rsidP="004126E2">
            <w:pPr>
              <w:framePr w:w="9582" w:h="1359" w:wrap="notBeside" w:vAnchor="page" w:hAnchor="page" w:x="1702" w:y="2202"/>
            </w:pPr>
            <w:r>
              <w:t>nr 3-1.1/</w:t>
            </w:r>
            <w:r w:rsidR="008E7BA5">
              <w:t>202</w:t>
            </w:r>
            <w:r w:rsidR="00731026">
              <w:t>3</w:t>
            </w:r>
            <w:r w:rsidR="008E7BA5">
              <w:t>/</w:t>
            </w:r>
            <w:r w:rsidR="00FF093E">
              <w:t>6</w:t>
            </w:r>
            <w:r w:rsidR="00A04A4C">
              <w:t>3</w:t>
            </w:r>
            <w:r w:rsidR="00FF093E">
              <w:t>3</w:t>
            </w:r>
            <w:r>
              <w:fldChar w:fldCharType="begin">
                <w:ffData>
                  <w:name w:val="Text51"/>
                  <w:enabled/>
                  <w:calcOnExit w:val="0"/>
                  <w:helpText w:type="text" w:val="Sisestage siia väljamineva kirja viit.&#10;&#10;Näiteks:&#10;2-1/312&#10;2-1/(number sisaldub faili nimes)&#10;&#10;Seejärel liikuge Tab klahviga järgmisele väljale."/>
                  <w:statusText w:type="text" w:val="Sisestage siia väljamineva kirja viit (vt F1)"/>
                  <w:textInput/>
                </w:ffData>
              </w:fldChar>
            </w:r>
            <w:bookmarkStart w:id="0" w:name="Text5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0"/>
          </w:p>
        </w:tc>
      </w:tr>
      <w:tr w:rsidR="00901644" w14:paraId="57C3A51B" w14:textId="77777777">
        <w:trPr>
          <w:cantSplit/>
          <w:trHeight w:hRule="exact" w:val="23"/>
        </w:trPr>
        <w:tc>
          <w:tcPr>
            <w:tcW w:w="5216" w:type="dxa"/>
          </w:tcPr>
          <w:p w14:paraId="0CC88773" w14:textId="77777777" w:rsidR="00901644" w:rsidRDefault="00901644" w:rsidP="00901644">
            <w:pPr>
              <w:framePr w:w="9582" w:h="1359" w:wrap="notBeside" w:vAnchor="page" w:hAnchor="page" w:x="1702" w:y="2202"/>
            </w:pPr>
            <w:r>
              <w:t>XXXXXXXXXXXXXXXXXXXXXXXXXXXXX</w:t>
            </w:r>
            <w:r>
              <w:rPr>
                <w:sz w:val="18"/>
              </w:rPr>
              <w:t>X</w:t>
            </w:r>
          </w:p>
        </w:tc>
        <w:tc>
          <w:tcPr>
            <w:tcW w:w="510" w:type="dxa"/>
            <w:noWrap/>
          </w:tcPr>
          <w:p w14:paraId="04010BF1" w14:textId="77777777" w:rsidR="00901644" w:rsidRDefault="00901644" w:rsidP="00901644">
            <w:pPr>
              <w:framePr w:w="9582" w:h="1359" w:wrap="notBeside" w:vAnchor="page" w:hAnchor="page" w:x="1702" w:y="2202"/>
            </w:pPr>
            <w:r>
              <w:t>XX</w:t>
            </w:r>
            <w:r>
              <w:rPr>
                <w:sz w:val="22"/>
              </w:rPr>
              <w:t>X</w:t>
            </w:r>
          </w:p>
        </w:tc>
        <w:tc>
          <w:tcPr>
            <w:tcW w:w="3799" w:type="dxa"/>
          </w:tcPr>
          <w:p w14:paraId="3733C2C4" w14:textId="77777777" w:rsidR="00901644" w:rsidRDefault="00901644" w:rsidP="00901644">
            <w:pPr>
              <w:framePr w:w="9582" w:h="1359" w:wrap="notBeside" w:vAnchor="page" w:hAnchor="page" w:x="1702" w:y="2202"/>
            </w:pPr>
          </w:p>
        </w:tc>
      </w:tr>
    </w:tbl>
    <w:p w14:paraId="07A1D6BA" w14:textId="77777777" w:rsidR="00901644" w:rsidRDefault="00901644" w:rsidP="00901644">
      <w:pPr>
        <w:framePr w:w="9582" w:h="1359" w:wrap="notBeside" w:vAnchor="page" w:hAnchor="page" w:x="1702" w:y="2202"/>
        <w:rPr>
          <w:sz w:val="12"/>
        </w:rPr>
      </w:pPr>
    </w:p>
    <w:p w14:paraId="66B74FD8" w14:textId="5ACCD050" w:rsidR="0065027A" w:rsidRDefault="00A04A4C" w:rsidP="009A2A25">
      <w:pPr>
        <w:rPr>
          <w:b/>
        </w:rPr>
      </w:pPr>
      <w:r>
        <w:rPr>
          <w:b/>
        </w:rPr>
        <w:t>Piiri</w:t>
      </w:r>
      <w:r w:rsidR="006F2ED3">
        <w:rPr>
          <w:b/>
        </w:rPr>
        <w:t xml:space="preserve"> </w:t>
      </w:r>
      <w:r w:rsidR="009A2A25" w:rsidRPr="00DC021D">
        <w:rPr>
          <w:b/>
        </w:rPr>
        <w:t xml:space="preserve">uuringuruumis </w:t>
      </w:r>
      <w:r w:rsidR="009A2A25">
        <w:rPr>
          <w:b/>
        </w:rPr>
        <w:t>g</w:t>
      </w:r>
      <w:r w:rsidR="009A2A25" w:rsidRPr="00DC021D">
        <w:rPr>
          <w:b/>
        </w:rPr>
        <w:t xml:space="preserve">eoloogilise uuringu </w:t>
      </w:r>
    </w:p>
    <w:p w14:paraId="217F0D1A" w14:textId="77777777" w:rsidR="009A2A25" w:rsidRPr="00DC021D" w:rsidRDefault="009A2A25" w:rsidP="009A2A25">
      <w:pPr>
        <w:rPr>
          <w:b/>
        </w:rPr>
      </w:pPr>
      <w:r w:rsidRPr="00DC021D">
        <w:rPr>
          <w:b/>
        </w:rPr>
        <w:t xml:space="preserve">loa </w:t>
      </w:r>
      <w:r w:rsidR="00CF436D">
        <w:rPr>
          <w:b/>
        </w:rPr>
        <w:t xml:space="preserve">kooskõlastuse </w:t>
      </w:r>
      <w:r w:rsidRPr="00DC021D">
        <w:rPr>
          <w:b/>
        </w:rPr>
        <w:t>eelnõu edastamine allkirjastamiseks</w:t>
      </w:r>
    </w:p>
    <w:p w14:paraId="22266D0C" w14:textId="77777777" w:rsidR="00C94A49" w:rsidRDefault="00C94A49" w:rsidP="00C94A49">
      <w:pPr>
        <w:pStyle w:val="Pealkiri1"/>
      </w:pPr>
    </w:p>
    <w:p w14:paraId="37322D97" w14:textId="77777777" w:rsidR="00C94A49" w:rsidRDefault="00C94A49" w:rsidP="00C94A49">
      <w:pPr>
        <w:pStyle w:val="Pealkiri1"/>
      </w:pPr>
    </w:p>
    <w:p w14:paraId="1B0BD798" w14:textId="77777777" w:rsidR="00C94A49" w:rsidRDefault="00C94A49" w:rsidP="00C94A49">
      <w:pPr>
        <w:pStyle w:val="Pealkiri1"/>
      </w:pPr>
    </w:p>
    <w:p w14:paraId="305A9E9D" w14:textId="77777777" w:rsidR="00E85637" w:rsidRPr="009A2A25" w:rsidRDefault="007B7275" w:rsidP="007D471F">
      <w:pPr>
        <w:pStyle w:val="Pealkiri1"/>
        <w:rPr>
          <w:b w:val="0"/>
          <w:spacing w:val="0"/>
          <w:position w:val="0"/>
        </w:rPr>
      </w:pPr>
      <w:r w:rsidRPr="009A2A25">
        <w:rPr>
          <w:b w:val="0"/>
          <w:spacing w:val="0"/>
          <w:position w:val="0"/>
        </w:rPr>
        <w:fldChar w:fldCharType="begin">
          <w:ffData>
            <w:name w:val=""/>
            <w:enabled/>
            <w:calcOnExit w:val="0"/>
            <w:helpText w:type="text" w:val="Kirjutage siia pöördumise esimene sõna.&#10;&#10;Näiteks:   Austatud&#10;&#10;Seejärel liikuge Tab klahviga järgmisele väljale."/>
            <w:statusText w:type="text" w:val="Kirjutage siia pöördumise esimene sõna (vt F1)."/>
            <w:textInput>
              <w:default w:val="Austatud"/>
              <w:maxLength w:val="17"/>
              <w:format w:val="Algsuurtäht"/>
            </w:textInput>
          </w:ffData>
        </w:fldChar>
      </w:r>
      <w:r w:rsidRPr="009A2A25">
        <w:rPr>
          <w:b w:val="0"/>
          <w:spacing w:val="0"/>
          <w:position w:val="0"/>
        </w:rPr>
        <w:instrText xml:space="preserve"> FORMTEXT </w:instrText>
      </w:r>
      <w:r w:rsidRPr="009A2A25">
        <w:rPr>
          <w:b w:val="0"/>
          <w:spacing w:val="0"/>
          <w:position w:val="0"/>
        </w:rPr>
      </w:r>
      <w:r w:rsidRPr="009A2A25">
        <w:rPr>
          <w:b w:val="0"/>
          <w:spacing w:val="0"/>
          <w:position w:val="0"/>
        </w:rPr>
        <w:fldChar w:fldCharType="separate"/>
      </w:r>
      <w:r w:rsidRPr="009A2A25">
        <w:rPr>
          <w:b w:val="0"/>
          <w:noProof/>
          <w:spacing w:val="0"/>
          <w:position w:val="0"/>
        </w:rPr>
        <w:t>Austatud</w:t>
      </w:r>
      <w:r w:rsidRPr="009A2A25">
        <w:rPr>
          <w:b w:val="0"/>
          <w:spacing w:val="0"/>
          <w:position w:val="0"/>
        </w:rPr>
        <w:fldChar w:fldCharType="end"/>
      </w:r>
      <w:r w:rsidR="00901644" w:rsidRPr="009A2A25">
        <w:rPr>
          <w:b w:val="0"/>
          <w:spacing w:val="0"/>
          <w:position w:val="0"/>
        </w:rPr>
        <w:t xml:space="preserve"> </w:t>
      </w:r>
      <w:r w:rsidR="00C7559D" w:rsidRPr="009A2A25">
        <w:rPr>
          <w:b w:val="0"/>
          <w:spacing w:val="0"/>
          <w:position w:val="0"/>
        </w:rPr>
        <w:t xml:space="preserve">härra </w:t>
      </w:r>
      <w:r w:rsidR="009A2A25" w:rsidRPr="009A2A25">
        <w:rPr>
          <w:b w:val="0"/>
          <w:spacing w:val="0"/>
          <w:position w:val="0"/>
        </w:rPr>
        <w:t>minister</w:t>
      </w:r>
    </w:p>
    <w:p w14:paraId="1F83AFF3" w14:textId="77777777" w:rsidR="007D471F" w:rsidRDefault="007D471F" w:rsidP="007D471F"/>
    <w:p w14:paraId="1A01B8A0" w14:textId="77777777" w:rsidR="007D471F" w:rsidRDefault="007D471F" w:rsidP="007D471F"/>
    <w:p w14:paraId="4F148035" w14:textId="77777777" w:rsidR="007D471F" w:rsidRPr="007D471F" w:rsidRDefault="007D471F" w:rsidP="007D471F">
      <w:pPr>
        <w:sectPr w:rsidR="007D471F" w:rsidRPr="007D471F" w:rsidSect="00A3348C">
          <w:headerReference w:type="default" r:id="rId10"/>
          <w:footerReference w:type="default" r:id="rId11"/>
          <w:headerReference w:type="first" r:id="rId12"/>
          <w:pgSz w:w="11906" w:h="16838" w:code="9"/>
          <w:pgMar w:top="2552" w:right="1133" w:bottom="737" w:left="1701" w:header="454" w:footer="567" w:gutter="0"/>
          <w:cols w:space="708"/>
          <w:titlePg/>
        </w:sectPr>
      </w:pPr>
    </w:p>
    <w:p w14:paraId="60873FED" w14:textId="6F589C6C" w:rsidR="00CF436D" w:rsidRDefault="009A78E3" w:rsidP="009A78E3">
      <w:pPr>
        <w:jc w:val="both"/>
      </w:pPr>
      <w:r w:rsidRPr="00DC021D">
        <w:t>Edastame Teile allkirjastamiseks Riigimetsa Majandamise Keskuse poolt ette valmistatud keskkonnaministri riigivara valitseja kooskõlastuse eelnõu, mis käsitleb</w:t>
      </w:r>
      <w:r w:rsidR="0049484B">
        <w:t xml:space="preserve"> </w:t>
      </w:r>
      <w:r w:rsidR="00A04A4C">
        <w:t xml:space="preserve">OÜ MERKO KAEVANDUSED </w:t>
      </w:r>
      <w:r w:rsidR="008E7BA5">
        <w:t>(reg</w:t>
      </w:r>
      <w:r w:rsidR="00CF436D">
        <w:t xml:space="preserve">istrikood </w:t>
      </w:r>
      <w:r w:rsidR="00A04A4C">
        <w:t>14872152</w:t>
      </w:r>
      <w:r w:rsidR="00CF436D">
        <w:t xml:space="preserve">) </w:t>
      </w:r>
      <w:r w:rsidRPr="00DC021D">
        <w:t>poolt esitatud geoloogilise uuringu loa taotlus</w:t>
      </w:r>
      <w:r>
        <w:t xml:space="preserve">t </w:t>
      </w:r>
      <w:r w:rsidR="00A04A4C">
        <w:t>kruusa</w:t>
      </w:r>
      <w:r w:rsidR="00FF093E">
        <w:t xml:space="preserve"> </w:t>
      </w:r>
      <w:r w:rsidR="0065027A">
        <w:t xml:space="preserve">tarbevaru uurimist </w:t>
      </w:r>
      <w:r w:rsidR="00A04A4C">
        <w:t>Piiri</w:t>
      </w:r>
      <w:r w:rsidR="004126E2">
        <w:t xml:space="preserve"> </w:t>
      </w:r>
      <w:r w:rsidRPr="002D3E19">
        <w:t xml:space="preserve">uuringuruumis. </w:t>
      </w:r>
    </w:p>
    <w:p w14:paraId="3FAC5CA9" w14:textId="77777777" w:rsidR="00205C1A" w:rsidRDefault="00205C1A" w:rsidP="009A78E3">
      <w:pPr>
        <w:jc w:val="both"/>
      </w:pPr>
    </w:p>
    <w:p w14:paraId="526B9902" w14:textId="791E5E84" w:rsidR="009E416E" w:rsidRDefault="00A04A4C" w:rsidP="009A78E3">
      <w:pPr>
        <w:jc w:val="both"/>
      </w:pPr>
      <w:r>
        <w:t>Piiri</w:t>
      </w:r>
      <w:r w:rsidR="00D87DA9">
        <w:t xml:space="preserve"> </w:t>
      </w:r>
      <w:r w:rsidR="009A78E3" w:rsidRPr="002D3E19">
        <w:t xml:space="preserve">uuringuruum asub </w:t>
      </w:r>
      <w:r w:rsidR="00FF093E">
        <w:t>Rapla</w:t>
      </w:r>
      <w:r w:rsidR="006A5E66">
        <w:t xml:space="preserve"> maakonnas </w:t>
      </w:r>
      <w:r>
        <w:t>Märjamaa</w:t>
      </w:r>
      <w:r w:rsidR="00764A24">
        <w:t xml:space="preserve"> vallas </w:t>
      </w:r>
      <w:r>
        <w:t>Pajaka</w:t>
      </w:r>
      <w:r w:rsidR="00FF093E">
        <w:t xml:space="preserve"> külas </w:t>
      </w:r>
      <w:r w:rsidR="00FF093E">
        <w:t xml:space="preserve">Riigimetsa Majandamise Keskuse valitsemisalas </w:t>
      </w:r>
      <w:r w:rsidR="006A5E66">
        <w:t xml:space="preserve">oleval </w:t>
      </w:r>
      <w:r>
        <w:t>Vardi</w:t>
      </w:r>
      <w:r w:rsidR="00FF093E">
        <w:t xml:space="preserve"> metskond </w:t>
      </w:r>
      <w:r>
        <w:t>6</w:t>
      </w:r>
      <w:r w:rsidR="00FF093E">
        <w:t xml:space="preserve"> kinnisasjal</w:t>
      </w:r>
      <w:r w:rsidR="00731026">
        <w:t xml:space="preserve"> (k</w:t>
      </w:r>
      <w:r w:rsidR="00594400">
        <w:t xml:space="preserve">atastritunnus </w:t>
      </w:r>
      <w:r>
        <w:t>50401:001:0026</w:t>
      </w:r>
      <w:r w:rsidR="00594400">
        <w:t>)</w:t>
      </w:r>
      <w:r w:rsidR="00FF093E">
        <w:t>.</w:t>
      </w:r>
      <w:r w:rsidR="006A5E66">
        <w:t xml:space="preserve"> </w:t>
      </w:r>
    </w:p>
    <w:p w14:paraId="04D9C4DC" w14:textId="77777777" w:rsidR="00CF436D" w:rsidRPr="001F657D" w:rsidRDefault="00CF436D" w:rsidP="009A78E3">
      <w:pPr>
        <w:jc w:val="both"/>
      </w:pPr>
    </w:p>
    <w:p w14:paraId="3161EB50" w14:textId="77777777" w:rsidR="009A78E3" w:rsidRPr="00DC021D" w:rsidRDefault="009A78E3" w:rsidP="009A78E3">
      <w:pPr>
        <w:jc w:val="both"/>
      </w:pPr>
      <w:r w:rsidRPr="001F657D">
        <w:t>Lugupidamisega</w:t>
      </w:r>
    </w:p>
    <w:p w14:paraId="148D292B" w14:textId="77777777" w:rsidR="009A78E3" w:rsidRPr="00DC021D" w:rsidRDefault="009A78E3" w:rsidP="009A78E3"/>
    <w:p w14:paraId="06710694" w14:textId="77777777" w:rsidR="009A78E3" w:rsidRPr="00DC021D" w:rsidRDefault="009A78E3" w:rsidP="009A78E3">
      <w:pPr>
        <w:rPr>
          <w:sz w:val="14"/>
        </w:rPr>
      </w:pPr>
    </w:p>
    <w:p w14:paraId="391618D5" w14:textId="77777777" w:rsidR="009A78E3" w:rsidRPr="00DC021D" w:rsidRDefault="009A78E3" w:rsidP="009A78E3">
      <w:pPr>
        <w:rPr>
          <w:sz w:val="2"/>
        </w:rPr>
      </w:pPr>
    </w:p>
    <w:p w14:paraId="1FC37EA5" w14:textId="77777777" w:rsidR="009A78E3" w:rsidRPr="00907756" w:rsidRDefault="009A78E3" w:rsidP="009A78E3">
      <w:r w:rsidRPr="00DC021D">
        <w:t>(allkirjastatud digitaalselt)</w:t>
      </w:r>
    </w:p>
    <w:p w14:paraId="29DE3C8F" w14:textId="77777777" w:rsidR="009A78E3" w:rsidRDefault="009A78E3" w:rsidP="009A78E3"/>
    <w:p w14:paraId="4DC611C4" w14:textId="77777777" w:rsidR="009A78E3" w:rsidRDefault="009A78E3" w:rsidP="009A78E3"/>
    <w:p w14:paraId="42A4618C" w14:textId="77777777" w:rsidR="009A78E3" w:rsidRDefault="009A78E3" w:rsidP="009A78E3">
      <w:r>
        <w:t>Andres Sepp</w:t>
      </w:r>
    </w:p>
    <w:p w14:paraId="373F0D6E" w14:textId="77777777" w:rsidR="009A78E3" w:rsidRDefault="009A78E3" w:rsidP="009A78E3">
      <w:r>
        <w:t>Peametsaülem</w:t>
      </w:r>
    </w:p>
    <w:p w14:paraId="08F2F913" w14:textId="77777777" w:rsidR="009A78E3" w:rsidRDefault="009A78E3" w:rsidP="009A78E3"/>
    <w:p w14:paraId="6C4A05A6" w14:textId="77777777" w:rsidR="009A78E3" w:rsidRDefault="00865D1D" w:rsidP="00865D1D">
      <w:pPr>
        <w:shd w:val="clear" w:color="auto" w:fill="FFFFFF"/>
        <w:spacing w:before="100" w:beforeAutospacing="1" w:after="100" w:afterAutospacing="1"/>
        <w:ind w:left="360"/>
      </w:pPr>
      <w:r w:rsidRPr="00865D1D">
        <w:rPr>
          <w:rFonts w:ascii="Segoe UI" w:hAnsi="Segoe UI" w:cs="Segoe UI"/>
          <w:spacing w:val="0"/>
          <w:position w:val="0"/>
          <w:szCs w:val="24"/>
          <w:lang w:eastAsia="et-EE"/>
        </w:rPr>
        <w:t> </w:t>
      </w:r>
    </w:p>
    <w:p w14:paraId="6EC79089" w14:textId="77777777" w:rsidR="009A78E3" w:rsidRDefault="009A78E3" w:rsidP="009A78E3">
      <w:r>
        <w:t xml:space="preserve">Lisa: </w:t>
      </w:r>
      <w:r>
        <w:tab/>
        <w:t xml:space="preserve">1. </w:t>
      </w:r>
      <w:r w:rsidR="00262F53">
        <w:t>Kooskõlastuse</w:t>
      </w:r>
      <w:r>
        <w:t xml:space="preserve"> eelnõu</w:t>
      </w:r>
    </w:p>
    <w:p w14:paraId="7900D2E0" w14:textId="251A29B6" w:rsidR="009A78E3" w:rsidRDefault="009A78E3" w:rsidP="009A78E3">
      <w:pPr>
        <w:ind w:firstLine="680"/>
      </w:pPr>
      <w:r>
        <w:t>2. Keskkonnaameti RV kooskõlastustaotlus</w:t>
      </w:r>
    </w:p>
    <w:p w14:paraId="77BEF0F3" w14:textId="211D2C74" w:rsidR="00003EE3" w:rsidRDefault="00003EE3" w:rsidP="009A78E3">
      <w:pPr>
        <w:ind w:firstLine="680"/>
      </w:pPr>
    </w:p>
    <w:p w14:paraId="2FA6C600" w14:textId="77777777" w:rsidR="00316F07" w:rsidRDefault="009A78E3" w:rsidP="00316F07">
      <w:r>
        <w:tab/>
      </w:r>
    </w:p>
    <w:p w14:paraId="2C06B3C3" w14:textId="77777777" w:rsidR="00316F07" w:rsidRDefault="00316F07" w:rsidP="00316F07"/>
    <w:p w14:paraId="6A437F55" w14:textId="77777777" w:rsidR="00262F53" w:rsidRDefault="00262F53"/>
    <w:p w14:paraId="3A78D01F" w14:textId="77777777" w:rsidR="000D2DE0" w:rsidRDefault="00422B8E">
      <w:r>
        <w:t>Urve Jõgi</w:t>
      </w:r>
    </w:p>
    <w:p w14:paraId="586A48D2" w14:textId="17CB593A" w:rsidR="00E85637" w:rsidRDefault="000D2DE0">
      <w:r>
        <w:t xml:space="preserve">566 33867 </w:t>
      </w:r>
      <w:hyperlink r:id="rId13" w:history="1">
        <w:r w:rsidRPr="00C01FCA">
          <w:rPr>
            <w:rStyle w:val="Hperlink"/>
          </w:rPr>
          <w:t>urve.jogi@rmk.ee</w:t>
        </w:r>
      </w:hyperlink>
    </w:p>
    <w:p w14:paraId="00788140" w14:textId="77777777" w:rsidR="00356C40" w:rsidRDefault="00B7608B">
      <w:r>
        <w:fldChar w:fldCharType="begin">
          <w:ffData>
            <w:name w:val="Text29"/>
            <w:enabled/>
            <w:calcOnExit w:val="0"/>
            <w:helpText w:type="text" w:val="Sisestage siia koostaja telefon ja e-posti aadress.&#10;&#10;Näiteks: 612 3456 mari.kask@rmk.ee&#10;&#10;"/>
            <w:statusText w:type="text" w:val="Sisestage siia koostaja telefon ja e-posti aadress (vt F1)"/>
            <w:textInput/>
          </w:ffData>
        </w:fldChar>
      </w:r>
      <w:bookmarkStart w:id="1" w:name="Text29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"/>
      <w:r w:rsidR="00A9445B">
        <w:t xml:space="preserve"> </w:t>
      </w:r>
    </w:p>
    <w:sectPr w:rsidR="00356C40" w:rsidSect="00574664">
      <w:footerReference w:type="default" r:id="rId14"/>
      <w:headerReference w:type="first" r:id="rId15"/>
      <w:footerReference w:type="first" r:id="rId16"/>
      <w:type w:val="continuous"/>
      <w:pgSz w:w="11906" w:h="16838" w:code="9"/>
      <w:pgMar w:top="907" w:right="991" w:bottom="1560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EAD80E" w14:textId="77777777" w:rsidR="00E5233A" w:rsidRDefault="00E5233A">
      <w:r>
        <w:separator/>
      </w:r>
    </w:p>
  </w:endnote>
  <w:endnote w:type="continuationSeparator" w:id="0">
    <w:p w14:paraId="6258A8FC" w14:textId="77777777" w:rsidR="00E5233A" w:rsidRDefault="00E523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altName w:val="Calisto MT"/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0AC11" w14:textId="77777777" w:rsidR="00E5233A" w:rsidRDefault="00E5233A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8443FB" w14:textId="77777777" w:rsidR="00E5233A" w:rsidRDefault="00E5233A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418A6" w14:textId="77777777" w:rsidR="00E5233A" w:rsidRDefault="00E5233A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763502" w14:textId="77777777" w:rsidR="00E5233A" w:rsidRDefault="00E5233A">
      <w:r>
        <w:separator/>
      </w:r>
    </w:p>
  </w:footnote>
  <w:footnote w:type="continuationSeparator" w:id="0">
    <w:p w14:paraId="273003D2" w14:textId="77777777" w:rsidR="00E5233A" w:rsidRDefault="00E523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D871C" w14:textId="77777777" w:rsidR="00E5233A" w:rsidRDefault="00E5233A">
    <w:pPr>
      <w:pStyle w:val="Pis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92F08" w14:textId="77777777" w:rsidR="00E5233A" w:rsidRDefault="00E5233A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47506" w14:textId="77777777" w:rsidR="00E5233A" w:rsidRDefault="00E5233A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29F97DD7"/>
    <w:multiLevelType w:val="multilevel"/>
    <w:tmpl w:val="F91C2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num w:numId="1" w16cid:durableId="821822221">
    <w:abstractNumId w:val="0"/>
  </w:num>
  <w:num w:numId="2" w16cid:durableId="250701621">
    <w:abstractNumId w:val="2"/>
  </w:num>
  <w:num w:numId="3" w16cid:durableId="1735809423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10C"/>
    <w:rsid w:val="00003EE3"/>
    <w:rsid w:val="0001170B"/>
    <w:rsid w:val="00012579"/>
    <w:rsid w:val="00016259"/>
    <w:rsid w:val="00023F6D"/>
    <w:rsid w:val="0003160A"/>
    <w:rsid w:val="00061172"/>
    <w:rsid w:val="00073565"/>
    <w:rsid w:val="00074A80"/>
    <w:rsid w:val="000753BF"/>
    <w:rsid w:val="000C367E"/>
    <w:rsid w:val="000D2DE0"/>
    <w:rsid w:val="000D31BC"/>
    <w:rsid w:val="000E1DE5"/>
    <w:rsid w:val="000F571A"/>
    <w:rsid w:val="0012110C"/>
    <w:rsid w:val="0014028D"/>
    <w:rsid w:val="00143EA1"/>
    <w:rsid w:val="0015432F"/>
    <w:rsid w:val="00160C14"/>
    <w:rsid w:val="00161547"/>
    <w:rsid w:val="00172BAC"/>
    <w:rsid w:val="00187A2D"/>
    <w:rsid w:val="0019152F"/>
    <w:rsid w:val="00191A9B"/>
    <w:rsid w:val="001D139F"/>
    <w:rsid w:val="001D72C5"/>
    <w:rsid w:val="001E574A"/>
    <w:rsid w:val="001F01F2"/>
    <w:rsid w:val="001F3A35"/>
    <w:rsid w:val="00205C1A"/>
    <w:rsid w:val="002124BD"/>
    <w:rsid w:val="00223757"/>
    <w:rsid w:val="00231DFB"/>
    <w:rsid w:val="0023444E"/>
    <w:rsid w:val="00246AF4"/>
    <w:rsid w:val="00262F53"/>
    <w:rsid w:val="00273033"/>
    <w:rsid w:val="00273B04"/>
    <w:rsid w:val="00280AAA"/>
    <w:rsid w:val="00282B5C"/>
    <w:rsid w:val="002B0B66"/>
    <w:rsid w:val="002C2F23"/>
    <w:rsid w:val="002C6585"/>
    <w:rsid w:val="002E1839"/>
    <w:rsid w:val="002E75FB"/>
    <w:rsid w:val="00304048"/>
    <w:rsid w:val="00316F07"/>
    <w:rsid w:val="00326150"/>
    <w:rsid w:val="0034387E"/>
    <w:rsid w:val="00345AC1"/>
    <w:rsid w:val="00350E65"/>
    <w:rsid w:val="00356C40"/>
    <w:rsid w:val="00357D8D"/>
    <w:rsid w:val="00365192"/>
    <w:rsid w:val="00366BC1"/>
    <w:rsid w:val="00377D40"/>
    <w:rsid w:val="00383757"/>
    <w:rsid w:val="0039271C"/>
    <w:rsid w:val="003949AB"/>
    <w:rsid w:val="003A08B0"/>
    <w:rsid w:val="003A32C2"/>
    <w:rsid w:val="003A443E"/>
    <w:rsid w:val="003C0836"/>
    <w:rsid w:val="004126E2"/>
    <w:rsid w:val="00415495"/>
    <w:rsid w:val="00422B8E"/>
    <w:rsid w:val="00435E25"/>
    <w:rsid w:val="00436506"/>
    <w:rsid w:val="00442D79"/>
    <w:rsid w:val="00447CD5"/>
    <w:rsid w:val="004721F7"/>
    <w:rsid w:val="00472DC6"/>
    <w:rsid w:val="00491C46"/>
    <w:rsid w:val="00491E34"/>
    <w:rsid w:val="0049484B"/>
    <w:rsid w:val="004A52F2"/>
    <w:rsid w:val="004A7A14"/>
    <w:rsid w:val="004B1E79"/>
    <w:rsid w:val="004C0F1F"/>
    <w:rsid w:val="004C6D04"/>
    <w:rsid w:val="004C6D9F"/>
    <w:rsid w:val="004D581C"/>
    <w:rsid w:val="004E48AB"/>
    <w:rsid w:val="0050100D"/>
    <w:rsid w:val="00544C70"/>
    <w:rsid w:val="00560E71"/>
    <w:rsid w:val="00564698"/>
    <w:rsid w:val="00574664"/>
    <w:rsid w:val="00575742"/>
    <w:rsid w:val="00591ED0"/>
    <w:rsid w:val="00594400"/>
    <w:rsid w:val="005D4A5A"/>
    <w:rsid w:val="005E145A"/>
    <w:rsid w:val="005E6FCD"/>
    <w:rsid w:val="005F7E43"/>
    <w:rsid w:val="006018D8"/>
    <w:rsid w:val="0062709F"/>
    <w:rsid w:val="00647255"/>
    <w:rsid w:val="0065027A"/>
    <w:rsid w:val="00665880"/>
    <w:rsid w:val="00667808"/>
    <w:rsid w:val="0067450F"/>
    <w:rsid w:val="00675748"/>
    <w:rsid w:val="006A5E66"/>
    <w:rsid w:val="006A7680"/>
    <w:rsid w:val="006C7129"/>
    <w:rsid w:val="006F2ED3"/>
    <w:rsid w:val="00704BBF"/>
    <w:rsid w:val="00731026"/>
    <w:rsid w:val="00740107"/>
    <w:rsid w:val="0074193C"/>
    <w:rsid w:val="00764A24"/>
    <w:rsid w:val="00785940"/>
    <w:rsid w:val="00785BA6"/>
    <w:rsid w:val="007B34F8"/>
    <w:rsid w:val="007B7275"/>
    <w:rsid w:val="007D471F"/>
    <w:rsid w:val="007E0D20"/>
    <w:rsid w:val="007F482F"/>
    <w:rsid w:val="00816B8C"/>
    <w:rsid w:val="00826746"/>
    <w:rsid w:val="008277D8"/>
    <w:rsid w:val="0083291B"/>
    <w:rsid w:val="00843ED7"/>
    <w:rsid w:val="00845FCB"/>
    <w:rsid w:val="00865D1D"/>
    <w:rsid w:val="00890DA9"/>
    <w:rsid w:val="00890F21"/>
    <w:rsid w:val="008A1DFD"/>
    <w:rsid w:val="008A5911"/>
    <w:rsid w:val="008B1038"/>
    <w:rsid w:val="008C0A3A"/>
    <w:rsid w:val="008C1A1C"/>
    <w:rsid w:val="008D0685"/>
    <w:rsid w:val="008E7BA5"/>
    <w:rsid w:val="00901644"/>
    <w:rsid w:val="009068BE"/>
    <w:rsid w:val="009101FD"/>
    <w:rsid w:val="0092271B"/>
    <w:rsid w:val="00930A8F"/>
    <w:rsid w:val="00942AC6"/>
    <w:rsid w:val="0094564E"/>
    <w:rsid w:val="00955EF5"/>
    <w:rsid w:val="00975E07"/>
    <w:rsid w:val="0098285B"/>
    <w:rsid w:val="009A2A25"/>
    <w:rsid w:val="009A429B"/>
    <w:rsid w:val="009A55F1"/>
    <w:rsid w:val="009A78E3"/>
    <w:rsid w:val="009D530C"/>
    <w:rsid w:val="009E1FAB"/>
    <w:rsid w:val="009E416E"/>
    <w:rsid w:val="009E6581"/>
    <w:rsid w:val="00A04A4C"/>
    <w:rsid w:val="00A10D06"/>
    <w:rsid w:val="00A24419"/>
    <w:rsid w:val="00A3348C"/>
    <w:rsid w:val="00A73B96"/>
    <w:rsid w:val="00A75BBB"/>
    <w:rsid w:val="00A85B4C"/>
    <w:rsid w:val="00A87D11"/>
    <w:rsid w:val="00A9445B"/>
    <w:rsid w:val="00AA6DA9"/>
    <w:rsid w:val="00AD2829"/>
    <w:rsid w:val="00AE12F5"/>
    <w:rsid w:val="00AE6FE4"/>
    <w:rsid w:val="00AF51F0"/>
    <w:rsid w:val="00AF5CE4"/>
    <w:rsid w:val="00B15316"/>
    <w:rsid w:val="00B17CCB"/>
    <w:rsid w:val="00B23F6F"/>
    <w:rsid w:val="00B528C4"/>
    <w:rsid w:val="00B651DB"/>
    <w:rsid w:val="00B702C2"/>
    <w:rsid w:val="00B7608B"/>
    <w:rsid w:val="00B840BB"/>
    <w:rsid w:val="00BC30E9"/>
    <w:rsid w:val="00BE00B7"/>
    <w:rsid w:val="00BE4524"/>
    <w:rsid w:val="00C005B2"/>
    <w:rsid w:val="00C05A05"/>
    <w:rsid w:val="00C05F8A"/>
    <w:rsid w:val="00C25484"/>
    <w:rsid w:val="00C26BCC"/>
    <w:rsid w:val="00C32B5E"/>
    <w:rsid w:val="00C36327"/>
    <w:rsid w:val="00C52479"/>
    <w:rsid w:val="00C530F7"/>
    <w:rsid w:val="00C612F4"/>
    <w:rsid w:val="00C67247"/>
    <w:rsid w:val="00C71FA6"/>
    <w:rsid w:val="00C7559D"/>
    <w:rsid w:val="00C8315B"/>
    <w:rsid w:val="00C848B1"/>
    <w:rsid w:val="00C86763"/>
    <w:rsid w:val="00C94A49"/>
    <w:rsid w:val="00CD2C76"/>
    <w:rsid w:val="00CF436D"/>
    <w:rsid w:val="00D020C4"/>
    <w:rsid w:val="00D24F89"/>
    <w:rsid w:val="00D34B82"/>
    <w:rsid w:val="00D52EE5"/>
    <w:rsid w:val="00D54036"/>
    <w:rsid w:val="00D81186"/>
    <w:rsid w:val="00D85A8B"/>
    <w:rsid w:val="00D86072"/>
    <w:rsid w:val="00D87DA9"/>
    <w:rsid w:val="00DA255B"/>
    <w:rsid w:val="00DA299C"/>
    <w:rsid w:val="00DD04AC"/>
    <w:rsid w:val="00DD73BA"/>
    <w:rsid w:val="00DE689A"/>
    <w:rsid w:val="00DF0FCE"/>
    <w:rsid w:val="00E06FA4"/>
    <w:rsid w:val="00E16EE9"/>
    <w:rsid w:val="00E24760"/>
    <w:rsid w:val="00E30CF6"/>
    <w:rsid w:val="00E32F37"/>
    <w:rsid w:val="00E358F1"/>
    <w:rsid w:val="00E36018"/>
    <w:rsid w:val="00E46A94"/>
    <w:rsid w:val="00E51B24"/>
    <w:rsid w:val="00E5233A"/>
    <w:rsid w:val="00E57A71"/>
    <w:rsid w:val="00E83C56"/>
    <w:rsid w:val="00E85637"/>
    <w:rsid w:val="00E861CC"/>
    <w:rsid w:val="00E96812"/>
    <w:rsid w:val="00EC5BAE"/>
    <w:rsid w:val="00ED4B3E"/>
    <w:rsid w:val="00ED66B8"/>
    <w:rsid w:val="00EE2C03"/>
    <w:rsid w:val="00EF24EC"/>
    <w:rsid w:val="00EF6674"/>
    <w:rsid w:val="00EF678A"/>
    <w:rsid w:val="00F04FCF"/>
    <w:rsid w:val="00F167CB"/>
    <w:rsid w:val="00F22DAC"/>
    <w:rsid w:val="00F31781"/>
    <w:rsid w:val="00F34882"/>
    <w:rsid w:val="00F57152"/>
    <w:rsid w:val="00F7636E"/>
    <w:rsid w:val="00F94062"/>
    <w:rsid w:val="00FA5A39"/>
    <w:rsid w:val="00FA7654"/>
    <w:rsid w:val="00FC6223"/>
    <w:rsid w:val="00FC7FAC"/>
    <w:rsid w:val="00FF0662"/>
    <w:rsid w:val="00FF0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8305"/>
    <o:shapelayout v:ext="edit">
      <o:idmap v:ext="edit" data="1"/>
    </o:shapelayout>
  </w:shapeDefaults>
  <w:decimalSymbol w:val=","/>
  <w:listSeparator w:val=";"/>
  <w14:docId w14:val="07469F23"/>
  <w15:docId w15:val="{D2C9A2CA-31FD-40A9-9FF5-A2A9747E5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pacing w:val="2"/>
      <w:position w:val="6"/>
      <w:sz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qFormat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qFormat/>
    <w:pPr>
      <w:keepNext/>
      <w:outlineLvl w:val="2"/>
    </w:pPr>
    <w:rPr>
      <w:b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semiHidden/>
    <w:rPr>
      <w:spacing w:val="0"/>
      <w:position w:val="0"/>
      <w:sz w:val="20"/>
    </w:rPr>
  </w:style>
  <w:style w:type="paragraph" w:customStyle="1" w:styleId="Numbering">
    <w:name w:val="Numbering"/>
    <w:basedOn w:val="Normaallaad"/>
    <w:pPr>
      <w:numPr>
        <w:numId w:val="1"/>
      </w:numPr>
    </w:pPr>
  </w:style>
  <w:style w:type="paragraph" w:customStyle="1" w:styleId="Bulleting">
    <w:name w:val="Bulleting."/>
    <w:basedOn w:val="Normaallaad"/>
    <w:pPr>
      <w:numPr>
        <w:numId w:val="2"/>
      </w:numPr>
      <w:tabs>
        <w:tab w:val="clear" w:pos="360"/>
      </w:tabs>
    </w:pPr>
  </w:style>
  <w:style w:type="paragraph" w:styleId="Pis">
    <w:name w:val="header"/>
    <w:basedOn w:val="Normaallaad"/>
    <w:semiHidden/>
    <w:pPr>
      <w:jc w:val="center"/>
    </w:pPr>
    <w:rPr>
      <w:spacing w:val="0"/>
      <w:position w:val="0"/>
      <w:sz w:val="20"/>
    </w:rPr>
  </w:style>
  <w:style w:type="paragraph" w:styleId="Pealdis">
    <w:name w:val="caption"/>
    <w:basedOn w:val="Normaallaad"/>
    <w:next w:val="Normaallaad"/>
    <w:qFormat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52479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52479"/>
    <w:rPr>
      <w:rFonts w:ascii="Tahoma" w:hAnsi="Tahoma" w:cs="Tahoma"/>
      <w:spacing w:val="2"/>
      <w:position w:val="6"/>
      <w:sz w:val="16"/>
      <w:szCs w:val="16"/>
      <w:lang w:eastAsia="en-US"/>
    </w:rPr>
  </w:style>
  <w:style w:type="character" w:styleId="Hperlink">
    <w:name w:val="Hyperlink"/>
    <w:basedOn w:val="Liguvaikefont"/>
    <w:uiPriority w:val="99"/>
    <w:unhideWhenUsed/>
    <w:rsid w:val="00901644"/>
    <w:rPr>
      <w:color w:val="0000FF" w:themeColor="hyperlink"/>
      <w:u w:val="single"/>
    </w:rPr>
  </w:style>
  <w:style w:type="paragraph" w:customStyle="1" w:styleId="Default">
    <w:name w:val="Default"/>
    <w:rsid w:val="007D471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Kehatekst">
    <w:name w:val="Body Text"/>
    <w:basedOn w:val="Normaallaad"/>
    <w:link w:val="KehatekstMrk"/>
    <w:rsid w:val="00172BAC"/>
    <w:pPr>
      <w:jc w:val="both"/>
    </w:pPr>
    <w:rPr>
      <w:spacing w:val="0"/>
      <w:position w:val="0"/>
      <w:szCs w:val="24"/>
    </w:rPr>
  </w:style>
  <w:style w:type="character" w:customStyle="1" w:styleId="KehatekstMrk">
    <w:name w:val="Kehatekst Märk"/>
    <w:basedOn w:val="Liguvaikefont"/>
    <w:link w:val="Kehatekst"/>
    <w:rsid w:val="00172BAC"/>
    <w:rPr>
      <w:sz w:val="24"/>
      <w:szCs w:val="24"/>
      <w:lang w:eastAsia="en-US"/>
    </w:rPr>
  </w:style>
  <w:style w:type="paragraph" w:styleId="Normaallaadveeb">
    <w:name w:val="Normal (Web)"/>
    <w:basedOn w:val="Normaallaad"/>
    <w:rsid w:val="00172BAC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pacing w:val="0"/>
      <w:position w:val="0"/>
      <w:szCs w:val="24"/>
      <w:lang w:val="en-US"/>
    </w:rPr>
  </w:style>
  <w:style w:type="character" w:customStyle="1" w:styleId="text-dark">
    <w:name w:val="text-dark"/>
    <w:basedOn w:val="Liguvaikefont"/>
    <w:rsid w:val="00865D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64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yperlink" Target="mailto:urve.jogi@rmk.ee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keskkonnaministeerium@envir.ee" TargetMode="Externa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erikv\Documents\1_1_Metsaosakond_Kirjad_2018\kirjaplank_ee_2018111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BB7753-5E40-4C5B-B52D-C2608DF9F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kirjaplank_ee_20181113</Template>
  <TotalTime>9</TotalTime>
  <Pages>1</Pages>
  <Words>99</Words>
  <Characters>1081</Characters>
  <Application>Microsoft Office Word</Application>
  <DocSecurity>0</DocSecurity>
  <Lines>9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DF</Company>
  <LinksUpToDate>false</LinksUpToDate>
  <CharactersWithSpaces>1178</CharactersWithSpaces>
  <SharedDoc>false</SharedDoc>
  <HLinks>
    <vt:vector size="6" baseType="variant">
      <vt:variant>
        <vt:i4>786512</vt:i4>
      </vt:variant>
      <vt:variant>
        <vt:i4>1880</vt:i4>
      </vt:variant>
      <vt:variant>
        <vt:i4>1025</vt:i4>
      </vt:variant>
      <vt:variant>
        <vt:i4>1</vt:i4>
      </vt:variant>
      <vt:variant>
        <vt:lpwstr>tykid_kiri\RMK_peakontor_ek.gif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MS Office 2016(TM) file templates</dc:subject>
  <dc:creator>Eerik Väärtnõu</dc:creator>
  <dc:description>Ver 6.0, 11.2018</dc:description>
  <cp:lastModifiedBy>Urve Jõgi</cp:lastModifiedBy>
  <cp:revision>3</cp:revision>
  <cp:lastPrinted>2023-02-14T11:37:00Z</cp:lastPrinted>
  <dcterms:created xsi:type="dcterms:W3CDTF">2023-02-14T12:14:00Z</dcterms:created>
  <dcterms:modified xsi:type="dcterms:W3CDTF">2023-02-14T12:16:00Z</dcterms:modified>
</cp:coreProperties>
</file>