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15" w:rsidRDefault="00020515" w:rsidP="00020515">
      <w:pPr>
        <w:jc w:val="center"/>
      </w:pPr>
      <w:r>
        <w:t>Selgitus</w:t>
      </w:r>
    </w:p>
    <w:p w:rsidR="00020515" w:rsidRDefault="00020515" w:rsidP="00020515">
      <w:pPr>
        <w:jc w:val="center"/>
      </w:pPr>
    </w:p>
    <w:p w:rsidR="00020515" w:rsidRDefault="00020515" w:rsidP="00020515"/>
    <w:p w:rsidR="00020515" w:rsidRDefault="00020515" w:rsidP="00020515">
      <w:pPr>
        <w:rPr>
          <w:b/>
          <w:sz w:val="24"/>
        </w:rPr>
      </w:pPr>
      <w:proofErr w:type="spellStart"/>
      <w:r>
        <w:t>Seoeses</w:t>
      </w:r>
      <w:proofErr w:type="spellEnd"/>
      <w:r>
        <w:t xml:space="preserve">   </w:t>
      </w:r>
      <w:r>
        <w:rPr>
          <w:sz w:val="24"/>
        </w:rPr>
        <w:t>25. aprill 2017  nr 1-5/17</w:t>
      </w:r>
      <w:r>
        <w:rPr>
          <w:sz w:val="24"/>
        </w:rPr>
        <w:t xml:space="preserve">  </w:t>
      </w:r>
      <w:r>
        <w:rPr>
          <w:b/>
          <w:sz w:val="24"/>
        </w:rPr>
        <w:t>Erakorralise m</w:t>
      </w:r>
      <w:r w:rsidRPr="00C27732">
        <w:rPr>
          <w:b/>
          <w:sz w:val="24"/>
        </w:rPr>
        <w:t>etsamaterjali</w:t>
      </w:r>
      <w:r>
        <w:rPr>
          <w:b/>
          <w:sz w:val="24"/>
        </w:rPr>
        <w:t xml:space="preserve"> </w:t>
      </w:r>
      <w:r w:rsidRPr="00C27732">
        <w:rPr>
          <w:b/>
          <w:sz w:val="24"/>
        </w:rPr>
        <w:t>invent</w:t>
      </w:r>
      <w:r>
        <w:rPr>
          <w:b/>
          <w:sz w:val="24"/>
        </w:rPr>
        <w:t>uuri</w:t>
      </w:r>
      <w:r w:rsidRPr="00C27732">
        <w:rPr>
          <w:b/>
          <w:sz w:val="24"/>
        </w:rPr>
        <w:t xml:space="preserve"> </w:t>
      </w:r>
    </w:p>
    <w:p w:rsidR="00020515" w:rsidRDefault="00020515" w:rsidP="00020515">
      <w:pPr>
        <w:rPr>
          <w:sz w:val="24"/>
        </w:rPr>
      </w:pPr>
      <w:r>
        <w:rPr>
          <w:b/>
          <w:sz w:val="24"/>
        </w:rPr>
        <w:t xml:space="preserve">läbiviimise ja </w:t>
      </w:r>
      <w:r w:rsidRPr="002D59D3">
        <w:rPr>
          <w:b/>
          <w:sz w:val="24"/>
        </w:rPr>
        <w:t xml:space="preserve"> metsamaterjali </w:t>
      </w:r>
      <w:r>
        <w:rPr>
          <w:b/>
          <w:sz w:val="24"/>
        </w:rPr>
        <w:t>mahakandmis</w:t>
      </w:r>
      <w:r w:rsidRPr="002D59D3">
        <w:rPr>
          <w:b/>
          <w:sz w:val="24"/>
        </w:rPr>
        <w:t>ega</w:t>
      </w:r>
      <w:r>
        <w:rPr>
          <w:sz w:val="24"/>
        </w:rPr>
        <w:t xml:space="preserve"> </w:t>
      </w:r>
      <w:r>
        <w:rPr>
          <w:sz w:val="24"/>
        </w:rPr>
        <w:t>nõutud  selgitus.</w:t>
      </w:r>
    </w:p>
    <w:p w:rsidR="00020515" w:rsidRDefault="00020515" w:rsidP="00020515">
      <w:pPr>
        <w:rPr>
          <w:sz w:val="24"/>
        </w:rPr>
      </w:pPr>
    </w:p>
    <w:p w:rsidR="00020515" w:rsidRDefault="00020515" w:rsidP="00020515">
      <w:pPr>
        <w:rPr>
          <w:sz w:val="24"/>
        </w:rPr>
      </w:pPr>
      <w:r>
        <w:rPr>
          <w:sz w:val="24"/>
        </w:rPr>
        <w:t>Seoses Endla raba taastamistööde</w:t>
      </w:r>
      <w:r w:rsidR="00837FF8">
        <w:rPr>
          <w:sz w:val="24"/>
        </w:rPr>
        <w:t>ga oli vajalik teostada raietööd</w:t>
      </w:r>
      <w:r>
        <w:rPr>
          <w:sz w:val="24"/>
        </w:rPr>
        <w:t xml:space="preserve"> Endla rabas kvartalitel </w:t>
      </w:r>
      <w:r w:rsidR="00837FF8">
        <w:rPr>
          <w:sz w:val="24"/>
        </w:rPr>
        <w:t>VZ029,VZ035, VZ034</w:t>
      </w:r>
      <w:r w:rsidR="00B143A7">
        <w:rPr>
          <w:sz w:val="24"/>
        </w:rPr>
        <w:t>, VZ033,VZ066 ja VZ069</w:t>
      </w:r>
      <w:r w:rsidR="00837FF8">
        <w:rPr>
          <w:sz w:val="24"/>
        </w:rPr>
        <w:t>l.</w:t>
      </w:r>
      <w:r w:rsidR="005615D1">
        <w:rPr>
          <w:sz w:val="24"/>
        </w:rPr>
        <w:t xml:space="preserve"> Ebasoodsate ilmas</w:t>
      </w:r>
      <w:r w:rsidR="00B143A7">
        <w:rPr>
          <w:sz w:val="24"/>
        </w:rPr>
        <w:t xml:space="preserve">tikutingimuste tõttu ei olnud võimalik kõike metsamaterjali kätte saada ja osa sellest tuli kasutada kokkuveoteede tugevdamiseks. </w:t>
      </w:r>
      <w:r w:rsidR="005615D1">
        <w:rPr>
          <w:sz w:val="24"/>
        </w:rPr>
        <w:t xml:space="preserve"> </w:t>
      </w:r>
      <w:r w:rsidR="00837FF8">
        <w:rPr>
          <w:sz w:val="24"/>
        </w:rPr>
        <w:t xml:space="preserve">  Kuna tegemist on kaitsealaga olid raietööd seal </w:t>
      </w:r>
      <w:r w:rsidR="00B143A7">
        <w:rPr>
          <w:sz w:val="24"/>
        </w:rPr>
        <w:t>lubatud kuni jaanuari kuu lõpuni ning peamine eesmärk oli antud alal looduskaitse tööde läbiviimine, mitte materjali varumine.</w:t>
      </w:r>
    </w:p>
    <w:p w:rsidR="00B143A7" w:rsidRDefault="00B143A7" w:rsidP="00020515">
      <w:pPr>
        <w:rPr>
          <w:sz w:val="24"/>
        </w:rPr>
      </w:pPr>
    </w:p>
    <w:p w:rsidR="00B143A7" w:rsidRDefault="00B143A7" w:rsidP="00020515">
      <w:pPr>
        <w:rPr>
          <w:sz w:val="24"/>
        </w:rPr>
      </w:pPr>
    </w:p>
    <w:p w:rsidR="00B143A7" w:rsidRDefault="00B143A7" w:rsidP="00020515">
      <w:pPr>
        <w:rPr>
          <w:sz w:val="24"/>
        </w:rPr>
      </w:pPr>
      <w:r>
        <w:rPr>
          <w:sz w:val="24"/>
        </w:rPr>
        <w:t xml:space="preserve">Erki Põldoja </w:t>
      </w:r>
    </w:p>
    <w:p w:rsidR="00B143A7" w:rsidRDefault="00B143A7" w:rsidP="00020515">
      <w:pPr>
        <w:rPr>
          <w:sz w:val="24"/>
        </w:rPr>
      </w:pPr>
      <w:r>
        <w:rPr>
          <w:sz w:val="24"/>
        </w:rPr>
        <w:t>RMK kirde regioon varumisjuht</w:t>
      </w:r>
      <w:bookmarkStart w:id="0" w:name="_GoBack"/>
      <w:bookmarkEnd w:id="0"/>
    </w:p>
    <w:p w:rsidR="00020515" w:rsidRDefault="00020515" w:rsidP="00020515">
      <w:pPr>
        <w:rPr>
          <w:sz w:val="24"/>
        </w:rPr>
      </w:pPr>
    </w:p>
    <w:p w:rsidR="00020515" w:rsidRPr="00020515" w:rsidRDefault="00020515" w:rsidP="00020515">
      <w:pPr>
        <w:rPr>
          <w:sz w:val="24"/>
        </w:rPr>
      </w:pPr>
      <w:r w:rsidRPr="00A01AA3">
        <w:rPr>
          <w:sz w:val="24"/>
        </w:rPr>
        <w:t xml:space="preserve"> </w:t>
      </w:r>
    </w:p>
    <w:p w:rsidR="00020515" w:rsidRDefault="00020515" w:rsidP="00020515">
      <w:pPr>
        <w:tabs>
          <w:tab w:val="decimal" w:pos="851"/>
          <w:tab w:val="decimal" w:pos="1701"/>
          <w:tab w:val="left" w:pos="2268"/>
          <w:tab w:val="decimal" w:pos="5670"/>
        </w:tabs>
        <w:spacing w:line="360" w:lineRule="atLeast"/>
        <w:rPr>
          <w:sz w:val="24"/>
        </w:rPr>
      </w:pPr>
    </w:p>
    <w:p w:rsidR="00456CF4" w:rsidRDefault="00456CF4"/>
    <w:sectPr w:rsidR="00456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CD"/>
    <w:rsid w:val="00020515"/>
    <w:rsid w:val="00456CF4"/>
    <w:rsid w:val="005615D1"/>
    <w:rsid w:val="00837FF8"/>
    <w:rsid w:val="00B143A7"/>
    <w:rsid w:val="00F5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27326A2B.dotm</Template>
  <TotalTime>54</TotalTime>
  <Pages>1</Pages>
  <Words>97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Erki Põldoja</dc:creator>
  <cp:keywords/>
  <dc:description/>
  <cp:lastModifiedBy>Erki Põldoja</cp:lastModifiedBy>
  <cp:revision>2</cp:revision>
  <dcterms:created xsi:type="dcterms:W3CDTF">2017-04-25T12:39:00Z</dcterms:created>
  <dcterms:modified xsi:type="dcterms:W3CDTF">2017-04-25T13:56:00Z</dcterms:modified>
</cp:coreProperties>
</file>