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3DAFA" w14:textId="08215099" w:rsidR="00274A78" w:rsidRDefault="00274A78" w:rsidP="003304C3"/>
    <w:p w14:paraId="67A540C4" w14:textId="77777777" w:rsidR="00674B56" w:rsidRDefault="00674B56" w:rsidP="003304C3"/>
    <w:p w14:paraId="4C055681" w14:textId="0005C030" w:rsidR="005E78F9" w:rsidRDefault="00674B56" w:rsidP="003304C3">
      <w:r>
        <w:t>9. september 2024</w:t>
      </w:r>
    </w:p>
    <w:p w14:paraId="47809C46" w14:textId="77777777" w:rsidR="00674B56" w:rsidRDefault="00674B56" w:rsidP="003304C3"/>
    <w:p w14:paraId="08ED74F6" w14:textId="395A90E5" w:rsidR="005E78F9" w:rsidRDefault="007D2FC2" w:rsidP="00674B56">
      <w:pPr>
        <w:spacing w:line="240" w:lineRule="auto"/>
      </w:pPr>
      <w:r>
        <w:t>Hr. Andres Mumma</w:t>
      </w:r>
    </w:p>
    <w:p w14:paraId="3361058C" w14:textId="7CC3327E" w:rsidR="007D2FC2" w:rsidRDefault="007D2FC2" w:rsidP="00674B56">
      <w:pPr>
        <w:spacing w:line="240" w:lineRule="auto"/>
      </w:pPr>
      <w:r>
        <w:t>Sisekaitseakadeemia</w:t>
      </w:r>
    </w:p>
    <w:p w14:paraId="3457D781" w14:textId="77777777" w:rsidR="005E78F9" w:rsidRDefault="005E78F9" w:rsidP="003304C3"/>
    <w:p w14:paraId="4F095E92" w14:textId="034ECB9A" w:rsidR="007D2FC2" w:rsidRDefault="007D2FC2" w:rsidP="007D2FC2">
      <w:pPr>
        <w:jc w:val="center"/>
      </w:pPr>
      <w:r>
        <w:t>Volitus</w:t>
      </w:r>
    </w:p>
    <w:p w14:paraId="39D84186" w14:textId="77777777" w:rsidR="007D2FC2" w:rsidRDefault="007D2FC2" w:rsidP="003304C3"/>
    <w:p w14:paraId="41E26999" w14:textId="03B21B12" w:rsidR="005E78F9" w:rsidRPr="005E78F9" w:rsidRDefault="007D2FC2" w:rsidP="00674B56">
      <w:pPr>
        <w:jc w:val="both"/>
      </w:pPr>
      <w:r>
        <w:t xml:space="preserve">Threod Systems AS, kui mehitamata lennusüsteemi Eos C VTOL tootja, </w:t>
      </w:r>
      <w:r w:rsidR="00674B56">
        <w:t xml:space="preserve">kinnitab et Sisekaitseakadeemia neli instruktorit on saanud piisava koolituse nimetatud süsteemi opereerimiseks ja uute </w:t>
      </w:r>
      <w:r w:rsidR="00D166B7">
        <w:t>operaatorite</w:t>
      </w:r>
      <w:r w:rsidR="00674B56">
        <w:t xml:space="preserve"> koolitamiseks ning vastav tegevus on meie poolt aktsepteeritud.</w:t>
      </w:r>
    </w:p>
    <w:p w14:paraId="1CB6E6BC" w14:textId="77777777" w:rsidR="00372126" w:rsidRDefault="00372126" w:rsidP="003304C3"/>
    <w:p w14:paraId="1213161E" w14:textId="293E7FF1" w:rsidR="00674B56" w:rsidRDefault="00674B56" w:rsidP="00674B56">
      <w:pPr>
        <w:spacing w:line="240" w:lineRule="auto"/>
      </w:pPr>
      <w:r>
        <w:t>Arno Vaik</w:t>
      </w:r>
    </w:p>
    <w:p w14:paraId="06110F44" w14:textId="3AC07BD0" w:rsidR="00674B56" w:rsidRDefault="00674B56" w:rsidP="00674B56">
      <w:pPr>
        <w:spacing w:line="240" w:lineRule="auto"/>
      </w:pPr>
      <w:r>
        <w:t>Threod Systems AS</w:t>
      </w:r>
    </w:p>
    <w:p w14:paraId="03B39D01" w14:textId="2BCA8A12" w:rsidR="00674B56" w:rsidRPr="003304C3" w:rsidRDefault="00674B56" w:rsidP="00674B56">
      <w:pPr>
        <w:spacing w:line="240" w:lineRule="auto"/>
      </w:pPr>
      <w:r>
        <w:t>Tegevjuht, juhatuse liige</w:t>
      </w:r>
    </w:p>
    <w:sectPr w:rsidR="00674B56" w:rsidRPr="003304C3" w:rsidSect="00280DC0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5660E" w14:textId="77777777" w:rsidR="003D692B" w:rsidRDefault="003D692B" w:rsidP="0032367F">
      <w:pPr>
        <w:spacing w:after="0" w:line="240" w:lineRule="auto"/>
      </w:pPr>
      <w:r>
        <w:separator/>
      </w:r>
    </w:p>
  </w:endnote>
  <w:endnote w:type="continuationSeparator" w:id="0">
    <w:p w14:paraId="0097B410" w14:textId="77777777" w:rsidR="003D692B" w:rsidRDefault="003D692B" w:rsidP="0032367F">
      <w:pPr>
        <w:spacing w:after="0" w:line="240" w:lineRule="auto"/>
      </w:pPr>
      <w:r>
        <w:continuationSeparator/>
      </w:r>
    </w:p>
  </w:endnote>
  <w:endnote w:type="continuationNotice" w:id="1">
    <w:p w14:paraId="7259C9D2" w14:textId="77777777" w:rsidR="003D692B" w:rsidRDefault="003D69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K Grotesk">
    <w:altName w:val="Cambria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43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430"/>
    </w:tblGrid>
    <w:tr w:rsidR="003144CC" w:rsidRPr="00280DC0" w14:paraId="17DA0F59" w14:textId="77777777" w:rsidTr="006C5F35">
      <w:tc>
        <w:tcPr>
          <w:tcW w:w="9430" w:type="dxa"/>
          <w:vAlign w:val="center"/>
        </w:tcPr>
        <w:p w14:paraId="41BADA88" w14:textId="77777777" w:rsidR="003144CC" w:rsidRPr="00F66E49" w:rsidRDefault="003144CC" w:rsidP="003144CC">
          <w:pPr>
            <w:spacing w:after="0"/>
            <w:jc w:val="center"/>
            <w:rPr>
              <w:rFonts w:ascii="HK Grotesk" w:hAnsi="HK Grotesk" w:cstheme="minorHAnsi"/>
              <w:sz w:val="18"/>
              <w:szCs w:val="18"/>
            </w:rPr>
          </w:pPr>
        </w:p>
        <w:p w14:paraId="385E61C8" w14:textId="77777777" w:rsidR="003144CC" w:rsidRPr="00280DC0" w:rsidRDefault="003144CC" w:rsidP="003144CC">
          <w:pPr>
            <w:spacing w:after="0"/>
            <w:ind w:right="-8"/>
            <w:jc w:val="center"/>
            <w:rPr>
              <w:rFonts w:ascii="HK Grotesk" w:hAnsi="HK Grotesk" w:cstheme="minorHAnsi"/>
              <w:sz w:val="18"/>
              <w:szCs w:val="18"/>
            </w:rPr>
          </w:pPr>
          <w:r w:rsidRPr="00280DC0">
            <w:rPr>
              <w:rFonts w:ascii="HK Grotesk" w:hAnsi="HK Grotesk" w:cstheme="minorHAnsi"/>
              <w:sz w:val="18"/>
              <w:szCs w:val="18"/>
            </w:rPr>
            <w:fldChar w:fldCharType="begin"/>
          </w:r>
          <w:r w:rsidRPr="00280DC0">
            <w:rPr>
              <w:rFonts w:ascii="HK Grotesk" w:hAnsi="HK Grotesk" w:cstheme="minorHAnsi"/>
              <w:sz w:val="18"/>
              <w:szCs w:val="18"/>
            </w:rPr>
            <w:instrText>PAGE  \* Arabic  \* MERGEFORMAT</w:instrText>
          </w:r>
          <w:r w:rsidRPr="00280DC0">
            <w:rPr>
              <w:rFonts w:ascii="HK Grotesk" w:hAnsi="HK Grotesk" w:cstheme="minorHAnsi"/>
              <w:sz w:val="18"/>
              <w:szCs w:val="18"/>
            </w:rPr>
            <w:fldChar w:fldCharType="separate"/>
          </w:r>
          <w:r w:rsidR="00E77D38">
            <w:rPr>
              <w:rFonts w:ascii="HK Grotesk" w:hAnsi="HK Grotesk" w:cstheme="minorHAnsi"/>
              <w:noProof/>
              <w:sz w:val="18"/>
              <w:szCs w:val="18"/>
            </w:rPr>
            <w:t>1</w:t>
          </w:r>
          <w:r w:rsidRPr="00280DC0">
            <w:rPr>
              <w:rFonts w:ascii="HK Grotesk" w:hAnsi="HK Grotesk" w:cstheme="minorHAnsi"/>
              <w:sz w:val="18"/>
              <w:szCs w:val="18"/>
            </w:rPr>
            <w:fldChar w:fldCharType="end"/>
          </w:r>
          <w:r w:rsidRPr="00280DC0">
            <w:rPr>
              <w:rFonts w:ascii="HK Grotesk" w:hAnsi="HK Grotesk" w:cstheme="minorHAnsi"/>
              <w:sz w:val="18"/>
              <w:szCs w:val="18"/>
            </w:rPr>
            <w:t>/</w:t>
          </w:r>
          <w:r w:rsidRPr="00280DC0">
            <w:rPr>
              <w:rFonts w:ascii="HK Grotesk" w:hAnsi="HK Grotesk" w:cstheme="minorHAnsi"/>
              <w:sz w:val="18"/>
              <w:szCs w:val="18"/>
            </w:rPr>
            <w:fldChar w:fldCharType="begin"/>
          </w:r>
          <w:r w:rsidRPr="00280DC0">
            <w:rPr>
              <w:rFonts w:ascii="HK Grotesk" w:hAnsi="HK Grotesk" w:cstheme="minorHAnsi"/>
              <w:sz w:val="18"/>
              <w:szCs w:val="18"/>
            </w:rPr>
            <w:instrText>NUMPAGES  \* Arabic  \* MERGEFORMAT</w:instrText>
          </w:r>
          <w:r w:rsidRPr="00280DC0">
            <w:rPr>
              <w:rFonts w:ascii="HK Grotesk" w:hAnsi="HK Grotesk" w:cstheme="minorHAnsi"/>
              <w:sz w:val="18"/>
              <w:szCs w:val="18"/>
            </w:rPr>
            <w:fldChar w:fldCharType="separate"/>
          </w:r>
          <w:r w:rsidR="00E77D38">
            <w:rPr>
              <w:rFonts w:ascii="HK Grotesk" w:hAnsi="HK Grotesk" w:cstheme="minorHAnsi"/>
              <w:noProof/>
              <w:sz w:val="18"/>
              <w:szCs w:val="18"/>
            </w:rPr>
            <w:t>1</w:t>
          </w:r>
          <w:r w:rsidRPr="00280DC0">
            <w:rPr>
              <w:rFonts w:ascii="HK Grotesk" w:hAnsi="HK Grotesk" w:cstheme="minorHAnsi"/>
              <w:noProof/>
              <w:sz w:val="18"/>
              <w:szCs w:val="18"/>
            </w:rPr>
            <w:fldChar w:fldCharType="end"/>
          </w:r>
        </w:p>
      </w:tc>
    </w:tr>
  </w:tbl>
  <w:tbl>
    <w:tblPr>
      <w:tblW w:w="9210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003"/>
      <w:gridCol w:w="4207"/>
    </w:tblGrid>
    <w:tr w:rsidR="006764E7" w:rsidRPr="00280DC0" w14:paraId="19FC49FB" w14:textId="77777777" w:rsidTr="00280DC0">
      <w:trPr>
        <w:trHeight w:val="847"/>
      </w:trPr>
      <w:tc>
        <w:tcPr>
          <w:tcW w:w="4928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38B8D12" w14:textId="65734CE2" w:rsidR="006764E7" w:rsidRPr="00280DC0" w:rsidRDefault="006764E7" w:rsidP="006764E7">
          <w:pPr>
            <w:pStyle w:val="Footer"/>
            <w:spacing w:line="256" w:lineRule="auto"/>
            <w:rPr>
              <w:rFonts w:ascii="HK Grotesk" w:eastAsia="Times New Roman" w:hAnsi="HK Grotesk" w:cstheme="minorHAnsi"/>
              <w:b/>
              <w:sz w:val="18"/>
              <w:szCs w:val="18"/>
            </w:rPr>
          </w:pPr>
          <w:r w:rsidRPr="00280DC0">
            <w:rPr>
              <w:rFonts w:ascii="HK Grotesk" w:hAnsi="HK Grotesk" w:cstheme="minorHAnsi"/>
              <w:b/>
              <w:sz w:val="18"/>
              <w:szCs w:val="18"/>
            </w:rPr>
            <w:t xml:space="preserve">Threod Systems </w:t>
          </w:r>
          <w:r w:rsidR="00372126">
            <w:rPr>
              <w:rFonts w:ascii="HK Grotesk" w:hAnsi="HK Grotesk" w:cstheme="minorHAnsi"/>
              <w:b/>
              <w:sz w:val="18"/>
              <w:szCs w:val="18"/>
            </w:rPr>
            <w:t>AS</w:t>
          </w:r>
        </w:p>
        <w:p w14:paraId="3BAFA6CF" w14:textId="77777777" w:rsidR="006764E7" w:rsidRPr="00280DC0" w:rsidRDefault="006764E7" w:rsidP="006764E7">
          <w:pPr>
            <w:pStyle w:val="Footer"/>
            <w:spacing w:line="256" w:lineRule="auto"/>
            <w:rPr>
              <w:rFonts w:ascii="HK Grotesk" w:hAnsi="HK Grotesk" w:cstheme="minorHAnsi"/>
              <w:sz w:val="18"/>
              <w:szCs w:val="18"/>
            </w:rPr>
          </w:pPr>
          <w:r w:rsidRPr="00280DC0">
            <w:rPr>
              <w:rFonts w:ascii="HK Grotesk" w:hAnsi="HK Grotesk" w:cstheme="minorHAnsi"/>
              <w:sz w:val="18"/>
              <w:szCs w:val="18"/>
            </w:rPr>
            <w:t>Phone: +372 5121154</w:t>
          </w:r>
        </w:p>
        <w:p w14:paraId="5C9F20AC" w14:textId="77777777" w:rsidR="006764E7" w:rsidRPr="00280DC0" w:rsidRDefault="006764E7" w:rsidP="006764E7">
          <w:pPr>
            <w:pStyle w:val="Footer"/>
            <w:spacing w:line="256" w:lineRule="auto"/>
            <w:rPr>
              <w:rFonts w:ascii="HK Grotesk" w:hAnsi="HK Grotesk" w:cstheme="minorHAnsi"/>
              <w:sz w:val="18"/>
              <w:szCs w:val="18"/>
            </w:rPr>
          </w:pPr>
          <w:r w:rsidRPr="00280DC0">
            <w:rPr>
              <w:rFonts w:ascii="HK Grotesk" w:hAnsi="HK Grotesk" w:cstheme="minorHAnsi"/>
              <w:sz w:val="18"/>
              <w:szCs w:val="18"/>
            </w:rPr>
            <w:t xml:space="preserve">E-mail: </w:t>
          </w:r>
          <w:hyperlink r:id="rId1" w:history="1">
            <w:r w:rsidRPr="00280DC0">
              <w:rPr>
                <w:rStyle w:val="Hyperlink"/>
                <w:rFonts w:ascii="HK Grotesk" w:hAnsi="HK Grotesk" w:cstheme="minorHAnsi"/>
                <w:color w:val="auto"/>
                <w:sz w:val="18"/>
                <w:szCs w:val="18"/>
                <w:u w:val="none"/>
              </w:rPr>
              <w:t>info@threod.com</w:t>
            </w:r>
          </w:hyperlink>
          <w:r w:rsidRPr="00280DC0">
            <w:rPr>
              <w:rFonts w:ascii="HK Grotesk" w:hAnsi="HK Grotesk" w:cstheme="minorHAnsi"/>
              <w:sz w:val="18"/>
              <w:szCs w:val="18"/>
            </w:rPr>
            <w:tab/>
          </w:r>
        </w:p>
      </w:tc>
      <w:tc>
        <w:tcPr>
          <w:tcW w:w="4144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FB55FA4" w14:textId="77777777" w:rsidR="006764E7" w:rsidRPr="00280DC0" w:rsidRDefault="006764E7" w:rsidP="003144CC">
          <w:pPr>
            <w:pStyle w:val="Footer"/>
            <w:spacing w:line="256" w:lineRule="auto"/>
            <w:ind w:left="519"/>
            <w:rPr>
              <w:rFonts w:ascii="HK Grotesk" w:hAnsi="HK Grotesk" w:cstheme="minorHAnsi"/>
              <w:sz w:val="18"/>
              <w:szCs w:val="18"/>
            </w:rPr>
          </w:pPr>
          <w:r w:rsidRPr="00280DC0">
            <w:rPr>
              <w:rFonts w:ascii="HK Grotesk" w:hAnsi="HK Grotesk" w:cstheme="minorHAnsi"/>
              <w:sz w:val="18"/>
              <w:szCs w:val="18"/>
            </w:rPr>
            <w:t>Reg.No: 12323903</w:t>
          </w:r>
          <w:r w:rsidRPr="00280DC0">
            <w:rPr>
              <w:rFonts w:ascii="HK Grotesk" w:hAnsi="HK Grotesk" w:cstheme="minorHAnsi"/>
              <w:sz w:val="18"/>
              <w:szCs w:val="18"/>
            </w:rPr>
            <w:tab/>
          </w:r>
        </w:p>
        <w:p w14:paraId="4C230BC4" w14:textId="77777777" w:rsidR="006764E7" w:rsidRPr="00280DC0" w:rsidRDefault="006764E7" w:rsidP="003144CC">
          <w:pPr>
            <w:pStyle w:val="Footer"/>
            <w:spacing w:line="256" w:lineRule="auto"/>
            <w:ind w:left="519"/>
            <w:rPr>
              <w:rFonts w:ascii="HK Grotesk" w:hAnsi="HK Grotesk" w:cstheme="minorHAnsi"/>
              <w:sz w:val="18"/>
              <w:szCs w:val="18"/>
            </w:rPr>
          </w:pPr>
          <w:r w:rsidRPr="00280DC0">
            <w:rPr>
              <w:rFonts w:ascii="HK Grotesk" w:hAnsi="HK Grotesk" w:cstheme="minorHAnsi"/>
              <w:sz w:val="18"/>
              <w:szCs w:val="18"/>
            </w:rPr>
            <w:t>Address: Kaare tee 3, Viimsi, 74010 Estonia</w:t>
          </w:r>
        </w:p>
        <w:p w14:paraId="77873B56" w14:textId="77777777" w:rsidR="006764E7" w:rsidRPr="00280DC0" w:rsidRDefault="00F41320" w:rsidP="003144CC">
          <w:pPr>
            <w:pStyle w:val="Footer"/>
            <w:spacing w:line="256" w:lineRule="auto"/>
            <w:ind w:left="519"/>
            <w:rPr>
              <w:rFonts w:ascii="HK Grotesk" w:hAnsi="HK Grotesk" w:cstheme="minorHAnsi"/>
              <w:sz w:val="18"/>
              <w:szCs w:val="18"/>
            </w:rPr>
          </w:pPr>
          <w:hyperlink r:id="rId2" w:history="1">
            <w:r w:rsidR="006764E7" w:rsidRPr="00280DC0">
              <w:rPr>
                <w:rStyle w:val="Hyperlink"/>
                <w:rFonts w:ascii="HK Grotesk" w:hAnsi="HK Grotesk" w:cstheme="minorHAnsi"/>
                <w:color w:val="auto"/>
                <w:sz w:val="18"/>
                <w:szCs w:val="18"/>
                <w:u w:val="none"/>
              </w:rPr>
              <w:t>www.threod.com</w:t>
            </w:r>
          </w:hyperlink>
          <w:r w:rsidR="006764E7" w:rsidRPr="00280DC0">
            <w:rPr>
              <w:rFonts w:ascii="HK Grotesk" w:hAnsi="HK Grotesk" w:cstheme="minorHAnsi"/>
              <w:sz w:val="18"/>
              <w:szCs w:val="18"/>
            </w:rPr>
            <w:t xml:space="preserve"> </w:t>
          </w:r>
        </w:p>
      </w:tc>
    </w:tr>
  </w:tbl>
  <w:p w14:paraId="7EAEDFD9" w14:textId="77777777" w:rsidR="006764E7" w:rsidRDefault="006764E7" w:rsidP="006764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5BC51" w14:textId="77777777" w:rsidR="003D692B" w:rsidRDefault="003D692B" w:rsidP="0032367F">
      <w:pPr>
        <w:spacing w:after="0" w:line="240" w:lineRule="auto"/>
      </w:pPr>
      <w:r>
        <w:separator/>
      </w:r>
    </w:p>
  </w:footnote>
  <w:footnote w:type="continuationSeparator" w:id="0">
    <w:p w14:paraId="4137473B" w14:textId="77777777" w:rsidR="003D692B" w:rsidRDefault="003D692B" w:rsidP="0032367F">
      <w:pPr>
        <w:spacing w:after="0" w:line="240" w:lineRule="auto"/>
      </w:pPr>
      <w:r>
        <w:continuationSeparator/>
      </w:r>
    </w:p>
  </w:footnote>
  <w:footnote w:type="continuationNotice" w:id="1">
    <w:p w14:paraId="25612E81" w14:textId="77777777" w:rsidR="003D692B" w:rsidRDefault="003D69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99D5F" w14:textId="77777777" w:rsidR="00280DC0" w:rsidRPr="00280DC0" w:rsidRDefault="00280DC0" w:rsidP="0032367F">
    <w:pPr>
      <w:pStyle w:val="Header"/>
      <w:jc w:val="center"/>
      <w:rPr>
        <w:rFonts w:ascii="HK Grotesk" w:hAnsi="HK Grotesk"/>
        <w:sz w:val="18"/>
        <w:szCs w:val="18"/>
      </w:rPr>
    </w:pPr>
  </w:p>
  <w:p w14:paraId="5D674FD4" w14:textId="77777777" w:rsidR="0032367F" w:rsidRPr="0032367F" w:rsidRDefault="00280DC0" w:rsidP="0032367F">
    <w:pPr>
      <w:pStyle w:val="Header"/>
      <w:jc w:val="center"/>
      <w:rPr>
        <w:rFonts w:ascii="calNew Roman" w:hAnsi="calNew Roman"/>
        <w:sz w:val="22"/>
      </w:rPr>
    </w:pPr>
    <w:r>
      <w:rPr>
        <w:noProof/>
        <w:lang w:eastAsia="et-EE"/>
      </w:rPr>
      <w:drawing>
        <wp:inline distT="0" distB="0" distL="0" distR="0" wp14:anchorId="08D73EA1" wp14:editId="448A5086">
          <wp:extent cx="1613487" cy="390525"/>
          <wp:effectExtent l="0" t="0" r="6350" b="0"/>
          <wp:docPr id="4" name="Picture 4" descr="C:\Users\Terje\AppData\Local\Microsoft\Windows\INetCache\Content.Word\threod-logo-rgb-on-white-b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Terje\AppData\Local\Microsoft\Windows\INetCache\Content.Word\threod-logo-rgb-on-white-b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608" cy="406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6E5DD7" w14:textId="77777777" w:rsidR="0032367F" w:rsidRPr="0032367F" w:rsidRDefault="0032367F">
    <w:pPr>
      <w:pStyle w:val="Header"/>
      <w:rPr>
        <w:rFonts w:ascii="calNew Roman" w:hAnsi="calNew Roman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B5E41"/>
    <w:multiLevelType w:val="hybridMultilevel"/>
    <w:tmpl w:val="B21A08AA"/>
    <w:lvl w:ilvl="0" w:tplc="A06E3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11EC9"/>
    <w:multiLevelType w:val="multilevel"/>
    <w:tmpl w:val="554E03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1E4144"/>
    <w:multiLevelType w:val="hybridMultilevel"/>
    <w:tmpl w:val="14D0E014"/>
    <w:lvl w:ilvl="0" w:tplc="BFBC2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35D6A"/>
    <w:multiLevelType w:val="multilevel"/>
    <w:tmpl w:val="CD6C401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B21171"/>
    <w:multiLevelType w:val="hybridMultilevel"/>
    <w:tmpl w:val="8D1A9A7A"/>
    <w:lvl w:ilvl="0" w:tplc="BFBC2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20CB6"/>
    <w:multiLevelType w:val="multilevel"/>
    <w:tmpl w:val="C530477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E859D1"/>
    <w:multiLevelType w:val="hybridMultilevel"/>
    <w:tmpl w:val="20A244DC"/>
    <w:lvl w:ilvl="0" w:tplc="0AC8F244">
      <w:start w:val="1"/>
      <w:numFmt w:val="decimal"/>
      <w:lvlText w:val="%1."/>
      <w:lvlJc w:val="left"/>
      <w:pPr>
        <w:ind w:left="720" w:hanging="360"/>
      </w:pPr>
      <w:rPr>
        <w:rFonts w:ascii="HK Grotesk" w:eastAsiaTheme="minorHAnsi" w:hAnsi="HK Grotesk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697899"/>
    <w:multiLevelType w:val="hybridMultilevel"/>
    <w:tmpl w:val="AAF88538"/>
    <w:lvl w:ilvl="0" w:tplc="BFBC2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62338"/>
    <w:multiLevelType w:val="hybridMultilevel"/>
    <w:tmpl w:val="BE52D8D2"/>
    <w:lvl w:ilvl="0" w:tplc="BFBC2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E5D1A"/>
    <w:multiLevelType w:val="multilevel"/>
    <w:tmpl w:val="DB8650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33208864">
    <w:abstractNumId w:val="1"/>
  </w:num>
  <w:num w:numId="2" w16cid:durableId="340352903">
    <w:abstractNumId w:val="0"/>
  </w:num>
  <w:num w:numId="3" w16cid:durableId="938759306">
    <w:abstractNumId w:val="4"/>
  </w:num>
  <w:num w:numId="4" w16cid:durableId="115638205">
    <w:abstractNumId w:val="8"/>
  </w:num>
  <w:num w:numId="5" w16cid:durableId="1147474771">
    <w:abstractNumId w:val="7"/>
  </w:num>
  <w:num w:numId="6" w16cid:durableId="1578132953">
    <w:abstractNumId w:val="2"/>
  </w:num>
  <w:num w:numId="7" w16cid:durableId="1542209140">
    <w:abstractNumId w:val="3"/>
  </w:num>
  <w:num w:numId="8" w16cid:durableId="430977875">
    <w:abstractNumId w:val="9"/>
  </w:num>
  <w:num w:numId="9" w16cid:durableId="798307461">
    <w:abstractNumId w:val="5"/>
  </w:num>
  <w:num w:numId="10" w16cid:durableId="5020173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A78"/>
    <w:rsid w:val="00045A2F"/>
    <w:rsid w:val="000547B0"/>
    <w:rsid w:val="00071344"/>
    <w:rsid w:val="00091509"/>
    <w:rsid w:val="00092012"/>
    <w:rsid w:val="001033AC"/>
    <w:rsid w:val="001415AD"/>
    <w:rsid w:val="00144E51"/>
    <w:rsid w:val="001A4953"/>
    <w:rsid w:val="001B0D10"/>
    <w:rsid w:val="00210174"/>
    <w:rsid w:val="00274A78"/>
    <w:rsid w:val="00280DC0"/>
    <w:rsid w:val="0028309A"/>
    <w:rsid w:val="002C0E2F"/>
    <w:rsid w:val="002D7AB7"/>
    <w:rsid w:val="003144CC"/>
    <w:rsid w:val="0032367F"/>
    <w:rsid w:val="003304C3"/>
    <w:rsid w:val="003613D3"/>
    <w:rsid w:val="00372126"/>
    <w:rsid w:val="003A04DC"/>
    <w:rsid w:val="003D692B"/>
    <w:rsid w:val="003E127B"/>
    <w:rsid w:val="003E377A"/>
    <w:rsid w:val="00410538"/>
    <w:rsid w:val="00414E5C"/>
    <w:rsid w:val="00430C81"/>
    <w:rsid w:val="00465338"/>
    <w:rsid w:val="004969B8"/>
    <w:rsid w:val="004A64E3"/>
    <w:rsid w:val="004E4131"/>
    <w:rsid w:val="004F53CC"/>
    <w:rsid w:val="00500F22"/>
    <w:rsid w:val="005221FD"/>
    <w:rsid w:val="00545051"/>
    <w:rsid w:val="005A6E84"/>
    <w:rsid w:val="005B7C8E"/>
    <w:rsid w:val="005E78F9"/>
    <w:rsid w:val="0066323A"/>
    <w:rsid w:val="00674B56"/>
    <w:rsid w:val="006764E7"/>
    <w:rsid w:val="006F51A9"/>
    <w:rsid w:val="00740EBA"/>
    <w:rsid w:val="00762B19"/>
    <w:rsid w:val="0078133E"/>
    <w:rsid w:val="00787282"/>
    <w:rsid w:val="007A2367"/>
    <w:rsid w:val="007A5620"/>
    <w:rsid w:val="007B2A9E"/>
    <w:rsid w:val="007D2FC2"/>
    <w:rsid w:val="008028ED"/>
    <w:rsid w:val="0083226F"/>
    <w:rsid w:val="00880E27"/>
    <w:rsid w:val="008A0080"/>
    <w:rsid w:val="00905CD2"/>
    <w:rsid w:val="00963739"/>
    <w:rsid w:val="00990706"/>
    <w:rsid w:val="00991FA9"/>
    <w:rsid w:val="009A60EA"/>
    <w:rsid w:val="00A41089"/>
    <w:rsid w:val="00A46136"/>
    <w:rsid w:val="00A50E9E"/>
    <w:rsid w:val="00A73E90"/>
    <w:rsid w:val="00A81ADF"/>
    <w:rsid w:val="00AF7A61"/>
    <w:rsid w:val="00B00B61"/>
    <w:rsid w:val="00B16774"/>
    <w:rsid w:val="00B434F3"/>
    <w:rsid w:val="00B44545"/>
    <w:rsid w:val="00B82A6B"/>
    <w:rsid w:val="00B9179A"/>
    <w:rsid w:val="00BE480F"/>
    <w:rsid w:val="00BF3BB9"/>
    <w:rsid w:val="00BF7BAC"/>
    <w:rsid w:val="00C001D3"/>
    <w:rsid w:val="00C538FE"/>
    <w:rsid w:val="00CD3767"/>
    <w:rsid w:val="00CF4FF2"/>
    <w:rsid w:val="00D166B7"/>
    <w:rsid w:val="00D45360"/>
    <w:rsid w:val="00D97529"/>
    <w:rsid w:val="00DE7153"/>
    <w:rsid w:val="00E043FC"/>
    <w:rsid w:val="00E065E7"/>
    <w:rsid w:val="00E20D5B"/>
    <w:rsid w:val="00E240CA"/>
    <w:rsid w:val="00E629D6"/>
    <w:rsid w:val="00E77D38"/>
    <w:rsid w:val="00E95398"/>
    <w:rsid w:val="00ED67D5"/>
    <w:rsid w:val="00F00E86"/>
    <w:rsid w:val="00F66E49"/>
    <w:rsid w:val="00F73626"/>
    <w:rsid w:val="00FE539B"/>
    <w:rsid w:val="00FF06CB"/>
    <w:rsid w:val="00FF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816C95"/>
  <w15:docId w15:val="{84611D1A-FA20-4A8D-A46E-2901483D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739"/>
    <w:pPr>
      <w:spacing w:after="200" w:line="276" w:lineRule="auto"/>
    </w:pPr>
    <w:rPr>
      <w:rFonts w:eastAsiaTheme="minorHAnsi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127B"/>
    <w:pPr>
      <w:keepNext/>
      <w:spacing w:before="240" w:after="60"/>
      <w:outlineLvl w:val="0"/>
    </w:pPr>
    <w:rPr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2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E127B"/>
    <w:rPr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E127B"/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A60EA"/>
    <w:pPr>
      <w:ind w:left="708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414E5C"/>
    <w:pPr>
      <w:spacing w:after="100"/>
    </w:pPr>
    <w:rPr>
      <w:rFonts w:ascii="Calibri" w:hAnsi="Calibri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14E5C"/>
    <w:pPr>
      <w:spacing w:after="100"/>
      <w:ind w:left="220"/>
    </w:pPr>
    <w:rPr>
      <w:rFonts w:ascii="Calibri" w:hAnsi="Calibri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14E5C"/>
    <w:pPr>
      <w:spacing w:after="100"/>
      <w:ind w:left="440"/>
    </w:pPr>
    <w:rPr>
      <w:rFonts w:ascii="Calibri" w:hAnsi="Calibri"/>
    </w:rPr>
  </w:style>
  <w:style w:type="character" w:styleId="Emphasis">
    <w:name w:val="Emphasis"/>
    <w:uiPriority w:val="20"/>
    <w:qFormat/>
    <w:rsid w:val="00414E5C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14E5C"/>
    <w:pPr>
      <w:keepLines/>
      <w:spacing w:before="480" w:after="0"/>
      <w:outlineLvl w:val="9"/>
    </w:pPr>
    <w:rPr>
      <w:color w:val="365F91"/>
      <w:kern w:val="0"/>
      <w:szCs w:val="28"/>
    </w:rPr>
  </w:style>
  <w:style w:type="paragraph" w:customStyle="1" w:styleId="no">
    <w:name w:val="no"/>
    <w:basedOn w:val="Normal"/>
    <w:rsid w:val="00963739"/>
    <w:pPr>
      <w:spacing w:before="60" w:after="0" w:line="259" w:lineRule="auto"/>
      <w:jc w:val="both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963739"/>
    <w:rPr>
      <w:rFonts w:asciiTheme="minorHAnsi" w:eastAsia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3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67F"/>
    <w:rPr>
      <w:rFonts w:eastAsiaTheme="minorHAnsi"/>
      <w:szCs w:val="22"/>
    </w:rPr>
  </w:style>
  <w:style w:type="paragraph" w:styleId="Footer">
    <w:name w:val="footer"/>
    <w:basedOn w:val="Normal"/>
    <w:link w:val="FooterChar"/>
    <w:unhideWhenUsed/>
    <w:rsid w:val="00323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2367F"/>
    <w:rPr>
      <w:rFonts w:eastAsiaTheme="minorHAns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67F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2367F"/>
    <w:pPr>
      <w:spacing w:after="120" w:line="240" w:lineRule="auto"/>
      <w:jc w:val="center"/>
    </w:pPr>
    <w:rPr>
      <w:rFonts w:asciiTheme="minorHAnsi" w:eastAsia="Times New Roman" w:hAnsiTheme="minorHAnsi" w:cstheme="minorHAnsi"/>
      <w:b/>
      <w:caps/>
      <w:noProof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32367F"/>
    <w:rPr>
      <w:rFonts w:asciiTheme="minorHAnsi" w:hAnsiTheme="minorHAnsi" w:cstheme="minorHAnsi"/>
      <w:b/>
      <w:caps/>
      <w:noProof/>
      <w:sz w:val="32"/>
      <w:szCs w:val="20"/>
    </w:rPr>
  </w:style>
  <w:style w:type="character" w:styleId="Hyperlink">
    <w:name w:val="Hyperlink"/>
    <w:semiHidden/>
    <w:unhideWhenUsed/>
    <w:rsid w:val="006764E7"/>
    <w:rPr>
      <w:color w:val="0563C1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F7A61"/>
    <w:pPr>
      <w:spacing w:after="120"/>
    </w:pPr>
    <w:rPr>
      <w:rFonts w:asciiTheme="minorHAnsi" w:hAnsiTheme="minorHAnsi"/>
      <w:sz w:val="22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rsid w:val="00AF7A61"/>
    <w:rPr>
      <w:rFonts w:asciiTheme="minorHAnsi" w:eastAsiaTheme="minorHAnsi" w:hAnsiTheme="minorHAns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hreod.com" TargetMode="External"/><Relationship Id="rId1" Type="http://schemas.openxmlformats.org/officeDocument/2006/relationships/hyperlink" Target="mailto:info@threod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liisSooba\Downloads\Dokumendiblankett%20jaluseg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set" ma:contentTypeID="0x0101000156C24E8BDE5D4C8A2E2066FCE3455900C1579EEEED7FCD44A9B127FAC8C556FA" ma:contentTypeVersion="22" ma:contentTypeDescription="Create a new document." ma:contentTypeScope="" ma:versionID="fa03deb2c2bef6158bddb7583e6937a6">
  <xsd:schema xmlns:xsd="http://www.w3.org/2001/XMLSchema" xmlns:xs="http://www.w3.org/2001/XMLSchema" xmlns:p="http://schemas.microsoft.com/office/2006/metadata/properties" xmlns:ns2="0802ff79-9c98-4f18-b2bb-32d6f591dbb3" xmlns:ns3="2cb2d71d-76b6-4485-bc05-ec089a508cba" targetNamespace="http://schemas.microsoft.com/office/2006/metadata/properties" ma:root="true" ma:fieldsID="7c6a5d8364a3f99b4416cf162d709f27" ns2:_="" ns3:_="">
    <xsd:import namespace="0802ff79-9c98-4f18-b2bb-32d6f591dbb3"/>
    <xsd:import namespace="2cb2d71d-76b6-4485-bc05-ec089a508c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2ff79-9c98-4f18-b2bb-32d6f591db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815a48c1-eb5c-4897-be5b-3b4918bd9e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2d71d-76b6-4485-bc05-ec089a508cb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b8b5914-0a7a-47bc-b656-69733707a427}" ma:internalName="TaxCatchAll" ma:showField="CatchAllData" ma:web="2cb2d71d-76b6-4485-bc05-ec089a508c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b2d71d-76b6-4485-bc05-ec089a508cba" xsi:nil="true"/>
    <lcf76f155ced4ddcb4097134ff3c332f xmlns="0802ff79-9c98-4f18-b2bb-32d6f591dbb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65ACB6-EBE7-48F6-B330-6A8ACAD67C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EA4460-D98A-4BA6-B5F0-4348F78E4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02ff79-9c98-4f18-b2bb-32d6f591dbb3"/>
    <ds:schemaRef ds:uri="2cb2d71d-76b6-4485-bc05-ec089a508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6A5340-A8B9-48C8-80FB-F4557C96995C}">
  <ds:schemaRefs>
    <ds:schemaRef ds:uri="http://schemas.microsoft.com/office/2006/metadata/properties"/>
    <ds:schemaRef ds:uri="http://schemas.microsoft.com/office/infopath/2007/PartnerControls"/>
    <ds:schemaRef ds:uri="2cb2d71d-76b6-4485-bc05-ec089a508cba"/>
    <ds:schemaRef ds:uri="0802ff79-9c98-4f18-b2bb-32d6f591dbb3"/>
  </ds:schemaRefs>
</ds:datastoreItem>
</file>

<file path=customXml/itemProps4.xml><?xml version="1.0" encoding="utf-8"?>
<ds:datastoreItem xmlns:ds="http://schemas.openxmlformats.org/officeDocument/2006/customXml" ds:itemID="{D7D38388-9DBA-4236-AF5C-F6400D5E99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Dokumendiblankett jalusega</Template>
  <TotalTime>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Anneliis Sooba</dc:creator>
  <cp:keywords/>
  <dc:description/>
  <cp:lastModifiedBy>Sven Jürgenson</cp:lastModifiedBy>
  <cp:revision>2</cp:revision>
  <cp:lastPrinted>2022-12-29T09:19:00Z</cp:lastPrinted>
  <dcterms:created xsi:type="dcterms:W3CDTF">2024-09-11T11:20:00Z</dcterms:created>
  <dcterms:modified xsi:type="dcterms:W3CDTF">2024-09-11T11:20:00Z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0x0101000156C24E8BDE5D4C8A2E2066FCE3455900C1579EEEED7FCD44A9B127FAC8C556FA</vt:lpwstr>
  </property>
  <property fmtid="{D5CDD505-2E9C-101B-9397-08002B2CF9AE}" pid="3" name="MediaServiceImageTags">
    <vt:lpwstr/>
  </property>
</Properties>
</file>