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6A85439C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510C96F8" w:rsidR="003C697E" w:rsidRPr="00D00E55" w:rsidRDefault="00472ABB" w:rsidP="003C697E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Nimi: IgorExa 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18A6354" w:rsidR="003C697E" w:rsidRPr="00D00E55" w:rsidRDefault="00472ABB" w:rsidP="003C697E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Registrikood:</w:t>
            </w:r>
            <w:r>
              <w:rPr>
                <w:rFonts w:cs="Arial"/>
                <w:color w:val="000000"/>
                <w:shd w:val="clear" w:color="auto" w:fill="FFFFFF"/>
              </w:rPr>
              <w:t>11436019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1CAA52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472ABB">
              <w:rPr>
                <w:rFonts w:cs="Arial"/>
                <w:b/>
                <w:sz w:val="21"/>
                <w:szCs w:val="21"/>
              </w:rPr>
              <w:t>Võidu 8</w:t>
            </w:r>
            <w:r w:rsidR="00770510">
              <w:rPr>
                <w:rFonts w:cs="Arial"/>
                <w:b/>
                <w:sz w:val="21"/>
                <w:szCs w:val="21"/>
              </w:rPr>
              <w:t>6</w:t>
            </w:r>
            <w:r w:rsidR="00472ABB">
              <w:rPr>
                <w:rFonts w:cs="Arial"/>
                <w:b/>
                <w:sz w:val="21"/>
                <w:szCs w:val="21"/>
              </w:rPr>
              <w:t>-38 Rakvere 44312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29CE7C4F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472ABB">
              <w:rPr>
                <w:rFonts w:cs="Arial"/>
                <w:b/>
                <w:bCs/>
                <w:sz w:val="21"/>
                <w:szCs w:val="21"/>
              </w:rPr>
              <w:t>Ando Engaste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2D759551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koopia lepingu allkirjastaja volikirjast, kui allkirja</w:t>
            </w:r>
            <w:r w:rsidR="00EE598E">
              <w:rPr>
                <w:rFonts w:cs="Arial"/>
                <w:sz w:val="21"/>
                <w:szCs w:val="21"/>
              </w:rPr>
              <w:t>stamine toimub volituse alusel: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7D997D02" w:rsidR="003C697E" w:rsidRPr="00D00E55" w:rsidRDefault="00472ABB" w:rsidP="00125920">
            <w:pPr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 xml:space="preserve">Ando Engaste </w:t>
            </w:r>
            <w:r w:rsidR="00CF498D">
              <w:rPr>
                <w:rStyle w:val="Hperlink"/>
                <w:rFonts w:cs="Arial"/>
                <w:bCs/>
                <w:sz w:val="21"/>
                <w:szCs w:val="21"/>
              </w:rPr>
              <w:fldChar w:fldCharType="begin"/>
            </w:r>
            <w:r w:rsidR="00CF498D">
              <w:rPr>
                <w:rStyle w:val="Hperlink"/>
                <w:rFonts w:cs="Arial"/>
                <w:bCs/>
                <w:sz w:val="21"/>
                <w:szCs w:val="21"/>
              </w:rPr>
              <w:instrText xml:space="preserve"> HYPERLINK "mailto:info@igorexa.ee" </w:instrText>
            </w:r>
            <w:r w:rsidR="00CF498D">
              <w:rPr>
                <w:rStyle w:val="Hperlink"/>
                <w:rFonts w:cs="Arial"/>
                <w:bCs/>
                <w:sz w:val="21"/>
                <w:szCs w:val="21"/>
              </w:rPr>
              <w:fldChar w:fldCharType="separate"/>
            </w:r>
            <w:r w:rsidR="00FC0DBA" w:rsidRPr="00504826">
              <w:rPr>
                <w:rStyle w:val="Hperlink"/>
                <w:rFonts w:cs="Arial"/>
                <w:bCs/>
                <w:sz w:val="21"/>
                <w:szCs w:val="21"/>
              </w:rPr>
              <w:t>info@igorexa.ee</w:t>
            </w:r>
            <w:r w:rsidR="00CF498D">
              <w:rPr>
                <w:rStyle w:val="Hperlink"/>
                <w:rFonts w:cs="Arial"/>
                <w:bCs/>
                <w:sz w:val="21"/>
                <w:szCs w:val="21"/>
              </w:rPr>
              <w:fldChar w:fldCharType="end"/>
            </w:r>
            <w:r>
              <w:rPr>
                <w:rFonts w:cs="Arial"/>
                <w:bCs/>
                <w:sz w:val="21"/>
                <w:szCs w:val="21"/>
              </w:rPr>
              <w:t xml:space="preserve"> ; +3725299000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6B6511DE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472ABB">
              <w:rPr>
                <w:rFonts w:cs="Arial"/>
                <w:b/>
                <w:bCs/>
                <w:sz w:val="21"/>
                <w:szCs w:val="21"/>
              </w:rPr>
              <w:t>Ando Engaste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49821210" w:rsidR="003C697E" w:rsidRPr="00D00E55" w:rsidRDefault="00CF498D" w:rsidP="003F6662">
            <w:pPr>
              <w:rPr>
                <w:rFonts w:cs="Arial"/>
                <w:sz w:val="21"/>
                <w:szCs w:val="21"/>
              </w:rPr>
            </w:pPr>
            <w:hyperlink r:id="rId11" w:history="1">
              <w:r w:rsidR="00472ABB" w:rsidRPr="00504826">
                <w:rPr>
                  <w:rStyle w:val="Hperlink"/>
                  <w:rFonts w:cs="Arial"/>
                  <w:sz w:val="21"/>
                  <w:szCs w:val="21"/>
                </w:rPr>
                <w:t>ando@igorexa.ee</w:t>
              </w:r>
            </w:hyperlink>
            <w:r w:rsidR="00472ABB">
              <w:rPr>
                <w:rFonts w:cs="Arial"/>
                <w:sz w:val="21"/>
                <w:szCs w:val="21"/>
              </w:rPr>
              <w:t xml:space="preserve">  +3725299000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46CBE9C0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615252">
              <w:rPr>
                <w:rFonts w:cs="Arial"/>
                <w:sz w:val="21"/>
                <w:szCs w:val="21"/>
              </w:rPr>
              <w:t xml:space="preserve"> </w:t>
            </w:r>
            <w:r w:rsidR="002246F6">
              <w:t xml:space="preserve"> </w:t>
            </w:r>
            <w:r w:rsidR="002246F6" w:rsidRPr="002246F6">
              <w:rPr>
                <w:rFonts w:cs="Arial"/>
                <w:b/>
                <w:sz w:val="21"/>
                <w:szCs w:val="21"/>
              </w:rPr>
              <w:t>Rakvere vallas, Haljala vallas ja Rakvere linnas optilise sidevõrgu rajamine</w:t>
            </w:r>
            <w:r w:rsidR="00615252" w:rsidRPr="002246F6">
              <w:rPr>
                <w:rFonts w:cs="Arial"/>
                <w:b/>
                <w:sz w:val="21"/>
                <w:szCs w:val="21"/>
              </w:rPr>
              <w:t xml:space="preserve">  </w:t>
            </w:r>
            <w:r w:rsidR="00615252" w:rsidRPr="002246F6">
              <w:rPr>
                <w:b/>
              </w:rPr>
              <w:t xml:space="preserve"> </w:t>
            </w:r>
            <w:r w:rsidR="002246F6" w:rsidRPr="002246F6">
              <w:rPr>
                <w:b/>
              </w:rPr>
              <w:t xml:space="preserve"> </w:t>
            </w:r>
            <w:r w:rsidR="002246F6" w:rsidRPr="002246F6">
              <w:rPr>
                <w:rFonts w:cs="Arial"/>
                <w:b/>
                <w:sz w:val="21"/>
                <w:szCs w:val="21"/>
              </w:rPr>
              <w:t>Töö nr: 23013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64081F21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koostaja:</w:t>
            </w:r>
            <w:r w:rsidR="002246F6">
              <w:t xml:space="preserve"> </w:t>
            </w:r>
            <w:r w:rsidR="002246F6" w:rsidRPr="002246F6">
              <w:rPr>
                <w:rFonts w:cs="Arial"/>
                <w:b/>
                <w:sz w:val="21"/>
                <w:szCs w:val="21"/>
              </w:rPr>
              <w:t>Edites OÜ</w:t>
            </w:r>
            <w:r w:rsidR="002246F6">
              <w:rPr>
                <w:rFonts w:cs="Arial"/>
                <w:b/>
                <w:sz w:val="21"/>
                <w:szCs w:val="21"/>
              </w:rPr>
              <w:t xml:space="preserve">     </w:t>
            </w:r>
            <w:r w:rsidR="002246F6">
              <w:t xml:space="preserve"> </w:t>
            </w:r>
            <w:r w:rsidR="002246F6" w:rsidRPr="002246F6">
              <w:rPr>
                <w:rFonts w:cs="Arial"/>
                <w:b/>
                <w:sz w:val="21"/>
                <w:szCs w:val="21"/>
              </w:rPr>
              <w:t>Silver Knäzev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6183C13B" w:rsidR="003C697E" w:rsidRPr="00D00E55" w:rsidRDefault="002246F6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proofErr w:type="spellStart"/>
            <w:r w:rsidRPr="002246F6">
              <w:rPr>
                <w:rFonts w:cs="Arial"/>
                <w:b/>
                <w:sz w:val="21"/>
                <w:szCs w:val="21"/>
                <w:lang w:val="en-US"/>
              </w:rPr>
              <w:t>Meie</w:t>
            </w:r>
            <w:proofErr w:type="spellEnd"/>
            <w:r w:rsidRPr="002246F6">
              <w:rPr>
                <w:rFonts w:cs="Arial"/>
                <w:b/>
                <w:sz w:val="21"/>
                <w:szCs w:val="21"/>
                <w:lang w:val="en-US"/>
              </w:rPr>
              <w:t xml:space="preserve"> 27.10.2023 </w:t>
            </w:r>
            <w:proofErr w:type="spellStart"/>
            <w:r w:rsidRPr="002246F6">
              <w:rPr>
                <w:rFonts w:cs="Arial"/>
                <w:b/>
                <w:sz w:val="21"/>
                <w:szCs w:val="21"/>
                <w:lang w:val="en-US"/>
              </w:rPr>
              <w:t>nr</w:t>
            </w:r>
            <w:proofErr w:type="spellEnd"/>
            <w:r w:rsidRPr="002246F6">
              <w:rPr>
                <w:rFonts w:cs="Arial"/>
                <w:b/>
                <w:sz w:val="21"/>
                <w:szCs w:val="21"/>
                <w:lang w:val="en-US"/>
              </w:rPr>
              <w:t xml:space="preserve"> 7.1-2/23/19791-4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531C65D2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  <w:r w:rsidR="00BD71F5">
              <w:rPr>
                <w:rFonts w:cs="Arial"/>
                <w:b/>
                <w:sz w:val="21"/>
                <w:szCs w:val="21"/>
              </w:rPr>
              <w:t>:</w:t>
            </w:r>
          </w:p>
          <w:p w14:paraId="2B3E4CDE" w14:textId="349BCFC4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00F10AD8" w14:textId="41678CB9" w:rsidR="005B03DD" w:rsidRDefault="003C697E" w:rsidP="005B03D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  <w:p w14:paraId="3C8E6515" w14:textId="08CB49B8" w:rsidR="002246F6" w:rsidRPr="00564C1C" w:rsidRDefault="002246F6" w:rsidP="005B03DD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2246F6">
              <w:rPr>
                <w:rFonts w:cs="Arial"/>
                <w:b/>
                <w:bCs/>
                <w:sz w:val="21"/>
                <w:szCs w:val="21"/>
              </w:rPr>
              <w:t>23 Rakvere-Haljala tee</w:t>
            </w:r>
            <w:r w:rsidR="00546326">
              <w:rPr>
                <w:rFonts w:cs="Arial"/>
                <w:b/>
                <w:bCs/>
                <w:sz w:val="21"/>
                <w:szCs w:val="21"/>
              </w:rPr>
              <w:t xml:space="preserve"> 2,05 km</w:t>
            </w:r>
          </w:p>
          <w:p w14:paraId="2A331525" w14:textId="3575ED6A" w:rsidR="005B03DD" w:rsidRPr="00564C1C" w:rsidRDefault="002246F6" w:rsidP="005B03DD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2246F6">
              <w:rPr>
                <w:rFonts w:cs="Arial"/>
                <w:b/>
                <w:bCs/>
                <w:sz w:val="21"/>
                <w:szCs w:val="21"/>
              </w:rPr>
              <w:t>17145  Vanamõisa-Veltsi-Päide tee</w:t>
            </w:r>
          </w:p>
          <w:p w14:paraId="0B6CDDCE" w14:textId="1BC37C73" w:rsidR="005B03DD" w:rsidRPr="00564C1C" w:rsidRDefault="003B771F" w:rsidP="004844A2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3B771F">
              <w:rPr>
                <w:rFonts w:cs="Arial"/>
                <w:b/>
                <w:bCs/>
                <w:sz w:val="21"/>
                <w:szCs w:val="21"/>
              </w:rPr>
              <w:t>1 Tallinn-Narva tee km 100,34</w:t>
            </w:r>
          </w:p>
          <w:p w14:paraId="4557A178" w14:textId="77777777" w:rsidR="003C697E" w:rsidRDefault="003B771F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17145 Vanam6isa-Veltsi-Pä</w:t>
            </w:r>
            <w:r w:rsidRPr="003B771F">
              <w:rPr>
                <w:rFonts w:cs="Arial"/>
                <w:b/>
                <w:bCs/>
                <w:sz w:val="21"/>
                <w:szCs w:val="21"/>
              </w:rPr>
              <w:t>ide tee km 1,25</w:t>
            </w:r>
          </w:p>
          <w:p w14:paraId="6471F96D" w14:textId="4F084550" w:rsidR="003B771F" w:rsidRDefault="00F14E7C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17204 Ka</w:t>
            </w:r>
            <w:r w:rsidR="003B771F">
              <w:rPr>
                <w:rFonts w:cs="Arial"/>
                <w:b/>
                <w:bCs/>
                <w:sz w:val="21"/>
                <w:szCs w:val="21"/>
              </w:rPr>
              <w:t>utvere - Aukül</w:t>
            </w:r>
            <w:r w:rsidR="003B771F" w:rsidRPr="003B771F">
              <w:rPr>
                <w:rFonts w:cs="Arial"/>
                <w:b/>
                <w:bCs/>
                <w:sz w:val="21"/>
                <w:szCs w:val="21"/>
              </w:rPr>
              <w:t>a tee  km 0,005</w:t>
            </w:r>
          </w:p>
          <w:p w14:paraId="608250A6" w14:textId="25E8A857" w:rsidR="003B771F" w:rsidRDefault="003B771F" w:rsidP="003B771F">
            <w:pPr>
              <w:rPr>
                <w:rFonts w:cs="Arial"/>
                <w:b/>
                <w:bCs/>
                <w:sz w:val="21"/>
                <w:szCs w:val="21"/>
                <w:lang w:val="et-EE"/>
              </w:rPr>
            </w:pPr>
            <w:bookmarkStart w:id="1" w:name="IKÕ_plaanid-MNT_17154_Kihlevere-Lihulõpe"/>
            <w:bookmarkEnd w:id="1"/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17154 </w:t>
            </w:r>
            <w:proofErr w:type="spellStart"/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Ki</w:t>
            </w:r>
            <w:r>
              <w:rPr>
                <w:rFonts w:cs="Arial"/>
                <w:b/>
                <w:bCs/>
                <w:sz w:val="21"/>
                <w:szCs w:val="21"/>
                <w:lang w:val="et-EE"/>
              </w:rPr>
              <w:t>h</w:t>
            </w:r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l</w:t>
            </w:r>
            <w:r>
              <w:rPr>
                <w:rFonts w:cs="Arial"/>
                <w:b/>
                <w:bCs/>
                <w:sz w:val="21"/>
                <w:szCs w:val="21"/>
                <w:lang w:val="et-EE"/>
              </w:rPr>
              <w:t>e</w:t>
            </w:r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vere</w:t>
            </w:r>
            <w:proofErr w:type="spellEnd"/>
            <w:r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 </w:t>
            </w:r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-</w:t>
            </w:r>
            <w:r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 </w:t>
            </w:r>
            <w:proofErr w:type="spellStart"/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Li</w:t>
            </w:r>
            <w:r>
              <w:rPr>
                <w:rFonts w:cs="Arial"/>
                <w:b/>
                <w:bCs/>
                <w:sz w:val="21"/>
                <w:szCs w:val="21"/>
                <w:lang w:val="et-EE"/>
              </w:rPr>
              <w:t>hulõ</w:t>
            </w:r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pe</w:t>
            </w:r>
            <w:proofErr w:type="spellEnd"/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 tee km</w:t>
            </w:r>
            <w:r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 </w:t>
            </w:r>
            <w:r w:rsidRPr="003B771F">
              <w:rPr>
                <w:rFonts w:cs="Arial"/>
                <w:b/>
                <w:bCs/>
                <w:sz w:val="21"/>
                <w:szCs w:val="21"/>
                <w:lang w:val="et-EE"/>
              </w:rPr>
              <w:t>11 ,26</w:t>
            </w:r>
            <w:bookmarkStart w:id="2" w:name="IKÕ_plaanid-23_Rakvere-Haljala_tee_66201"/>
            <w:bookmarkEnd w:id="2"/>
          </w:p>
          <w:p w14:paraId="7A565709" w14:textId="592E68A9" w:rsidR="003B771F" w:rsidRPr="00D00E55" w:rsidRDefault="003B771F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bookmarkStart w:id="3" w:name="IKÕ_plaanid-Tõrremäe-Veltsi_kergtee_0892"/>
            <w:bookmarkStart w:id="4" w:name="IKÕ_plaanid-Tõrremäe-Veltsi_kergtee_0894"/>
            <w:bookmarkStart w:id="5" w:name="IKÕ_plaanid-Tõrremäe-Veltsi_kergtee"/>
            <w:bookmarkStart w:id="6" w:name="IKÕ_plaanid-Tõrremäe-Veltsi_kergtee_0913"/>
            <w:bookmarkEnd w:id="3"/>
            <w:bookmarkEnd w:id="4"/>
            <w:bookmarkEnd w:id="5"/>
            <w:bookmarkEnd w:id="6"/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7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130765D1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E3566C">
              <w:t xml:space="preserve"> </w:t>
            </w:r>
            <w:r w:rsidR="00546326" w:rsidRPr="00546326">
              <w:rPr>
                <w:b/>
              </w:rPr>
              <w:t>66201:001:1890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4CB4D587" w:rsidR="003C697E" w:rsidRPr="00D00E55" w:rsidRDefault="003C697E" w:rsidP="00546326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551DA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3566C">
              <w:t xml:space="preserve"> </w:t>
            </w:r>
            <w:r w:rsidR="00546326" w:rsidRPr="00546326">
              <w:rPr>
                <w:b/>
              </w:rPr>
              <w:t>23 Rakvere-Haljala tee</w:t>
            </w:r>
            <w:r w:rsidR="00546326">
              <w:rPr>
                <w:b/>
              </w:rPr>
              <w:t xml:space="preserve"> 2,05,km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129C29AD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546326">
              <w:rPr>
                <w:rFonts w:cs="Arial"/>
                <w:sz w:val="21"/>
                <w:szCs w:val="21"/>
              </w:rPr>
              <w:t xml:space="preserve"> </w:t>
            </w:r>
            <w:r w:rsidR="00546326" w:rsidRPr="00546326">
              <w:rPr>
                <w:rFonts w:cs="Arial"/>
                <w:b/>
                <w:sz w:val="21"/>
                <w:szCs w:val="21"/>
              </w:rPr>
              <w:t>KV7902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5B95AAB2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D71F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3566C">
              <w:t xml:space="preserve"> </w:t>
            </w:r>
            <w:r w:rsidR="00546326" w:rsidRPr="00546326">
              <w:rPr>
                <w:b/>
              </w:rPr>
              <w:t>6283050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7D0E556A" w:rsidR="003C697E" w:rsidRPr="00D00E55" w:rsidRDefault="00C17597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  <w:tr w:rsidR="00EC413D" w:rsidRPr="00D00E55" w14:paraId="6F14956A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17701979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546326" w:rsidRPr="00546326">
              <w:rPr>
                <w:rFonts w:cs="Arial"/>
                <w:b/>
                <w:sz w:val="21"/>
                <w:szCs w:val="21"/>
              </w:rPr>
              <w:t>66201:001:1940</w:t>
            </w:r>
          </w:p>
        </w:tc>
      </w:tr>
      <w:tr w:rsidR="00EC413D" w:rsidRPr="00D00E55" w14:paraId="0EBA34BA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10E17C13" w:rsidR="00EC413D" w:rsidRPr="00D00E55" w:rsidRDefault="00EC413D" w:rsidP="00546326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551DA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46326" w:rsidRPr="00546326">
              <w:rPr>
                <w:rFonts w:cs="Arial"/>
                <w:b/>
                <w:bCs/>
                <w:sz w:val="21"/>
                <w:szCs w:val="21"/>
              </w:rPr>
              <w:t>17145  Vanamõisa-Veltsi-Päide tee</w:t>
            </w:r>
          </w:p>
        </w:tc>
      </w:tr>
      <w:tr w:rsidR="00EC413D" w:rsidRPr="00D00E55" w14:paraId="292CA4BE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02F0081C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546326" w:rsidRPr="00546326">
              <w:rPr>
                <w:rFonts w:cs="Arial"/>
                <w:b/>
                <w:sz w:val="21"/>
                <w:szCs w:val="21"/>
              </w:rPr>
              <w:t>KV7906</w:t>
            </w:r>
          </w:p>
        </w:tc>
      </w:tr>
      <w:tr w:rsidR="00EC413D" w:rsidRPr="00D00E55" w14:paraId="4E0E8574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78DFBF8E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546326">
              <w:rPr>
                <w:rFonts w:cs="Arial"/>
                <w:sz w:val="21"/>
                <w:szCs w:val="21"/>
              </w:rPr>
              <w:t xml:space="preserve"> </w:t>
            </w:r>
            <w:r w:rsidR="00546326" w:rsidRPr="00546326">
              <w:rPr>
                <w:rFonts w:cs="Arial"/>
                <w:b/>
                <w:sz w:val="21"/>
                <w:szCs w:val="21"/>
              </w:rPr>
              <w:t>6280550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5A7EC4EA" w:rsidR="00EA468E" w:rsidRPr="00D00E55" w:rsidRDefault="00360C24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  <w:tr w:rsidR="00EC413D" w:rsidRPr="00D00E55" w14:paraId="5BD5DC74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F5595DF" w14:textId="7536D12B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3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1163967B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3490B9F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2F39EA14" w14:textId="5A10AF3D" w:rsidR="00EC413D" w:rsidRPr="00D00E55" w:rsidRDefault="00EC413D" w:rsidP="00047045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360C24">
              <w:rPr>
                <w:rFonts w:ascii="Swiss721BT-Light" w:hAnsi="Swiss721BT-Light" w:cs="Swiss721BT-Light"/>
                <w:sz w:val="20"/>
                <w:szCs w:val="20"/>
                <w:lang w:val="et-EE" w:eastAsia="et-EE"/>
              </w:rPr>
              <w:t xml:space="preserve"> </w:t>
            </w:r>
            <w:r w:rsidR="00047045" w:rsidRPr="00047045">
              <w:rPr>
                <w:rFonts w:ascii="Swiss721BT-Light" w:hAnsi="Swiss721BT-Light" w:cs="Swiss721BT-Light"/>
                <w:b/>
                <w:sz w:val="20"/>
                <w:szCs w:val="20"/>
                <w:lang w:val="et-EE" w:eastAsia="et-EE"/>
              </w:rPr>
              <w:t>77003:001:3350</w:t>
            </w:r>
          </w:p>
        </w:tc>
      </w:tr>
      <w:tr w:rsidR="00EC413D" w:rsidRPr="00D00E55" w14:paraId="4B263EC7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6772A27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498F61C" w14:textId="00A5E660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047045" w:rsidRPr="00047045">
              <w:rPr>
                <w:rFonts w:cs="Arial"/>
                <w:b/>
                <w:bCs/>
                <w:sz w:val="21"/>
                <w:szCs w:val="21"/>
              </w:rPr>
              <w:t>1 Tallinn-Narva tee km 100,34</w:t>
            </w:r>
          </w:p>
        </w:tc>
      </w:tr>
      <w:tr w:rsidR="00EC413D" w:rsidRPr="00D00E55" w14:paraId="6637E0A9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543316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DCA5551" w14:textId="267ED1BE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047045" w:rsidRPr="00047045">
              <w:rPr>
                <w:rFonts w:cs="Arial"/>
                <w:b/>
                <w:sz w:val="21"/>
                <w:szCs w:val="21"/>
              </w:rPr>
              <w:t>KV73099</w:t>
            </w:r>
          </w:p>
        </w:tc>
      </w:tr>
      <w:tr w:rsidR="00EC413D" w:rsidRPr="00D00E55" w14:paraId="2CF90C06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8B2A43E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85380C4" w14:textId="6EF7152B" w:rsidR="00EC413D" w:rsidRPr="00360C24" w:rsidRDefault="00EC413D" w:rsidP="00EC413D">
            <w:pPr>
              <w:rPr>
                <w:rFonts w:cs="Arial"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60C24">
              <w:t xml:space="preserve"> </w:t>
            </w:r>
            <w:r w:rsidR="00047045" w:rsidRPr="00047045">
              <w:rPr>
                <w:b/>
              </w:rPr>
              <w:t>8489350</w:t>
            </w:r>
          </w:p>
          <w:p w14:paraId="467FB96B" w14:textId="77777777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EC413D" w:rsidRPr="00D00E55" w14:paraId="67F7A6B8" w14:textId="77777777" w:rsidTr="004844A2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94F06F6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2120286" w14:textId="48085E89" w:rsidR="00EC413D" w:rsidRPr="00D00E55" w:rsidRDefault="00360C24" w:rsidP="00360C24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</w:tbl>
    <w:bookmarkEnd w:id="7"/>
    <w:p w14:paraId="63150D0A" w14:textId="77777777" w:rsidR="005D2CB3" w:rsidRDefault="005D2CB3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5D2CB3" w:rsidRPr="00D00E55" w14:paraId="2A917C6C" w14:textId="77777777" w:rsidTr="00776307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39A217F1" w14:textId="31022D0A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4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1A7D5431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551394E5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6B43FEC3" w14:textId="319B555B" w:rsidR="005D2CB3" w:rsidRPr="00D00E55" w:rsidRDefault="00360C24" w:rsidP="00047045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Tunnus:</w:t>
            </w:r>
            <w:r w:rsidR="00047045" w:rsidRPr="00047045">
              <w:rPr>
                <w:rFonts w:cs="Arial"/>
                <w:b/>
                <w:sz w:val="21"/>
                <w:szCs w:val="21"/>
              </w:rPr>
              <w:t>19101:001:0214</w:t>
            </w:r>
          </w:p>
        </w:tc>
      </w:tr>
      <w:tr w:rsidR="005D2CB3" w:rsidRPr="00D00E55" w14:paraId="1CE757B8" w14:textId="77777777" w:rsidTr="00776307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2A5EFF32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70F157" w14:textId="25FAD3EE" w:rsidR="005D2CB3" w:rsidRPr="00D00E55" w:rsidRDefault="005D2CB3" w:rsidP="00776307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sz w:val="21"/>
                <w:szCs w:val="21"/>
              </w:rPr>
              <w:t>17142 Kadrina-Viitna tee</w:t>
            </w:r>
          </w:p>
        </w:tc>
      </w:tr>
      <w:tr w:rsidR="005D2CB3" w:rsidRPr="00D00E55" w14:paraId="7C221AFC" w14:textId="77777777" w:rsidTr="00776307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21D01C3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DD98076" w14:textId="00099BF5" w:rsidR="005D2CB3" w:rsidRPr="00D00E55" w:rsidRDefault="005D2CB3" w:rsidP="0077630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360C24">
              <w:t xml:space="preserve"> </w:t>
            </w:r>
            <w:r w:rsidR="00047045" w:rsidRPr="00047045">
              <w:rPr>
                <w:b/>
              </w:rPr>
              <w:t>KV7865</w:t>
            </w:r>
          </w:p>
        </w:tc>
      </w:tr>
      <w:tr w:rsidR="005D2CB3" w:rsidRPr="00D00E55" w14:paraId="40985749" w14:textId="77777777" w:rsidTr="00776307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37239DF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22F176" w14:textId="6BBEA6DB" w:rsidR="005D2CB3" w:rsidRPr="00A1710C" w:rsidRDefault="005D2CB3" w:rsidP="00776307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60C24">
              <w:t xml:space="preserve"> </w:t>
            </w:r>
            <w:r w:rsidR="00047045" w:rsidRPr="00047045">
              <w:rPr>
                <w:b/>
              </w:rPr>
              <w:t>6364750</w:t>
            </w:r>
          </w:p>
          <w:p w14:paraId="2796005A" w14:textId="77777777" w:rsidR="005D2CB3" w:rsidRPr="00D00E55" w:rsidRDefault="005D2CB3" w:rsidP="00776307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5D2CB3" w:rsidRPr="00D00E55" w14:paraId="576C7D3C" w14:textId="77777777" w:rsidTr="00776307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2F595626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CA8164D" w14:textId="14E3103E" w:rsidR="005D2CB3" w:rsidRPr="00D00E55" w:rsidRDefault="00360C24" w:rsidP="00360C24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</w:tbl>
    <w:p w14:paraId="57E8746A" w14:textId="77777777" w:rsidR="00E42BBF" w:rsidRDefault="005D2CB3" w:rsidP="005D2CB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E42BBF" w:rsidRPr="00D00E55" w14:paraId="0509C8CF" w14:textId="77777777" w:rsidTr="00065162">
        <w:trPr>
          <w:trHeight w:val="416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0BC6EC0A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5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6959F3D4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3AEBEEB2" w14:textId="77777777" w:rsidR="00E42BBF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083104F9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5B9883EC" w14:textId="2DEDC84E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Tunnus:</w:t>
            </w:r>
            <w:r w:rsidR="006E1011" w:rsidRPr="006E1011">
              <w:rPr>
                <w:rFonts w:cs="Arial"/>
                <w:b/>
                <w:sz w:val="21"/>
                <w:szCs w:val="21"/>
              </w:rPr>
              <w:t>19002:004:0074</w:t>
            </w:r>
          </w:p>
        </w:tc>
      </w:tr>
      <w:tr w:rsidR="00E42BBF" w:rsidRPr="00D00E55" w14:paraId="41F5FCDC" w14:textId="77777777" w:rsidTr="0006516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3695908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5B896BB6" w14:textId="1C01D366" w:rsidR="00E42BBF" w:rsidRPr="00D00E55" w:rsidRDefault="00E42BBF" w:rsidP="000651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="006E1011" w:rsidRPr="006E1011">
              <w:rPr>
                <w:rFonts w:cs="Arial"/>
                <w:b/>
                <w:sz w:val="21"/>
                <w:szCs w:val="21"/>
              </w:rPr>
              <w:t>17204 Kautvere - Auküla tee  km 0,005</w:t>
            </w:r>
          </w:p>
        </w:tc>
      </w:tr>
      <w:tr w:rsidR="00E42BBF" w:rsidRPr="00D00E55" w14:paraId="12C0D8B6" w14:textId="77777777" w:rsidTr="0006516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4F2524D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F4C074D" w14:textId="5DA3E4B8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</w:t>
            </w:r>
            <w:r>
              <w:rPr>
                <w:rFonts w:cs="Arial"/>
                <w:sz w:val="21"/>
                <w:szCs w:val="21"/>
              </w:rPr>
              <w:t>innisvararegistri objekti kood:</w:t>
            </w:r>
            <w:r w:rsidR="006E1011" w:rsidRPr="006E1011">
              <w:rPr>
                <w:rFonts w:cs="Arial"/>
                <w:b/>
                <w:sz w:val="21"/>
                <w:szCs w:val="21"/>
              </w:rPr>
              <w:t>KV15120</w:t>
            </w:r>
          </w:p>
        </w:tc>
      </w:tr>
      <w:tr w:rsidR="00E42BBF" w:rsidRPr="00D00E55" w14:paraId="2E94C8A8" w14:textId="77777777" w:rsidTr="0006516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B467964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9AB9871" w14:textId="543C3C3D" w:rsidR="00E42BBF" w:rsidRPr="00A1710C" w:rsidRDefault="00E42BBF" w:rsidP="0006516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>
              <w:t xml:space="preserve"> </w:t>
            </w:r>
            <w:r w:rsidR="006E1011" w:rsidRPr="006E1011">
              <w:rPr>
                <w:rFonts w:cs="Arial"/>
                <w:b/>
                <w:bCs/>
                <w:iCs/>
                <w:sz w:val="21"/>
                <w:szCs w:val="21"/>
              </w:rPr>
              <w:t>7461850</w:t>
            </w:r>
          </w:p>
          <w:p w14:paraId="3703F9D9" w14:textId="77777777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E42BBF" w:rsidRPr="00D00E55" w14:paraId="2665B028" w14:textId="77777777" w:rsidTr="00065162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CE2B22B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3FD9ECFE" w14:textId="77777777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  <w:tr w:rsidR="00E42BBF" w:rsidRPr="00D00E55" w14:paraId="58A845A5" w14:textId="77777777" w:rsidTr="00065162">
        <w:trPr>
          <w:trHeight w:val="416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2623A6E1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6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40C5CFFE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FC91D55" w14:textId="77777777" w:rsidR="00E42BBF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17752D1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9B10F64" w14:textId="17C99FC6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Tunnus:</w:t>
            </w:r>
            <w:r w:rsidR="006E1011">
              <w:rPr>
                <w:rFonts w:cs="Arial"/>
                <w:sz w:val="21"/>
                <w:szCs w:val="21"/>
              </w:rPr>
              <w:t xml:space="preserve"> </w:t>
            </w:r>
            <w:r w:rsidR="006E1011" w:rsidRPr="006E1011">
              <w:rPr>
                <w:rFonts w:cs="Arial"/>
                <w:b/>
                <w:sz w:val="21"/>
                <w:szCs w:val="21"/>
              </w:rPr>
              <w:t>19101:001:0202</w:t>
            </w:r>
          </w:p>
        </w:tc>
      </w:tr>
      <w:tr w:rsidR="00E42BBF" w:rsidRPr="00D00E55" w14:paraId="420E87E9" w14:textId="77777777" w:rsidTr="0006516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A84AE5F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5F224DC6" w14:textId="66B2E581" w:rsidR="00E42BBF" w:rsidRPr="00D00E55" w:rsidRDefault="00E42BBF" w:rsidP="000651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="006E1011">
              <w:rPr>
                <w:rFonts w:cs="Arial"/>
                <w:sz w:val="21"/>
                <w:szCs w:val="21"/>
              </w:rPr>
              <w:t xml:space="preserve"> </w:t>
            </w:r>
            <w:r w:rsidR="006E1011" w:rsidRPr="006E1011">
              <w:rPr>
                <w:rFonts w:cs="Arial"/>
                <w:b/>
                <w:sz w:val="21"/>
                <w:szCs w:val="21"/>
              </w:rPr>
              <w:t>17154 Kihlevere - Lihulõpe tee km 11 ,26</w:t>
            </w:r>
          </w:p>
        </w:tc>
      </w:tr>
      <w:tr w:rsidR="00E42BBF" w:rsidRPr="00D00E55" w14:paraId="3E3CD630" w14:textId="77777777" w:rsidTr="0006516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280CD76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256FD35" w14:textId="7795A860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</w:t>
            </w:r>
            <w:r>
              <w:rPr>
                <w:rFonts w:cs="Arial"/>
                <w:sz w:val="21"/>
                <w:szCs w:val="21"/>
              </w:rPr>
              <w:t>innisvararegistri objekti kood:</w:t>
            </w:r>
            <w:r w:rsidR="00CE2205">
              <w:rPr>
                <w:rFonts w:cs="Arial"/>
                <w:sz w:val="21"/>
                <w:szCs w:val="21"/>
              </w:rPr>
              <w:t xml:space="preserve"> </w:t>
            </w:r>
            <w:r w:rsidR="00CE2205" w:rsidRPr="00CE2205">
              <w:rPr>
                <w:rFonts w:cs="Arial"/>
                <w:b/>
                <w:sz w:val="21"/>
                <w:szCs w:val="21"/>
              </w:rPr>
              <w:t>KV84681</w:t>
            </w:r>
          </w:p>
        </w:tc>
      </w:tr>
      <w:tr w:rsidR="00E42BBF" w:rsidRPr="00D00E55" w14:paraId="7337C72F" w14:textId="77777777" w:rsidTr="0006516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EF1B38C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981DFF8" w14:textId="0F51FB77" w:rsidR="00E42BBF" w:rsidRPr="00A1710C" w:rsidRDefault="00E42BBF" w:rsidP="0006516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CE2205">
              <w:rPr>
                <w:rFonts w:cs="Arial"/>
                <w:sz w:val="21"/>
                <w:szCs w:val="21"/>
              </w:rPr>
              <w:t xml:space="preserve"> </w:t>
            </w:r>
            <w:r w:rsidR="00CE2205" w:rsidRPr="00CE2205">
              <w:rPr>
                <w:rFonts w:cs="Arial"/>
                <w:b/>
                <w:sz w:val="21"/>
                <w:szCs w:val="21"/>
              </w:rPr>
              <w:t>15575250</w:t>
            </w:r>
          </w:p>
          <w:p w14:paraId="667A0C53" w14:textId="77777777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E42BBF" w:rsidRPr="00D00E55" w14:paraId="7D5D9341" w14:textId="77777777" w:rsidTr="00065162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DE139A8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046DA4F2" w14:textId="77777777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  <w:tr w:rsidR="00E42BBF" w:rsidRPr="00D00E55" w14:paraId="0BC104E6" w14:textId="77777777" w:rsidTr="00065162">
        <w:trPr>
          <w:trHeight w:val="416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09E71F6D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7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154319A" w14:textId="77777777" w:rsidR="00237C4A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K</w:t>
            </w:r>
          </w:p>
          <w:p w14:paraId="02AD40FD" w14:textId="15FF8E6E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ATASTRIÜKSUSE </w:t>
            </w:r>
          </w:p>
          <w:p w14:paraId="4BA2D9B7" w14:textId="77777777" w:rsidR="00E42BBF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418716FA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68948F6" w14:textId="37C0D519" w:rsidR="00E42BBF" w:rsidRPr="00D00E55" w:rsidRDefault="00E42BBF" w:rsidP="0049331A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Tunnus:</w:t>
            </w:r>
            <w:r w:rsidR="00CE2205">
              <w:rPr>
                <w:rFonts w:cs="Arial"/>
                <w:sz w:val="21"/>
                <w:szCs w:val="21"/>
              </w:rPr>
              <w:t xml:space="preserve"> </w:t>
            </w:r>
          </w:p>
        </w:tc>
      </w:tr>
      <w:tr w:rsidR="00E42BBF" w:rsidRPr="00D00E55" w14:paraId="0B806969" w14:textId="77777777" w:rsidTr="0006516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6E5A507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32F8BD3C" w14:textId="263F9A82" w:rsidR="00E42BBF" w:rsidRPr="00D00E55" w:rsidRDefault="00E42BBF" w:rsidP="000651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</w:p>
        </w:tc>
      </w:tr>
      <w:tr w:rsidR="00E42BBF" w:rsidRPr="00D00E55" w14:paraId="201EF7EE" w14:textId="77777777" w:rsidTr="0006516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5858A6FA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C0AA9BF" w14:textId="395AE4A8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</w:t>
            </w:r>
            <w:r>
              <w:rPr>
                <w:rFonts w:cs="Arial"/>
                <w:sz w:val="21"/>
                <w:szCs w:val="21"/>
              </w:rPr>
              <w:t>innisvararegistri objekti kood:</w:t>
            </w:r>
          </w:p>
        </w:tc>
      </w:tr>
      <w:tr w:rsidR="00E42BBF" w:rsidRPr="00D00E55" w14:paraId="7AB1A19D" w14:textId="77777777" w:rsidTr="0006516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5F1A1C62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07BFBAEA" w14:textId="1D9A101C" w:rsidR="00E42BBF" w:rsidRPr="00A1710C" w:rsidRDefault="00E42BBF" w:rsidP="0006516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</w:p>
          <w:p w14:paraId="61725848" w14:textId="77777777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E42BBF" w:rsidRPr="00D00E55" w14:paraId="7C0FDEA8" w14:textId="77777777" w:rsidTr="00065162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B91ED9D" w14:textId="77777777" w:rsidR="00E42BBF" w:rsidRPr="00D00E55" w:rsidRDefault="00E42BBF" w:rsidP="0006516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85550F6" w14:textId="77777777" w:rsidR="00E42BBF" w:rsidRPr="00D00E55" w:rsidRDefault="00E42BBF" w:rsidP="000651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</w:tbl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69D0074B" w14:textId="77777777" w:rsidR="00E42BBF" w:rsidRDefault="00E42BBF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7092490" w14:textId="7A831F86" w:rsidR="00E014E3" w:rsidRPr="00E631EC" w:rsidRDefault="00472ABB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Ando </w:t>
      </w:r>
      <w:proofErr w:type="spellStart"/>
      <w:r>
        <w:rPr>
          <w:rFonts w:ascii="Times New Roman" w:hAnsi="Times New Roman"/>
          <w:lang w:val="et-EE"/>
        </w:rPr>
        <w:t>Engaste</w:t>
      </w:r>
      <w:proofErr w:type="spellEnd"/>
      <w:r>
        <w:rPr>
          <w:rFonts w:ascii="Times New Roman" w:hAnsi="Times New Roman"/>
          <w:lang w:val="et-EE"/>
        </w:rPr>
        <w:t xml:space="preserve"> </w:t>
      </w:r>
      <w:r w:rsidR="00E014E3" w:rsidRPr="00E631EC">
        <w:rPr>
          <w:rFonts w:ascii="Times New Roman" w:hAnsi="Times New Roman"/>
          <w:lang w:val="et-EE"/>
        </w:rPr>
        <w:t xml:space="preserve"> </w:t>
      </w:r>
    </w:p>
    <w:p w14:paraId="502FF63C" w14:textId="77777777" w:rsidR="0019694C" w:rsidRDefault="00472ABB" w:rsidP="003F6662">
      <w:pPr>
        <w:rPr>
          <w:rFonts w:ascii="Times New Roman" w:hAnsi="Times New Roman"/>
          <w:lang w:val="et-EE"/>
        </w:rPr>
      </w:pPr>
      <w:proofErr w:type="spellStart"/>
      <w:r>
        <w:rPr>
          <w:rFonts w:ascii="Times New Roman" w:hAnsi="Times New Roman"/>
          <w:lang w:val="et-EE"/>
        </w:rPr>
        <w:t>IgorExa</w:t>
      </w:r>
      <w:proofErr w:type="spellEnd"/>
      <w:r>
        <w:rPr>
          <w:rFonts w:ascii="Times New Roman" w:hAnsi="Times New Roman"/>
          <w:lang w:val="et-EE"/>
        </w:rPr>
        <w:t xml:space="preserve"> OÜ   juhatuse liigeTel: 5299000</w:t>
      </w:r>
    </w:p>
    <w:p w14:paraId="5BC2FF06" w14:textId="5B063FAD" w:rsidR="004C151D" w:rsidRPr="0019694C" w:rsidRDefault="00E014E3" w:rsidP="003F6662">
      <w:pPr>
        <w:rPr>
          <w:rFonts w:ascii="Times New Roman" w:hAnsi="Times New Roman"/>
          <w:lang w:val="et-EE"/>
        </w:rPr>
      </w:pPr>
      <w:bookmarkStart w:id="8" w:name="_GoBack"/>
      <w:bookmarkEnd w:id="8"/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 xml:space="preserve">: </w:t>
      </w:r>
      <w:r w:rsidR="00472ABB">
        <w:rPr>
          <w:rFonts w:ascii="Times New Roman" w:hAnsi="Times New Roman"/>
          <w:lang w:val="et-EE"/>
        </w:rPr>
        <w:t>info@igorexa.ee</w:t>
      </w:r>
    </w:p>
    <w:sectPr w:rsidR="004C151D" w:rsidRPr="0019694C" w:rsidSect="009C6051"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F3892" w14:textId="77777777" w:rsidR="00CF498D" w:rsidRDefault="00CF498D">
      <w:r>
        <w:separator/>
      </w:r>
    </w:p>
  </w:endnote>
  <w:endnote w:type="continuationSeparator" w:id="0">
    <w:p w14:paraId="616B9C64" w14:textId="77777777" w:rsidR="00CF498D" w:rsidRDefault="00CF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wiss721BT-Ligh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9AFC4BE" w:rsidR="004844A2" w:rsidRPr="0098637E" w:rsidRDefault="004844A2" w:rsidP="00472ABB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438738C7" w14:textId="64B47314" w:rsidR="004844A2" w:rsidRPr="0098637E" w:rsidRDefault="004844A2">
    <w:pPr>
      <w:pStyle w:val="Jalus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4648C" w14:textId="77777777" w:rsidR="00CF498D" w:rsidRDefault="00CF498D">
      <w:r>
        <w:separator/>
      </w:r>
    </w:p>
  </w:footnote>
  <w:footnote w:type="continuationSeparator" w:id="0">
    <w:p w14:paraId="5693BF03" w14:textId="77777777" w:rsidR="00CF498D" w:rsidRDefault="00CF4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3F"/>
    <w:rsid w:val="00004098"/>
    <w:rsid w:val="000434DC"/>
    <w:rsid w:val="00047045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9694C"/>
    <w:rsid w:val="001C1176"/>
    <w:rsid w:val="001C6D20"/>
    <w:rsid w:val="001E137E"/>
    <w:rsid w:val="001F281F"/>
    <w:rsid w:val="001F4440"/>
    <w:rsid w:val="00202E93"/>
    <w:rsid w:val="00202F21"/>
    <w:rsid w:val="002246F6"/>
    <w:rsid w:val="00237C4A"/>
    <w:rsid w:val="00241740"/>
    <w:rsid w:val="0027010F"/>
    <w:rsid w:val="00294E39"/>
    <w:rsid w:val="002E0284"/>
    <w:rsid w:val="002E1F8E"/>
    <w:rsid w:val="002E2463"/>
    <w:rsid w:val="00310799"/>
    <w:rsid w:val="003120C0"/>
    <w:rsid w:val="003256E4"/>
    <w:rsid w:val="00360C24"/>
    <w:rsid w:val="00370E7A"/>
    <w:rsid w:val="003B2301"/>
    <w:rsid w:val="003B771F"/>
    <w:rsid w:val="003C697E"/>
    <w:rsid w:val="003E49FA"/>
    <w:rsid w:val="003F0D3F"/>
    <w:rsid w:val="003F6662"/>
    <w:rsid w:val="004029A9"/>
    <w:rsid w:val="004272A3"/>
    <w:rsid w:val="0044408C"/>
    <w:rsid w:val="004475AB"/>
    <w:rsid w:val="00472ABB"/>
    <w:rsid w:val="004844A2"/>
    <w:rsid w:val="0049331A"/>
    <w:rsid w:val="004A49E9"/>
    <w:rsid w:val="004A7640"/>
    <w:rsid w:val="004C151D"/>
    <w:rsid w:val="004E4258"/>
    <w:rsid w:val="004F38E9"/>
    <w:rsid w:val="004F3B24"/>
    <w:rsid w:val="00531E0D"/>
    <w:rsid w:val="00546326"/>
    <w:rsid w:val="00551DA9"/>
    <w:rsid w:val="00564C1C"/>
    <w:rsid w:val="005A1A54"/>
    <w:rsid w:val="005B03DD"/>
    <w:rsid w:val="005B46F8"/>
    <w:rsid w:val="005D2CB3"/>
    <w:rsid w:val="00615252"/>
    <w:rsid w:val="006165B9"/>
    <w:rsid w:val="006170E8"/>
    <w:rsid w:val="0064512F"/>
    <w:rsid w:val="006A4257"/>
    <w:rsid w:val="006B4E07"/>
    <w:rsid w:val="006D2A93"/>
    <w:rsid w:val="006D5424"/>
    <w:rsid w:val="006E0503"/>
    <w:rsid w:val="006E1011"/>
    <w:rsid w:val="006F32B2"/>
    <w:rsid w:val="00700C66"/>
    <w:rsid w:val="00770510"/>
    <w:rsid w:val="00781246"/>
    <w:rsid w:val="007A59AB"/>
    <w:rsid w:val="007D0A82"/>
    <w:rsid w:val="007E572F"/>
    <w:rsid w:val="007F266A"/>
    <w:rsid w:val="008062B2"/>
    <w:rsid w:val="00841FA1"/>
    <w:rsid w:val="008444C2"/>
    <w:rsid w:val="0087785E"/>
    <w:rsid w:val="008933BE"/>
    <w:rsid w:val="008A7B36"/>
    <w:rsid w:val="008C4F88"/>
    <w:rsid w:val="008F5561"/>
    <w:rsid w:val="00910E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73C83"/>
    <w:rsid w:val="00A8710E"/>
    <w:rsid w:val="00A94A4E"/>
    <w:rsid w:val="00AA0422"/>
    <w:rsid w:val="00AA3134"/>
    <w:rsid w:val="00AC4337"/>
    <w:rsid w:val="00AC4D45"/>
    <w:rsid w:val="00AE6798"/>
    <w:rsid w:val="00B04FBC"/>
    <w:rsid w:val="00B34061"/>
    <w:rsid w:val="00BD71F5"/>
    <w:rsid w:val="00C17597"/>
    <w:rsid w:val="00C277E4"/>
    <w:rsid w:val="00C43B2E"/>
    <w:rsid w:val="00C543C6"/>
    <w:rsid w:val="00CE2205"/>
    <w:rsid w:val="00CF498D"/>
    <w:rsid w:val="00D00E55"/>
    <w:rsid w:val="00D0729B"/>
    <w:rsid w:val="00D56A6D"/>
    <w:rsid w:val="00D66D45"/>
    <w:rsid w:val="00DD5138"/>
    <w:rsid w:val="00E00BE0"/>
    <w:rsid w:val="00E014E3"/>
    <w:rsid w:val="00E1787F"/>
    <w:rsid w:val="00E3566C"/>
    <w:rsid w:val="00E42BBF"/>
    <w:rsid w:val="00E461B2"/>
    <w:rsid w:val="00E82685"/>
    <w:rsid w:val="00EA468E"/>
    <w:rsid w:val="00EB19D9"/>
    <w:rsid w:val="00EC413D"/>
    <w:rsid w:val="00ED0B07"/>
    <w:rsid w:val="00ED24D9"/>
    <w:rsid w:val="00EE598E"/>
    <w:rsid w:val="00F14E7C"/>
    <w:rsid w:val="00F31AB4"/>
    <w:rsid w:val="00F40BF6"/>
    <w:rsid w:val="00FA7F29"/>
    <w:rsid w:val="00FC0DBA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844A2"/>
    <w:rPr>
      <w:sz w:val="24"/>
      <w:szCs w:val="24"/>
      <w:lang w:val="cs-CZ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F02D35"/>
  </w:style>
  <w:style w:type="paragraph" w:styleId="Jalus">
    <w:name w:val="footer"/>
    <w:basedOn w:val="Normaallaad"/>
    <w:link w:val="JalusMrk"/>
    <w:unhideWhenUsed/>
    <w:rsid w:val="00F02D3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F02D35"/>
  </w:style>
  <w:style w:type="table" w:styleId="Kontuurtabel">
    <w:name w:val="Table Grid"/>
    <w:basedOn w:val="Normaaltabe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120C0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uiPriority w:val="99"/>
    <w:unhideWhenUsed/>
    <w:rsid w:val="005A1A54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E10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101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1011"/>
    <w:rPr>
      <w:lang w:val="cs-CZ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10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1011"/>
    <w:rPr>
      <w:b/>
      <w:bCs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o@igorexa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76572-F240-4BD4-9FD9-18355725F7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4AD40-C244-4CCE-B692-8B1566031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</Template>
  <TotalTime>920</TotalTime>
  <Pages>2</Pages>
  <Words>453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Kreatiff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Microsofti konto</cp:lastModifiedBy>
  <cp:revision>4</cp:revision>
  <cp:lastPrinted>2023-04-17T09:14:00Z</cp:lastPrinted>
  <dcterms:created xsi:type="dcterms:W3CDTF">2024-01-23T15:08:00Z</dcterms:created>
  <dcterms:modified xsi:type="dcterms:W3CDTF">2024-01-24T06:27:00Z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