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361B0">
              <w:rPr>
                <w:noProof/>
              </w:rPr>
              <w:t>JUHATUSE LIIGE</w:t>
            </w:r>
            <w:r>
              <w:fldChar w:fldCharType="end"/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F158E9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330D03" w:rsidP="00137DA9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37DA9">
              <w:t>Digiallkirja kuupäev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37DA9">
              <w:rPr>
                <w:noProof/>
              </w:rPr>
              <w:t>1-5/</w:t>
            </w:r>
            <w:r w:rsidR="000726A7">
              <w:rPr>
                <w:noProof/>
              </w:rPr>
              <w:t>1</w:t>
            </w:r>
            <w:bookmarkStart w:id="0" w:name="_GoBack"/>
            <w:bookmarkEnd w:id="0"/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7522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1" w:name="Text7"/>
    <w:p w:rsidR="00137DA9" w:rsidRDefault="00D638ED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C43E67">
        <w:t>E</w:t>
      </w:r>
      <w:r w:rsidR="00137DA9">
        <w:rPr>
          <w:noProof/>
        </w:rPr>
        <w:t xml:space="preserve">nampakkumise läbiviimine jahilubade </w:t>
      </w:r>
      <w:r w:rsidR="001361B0">
        <w:rPr>
          <w:noProof/>
        </w:rPr>
        <w:t>pakettide</w:t>
      </w:r>
    </w:p>
    <w:p w:rsidR="00F158E9" w:rsidRDefault="00C43E67">
      <w:pPr>
        <w:pStyle w:val="Pealkiri1"/>
        <w:rPr>
          <w:noProof/>
        </w:rPr>
      </w:pPr>
      <w:r>
        <w:rPr>
          <w:noProof/>
        </w:rPr>
        <w:t>ees</w:t>
      </w:r>
      <w:r w:rsidR="00137DA9">
        <w:rPr>
          <w:noProof/>
        </w:rPr>
        <w:t>ostuõiguse omandamiseks RMK jahipiirkondades</w:t>
      </w:r>
    </w:p>
    <w:p w:rsidR="00F158E9" w:rsidRDefault="00D638ED">
      <w:pPr>
        <w:pStyle w:val="Pealkiri1"/>
      </w:pP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137DA9" w:rsidRDefault="00137DA9">
      <w:r>
        <w:lastRenderedPageBreak/>
        <w:t>Vabariigi Valitsuse 09.01.2007 määruse nr 4 „Riigimetsa Majandamise Keskuse põhimäärus“ §18 alusel ning tulenevalt jahiseaduse §40 lõikest 3</w:t>
      </w:r>
    </w:p>
    <w:p w:rsidR="00137DA9" w:rsidRDefault="00137DA9"/>
    <w:p w:rsidR="00F158E9" w:rsidRDefault="00137DA9" w:rsidP="00137DA9">
      <w:pPr>
        <w:pStyle w:val="Loendilik"/>
        <w:numPr>
          <w:ilvl w:val="0"/>
          <w:numId w:val="3"/>
        </w:numPr>
      </w:pPr>
      <w:r>
        <w:t xml:space="preserve">V i i a  l ä b i  </w:t>
      </w:r>
      <w:r w:rsidR="00C967CA">
        <w:t>2</w:t>
      </w:r>
      <w:r w:rsidR="001361B0">
        <w:t>8</w:t>
      </w:r>
      <w:r w:rsidR="00C43E67">
        <w:t>.</w:t>
      </w:r>
      <w:r w:rsidR="001361B0">
        <w:t>augustil</w:t>
      </w:r>
      <w:r>
        <w:t xml:space="preserve"> 201</w:t>
      </w:r>
      <w:r w:rsidR="00C43E67">
        <w:t>9</w:t>
      </w:r>
      <w:r>
        <w:t xml:space="preserve"> </w:t>
      </w:r>
      <w:r w:rsidR="00C43E67">
        <w:t>elektrooniline</w:t>
      </w:r>
      <w:r>
        <w:t xml:space="preserve"> enampakkumine</w:t>
      </w:r>
      <w:r w:rsidR="00C43E67">
        <w:t xml:space="preserve"> </w:t>
      </w:r>
      <w:proofErr w:type="spellStart"/>
      <w:r w:rsidR="00C43E67">
        <w:t>Mercell-hankekeskkonnas</w:t>
      </w:r>
      <w:proofErr w:type="spellEnd"/>
      <w:r>
        <w:t xml:space="preserve"> 201</w:t>
      </w:r>
      <w:r w:rsidR="00C43E67">
        <w:t>9/2020</w:t>
      </w:r>
      <w:r w:rsidR="001361B0">
        <w:t xml:space="preserve">.a jahihooajal Kilingi-Nõmme jahipiirkonna Saki ja </w:t>
      </w:r>
      <w:proofErr w:type="spellStart"/>
      <w:r w:rsidR="001361B0">
        <w:t>Kello</w:t>
      </w:r>
      <w:proofErr w:type="spellEnd"/>
      <w:r w:rsidR="001361B0">
        <w:t xml:space="preserve"> jahialal ja</w:t>
      </w:r>
      <w:r>
        <w:t xml:space="preserve"> Kuressaare </w:t>
      </w:r>
      <w:r w:rsidR="001361B0">
        <w:t>jahipiirkonna Mändjala jahialal</w:t>
      </w:r>
      <w:r>
        <w:t xml:space="preserve"> müüdavate jahilubade </w:t>
      </w:r>
      <w:r w:rsidR="001361B0">
        <w:t xml:space="preserve">pakettide </w:t>
      </w:r>
      <w:r w:rsidR="00C43E67">
        <w:t>eesostu</w:t>
      </w:r>
      <w:r w:rsidR="00042FF5">
        <w:t>õiguse</w:t>
      </w:r>
      <w:r>
        <w:t xml:space="preserve"> omandamiseks.</w:t>
      </w:r>
    </w:p>
    <w:p w:rsidR="00137DA9" w:rsidRDefault="00137DA9" w:rsidP="00137DA9"/>
    <w:p w:rsidR="00137DA9" w:rsidRDefault="00137DA9" w:rsidP="00137DA9">
      <w:pPr>
        <w:pStyle w:val="Loendilik"/>
        <w:numPr>
          <w:ilvl w:val="0"/>
          <w:numId w:val="3"/>
        </w:numPr>
      </w:pPr>
      <w:r>
        <w:t>M o o d u s t a n   enampakkumise läbiviimiseks komisjoni järgmises koosseisus:</w:t>
      </w:r>
    </w:p>
    <w:p w:rsidR="00137DA9" w:rsidRDefault="00680E95" w:rsidP="00137DA9">
      <w:pPr>
        <w:ind w:firstLine="680"/>
      </w:pPr>
      <w:r>
        <w:t>e</w:t>
      </w:r>
      <w:r w:rsidR="00137DA9">
        <w:t>simees:</w:t>
      </w:r>
      <w:r w:rsidR="00137DA9">
        <w:tab/>
        <w:t>Kalev Männiste, jahindustalituse juhataja;</w:t>
      </w:r>
    </w:p>
    <w:p w:rsidR="00137DA9" w:rsidRDefault="00680E95" w:rsidP="00137DA9">
      <w:pPr>
        <w:ind w:firstLine="680"/>
      </w:pPr>
      <w:r>
        <w:t>l</w:t>
      </w:r>
      <w:r w:rsidR="00137DA9">
        <w:t>iikmed:</w:t>
      </w:r>
      <w:r w:rsidR="00137DA9">
        <w:tab/>
        <w:t>Lauri Valdur, jahindustalituse jahindusspetsialist;</w:t>
      </w:r>
    </w:p>
    <w:p w:rsidR="00137DA9" w:rsidRDefault="00137DA9" w:rsidP="00137DA9">
      <w:pPr>
        <w:ind w:firstLine="680"/>
      </w:pPr>
    </w:p>
    <w:p w:rsidR="00680E95" w:rsidRDefault="00680E95" w:rsidP="00680E95">
      <w:pPr>
        <w:pStyle w:val="Loendilik"/>
        <w:numPr>
          <w:ilvl w:val="0"/>
          <w:numId w:val="3"/>
        </w:numPr>
      </w:pPr>
      <w:r>
        <w:t xml:space="preserve">K i n n i t a n  enampakkumise </w:t>
      </w:r>
      <w:r w:rsidR="00042FF5">
        <w:t>läbiviimise teate</w:t>
      </w:r>
      <w:r>
        <w:t xml:space="preserve"> (lisa 1) ja jahialade piirikirjeldused </w:t>
      </w:r>
      <w:r w:rsidR="00042FF5">
        <w:t xml:space="preserve">koos jahindusrajatistega </w:t>
      </w:r>
      <w:r>
        <w:t>(lisa 2).</w:t>
      </w:r>
    </w:p>
    <w:p w:rsidR="00680E95" w:rsidRDefault="00680E95" w:rsidP="00680E95">
      <w:pPr>
        <w:pStyle w:val="Loendilik"/>
      </w:pPr>
    </w:p>
    <w:p w:rsidR="00680E95" w:rsidRDefault="00C43E67" w:rsidP="00680E95">
      <w:pPr>
        <w:pStyle w:val="Loendilik"/>
        <w:numPr>
          <w:ilvl w:val="0"/>
          <w:numId w:val="3"/>
        </w:numPr>
      </w:pPr>
      <w:r>
        <w:t>K i n n i t a n  eesostu</w:t>
      </w:r>
      <w:r w:rsidR="00680E95">
        <w:t xml:space="preserve">õigusega omandavate jahilubade </w:t>
      </w:r>
      <w:r w:rsidR="001361B0">
        <w:t xml:space="preserve">pakettide </w:t>
      </w:r>
      <w:r w:rsidR="00680E95">
        <w:t>nimekirja ko</w:t>
      </w:r>
      <w:r w:rsidR="006D4863">
        <w:t xml:space="preserve">os </w:t>
      </w:r>
      <w:r w:rsidR="001361B0">
        <w:t>neis sisalduvate</w:t>
      </w:r>
      <w:r w:rsidR="006D4863">
        <w:t xml:space="preserve"> jahilubade</w:t>
      </w:r>
      <w:r w:rsidR="001361B0">
        <w:t xml:space="preserve"> arvu ning</w:t>
      </w:r>
      <w:r w:rsidR="006D4863">
        <w:t xml:space="preserve"> omandamise eesostuõiguse</w:t>
      </w:r>
      <w:r w:rsidR="00680E95">
        <w:t xml:space="preserve"> alghindade ja ettemaksu suurus</w:t>
      </w:r>
      <w:r w:rsidR="006D4863">
        <w:t>t</w:t>
      </w:r>
      <w:r w:rsidR="00680E95">
        <w:t xml:space="preserve">ega (lisa </w:t>
      </w:r>
      <w:r w:rsidR="001361B0">
        <w:t>4</w:t>
      </w:r>
      <w:r w:rsidR="00680E95">
        <w:t>).</w:t>
      </w:r>
    </w:p>
    <w:p w:rsidR="00680E95" w:rsidRDefault="00680E95" w:rsidP="00C43E67"/>
    <w:p w:rsidR="00680E95" w:rsidRDefault="00680E95" w:rsidP="00680E95">
      <w:pPr>
        <w:pStyle w:val="Loendilik"/>
        <w:numPr>
          <w:ilvl w:val="0"/>
          <w:numId w:val="3"/>
        </w:numPr>
      </w:pPr>
      <w:r>
        <w:t>K i</w:t>
      </w:r>
      <w:r w:rsidR="00C43E67">
        <w:t xml:space="preserve"> n n i t a n  jahilubade </w:t>
      </w:r>
      <w:r w:rsidR="001361B0">
        <w:t xml:space="preserve">pakettide </w:t>
      </w:r>
      <w:r w:rsidR="00C43E67">
        <w:t>eesostu</w:t>
      </w:r>
      <w:r>
        <w:t xml:space="preserve">õiguse </w:t>
      </w:r>
      <w:r w:rsidR="00C43E67">
        <w:t xml:space="preserve">enampakkumise tingimustega nõustumise vormi (lisa </w:t>
      </w:r>
      <w:r w:rsidR="001361B0">
        <w:t>3</w:t>
      </w:r>
      <w:r>
        <w:t>).</w:t>
      </w:r>
    </w:p>
    <w:p w:rsidR="00C43E67" w:rsidRDefault="00C43E67" w:rsidP="00C43E67">
      <w:pPr>
        <w:pStyle w:val="Loendilik"/>
      </w:pPr>
    </w:p>
    <w:p w:rsidR="00C43E67" w:rsidRDefault="00C43E67" w:rsidP="00680E95">
      <w:pPr>
        <w:pStyle w:val="Loendilik"/>
        <w:numPr>
          <w:ilvl w:val="0"/>
          <w:numId w:val="3"/>
        </w:numPr>
      </w:pPr>
      <w:r>
        <w:t>K i n n i t a n jahi</w:t>
      </w:r>
      <w:r w:rsidR="001361B0">
        <w:t>lubade pakettide</w:t>
      </w:r>
      <w:r>
        <w:t xml:space="preserve"> kasutamise tüüpkokkuleppe (lisa </w:t>
      </w:r>
      <w:r w:rsidR="001361B0">
        <w:t>5</w:t>
      </w:r>
      <w:r>
        <w:t>).</w:t>
      </w:r>
    </w:p>
    <w:p w:rsidR="00680E95" w:rsidRDefault="00680E95" w:rsidP="00680E95">
      <w:pPr>
        <w:pStyle w:val="Loendilik"/>
      </w:pPr>
    </w:p>
    <w:p w:rsidR="00680E95" w:rsidRDefault="00680E95" w:rsidP="00680E95">
      <w:pPr>
        <w:pStyle w:val="Loendilik"/>
        <w:numPr>
          <w:ilvl w:val="0"/>
          <w:numId w:val="3"/>
        </w:numPr>
      </w:pPr>
      <w:r>
        <w:t xml:space="preserve">Enampakkumise komisjonil </w:t>
      </w:r>
      <w:r w:rsidR="00B51CAB">
        <w:t>esitada RMK juhatuse liikmele en</w:t>
      </w:r>
      <w:r>
        <w:t xml:space="preserve">ampakkumise tulemused kinnitamiseks </w:t>
      </w:r>
      <w:r w:rsidR="001361B0">
        <w:t>3</w:t>
      </w:r>
      <w:r>
        <w:t xml:space="preserve"> päeva jooksul enampakkumise toimumisest arvates.</w:t>
      </w:r>
    </w:p>
    <w:p w:rsidR="00C43E67" w:rsidRDefault="00C43E67" w:rsidP="00C43E67">
      <w:pPr>
        <w:pStyle w:val="Loendilik"/>
      </w:pPr>
    </w:p>
    <w:p w:rsidR="00C43E67" w:rsidRDefault="00D23F86" w:rsidP="00680E95">
      <w:pPr>
        <w:pStyle w:val="Loendilik"/>
        <w:numPr>
          <w:ilvl w:val="0"/>
          <w:numId w:val="3"/>
        </w:numPr>
      </w:pPr>
      <w:r>
        <w:t xml:space="preserve">RMK jahindustalituse töötajad ei saa osaleda enampakkumisel pakkujana ega olla jahimeheks, kelle jahitunnistuse koopia lisatakse pakkumusele. </w:t>
      </w:r>
    </w:p>
    <w:p w:rsidR="00B51CAB" w:rsidRDefault="00B51CAB" w:rsidP="00B51CAB">
      <w:pPr>
        <w:pStyle w:val="Loendilik"/>
      </w:pPr>
    </w:p>
    <w:p w:rsidR="00B51CAB" w:rsidRDefault="00B51CAB" w:rsidP="00680E95">
      <w:pPr>
        <w:pStyle w:val="Loendilik"/>
        <w:numPr>
          <w:ilvl w:val="0"/>
          <w:numId w:val="3"/>
        </w:numPr>
        <w:sectPr w:rsidR="00B51CAB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>Jahindustalitusel korraldada enampakkumise võitjatega jahi</w:t>
      </w:r>
      <w:r w:rsidR="001361B0">
        <w:t xml:space="preserve">lubade pakettide </w:t>
      </w:r>
      <w:r>
        <w:t>kasutamise kokkulepete sõlmimine DHS-is dokumentide vormide sarjas asuva vormi kohaselt.</w:t>
      </w: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lastRenderedPageBreak/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9052E1">
        <w:rPr>
          <w:spacing w:val="0"/>
          <w:position w:val="0"/>
        </w:rPr>
      </w:r>
      <w:r w:rsidR="009052E1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11553F">
        <w:rPr>
          <w:noProof/>
        </w:rPr>
        <w:t>Kristjan Tõnisson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B51CAB">
        <w:rPr>
          <w:noProof/>
        </w:rPr>
        <w:t>Juhatuse liige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B51CAB">
        <w:rPr>
          <w:noProof/>
        </w:rPr>
        <w:t>Jaotuskava: jahindustalitus, finantsosakond</w:t>
      </w:r>
      <w:r>
        <w:fldChar w:fldCharType="end"/>
      </w:r>
      <w:bookmarkEnd w:id="3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2E1" w:rsidRDefault="009052E1">
      <w:r>
        <w:separator/>
      </w:r>
    </w:p>
  </w:endnote>
  <w:endnote w:type="continuationSeparator" w:id="0">
    <w:p w:rsidR="009052E1" w:rsidRDefault="00905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2E1" w:rsidRDefault="009052E1">
      <w:r>
        <w:separator/>
      </w:r>
    </w:p>
  </w:footnote>
  <w:footnote w:type="continuationSeparator" w:id="0">
    <w:p w:rsidR="009052E1" w:rsidRDefault="00905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0726A7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7B4258F9"/>
    <w:multiLevelType w:val="hybridMultilevel"/>
    <w:tmpl w:val="DD20B5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A9"/>
    <w:rsid w:val="00042FF5"/>
    <w:rsid w:val="000726A7"/>
    <w:rsid w:val="000E423B"/>
    <w:rsid w:val="0011553F"/>
    <w:rsid w:val="001361B0"/>
    <w:rsid w:val="00137DA9"/>
    <w:rsid w:val="00330D03"/>
    <w:rsid w:val="0037522C"/>
    <w:rsid w:val="005357AD"/>
    <w:rsid w:val="005B39CA"/>
    <w:rsid w:val="00680E95"/>
    <w:rsid w:val="006D4863"/>
    <w:rsid w:val="009052E1"/>
    <w:rsid w:val="009E24DD"/>
    <w:rsid w:val="00AB4ED7"/>
    <w:rsid w:val="00B23E37"/>
    <w:rsid w:val="00B37C1F"/>
    <w:rsid w:val="00B51CAB"/>
    <w:rsid w:val="00C43E67"/>
    <w:rsid w:val="00C967CA"/>
    <w:rsid w:val="00D23F86"/>
    <w:rsid w:val="00D638ED"/>
    <w:rsid w:val="00DC70B3"/>
    <w:rsid w:val="00F158E9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137DA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137DA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137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137DA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137DA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137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evm\AppData\Local\Microsoft\Windows\Temporary%20Internet%20Files\Content.IE5\72AA8HDV\k&#228;sk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</Template>
  <TotalTime>2</TotalTime>
  <Pages>1</Pages>
  <Words>290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DF Ltd., Parnu mnt 154, 11317 Tallinn, Estonia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RMK</cp:lastModifiedBy>
  <cp:revision>4</cp:revision>
  <cp:lastPrinted>2003-07-14T19:24:00Z</cp:lastPrinted>
  <dcterms:created xsi:type="dcterms:W3CDTF">2019-08-08T07:53:00Z</dcterms:created>
  <dcterms:modified xsi:type="dcterms:W3CDTF">2019-08-16T10:54:00Z</dcterms:modified>
</cp:coreProperties>
</file>