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3DF3F5CC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B339A2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B339A2">
        <w:rPr>
          <w:b/>
          <w:bCs/>
          <w:sz w:val="20"/>
        </w:rPr>
        <w:t>66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(hiliseima digitaalallkirja kuupäev)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7A5B7A3C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B339A2">
              <w:rPr>
                <w:rFonts w:eastAsia="Calibri"/>
                <w:sz w:val="20"/>
              </w:rPr>
              <w:t>12.05.2023</w:t>
            </w:r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B339A2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D0729F" w:rsidRPr="001611B4" w14:paraId="6E3EC6BB" w14:textId="77777777" w:rsidTr="004854CB">
        <w:tc>
          <w:tcPr>
            <w:tcW w:w="3289" w:type="dxa"/>
          </w:tcPr>
          <w:p w14:paraId="409C1449" w14:textId="77777777" w:rsidR="00D0729F" w:rsidRPr="007029ED" w:rsidRDefault="00D0729F" w:rsidP="00D0729F">
            <w:pPr>
              <w:rPr>
                <w:b/>
                <w:sz w:val="20"/>
              </w:rPr>
            </w:pPr>
            <w:r w:rsidRPr="007029ED">
              <w:rPr>
                <w:b/>
                <w:sz w:val="20"/>
              </w:rPr>
              <w:t xml:space="preserve">AS </w:t>
            </w:r>
            <w:r>
              <w:rPr>
                <w:b/>
                <w:sz w:val="20"/>
              </w:rPr>
              <w:t>Viiratsi Saeveski</w:t>
            </w:r>
          </w:p>
          <w:p w14:paraId="4FC74FA5" w14:textId="36733F24" w:rsidR="00D0729F" w:rsidRPr="00F020C1" w:rsidRDefault="00D0729F" w:rsidP="00D0729F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5B7817B0" w14:textId="77777777" w:rsidR="00D0729F" w:rsidRDefault="00D0729F" w:rsidP="00D0729F">
            <w:pPr>
              <w:rPr>
                <w:sz w:val="20"/>
              </w:rPr>
            </w:pPr>
            <w:r w:rsidRPr="007312E6">
              <w:rPr>
                <w:sz w:val="20"/>
              </w:rPr>
              <w:t>Registrikood</w:t>
            </w:r>
            <w:r>
              <w:rPr>
                <w:sz w:val="20"/>
              </w:rPr>
              <w:t xml:space="preserve"> </w:t>
            </w:r>
            <w:r w:rsidRPr="00B3141D">
              <w:rPr>
                <w:sz w:val="20"/>
              </w:rPr>
              <w:t>10868739</w:t>
            </w:r>
          </w:p>
          <w:p w14:paraId="2C4748F4" w14:textId="2931A6B0" w:rsidR="00D0729F" w:rsidRPr="00F020C1" w:rsidRDefault="00D0729F" w:rsidP="00D0729F">
            <w:pPr>
              <w:rPr>
                <w:bCs/>
                <w:sz w:val="20"/>
              </w:rPr>
            </w:pPr>
            <w:r>
              <w:rPr>
                <w:sz w:val="20"/>
              </w:rPr>
              <w:t>Vana-Võidu k, Viiratsi v, 70101 Viljandimaa</w:t>
            </w:r>
          </w:p>
        </w:tc>
        <w:tc>
          <w:tcPr>
            <w:tcW w:w="2771" w:type="dxa"/>
          </w:tcPr>
          <w:p w14:paraId="1FCF23FE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Tel   </w:t>
            </w:r>
            <w:r w:rsidRPr="00F45950">
              <w:rPr>
                <w:sz w:val="20"/>
              </w:rPr>
              <w:t>513 8978</w:t>
            </w:r>
          </w:p>
          <w:p w14:paraId="45C69494" w14:textId="70D4690E" w:rsidR="00D0729F" w:rsidRPr="00F020C1" w:rsidRDefault="00D0729F" w:rsidP="00D0729F">
            <w:pPr>
              <w:rPr>
                <w:bCs/>
                <w:sz w:val="20"/>
              </w:rPr>
            </w:pPr>
          </w:p>
        </w:tc>
      </w:tr>
      <w:tr w:rsidR="00D0729F" w:rsidRPr="001611B4" w14:paraId="58FA04AD" w14:textId="77777777" w:rsidTr="004854CB">
        <w:tc>
          <w:tcPr>
            <w:tcW w:w="3289" w:type="dxa"/>
          </w:tcPr>
          <w:p w14:paraId="795AF362" w14:textId="77777777" w:rsidR="00D0729F" w:rsidRPr="001611B4" w:rsidRDefault="00D0729F" w:rsidP="00D0729F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1B8DA1DF" w14:textId="77777777" w:rsidR="00D0729F" w:rsidRDefault="00D0729F" w:rsidP="00D0729F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Aivo Kalmet</w:t>
            </w:r>
          </w:p>
          <w:p w14:paraId="4ADBD065" w14:textId="2387AE39" w:rsidR="00D0729F" w:rsidRPr="00235183" w:rsidRDefault="00D0729F" w:rsidP="00D0729F">
            <w:pPr>
              <w:rPr>
                <w:sz w:val="20"/>
              </w:rPr>
            </w:pPr>
            <w:r>
              <w:rPr>
                <w:bCs/>
                <w:sz w:val="20"/>
              </w:rPr>
              <w:t>Varumisosakonna juhataja</w:t>
            </w:r>
          </w:p>
        </w:tc>
        <w:tc>
          <w:tcPr>
            <w:tcW w:w="2771" w:type="dxa"/>
          </w:tcPr>
          <w:p w14:paraId="6DD68004" w14:textId="7D1F53AE" w:rsidR="00D0729F" w:rsidRPr="00F020C1" w:rsidRDefault="00A337DA" w:rsidP="00D0729F">
            <w:pPr>
              <w:rPr>
                <w:sz w:val="20"/>
              </w:rPr>
            </w:pPr>
            <w:hyperlink r:id="rId12" w:history="1">
              <w:r w:rsidR="00D0729F">
                <w:rPr>
                  <w:rStyle w:val="Hyperlink"/>
                  <w:bCs/>
                  <w:sz w:val="20"/>
                </w:rPr>
                <w:t>aivo.kalmet@nordwood.ee</w:t>
              </w:r>
            </w:hyperlink>
            <w:r w:rsidR="00D0729F">
              <w:rPr>
                <w:bCs/>
                <w:sz w:val="20"/>
              </w:rPr>
              <w:t xml:space="preserve"> </w:t>
            </w:r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70CBA2D0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 w:rsidR="00F020C1" w:rsidRPr="00F020C1">
              <w:rPr>
                <w:sz w:val="20"/>
              </w:rPr>
              <w:t>juhatuse liikme poolt kinnitatud volikiri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(Incoterms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6618118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-ga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 xml:space="preserve">EVR-ga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lastRenderedPageBreak/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087"/>
        <w:gridCol w:w="1277"/>
        <w:gridCol w:w="2686"/>
      </w:tblGrid>
      <w:tr w:rsidR="000568AE" w:rsidRPr="00330C91" w14:paraId="34544830" w14:textId="77777777" w:rsidTr="00D07F31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06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44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355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E63B2E" w:rsidRPr="00BC0D03" w14:paraId="5A03B7B1" w14:textId="77777777" w:rsidTr="00D07F31">
        <w:trPr>
          <w:trHeight w:val="237"/>
        </w:trPr>
        <w:tc>
          <w:tcPr>
            <w:tcW w:w="939" w:type="pct"/>
          </w:tcPr>
          <w:p w14:paraId="20622F4F" w14:textId="485C6AF1" w:rsidR="00E63B2E" w:rsidRPr="00BC0D03" w:rsidRDefault="00E63B2E" w:rsidP="00E63B2E">
            <w:pPr>
              <w:rPr>
                <w:sz w:val="20"/>
              </w:rPr>
            </w:pPr>
            <w:r>
              <w:rPr>
                <w:sz w:val="20"/>
              </w:rPr>
              <w:t>Esta Kaljussaar</w:t>
            </w:r>
          </w:p>
        </w:tc>
        <w:tc>
          <w:tcPr>
            <w:tcW w:w="2062" w:type="pct"/>
          </w:tcPr>
          <w:p w14:paraId="132F4E6B" w14:textId="5A378CB1" w:rsidR="00E63B2E" w:rsidRPr="00BC0D03" w:rsidRDefault="00E63B2E" w:rsidP="00E63B2E">
            <w:pPr>
              <w:rPr>
                <w:sz w:val="20"/>
              </w:rPr>
            </w:pPr>
            <w:r w:rsidRPr="00FA2D6B">
              <w:rPr>
                <w:sz w:val="20"/>
              </w:rPr>
              <w:t xml:space="preserve"> </w:t>
            </w:r>
            <w:r>
              <w:rPr>
                <w:sz w:val="20"/>
              </w:rPr>
              <w:t>Paikuse</w:t>
            </w:r>
          </w:p>
        </w:tc>
        <w:tc>
          <w:tcPr>
            <w:tcW w:w="644" w:type="pct"/>
            <w:shd w:val="clear" w:color="auto" w:fill="auto"/>
          </w:tcPr>
          <w:p w14:paraId="18E0193E" w14:textId="2D6970DC" w:rsidR="00E63B2E" w:rsidRPr="00BC0D03" w:rsidRDefault="00E63B2E" w:rsidP="00E63B2E">
            <w:pPr>
              <w:rPr>
                <w:sz w:val="20"/>
              </w:rPr>
            </w:pPr>
            <w:r w:rsidRPr="00AA6878">
              <w:rPr>
                <w:sz w:val="20"/>
              </w:rPr>
              <w:t>504</w:t>
            </w:r>
            <w:r>
              <w:rPr>
                <w:sz w:val="20"/>
              </w:rPr>
              <w:t xml:space="preserve"> </w:t>
            </w:r>
            <w:r w:rsidRPr="00AA6878">
              <w:rPr>
                <w:sz w:val="20"/>
              </w:rPr>
              <w:t>4669</w:t>
            </w:r>
          </w:p>
        </w:tc>
        <w:tc>
          <w:tcPr>
            <w:tcW w:w="1355" w:type="pct"/>
            <w:shd w:val="clear" w:color="auto" w:fill="auto"/>
          </w:tcPr>
          <w:p w14:paraId="6835261B" w14:textId="53C7501E" w:rsidR="00E63B2E" w:rsidRPr="00BC0D03" w:rsidRDefault="00A337DA" w:rsidP="00E63B2E">
            <w:pPr>
              <w:rPr>
                <w:sz w:val="20"/>
              </w:rPr>
            </w:pPr>
            <w:hyperlink r:id="rId13" w:history="1">
              <w:r w:rsidR="00E63B2E" w:rsidRPr="00657ACC">
                <w:rPr>
                  <w:rStyle w:val="Hyperlink"/>
                  <w:sz w:val="20"/>
                </w:rPr>
                <w:t>aktid.edela@rmk.ee</w:t>
              </w:r>
            </w:hyperlink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4255"/>
        <w:gridCol w:w="1227"/>
        <w:gridCol w:w="2737"/>
      </w:tblGrid>
      <w:tr w:rsidR="000568AE" w:rsidRPr="00330C91" w14:paraId="5D889C5F" w14:textId="77777777" w:rsidTr="00F020C1">
        <w:tc>
          <w:tcPr>
            <w:tcW w:w="928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F020C1" w:rsidRPr="008F7DDE" w14:paraId="0FBCF4A2" w14:textId="77777777" w:rsidTr="00285DBB">
        <w:trPr>
          <w:trHeight w:val="237"/>
        </w:trPr>
        <w:tc>
          <w:tcPr>
            <w:tcW w:w="928" w:type="pct"/>
          </w:tcPr>
          <w:p w14:paraId="5CE3BEE7" w14:textId="6E870766" w:rsidR="00F020C1" w:rsidRPr="00330C91" w:rsidRDefault="00D07F31" w:rsidP="00F020C1">
            <w:pPr>
              <w:jc w:val="both"/>
              <w:rPr>
                <w:sz w:val="20"/>
              </w:rPr>
            </w:pPr>
            <w:r>
              <w:rPr>
                <w:sz w:val="20"/>
              </w:rPr>
              <w:t>Eneli Johanson</w:t>
            </w:r>
          </w:p>
        </w:tc>
        <w:tc>
          <w:tcPr>
            <w:tcW w:w="2221" w:type="pct"/>
          </w:tcPr>
          <w:p w14:paraId="5DA39091" w14:textId="06FA3CFE" w:rsidR="00F020C1" w:rsidRPr="00330C91" w:rsidRDefault="00E63B2E" w:rsidP="00F020C1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Vana-Võidu</w:t>
            </w:r>
          </w:p>
        </w:tc>
        <w:tc>
          <w:tcPr>
            <w:tcW w:w="693" w:type="pct"/>
            <w:shd w:val="clear" w:color="auto" w:fill="auto"/>
          </w:tcPr>
          <w:p w14:paraId="66EDEE07" w14:textId="272BB87E" w:rsidR="00F020C1" w:rsidRPr="00330C91" w:rsidRDefault="00F020C1" w:rsidP="00F020C1">
            <w:pPr>
              <w:jc w:val="both"/>
              <w:rPr>
                <w:spacing w:val="0"/>
                <w:position w:val="0"/>
                <w:sz w:val="20"/>
              </w:rPr>
            </w:pPr>
          </w:p>
        </w:tc>
        <w:tc>
          <w:tcPr>
            <w:tcW w:w="1158" w:type="pct"/>
            <w:shd w:val="clear" w:color="auto" w:fill="auto"/>
          </w:tcPr>
          <w:p w14:paraId="50D17D33" w14:textId="7B0F0CE7" w:rsidR="00F020C1" w:rsidRPr="008F7DDE" w:rsidRDefault="00A337DA" w:rsidP="00F020C1">
            <w:pPr>
              <w:rPr>
                <w:bCs/>
                <w:sz w:val="20"/>
              </w:rPr>
            </w:pPr>
            <w:hyperlink r:id="rId14" w:history="1">
              <w:r w:rsidR="00D07F31" w:rsidRPr="00E63B2E">
                <w:rPr>
                  <w:rStyle w:val="Hyperlink"/>
                  <w:sz w:val="20"/>
                </w:rPr>
                <w:t>Eneli.johanson@nordwood.ee</w:t>
              </w:r>
            </w:hyperlink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2"/>
        <w:gridCol w:w="4255"/>
        <w:gridCol w:w="1227"/>
        <w:gridCol w:w="2737"/>
      </w:tblGrid>
      <w:tr w:rsidR="000568AE" w:rsidRPr="00330C91" w14:paraId="66609326" w14:textId="77777777" w:rsidTr="00F020C1">
        <w:tc>
          <w:tcPr>
            <w:tcW w:w="928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1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93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58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F020C1" w:rsidRPr="008F7DDE" w14:paraId="6AAAF677" w14:textId="77777777" w:rsidTr="00F020C1">
        <w:trPr>
          <w:trHeight w:val="237"/>
        </w:trPr>
        <w:tc>
          <w:tcPr>
            <w:tcW w:w="928" w:type="pct"/>
          </w:tcPr>
          <w:p w14:paraId="21FA151D" w14:textId="13EA6538" w:rsidR="00F020C1" w:rsidRPr="00330C91" w:rsidRDefault="00E63B2E" w:rsidP="00F020C1">
            <w:pPr>
              <w:jc w:val="both"/>
              <w:rPr>
                <w:sz w:val="20"/>
              </w:rPr>
            </w:pPr>
            <w:r>
              <w:rPr>
                <w:sz w:val="20"/>
              </w:rPr>
              <w:t>Eneli Johanson</w:t>
            </w:r>
          </w:p>
        </w:tc>
        <w:tc>
          <w:tcPr>
            <w:tcW w:w="2221" w:type="pct"/>
          </w:tcPr>
          <w:p w14:paraId="1208D121" w14:textId="10D2836E" w:rsidR="00F020C1" w:rsidRPr="00330C91" w:rsidRDefault="00E63B2E" w:rsidP="00F020C1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Vana-Võidu</w:t>
            </w:r>
          </w:p>
        </w:tc>
        <w:tc>
          <w:tcPr>
            <w:tcW w:w="693" w:type="pct"/>
          </w:tcPr>
          <w:p w14:paraId="774B9F6C" w14:textId="4325E833" w:rsidR="00F020C1" w:rsidRPr="00330C91" w:rsidRDefault="00F020C1" w:rsidP="00F020C1">
            <w:pPr>
              <w:jc w:val="both"/>
              <w:rPr>
                <w:spacing w:val="0"/>
                <w:position w:val="0"/>
                <w:sz w:val="20"/>
              </w:rPr>
            </w:pPr>
          </w:p>
        </w:tc>
        <w:tc>
          <w:tcPr>
            <w:tcW w:w="1158" w:type="pct"/>
          </w:tcPr>
          <w:p w14:paraId="2B2FFA88" w14:textId="06D78848" w:rsidR="00F020C1" w:rsidRPr="00E63B2E" w:rsidRDefault="00A337DA" w:rsidP="00F020C1">
            <w:pPr>
              <w:rPr>
                <w:bCs/>
                <w:sz w:val="20"/>
              </w:rPr>
            </w:pPr>
            <w:hyperlink r:id="rId15" w:history="1">
              <w:r w:rsidR="00E63B2E" w:rsidRPr="00E63B2E">
                <w:rPr>
                  <w:rStyle w:val="Hyperlink"/>
                  <w:sz w:val="20"/>
                </w:rPr>
                <w:t>Eneli.johanson@nordwood.ee</w:t>
              </w:r>
            </w:hyperlink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75B9A551" w14:textId="538525DD" w:rsidR="005253F3" w:rsidRPr="00F020C1" w:rsidRDefault="009B4F43" w:rsidP="00235183">
            <w:pPr>
              <w:rPr>
                <w:sz w:val="20"/>
              </w:rPr>
            </w:pPr>
            <w:r>
              <w:rPr>
                <w:sz w:val="20"/>
              </w:rPr>
              <w:t>14</w:t>
            </w:r>
            <w:r w:rsidRPr="00330C91">
              <w:rPr>
                <w:sz w:val="20"/>
              </w:rPr>
              <w:t xml:space="preserve"> päeva</w:t>
            </w:r>
          </w:p>
        </w:tc>
        <w:tc>
          <w:tcPr>
            <w:tcW w:w="3373" w:type="dxa"/>
          </w:tcPr>
          <w:p w14:paraId="6E0816F3" w14:textId="51D2CB0F" w:rsidR="005253F3" w:rsidRPr="00F020C1" w:rsidRDefault="00F020C1" w:rsidP="004D483E">
            <w:pPr>
              <w:rPr>
                <w:sz w:val="20"/>
              </w:rPr>
            </w:pPr>
            <w:r w:rsidRPr="00F020C1">
              <w:rPr>
                <w:sz w:val="20"/>
              </w:rPr>
              <w:t>Tagatisele vastavas summas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4D7ADD2F" w:rsidR="005253F3" w:rsidRPr="009B4F43" w:rsidRDefault="00D4333E" w:rsidP="00E806FF">
      <w:pPr>
        <w:pStyle w:val="Pealkiri21"/>
        <w:rPr>
          <w:sz w:val="20"/>
        </w:rPr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6" w:history="1">
        <w:r w:rsidR="009B4F43" w:rsidRPr="009B4F43">
          <w:rPr>
            <w:rStyle w:val="Hyperlink"/>
            <w:sz w:val="20"/>
          </w:rPr>
          <w:t>Eneli.johanson@nordwood.ee</w:t>
        </w:r>
      </w:hyperlink>
    </w:p>
    <w:p w14:paraId="78249285" w14:textId="01A289D1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lastRenderedPageBreak/>
        <w:t xml:space="preserve">Juhul kui ostja ei ole </w:t>
      </w:r>
      <w:bookmarkStart w:id="3" w:name="OLE_LINK6"/>
      <w:r w:rsidRPr="00FB5574">
        <w:rPr>
          <w:sz w:val="20"/>
        </w:rPr>
        <w:t xml:space="preserve">esitanud </w:t>
      </w:r>
      <w:r w:rsidR="00763FCE">
        <w:rPr>
          <w:sz w:val="20"/>
        </w:rPr>
        <w:t xml:space="preserve">garantiikirja </w:t>
      </w:r>
      <w:r w:rsidRPr="00FB5574">
        <w:rPr>
          <w:sz w:val="20"/>
        </w:rPr>
        <w:t>või tasunud</w:t>
      </w:r>
      <w:bookmarkEnd w:id="3"/>
      <w:r w:rsidRPr="00FB5574">
        <w:rPr>
          <w:sz w:val="20"/>
        </w:rPr>
        <w:t xml:space="preserve"> lepingu p 3.3 „Krediidilimiit“  sätestatud tingimustel tagatist, puudub müüjal kohustus tarnida ja ostjal õigus nõuda lepingu lisas 1 ”Tarnegraafik” kokkulepitud tähtajal vastavat kogust metsamaterjali.</w:t>
      </w:r>
    </w:p>
    <w:p w14:paraId="2E15DFF2" w14:textId="77777777" w:rsidR="00FB5574" w:rsidRPr="00FB5574" w:rsidRDefault="00FB5574" w:rsidP="00FB5574">
      <w:pPr>
        <w:pStyle w:val="Pealkiri21"/>
        <w:rPr>
          <w:sz w:val="20"/>
        </w:rPr>
      </w:pPr>
      <w:r w:rsidRPr="00FB5574">
        <w:rPr>
          <w:sz w:val="20"/>
        </w:rPr>
        <w:t>Juhul kui ostja ei ole esitanud või tasunud lepingu p 3.3 „Krediidilimiit“ sätestatud tingimustel tagatist 14 (neljateistkümne) päeva jooksul lepingu sõlmimisest, on müüjal õigus lepingust taganeda või leping üles öelda.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2FD5235C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A337DA">
        <w:rPr>
          <w:sz w:val="20"/>
        </w:rPr>
        <w:t>5</w:t>
      </w:r>
      <w:r w:rsidR="00811CBF">
        <w:rPr>
          <w:sz w:val="20"/>
        </w:rPr>
        <w:t>.03</w:t>
      </w:r>
      <w:r w:rsidR="004D483E" w:rsidRPr="004D483E">
        <w:rPr>
          <w:sz w:val="20"/>
        </w:rPr>
        <w:t>.202</w:t>
      </w:r>
      <w:r w:rsidR="00A337DA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A337DA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27596C4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040B7E">
        <w:rPr>
          <w:sz w:val="20"/>
        </w:rPr>
        <w:t>Aivo Kalmet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4756997F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F3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7010EFB"/>
    <w:multiLevelType w:val="multilevel"/>
    <w:tmpl w:val="CB540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849638036">
    <w:abstractNumId w:val="0"/>
  </w:num>
  <w:num w:numId="2" w16cid:durableId="1969974753">
    <w:abstractNumId w:val="10"/>
  </w:num>
  <w:num w:numId="3" w16cid:durableId="1883781466">
    <w:abstractNumId w:val="9"/>
  </w:num>
  <w:num w:numId="4" w16cid:durableId="2011831169">
    <w:abstractNumId w:val="15"/>
  </w:num>
  <w:num w:numId="5" w16cid:durableId="162429192">
    <w:abstractNumId w:val="16"/>
  </w:num>
  <w:num w:numId="6" w16cid:durableId="488328238">
    <w:abstractNumId w:val="19"/>
  </w:num>
  <w:num w:numId="7" w16cid:durableId="1645354282">
    <w:abstractNumId w:val="21"/>
  </w:num>
  <w:num w:numId="8" w16cid:durableId="1024746658">
    <w:abstractNumId w:val="5"/>
  </w:num>
  <w:num w:numId="9" w16cid:durableId="1515026328">
    <w:abstractNumId w:val="7"/>
  </w:num>
  <w:num w:numId="10" w16cid:durableId="182326425">
    <w:abstractNumId w:val="1"/>
  </w:num>
  <w:num w:numId="11" w16cid:durableId="1640258824">
    <w:abstractNumId w:val="2"/>
  </w:num>
  <w:num w:numId="12" w16cid:durableId="35083289">
    <w:abstractNumId w:val="12"/>
  </w:num>
  <w:num w:numId="13" w16cid:durableId="1474525822">
    <w:abstractNumId w:val="18"/>
  </w:num>
  <w:num w:numId="14" w16cid:durableId="2068724335">
    <w:abstractNumId w:val="8"/>
  </w:num>
  <w:num w:numId="15" w16cid:durableId="376590005">
    <w:abstractNumId w:val="4"/>
  </w:num>
  <w:num w:numId="16" w16cid:durableId="185021515">
    <w:abstractNumId w:val="18"/>
  </w:num>
  <w:num w:numId="17" w16cid:durableId="151410887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262292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7861399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96524207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966282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7596996">
    <w:abstractNumId w:val="22"/>
  </w:num>
  <w:num w:numId="23" w16cid:durableId="1053625861">
    <w:abstractNumId w:val="3"/>
  </w:num>
  <w:num w:numId="24" w16cid:durableId="1021778905">
    <w:abstractNumId w:val="20"/>
  </w:num>
  <w:num w:numId="25" w16cid:durableId="411853688">
    <w:abstractNumId w:val="6"/>
  </w:num>
  <w:num w:numId="26" w16cid:durableId="780107104">
    <w:abstractNumId w:val="11"/>
  </w:num>
  <w:num w:numId="27" w16cid:durableId="9967661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203056515">
    <w:abstractNumId w:val="13"/>
  </w:num>
  <w:num w:numId="29" w16cid:durableId="1076589514">
    <w:abstractNumId w:val="17"/>
  </w:num>
  <w:num w:numId="30" w16cid:durableId="13176093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112068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B7E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3FD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4CED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63FCE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4F43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37DA"/>
    <w:rsid w:val="00A349F8"/>
    <w:rsid w:val="00A40642"/>
    <w:rsid w:val="00A414B4"/>
    <w:rsid w:val="00A41F98"/>
    <w:rsid w:val="00A47405"/>
    <w:rsid w:val="00A53E7F"/>
    <w:rsid w:val="00A56F1B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39A2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4A87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0729F"/>
    <w:rsid w:val="00D07F31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3B2E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0C1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5574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99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uiPriority w:val="99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locked/>
    <w:rsid w:val="00D072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edela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ivo.kalmet@nordwood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neli.johanson@nordwood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neli.johanson@nordwood.ee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Eneli.johanson@nordwood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2CF5F-A78E-419A-B38D-D1E5C9B7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2</TotalTime>
  <Pages>3</Pages>
  <Words>965</Words>
  <Characters>7575</Characters>
  <Application>Microsoft Office Word</Application>
  <DocSecurity>0</DocSecurity>
  <Lines>63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8523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3</cp:revision>
  <cp:lastPrinted>2011-09-19T08:13:00Z</cp:lastPrinted>
  <dcterms:created xsi:type="dcterms:W3CDTF">2024-03-05T11:31:00Z</dcterms:created>
  <dcterms:modified xsi:type="dcterms:W3CDTF">2024-03-05T11:32:00Z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