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498" w:type="dxa"/>
        <w:tblLayout w:type="fixed"/>
        <w:tblLook w:val="01E0"/>
      </w:tblPr>
      <w:tblGrid>
        <w:gridCol w:w="3686"/>
        <w:gridCol w:w="5812"/>
      </w:tblGrid>
      <w:tr w14:paraId="14152636" w14:textId="77777777" w:rsidTr="00E030D9">
        <w:tblPrEx>
          <w:tblW w:w="9498" w:type="dxa"/>
          <w:tblLayout w:type="fixed"/>
          <w:tblLook w:val="01E0"/>
        </w:tblPrEx>
        <w:trPr>
          <w:trHeight w:hRule="exact" w:val="1989"/>
        </w:trPr>
        <w:tc>
          <w:tcPr>
            <w:tcW w:w="3686" w:type="dxa"/>
            <w:shd w:val="clear" w:color="auto" w:fill="auto"/>
            <w:tcMar>
              <w:left w:w="0" w:type="dxa"/>
              <w:right w:w="0" w:type="dxa"/>
            </w:tcMar>
          </w:tcPr>
          <w:p w:rsidR="000B3DEF" w:rsidRPr="00436646" w:rsidP="00A52BD0" w14:paraId="2DDDC6CE" w14:textId="77777777">
            <w:pPr>
              <w:jc w:val="center"/>
              <w:rPr>
                <w:rFonts w:ascii="Segoe UI Light" w:hAnsi="Segoe UI Light" w:cs="Segoe UI Light"/>
                <w:szCs w:val="24"/>
                <w:lang w:val="en-US"/>
              </w:rPr>
            </w:pPr>
            <w:r w:rsidRPr="00436646">
              <w:rPr>
                <w:rFonts w:ascii="Segoe UI Light" w:hAnsi="Segoe UI Light" w:cs="Segoe UI Light"/>
                <w:noProof/>
                <w:szCs w:val="24"/>
                <w:lang w:val="lv-LV" w:eastAsia="lv-LV"/>
              </w:rPr>
              <w:drawing>
                <wp:anchor distT="0" distB="0" distL="114300" distR="114300" simplePos="0" relativeHeight="251658240" behindDoc="0" locked="0" layoutInCell="1" allowOverlap="1">
                  <wp:simplePos x="0" y="0"/>
                  <wp:positionH relativeFrom="column">
                    <wp:posOffset>-635</wp:posOffset>
                  </wp:positionH>
                  <wp:positionV relativeFrom="paragraph">
                    <wp:posOffset>142240</wp:posOffset>
                  </wp:positionV>
                  <wp:extent cx="2150745" cy="876935"/>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ASES_Logo_ENG.png"/>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2150745" cy="876935"/>
                          </a:xfrm>
                          <a:prstGeom prst="rect">
                            <a:avLst/>
                          </a:prstGeom>
                        </pic:spPr>
                      </pic:pic>
                    </a:graphicData>
                  </a:graphic>
                  <wp14:sizeRelH relativeFrom="page">
                    <wp14:pctWidth>0</wp14:pctWidth>
                  </wp14:sizeRelH>
                  <wp14:sizeRelV relativeFrom="page">
                    <wp14:pctHeight>0</wp14:pctHeight>
                  </wp14:sizeRelV>
                </wp:anchor>
              </w:drawing>
            </w:r>
          </w:p>
          <w:p w:rsidR="000B3DEF" w:rsidRPr="00436646" w:rsidP="000B3DEF" w14:paraId="302092D2" w14:textId="77777777">
            <w:pPr>
              <w:rPr>
                <w:rFonts w:ascii="Segoe UI Light" w:hAnsi="Segoe UI Light" w:cs="Segoe UI Light"/>
                <w:szCs w:val="24"/>
                <w:lang w:val="en-US"/>
              </w:rPr>
            </w:pPr>
          </w:p>
          <w:p w:rsidR="000B3DEF" w:rsidRPr="00436646" w:rsidP="000B3DEF" w14:paraId="6CAD4ECA" w14:textId="77777777">
            <w:pPr>
              <w:rPr>
                <w:rFonts w:ascii="Segoe UI Light" w:hAnsi="Segoe UI Light" w:cs="Segoe UI Light"/>
                <w:szCs w:val="24"/>
                <w:lang w:val="en-US"/>
              </w:rPr>
            </w:pPr>
          </w:p>
          <w:p w:rsidR="000B3DEF" w:rsidRPr="00436646" w:rsidP="007A2358" w14:paraId="4FB486AE" w14:textId="77777777">
            <w:pPr>
              <w:jc w:val="right"/>
              <w:rPr>
                <w:rFonts w:ascii="Segoe UI Light" w:hAnsi="Segoe UI Light" w:cs="Segoe UI Light"/>
                <w:szCs w:val="24"/>
                <w:lang w:val="en-US"/>
              </w:rPr>
            </w:pPr>
          </w:p>
          <w:p w:rsidR="001156E2" w:rsidRPr="00436646" w:rsidP="000B3DEF" w14:paraId="5B9F9F3F" w14:textId="77777777">
            <w:pPr>
              <w:jc w:val="center"/>
              <w:rPr>
                <w:rFonts w:ascii="Segoe UI Light" w:hAnsi="Segoe UI Light" w:cs="Segoe UI Light"/>
                <w:szCs w:val="24"/>
                <w:lang w:val="en-US"/>
              </w:rPr>
            </w:pPr>
          </w:p>
        </w:tc>
        <w:tc>
          <w:tcPr>
            <w:tcW w:w="5812" w:type="dxa"/>
            <w:shd w:val="clear" w:color="auto" w:fill="auto"/>
          </w:tcPr>
          <w:p w:rsidR="001156E2" w:rsidRPr="00436646" w:rsidP="001156E2" w14:paraId="15AD0C28" w14:textId="77777777">
            <w:pPr>
              <w:ind w:left="-108" w:right="-108"/>
              <w:rPr>
                <w:rFonts w:ascii="Segoe UI Light" w:hAnsi="Segoe UI Light" w:cs="Segoe UI Light"/>
                <w:color w:val="A6A6A6"/>
                <w:sz w:val="22"/>
                <w:szCs w:val="22"/>
                <w:lang w:val="en-US"/>
              </w:rPr>
            </w:pPr>
          </w:p>
          <w:p w:rsidR="00607177" w:rsidRPr="00436646" w:rsidP="00607177" w14:paraId="2AB80CF6" w14:textId="77777777">
            <w:pPr>
              <w:spacing w:line="260" w:lineRule="exact"/>
              <w:ind w:left="-108" w:right="-108"/>
              <w:rPr>
                <w:rFonts w:ascii="Segoe UI Light" w:hAnsi="Segoe UI Light" w:cs="Segoe UI Light"/>
                <w:color w:val="A6A6A6"/>
                <w:sz w:val="22"/>
                <w:szCs w:val="22"/>
                <w:lang w:val="en-US"/>
              </w:rPr>
            </w:pPr>
            <w:r w:rsidRPr="00436646">
              <w:rPr>
                <w:rFonts w:ascii="Segoe UI Light" w:hAnsi="Segoe UI Light" w:cs="Segoe UI Light"/>
                <w:color w:val="A6A6A6"/>
                <w:sz w:val="22"/>
                <w:szCs w:val="22"/>
                <w:lang w:val="en-US"/>
              </w:rPr>
              <w:t>Electronic Communications Office</w:t>
            </w:r>
          </w:p>
          <w:p w:rsidR="00607177" w:rsidRPr="00436646" w:rsidP="00607177" w14:paraId="71D5F635" w14:textId="7FB219F6">
            <w:pPr>
              <w:spacing w:line="260" w:lineRule="exact"/>
              <w:ind w:left="-108" w:right="-108"/>
              <w:rPr>
                <w:rFonts w:ascii="Segoe UI Light" w:hAnsi="Segoe UI Light" w:cs="Segoe UI Light"/>
                <w:color w:val="A6A6A6"/>
                <w:sz w:val="22"/>
                <w:szCs w:val="22"/>
                <w:lang w:val="en-US"/>
              </w:rPr>
            </w:pPr>
            <w:r w:rsidRPr="00436646">
              <w:rPr>
                <w:rFonts w:ascii="Segoe UI Light" w:hAnsi="Segoe UI Light" w:cs="Segoe UI Light"/>
                <w:color w:val="A6A6A6"/>
                <w:sz w:val="22"/>
                <w:szCs w:val="22"/>
                <w:lang w:val="en-US"/>
              </w:rPr>
              <w:t>Phone: (+371) 67 333034</w:t>
            </w:r>
          </w:p>
          <w:p w:rsidR="00607177" w:rsidRPr="00436646" w:rsidP="00607177" w14:paraId="38533BFA" w14:textId="77777777">
            <w:pPr>
              <w:spacing w:line="260" w:lineRule="exact"/>
              <w:ind w:left="-108" w:right="-108"/>
              <w:rPr>
                <w:rFonts w:ascii="Segoe UI Light" w:hAnsi="Segoe UI Light" w:cs="Segoe UI Light"/>
                <w:color w:val="A6A6A6"/>
                <w:sz w:val="22"/>
                <w:szCs w:val="22"/>
                <w:lang w:val="en-US"/>
              </w:rPr>
            </w:pPr>
            <w:r w:rsidRPr="00436646">
              <w:rPr>
                <w:rFonts w:ascii="Segoe UI Light" w:hAnsi="Segoe UI Light" w:cs="Segoe UI Light"/>
                <w:color w:val="A6A6A6"/>
                <w:sz w:val="22"/>
                <w:szCs w:val="22"/>
                <w:lang w:val="en-US"/>
              </w:rPr>
              <w:t>Eksporta str. 5, Riga, LV-1010, Latvia</w:t>
            </w:r>
          </w:p>
          <w:p w:rsidR="00607177" w:rsidRPr="00436646" w:rsidP="00607177" w14:paraId="6C30AEDF" w14:textId="77777777">
            <w:pPr>
              <w:spacing w:line="260" w:lineRule="exact"/>
              <w:ind w:left="-108" w:right="-108"/>
              <w:rPr>
                <w:rFonts w:ascii="Segoe UI Light" w:hAnsi="Segoe UI Light" w:cs="Segoe UI Light"/>
                <w:color w:val="A6A6A6"/>
                <w:sz w:val="22"/>
                <w:szCs w:val="22"/>
                <w:lang w:val="en-US"/>
              </w:rPr>
            </w:pPr>
            <w:r w:rsidRPr="00436646">
              <w:rPr>
                <w:rFonts w:ascii="Segoe UI Light" w:hAnsi="Segoe UI Light" w:cs="Segoe UI Light"/>
                <w:color w:val="A6A6A6"/>
                <w:sz w:val="22"/>
                <w:szCs w:val="22"/>
                <w:lang w:val="en-US"/>
              </w:rPr>
              <w:t>Registration No 40003021907</w:t>
            </w:r>
          </w:p>
          <w:p w:rsidR="001156E2" w:rsidRPr="00FD702A" w:rsidP="00607177" w14:paraId="22B1A50A" w14:textId="77777777">
            <w:pPr>
              <w:spacing w:line="260" w:lineRule="exact"/>
              <w:ind w:left="-108" w:right="-108"/>
              <w:jc w:val="both"/>
              <w:rPr>
                <w:rFonts w:ascii="Segoe UI Light" w:hAnsi="Segoe UI Light" w:cs="Segoe UI Light"/>
                <w:szCs w:val="24"/>
                <w:lang w:val="it-IT"/>
              </w:rPr>
            </w:pPr>
            <w:r w:rsidRPr="00FD702A">
              <w:rPr>
                <w:rFonts w:ascii="Segoe UI Light" w:hAnsi="Segoe UI Light" w:cs="Segoe UI Light"/>
                <w:color w:val="A6A6A6"/>
                <w:sz w:val="22"/>
                <w:szCs w:val="22"/>
                <w:lang w:val="it-IT"/>
              </w:rPr>
              <w:t>E-mail: vases@vases.lv / www.vases.lv</w:t>
            </w:r>
          </w:p>
        </w:tc>
      </w:tr>
    </w:tbl>
    <w:p w:rsidR="00857458" w:rsidRPr="00FD702A" w:rsidP="00BB4F56" w14:paraId="0A67943A" w14:textId="77777777">
      <w:pPr>
        <w:jc w:val="both"/>
        <w:rPr>
          <w:rFonts w:ascii="Segoe UI Light" w:hAnsi="Segoe UI Light" w:cs="Segoe UI Light"/>
          <w:sz w:val="22"/>
          <w:szCs w:val="22"/>
          <w:lang w:val="it-IT"/>
        </w:rPr>
      </w:pPr>
    </w:p>
    <w:p w:rsidR="00E030D9" w:rsidRPr="00436646" w:rsidP="00E030D9" w14:paraId="42AE27CC" w14:textId="77777777">
      <w:pPr>
        <w:tabs>
          <w:tab w:val="left" w:pos="142"/>
          <w:tab w:val="left" w:pos="1701"/>
        </w:tabs>
        <w:jc w:val="center"/>
        <w:rPr>
          <w:rFonts w:ascii="Segoe UI Light" w:hAnsi="Segoe UI Light" w:cs="Segoe UI Light"/>
          <w:szCs w:val="24"/>
          <w:lang w:val="en-US"/>
        </w:rPr>
      </w:pPr>
      <w:r w:rsidRPr="00436646">
        <w:rPr>
          <w:rFonts w:ascii="Segoe UI Light" w:hAnsi="Segoe UI Light" w:cs="Segoe UI Light"/>
          <w:szCs w:val="24"/>
          <w:lang w:val="en-US"/>
        </w:rPr>
        <w:t>Riga</w:t>
      </w:r>
    </w:p>
    <w:p w:rsidR="00E030D9" w:rsidRPr="00436646" w:rsidP="00E030D9" w14:paraId="2E3995D3" w14:textId="77777777">
      <w:pPr>
        <w:tabs>
          <w:tab w:val="left" w:pos="142"/>
          <w:tab w:val="left" w:pos="1701"/>
        </w:tabs>
        <w:jc w:val="center"/>
        <w:rPr>
          <w:rFonts w:ascii="Segoe UI Light" w:hAnsi="Segoe UI Light" w:cs="Segoe UI Light"/>
          <w:sz w:val="22"/>
          <w:szCs w:val="22"/>
          <w:lang w:val="en-US"/>
        </w:rPr>
      </w:pPr>
    </w:p>
    <w:p w:rsidR="00BB4F56" w:rsidRPr="00436646" w:rsidP="00BB4F56" w14:paraId="72359BE3" w14:textId="77777777">
      <w:pPr>
        <w:tabs>
          <w:tab w:val="left" w:pos="142"/>
          <w:tab w:val="left" w:pos="1701"/>
        </w:tabs>
        <w:jc w:val="both"/>
        <w:rPr>
          <w:rFonts w:ascii="Segoe UI Light" w:hAnsi="Segoe UI Light" w:cs="Segoe UI Light"/>
          <w:sz w:val="22"/>
          <w:szCs w:val="22"/>
          <w:lang w:val="en-US"/>
        </w:rPr>
      </w:pPr>
      <w:r w:rsidRPr="00436646">
        <w:rPr>
          <w:rFonts w:ascii="Segoe UI Light" w:hAnsi="Segoe UI Light" w:cs="Segoe UI Light"/>
          <w:sz w:val="22"/>
          <w:szCs w:val="22"/>
          <w:lang w:val="en-US"/>
        </w:rPr>
        <w:t xml:space="preserve">Date stated in timestamp No </w:t>
      </w:r>
      <w:r w:rsidRPr="00436646" w:rsidR="00725C25">
        <w:rPr>
          <w:rFonts w:ascii="Segoe UI Light" w:hAnsi="Segoe UI Light" w:cs="Segoe UI Light"/>
          <w:noProof/>
          <w:sz w:val="22"/>
          <w:szCs w:val="22"/>
          <w:lang w:val="en-US"/>
        </w:rPr>
        <w:t>1-5/687</w:t>
      </w:r>
    </w:p>
    <w:p w:rsidR="00BB4F56" w:rsidRPr="00436646" w:rsidP="00BB4F56" w14:paraId="0DAA444F" w14:textId="77777777">
      <w:pPr>
        <w:jc w:val="both"/>
        <w:rPr>
          <w:rFonts w:ascii="Segoe UI Light" w:hAnsi="Segoe UI Light" w:cs="Segoe UI Light"/>
          <w:color w:val="C9C9C9" w:themeColor="accent3" w:themeTint="99"/>
          <w:sz w:val="22"/>
          <w:szCs w:val="22"/>
          <w:lang w:val="en-US"/>
        </w:rPr>
      </w:pPr>
      <w:r w:rsidRPr="00436646">
        <w:rPr>
          <w:rFonts w:ascii="Segoe UI Light" w:hAnsi="Segoe UI Light" w:cs="Segoe UI Light"/>
          <w:color w:val="C9C9C9" w:themeColor="accent3" w:themeTint="99"/>
          <w:sz w:val="22"/>
          <w:szCs w:val="22"/>
          <w:lang w:val="en-US"/>
        </w:rPr>
        <w:t xml:space="preserve">To: </w:t>
      </w:r>
      <w:r w:rsidRPr="00436646" w:rsidR="00725C25">
        <w:rPr>
          <w:rFonts w:ascii="Segoe UI Light" w:hAnsi="Segoe UI Light" w:cs="Segoe UI Light"/>
          <w:color w:val="C9C9C9" w:themeColor="accent3" w:themeTint="99"/>
          <w:sz w:val="22"/>
          <w:szCs w:val="22"/>
          <w:lang w:val="en-US"/>
        </w:rPr>
        <w:t xml:space="preserve"> </w:t>
      </w:r>
      <w:r w:rsidRPr="00436646">
        <w:rPr>
          <w:rFonts w:ascii="Segoe UI Light" w:hAnsi="Segoe UI Light" w:cs="Segoe UI Light"/>
          <w:color w:val="C9C9C9" w:themeColor="accent3" w:themeTint="99"/>
          <w:sz w:val="22"/>
          <w:szCs w:val="22"/>
          <w:lang w:val="en-US"/>
        </w:rPr>
        <w:t xml:space="preserve">No. </w:t>
      </w:r>
    </w:p>
    <w:p w:rsidR="00BB4F56" w:rsidRPr="00436646" w:rsidP="00BB4F56" w14:paraId="580B5374" w14:textId="77777777">
      <w:pPr>
        <w:spacing w:before="120"/>
        <w:jc w:val="both"/>
        <w:rPr>
          <w:rFonts w:ascii="Segoe UI Light" w:hAnsi="Segoe UI Light" w:cs="Segoe UI Light"/>
          <w:color w:val="C9C9C9" w:themeColor="accent3" w:themeTint="99"/>
          <w:sz w:val="22"/>
          <w:szCs w:val="22"/>
          <w:lang w:val="en-US"/>
        </w:rPr>
      </w:pPr>
    </w:p>
    <w:p w:rsidR="00CA703A" w:rsidRPr="00436646" w:rsidP="00CA703A" w14:paraId="458D714A" w14:textId="77777777">
      <w:pPr>
        <w:tabs>
          <w:tab w:val="right" w:pos="9071"/>
        </w:tabs>
        <w:jc w:val="right"/>
        <w:rPr>
          <w:rFonts w:ascii="Segoe UI Light" w:hAnsi="Segoe UI Light" w:cs="Segoe UI Light"/>
          <w:b/>
          <w:sz w:val="22"/>
          <w:szCs w:val="28"/>
          <w:lang w:val="lv-LV"/>
        </w:rPr>
      </w:pPr>
      <w:r w:rsidRPr="00436646">
        <w:rPr>
          <w:rFonts w:ascii="Segoe UI Light" w:hAnsi="Segoe UI Light" w:cs="Segoe UI Light"/>
          <w:b/>
          <w:noProof/>
          <w:sz w:val="22"/>
          <w:szCs w:val="28"/>
          <w:lang w:val="lv-LV"/>
        </w:rPr>
        <w:t>Communications Regulatory Authority of the Republic of Lithuania</w:t>
      </w:r>
    </w:p>
    <w:p w:rsidR="00CA703A" w:rsidRPr="00436646" w:rsidP="00CA703A" w14:paraId="5E401027" w14:textId="77777777">
      <w:pPr>
        <w:tabs>
          <w:tab w:val="right" w:pos="9071"/>
        </w:tabs>
        <w:jc w:val="right"/>
        <w:rPr>
          <w:rFonts w:ascii="Segoe UI Light" w:hAnsi="Segoe UI Light" w:cs="Segoe UI Light"/>
          <w:sz w:val="22"/>
          <w:szCs w:val="28"/>
          <w:lang w:val="lv-LV"/>
        </w:rPr>
      </w:pPr>
      <w:r w:rsidRPr="00436646">
        <w:rPr>
          <w:rFonts w:ascii="Segoe UI Light" w:hAnsi="Segoe UI Light" w:cs="Segoe UI Light"/>
          <w:noProof/>
          <w:sz w:val="22"/>
          <w:szCs w:val="28"/>
          <w:lang w:val="lv-LV"/>
        </w:rPr>
        <w:t>Mortos str. 14, Vilnius, Lithuania, LT03219</w:t>
      </w:r>
    </w:p>
    <w:p w:rsidR="00CA703A" w:rsidRPr="00436646" w:rsidP="00CA703A" w14:paraId="5AB89410" w14:textId="77777777">
      <w:pPr>
        <w:jc w:val="right"/>
        <w:rPr>
          <w:rFonts w:ascii="Segoe UI Light" w:hAnsi="Segoe UI Light" w:cs="Segoe UI Light"/>
          <w:noProof/>
          <w:sz w:val="18"/>
          <w:szCs w:val="22"/>
          <w:lang w:val="lv-LV"/>
        </w:rPr>
      </w:pPr>
      <w:r w:rsidRPr="00436646">
        <w:rPr>
          <w:rFonts w:ascii="Segoe UI Light" w:hAnsi="Segoe UI Light" w:cs="Segoe UI Light"/>
          <w:noProof/>
          <w:sz w:val="22"/>
          <w:szCs w:val="28"/>
          <w:lang w:val="lv-LV"/>
        </w:rPr>
        <w:t>rrt@rrt.lt</w:t>
      </w:r>
    </w:p>
    <w:p w:rsidR="00CA703A" w:rsidRPr="00436646" w:rsidP="00CA703A" w14:paraId="38DDC4FB" w14:textId="77777777">
      <w:pPr>
        <w:tabs>
          <w:tab w:val="right" w:pos="9071"/>
        </w:tabs>
        <w:jc w:val="right"/>
        <w:rPr>
          <w:rFonts w:ascii="Segoe UI Light" w:hAnsi="Segoe UI Light" w:cs="Segoe UI Light"/>
          <w:b/>
          <w:sz w:val="22"/>
          <w:szCs w:val="28"/>
          <w:lang w:val="lv-LV"/>
        </w:rPr>
      </w:pPr>
      <w:r w:rsidRPr="00436646">
        <w:rPr>
          <w:rFonts w:ascii="Segoe UI Light" w:hAnsi="Segoe UI Light" w:cs="Segoe UI Light"/>
          <w:b/>
          <w:noProof/>
          <w:sz w:val="22"/>
          <w:szCs w:val="28"/>
          <w:lang w:val="lv-LV"/>
        </w:rPr>
        <w:t>Estonian Consumer Protection and Technical Regulatory Authority</w:t>
      </w:r>
    </w:p>
    <w:p w:rsidR="00CA703A" w:rsidRPr="00436646" w:rsidP="00CA703A" w14:paraId="2EDAA973" w14:textId="77777777">
      <w:pPr>
        <w:tabs>
          <w:tab w:val="right" w:pos="9071"/>
        </w:tabs>
        <w:jc w:val="right"/>
        <w:rPr>
          <w:rFonts w:ascii="Segoe UI Light" w:hAnsi="Segoe UI Light" w:cs="Segoe UI Light"/>
          <w:sz w:val="22"/>
          <w:szCs w:val="28"/>
          <w:lang w:val="lv-LV"/>
        </w:rPr>
      </w:pPr>
      <w:r w:rsidRPr="00436646">
        <w:rPr>
          <w:rFonts w:ascii="Segoe UI Light" w:hAnsi="Segoe UI Light" w:cs="Segoe UI Light"/>
          <w:noProof/>
          <w:sz w:val="22"/>
          <w:szCs w:val="28"/>
          <w:lang w:val="lv-LV"/>
        </w:rPr>
        <w:t>Endla 10a, Tallinn, Estonia, 10122</w:t>
      </w:r>
    </w:p>
    <w:p w:rsidR="00CA703A" w:rsidRPr="00436646" w:rsidP="00CA703A" w14:paraId="15A37992" w14:textId="77777777">
      <w:pPr>
        <w:jc w:val="right"/>
        <w:rPr>
          <w:rFonts w:ascii="Segoe UI Light" w:hAnsi="Segoe UI Light" w:cs="Segoe UI Light"/>
          <w:noProof/>
          <w:sz w:val="18"/>
          <w:szCs w:val="22"/>
          <w:lang w:val="lv-LV"/>
        </w:rPr>
      </w:pPr>
      <w:r w:rsidRPr="00436646">
        <w:rPr>
          <w:rFonts w:ascii="Segoe UI Light" w:hAnsi="Segoe UI Light" w:cs="Segoe UI Light"/>
          <w:noProof/>
          <w:sz w:val="22"/>
          <w:szCs w:val="28"/>
          <w:lang w:val="lv-LV"/>
        </w:rPr>
        <w:t>info@ttja.ee</w:t>
      </w:r>
    </w:p>
    <w:p w:rsidR="00F13E2E" w:rsidP="00857458" w14:paraId="59878352" w14:textId="77777777">
      <w:pPr>
        <w:spacing w:before="120"/>
        <w:jc w:val="both"/>
        <w:rPr>
          <w:rFonts w:ascii="Segoe UI Light" w:hAnsi="Segoe UI Light" w:cs="Segoe UI Light"/>
          <w:noProof/>
          <w:color w:val="000000"/>
          <w:sz w:val="22"/>
          <w:szCs w:val="22"/>
          <w:lang w:val="lv-LV" w:eastAsia="lv-LV"/>
        </w:rPr>
      </w:pPr>
    </w:p>
    <w:p w:rsidR="006A3B7F" w:rsidRPr="00FD702A" w:rsidP="00857458" w14:paraId="3DD39917" w14:textId="135C5DCF">
      <w:pPr>
        <w:spacing w:before="120"/>
        <w:jc w:val="both"/>
        <w:rPr>
          <w:rFonts w:ascii="Segoe UI Light" w:hAnsi="Segoe UI Light" w:cs="Segoe UI Light"/>
          <w:sz w:val="22"/>
          <w:szCs w:val="22"/>
          <w:lang w:val="lv-LV"/>
        </w:rPr>
      </w:pPr>
      <w:r>
        <w:rPr>
          <w:rFonts w:ascii="Segoe UI Light" w:hAnsi="Segoe UI Light" w:cs="Segoe UI Light"/>
          <w:noProof/>
          <w:color w:val="000000"/>
          <w:sz w:val="22"/>
          <w:szCs w:val="22"/>
          <w:lang w:val="lv-LV" w:eastAsia="lv-LV"/>
        </w:rPr>
        <w:t>Invitation to the</w:t>
      </w:r>
      <w:r w:rsidRPr="00FD702A">
        <w:rPr>
          <w:rFonts w:ascii="Segoe UI Light" w:hAnsi="Segoe UI Light" w:cs="Segoe UI Light"/>
          <w:noProof/>
          <w:color w:val="000000"/>
          <w:sz w:val="22"/>
          <w:szCs w:val="22"/>
          <w:lang w:val="lv-LV" w:eastAsia="lv-LV"/>
        </w:rPr>
        <w:t xml:space="preserve"> 3B civ/mil </w:t>
      </w:r>
      <w:r>
        <w:rPr>
          <w:rFonts w:ascii="Segoe UI Light" w:hAnsi="Segoe UI Light" w:cs="Segoe UI Light"/>
          <w:noProof/>
          <w:color w:val="000000"/>
          <w:sz w:val="22"/>
          <w:szCs w:val="22"/>
          <w:lang w:val="lv-LV" w:eastAsia="lv-LV"/>
        </w:rPr>
        <w:t>meeting in Riga</w:t>
      </w:r>
    </w:p>
    <w:p w:rsidR="006A3B7F" w:rsidRPr="00FD702A" w:rsidP="00857458" w14:paraId="79A4E011" w14:textId="77777777">
      <w:pPr>
        <w:spacing w:before="120"/>
        <w:jc w:val="both"/>
        <w:rPr>
          <w:rFonts w:ascii="Segoe UI Light" w:hAnsi="Segoe UI Light" w:cs="Segoe UI Light"/>
          <w:sz w:val="22"/>
          <w:szCs w:val="22"/>
          <w:lang w:val="lv-LV"/>
        </w:rPr>
      </w:pPr>
    </w:p>
    <w:p w:rsidR="00F13E2E" w:rsidRPr="00F13E2E" w:rsidP="00F13E2E" w14:paraId="09E2603E" w14:textId="77777777">
      <w:pPr>
        <w:spacing w:before="120"/>
        <w:jc w:val="both"/>
        <w:rPr>
          <w:rFonts w:ascii="Segoe UI Light" w:hAnsi="Segoe UI Light" w:cs="Segoe UI Light"/>
          <w:sz w:val="22"/>
          <w:szCs w:val="22"/>
          <w:lang w:val="lv-LV"/>
        </w:rPr>
      </w:pPr>
      <w:r w:rsidRPr="00F13E2E">
        <w:rPr>
          <w:rFonts w:ascii="Segoe UI Light" w:hAnsi="Segoe UI Light" w:cs="Segoe UI Light"/>
          <w:sz w:val="22"/>
          <w:szCs w:val="22"/>
          <w:lang w:val="lv-LV"/>
        </w:rPr>
        <w:t>Dear Madam/Sir,</w:t>
      </w:r>
    </w:p>
    <w:p w:rsidR="00F13E2E" w:rsidRPr="00F13E2E" w:rsidP="00F13E2E" w14:paraId="4C92DFDF" w14:textId="77777777">
      <w:pPr>
        <w:spacing w:before="120"/>
        <w:jc w:val="both"/>
        <w:rPr>
          <w:rFonts w:ascii="Segoe UI Light" w:hAnsi="Segoe UI Light" w:cs="Segoe UI Light"/>
          <w:sz w:val="22"/>
          <w:szCs w:val="22"/>
          <w:lang w:val="en"/>
        </w:rPr>
      </w:pPr>
      <w:r w:rsidRPr="00F13E2E">
        <w:rPr>
          <w:rFonts w:ascii="Segoe UI Light" w:hAnsi="Segoe UI Light" w:cs="Segoe UI Light"/>
          <w:sz w:val="22"/>
          <w:szCs w:val="22"/>
          <w:lang w:val="en"/>
        </w:rPr>
        <w:t xml:space="preserve">Electronic Communications Office of Latvia is organizing a </w:t>
      </w:r>
      <w:r w:rsidRPr="00F13E2E">
        <w:rPr>
          <w:rFonts w:ascii="Segoe UI Light" w:hAnsi="Segoe UI Light" w:cs="Segoe UI Light"/>
          <w:sz w:val="22"/>
          <w:szCs w:val="22"/>
          <w:lang w:val="lt-LT"/>
        </w:rPr>
        <w:t xml:space="preserve">3B civ/mil </w:t>
      </w:r>
      <w:r w:rsidRPr="00F13E2E">
        <w:rPr>
          <w:rFonts w:ascii="Segoe UI Light" w:hAnsi="Segoe UI Light" w:cs="Segoe UI Light"/>
          <w:sz w:val="22"/>
          <w:szCs w:val="22"/>
          <w:lang w:val="en"/>
        </w:rPr>
        <w:t>two-day meeting on October 28 and 29 this year at our premises on Eksporta Street 5, Riga. We would like to invite the representatives of your organization to participate in the meeting.</w:t>
      </w:r>
    </w:p>
    <w:p w:rsidR="00F13E2E" w:rsidRPr="00F13E2E" w:rsidP="00F13E2E" w14:paraId="39A35470" w14:textId="77777777">
      <w:pPr>
        <w:spacing w:before="120"/>
        <w:jc w:val="both"/>
        <w:rPr>
          <w:rFonts w:ascii="Segoe UI Light" w:hAnsi="Segoe UI Light" w:cs="Segoe UI Light"/>
          <w:sz w:val="22"/>
          <w:szCs w:val="22"/>
          <w:lang w:val="lv-LV"/>
        </w:rPr>
      </w:pPr>
      <w:r w:rsidRPr="00F13E2E">
        <w:rPr>
          <w:rFonts w:ascii="Segoe UI Light" w:hAnsi="Segoe UI Light" w:cs="Segoe UI Light"/>
          <w:sz w:val="22"/>
          <w:szCs w:val="22"/>
          <w:lang w:val="en"/>
        </w:rPr>
        <w:t>It is planned that there will be separate discussions on civil and military topics, and also plenary discussions on common issues</w:t>
      </w:r>
      <w:r w:rsidRPr="00F13E2E">
        <w:rPr>
          <w:rFonts w:ascii="Segoe UI Light" w:hAnsi="Segoe UI Light" w:cs="Segoe UI Light"/>
          <w:sz w:val="22"/>
          <w:szCs w:val="22"/>
          <w:lang w:val="lv-LV"/>
        </w:rPr>
        <w:t xml:space="preserve">. </w:t>
      </w:r>
      <w:r w:rsidRPr="00F13E2E">
        <w:rPr>
          <w:rFonts w:ascii="Segoe UI Light" w:hAnsi="Segoe UI Light" w:cs="Segoe UI Light"/>
          <w:sz w:val="22"/>
          <w:szCs w:val="22"/>
          <w:lang w:val="en"/>
        </w:rPr>
        <w:t xml:space="preserve">The topics will be circulated by e-mail. Information about representatives in the meeting from your organization (Name/Surname/Position/e-mail) and all questions relative to this invitation please send on e-mail </w:t>
      </w:r>
      <w:hyperlink r:id="rId6" w:history="1">
        <w:r w:rsidRPr="00F13E2E">
          <w:rPr>
            <w:rStyle w:val="Hyperlink"/>
            <w:rFonts w:ascii="Segoe UI Light" w:hAnsi="Segoe UI Light" w:cs="Segoe UI Light"/>
            <w:sz w:val="22"/>
            <w:szCs w:val="22"/>
            <w:lang w:val="en"/>
          </w:rPr>
          <w:t>edite.balode@vases.lv</w:t>
        </w:r>
      </w:hyperlink>
    </w:p>
    <w:p w:rsidR="00F13E2E" w:rsidRPr="00F13E2E" w:rsidP="00F13E2E" w14:paraId="49EB3224" w14:textId="77777777">
      <w:pPr>
        <w:spacing w:before="120"/>
        <w:jc w:val="both"/>
        <w:rPr>
          <w:rFonts w:ascii="Segoe UI Light" w:hAnsi="Segoe UI Light" w:cs="Segoe UI Light"/>
          <w:sz w:val="22"/>
          <w:szCs w:val="22"/>
          <w:lang w:val="lv-LV"/>
        </w:rPr>
      </w:pPr>
      <w:r w:rsidRPr="00F13E2E">
        <w:rPr>
          <w:rFonts w:ascii="Segoe UI Light" w:hAnsi="Segoe UI Light" w:cs="Segoe UI Light"/>
          <w:sz w:val="22"/>
          <w:szCs w:val="22"/>
          <w:lang w:val="en"/>
        </w:rPr>
        <w:t>Please also circulate this invitation to the relevant representatives of the national armed forces of your country.</w:t>
      </w:r>
    </w:p>
    <w:p w:rsidR="00F13E2E" w:rsidRPr="00F13E2E" w:rsidP="00F13E2E" w14:paraId="5EEF66AB" w14:textId="729ACBF9">
      <w:pPr>
        <w:spacing w:before="120"/>
        <w:jc w:val="both"/>
        <w:rPr>
          <w:rFonts w:ascii="Segoe UI Light" w:hAnsi="Segoe UI Light" w:cs="Segoe UI Light"/>
          <w:sz w:val="22"/>
          <w:szCs w:val="22"/>
          <w:lang w:val="en"/>
        </w:rPr>
      </w:pPr>
      <w:r w:rsidRPr="00F13E2E">
        <w:rPr>
          <w:rFonts w:ascii="Segoe UI Light" w:hAnsi="Segoe UI Light" w:cs="Segoe UI Light"/>
          <w:sz w:val="22"/>
          <w:szCs w:val="22"/>
          <w:lang w:val="en"/>
        </w:rPr>
        <w:t xml:space="preserve">Please note that we are also proposing the opportunity to </w:t>
      </w:r>
      <w:r w:rsidRPr="00F13E2E">
        <w:rPr>
          <w:rFonts w:ascii="Segoe UI Light" w:hAnsi="Segoe UI Light" w:cs="Segoe UI Light"/>
          <w:sz w:val="22"/>
          <w:szCs w:val="22"/>
          <w:lang w:val="lt-LT"/>
        </w:rPr>
        <w:t xml:space="preserve">3B civ/mil </w:t>
      </w:r>
      <w:r w:rsidRPr="00F13E2E">
        <w:rPr>
          <w:rFonts w:ascii="Segoe UI Light" w:hAnsi="Segoe UI Light" w:cs="Segoe UI Light"/>
          <w:sz w:val="22"/>
          <w:szCs w:val="22"/>
          <w:lang w:val="en"/>
        </w:rPr>
        <w:t>participants to attend 5G Techritory forum, which is the leading 5G ecosystem forum in our region, which will take place in Riga on October 30 and 31. Please inform us also about the interest of the representatives from your organization to attend 5G Techrito</w:t>
      </w:r>
      <w:r>
        <w:rPr>
          <w:rFonts w:ascii="Segoe UI Light" w:hAnsi="Segoe UI Light" w:cs="Segoe UI Light"/>
          <w:sz w:val="22"/>
          <w:szCs w:val="22"/>
          <w:lang w:val="en"/>
        </w:rPr>
        <w:t>r</w:t>
      </w:r>
      <w:r w:rsidRPr="00F13E2E">
        <w:rPr>
          <w:rFonts w:ascii="Segoe UI Light" w:hAnsi="Segoe UI Light" w:cs="Segoe UI Light"/>
          <w:sz w:val="22"/>
          <w:szCs w:val="22"/>
          <w:lang w:val="en"/>
        </w:rPr>
        <w:t>y forum.</w:t>
      </w:r>
    </w:p>
    <w:p w:rsidR="006A3B7F" w:rsidRPr="00FD702A" w:rsidP="00F13E2E" w14:paraId="4534EEC7" w14:textId="214294ED">
      <w:pPr>
        <w:spacing w:before="120"/>
        <w:jc w:val="both"/>
        <w:rPr>
          <w:rFonts w:ascii="Segoe UI Light" w:hAnsi="Segoe UI Light" w:cs="Segoe UI Light"/>
          <w:sz w:val="22"/>
          <w:szCs w:val="22"/>
          <w:lang w:val="lv-LV"/>
        </w:rPr>
      </w:pPr>
      <w:r w:rsidRPr="00F13E2E">
        <w:rPr>
          <w:rFonts w:ascii="Segoe UI Light" w:hAnsi="Segoe UI Light" w:cs="Segoe UI Light"/>
          <w:sz w:val="22"/>
          <w:szCs w:val="22"/>
          <w:lang w:val="en"/>
        </w:rPr>
        <w:t>Sincerely,</w:t>
      </w:r>
    </w:p>
    <w:p w:rsidR="00F13E2E" w:rsidP="005B68F8" w14:paraId="2979BD64" w14:textId="77777777">
      <w:pPr>
        <w:ind w:firstLine="709"/>
        <w:rPr>
          <w:rFonts w:ascii="Segoe UI Light" w:hAnsi="Segoe UI Light" w:cs="Segoe UI Light"/>
          <w:color w:val="000000"/>
          <w:sz w:val="22"/>
          <w:szCs w:val="22"/>
          <w:highlight w:val="yellow"/>
          <w:lang w:val="lv-LV" w:eastAsia="lv-LV"/>
        </w:rPr>
      </w:pPr>
    </w:p>
    <w:p w:rsidR="00411BAD" w:rsidRPr="00FD702A" w:rsidP="005B68F8" w14:paraId="5F2AABE1" w14:textId="5482BD27">
      <w:pPr>
        <w:ind w:firstLine="709"/>
        <w:rPr>
          <w:rFonts w:ascii="Segoe UI Light" w:hAnsi="Segoe UI Light" w:cs="Segoe UI Light"/>
          <w:color w:val="000000"/>
          <w:sz w:val="22"/>
          <w:szCs w:val="22"/>
          <w:lang w:val="lv-LV" w:eastAsia="lv-LV"/>
        </w:rPr>
      </w:pPr>
      <w:r>
        <w:rPr>
          <w:rFonts w:ascii="Segoe UI Light" w:hAnsi="Segoe UI Light" w:cs="Segoe UI Light"/>
          <w:color w:val="000000"/>
          <w:sz w:val="22"/>
          <w:szCs w:val="22"/>
          <w:lang w:val="lv-LV" w:eastAsia="lv-LV"/>
        </w:rPr>
        <w:t>Chairman of the board</w:t>
      </w:r>
      <w:r w:rsidRPr="00FD702A">
        <w:rPr>
          <w:rFonts w:ascii="Segoe UI Light" w:hAnsi="Segoe UI Light" w:cs="Segoe UI Light"/>
          <w:color w:val="000000"/>
          <w:sz w:val="22"/>
          <w:szCs w:val="22"/>
          <w:lang w:val="lv-LV" w:eastAsia="lv-LV"/>
        </w:rPr>
        <w:tab/>
      </w:r>
      <w:r w:rsidRPr="00FD702A">
        <w:rPr>
          <w:rFonts w:ascii="Segoe UI Light" w:hAnsi="Segoe UI Light" w:cs="Segoe UI Light"/>
          <w:color w:val="000000"/>
          <w:sz w:val="22"/>
          <w:szCs w:val="22"/>
          <w:lang w:val="lv-LV" w:eastAsia="lv-LV"/>
        </w:rPr>
        <w:tab/>
      </w:r>
      <w:r w:rsidRPr="00FD702A" w:rsidR="00DD6872">
        <w:rPr>
          <w:rFonts w:ascii="Segoe UI Light" w:hAnsi="Segoe UI Light" w:cs="Segoe UI Light"/>
          <w:color w:val="000000"/>
          <w:sz w:val="22"/>
          <w:szCs w:val="22"/>
          <w:lang w:val="lv-LV" w:eastAsia="lv-LV"/>
        </w:rPr>
        <w:tab/>
      </w:r>
      <w:r w:rsidRPr="00FD702A" w:rsidR="006A3B7F">
        <w:rPr>
          <w:rFonts w:ascii="Segoe UI Light" w:hAnsi="Segoe UI Light" w:cs="Segoe UI Light"/>
          <w:color w:val="000000"/>
          <w:sz w:val="22"/>
          <w:szCs w:val="22"/>
          <w:lang w:val="lv-LV" w:eastAsia="lv-LV"/>
        </w:rPr>
        <w:t>(*</w:t>
      </w:r>
      <w:r w:rsidRPr="00FD702A" w:rsidR="00607177">
        <w:rPr>
          <w:rFonts w:ascii="Segoe UI Light" w:hAnsi="Segoe UI Light" w:cs="Segoe UI Light"/>
          <w:color w:val="000000"/>
          <w:sz w:val="22"/>
          <w:szCs w:val="22"/>
          <w:lang w:val="lv-LV" w:eastAsia="lv-LV"/>
        </w:rPr>
        <w:t>signature</w:t>
      </w:r>
      <w:r w:rsidRPr="00FD702A" w:rsidR="006A3B7F">
        <w:rPr>
          <w:rFonts w:ascii="Segoe UI Light" w:hAnsi="Segoe UI Light" w:cs="Segoe UI Light"/>
          <w:color w:val="000000"/>
          <w:sz w:val="22"/>
          <w:szCs w:val="22"/>
          <w:lang w:val="lv-LV" w:eastAsia="lv-LV"/>
        </w:rPr>
        <w:t>)</w:t>
      </w:r>
      <w:r w:rsidRPr="00FD702A" w:rsidR="006A3B7F">
        <w:rPr>
          <w:rFonts w:ascii="Segoe UI Light" w:hAnsi="Segoe UI Light" w:cs="Segoe UI Light"/>
          <w:color w:val="000000"/>
          <w:sz w:val="22"/>
          <w:szCs w:val="22"/>
          <w:lang w:val="lv-LV" w:eastAsia="lv-LV"/>
        </w:rPr>
        <w:tab/>
      </w:r>
      <w:r w:rsidRPr="00FD702A" w:rsidR="00BB4F56">
        <w:rPr>
          <w:rFonts w:ascii="Segoe UI Light" w:hAnsi="Segoe UI Light" w:cs="Segoe UI Light"/>
          <w:color w:val="000000"/>
          <w:sz w:val="22"/>
          <w:szCs w:val="22"/>
          <w:lang w:val="lv-LV" w:eastAsia="lv-LV"/>
        </w:rPr>
        <w:tab/>
      </w:r>
      <w:r w:rsidRPr="00FD702A" w:rsidR="00DD6872">
        <w:rPr>
          <w:rFonts w:ascii="Segoe UI Light" w:hAnsi="Segoe UI Light" w:cs="Segoe UI Light"/>
          <w:color w:val="000000"/>
          <w:sz w:val="22"/>
          <w:szCs w:val="22"/>
          <w:lang w:val="lv-LV" w:eastAsia="lv-LV"/>
        </w:rPr>
        <w:tab/>
      </w:r>
      <w:r w:rsidRPr="00FD702A" w:rsidR="005B68F8">
        <w:rPr>
          <w:rFonts w:ascii="Segoe UI Light" w:hAnsi="Segoe UI Light" w:cs="Segoe UI Light"/>
          <w:noProof/>
          <w:color w:val="000000"/>
          <w:sz w:val="22"/>
          <w:szCs w:val="22"/>
          <w:lang w:val="lv-LV" w:eastAsia="lv-LV"/>
        </w:rPr>
        <w:t>Jānis Bārda</w:t>
      </w:r>
    </w:p>
    <w:p w:rsidR="00DA61B9" w:rsidRPr="00FD702A" w:rsidP="0067525B" w14:paraId="0310CD0E" w14:textId="77777777">
      <w:pPr>
        <w:jc w:val="both"/>
        <w:rPr>
          <w:rFonts w:ascii="Segoe UI Light" w:hAnsi="Segoe UI Light" w:cs="Segoe UI Light"/>
          <w:sz w:val="22"/>
          <w:szCs w:val="22"/>
          <w:lang w:val="lv-LV"/>
        </w:rPr>
      </w:pPr>
    </w:p>
    <w:p w:rsidR="00583B57" w:rsidRPr="00436646" w:rsidP="00607177" w14:paraId="5C21EFB7" w14:textId="77777777">
      <w:pPr>
        <w:jc w:val="center"/>
        <w:rPr>
          <w:rFonts w:ascii="Segoe UI Light" w:hAnsi="Segoe UI Light" w:cs="Segoe UI Light"/>
          <w:sz w:val="22"/>
          <w:szCs w:val="22"/>
          <w:lang w:val="en-US"/>
        </w:rPr>
      </w:pPr>
    </w:p>
    <w:p w:rsidR="00FD702A" w:rsidRPr="00436646" w:rsidP="00FD702A" w14:paraId="2EFA834A" w14:textId="271B0962">
      <w:pPr>
        <w:jc w:val="both"/>
        <w:rPr>
          <w:rFonts w:ascii="Segoe UI Light" w:hAnsi="Segoe UI Light" w:cs="Segoe UI Light"/>
          <w:sz w:val="16"/>
          <w:szCs w:val="16"/>
          <w:lang w:val="lv-LV"/>
        </w:rPr>
      </w:pPr>
      <w:r w:rsidRPr="00436646">
        <w:rPr>
          <w:rFonts w:ascii="Segoe UI Light" w:hAnsi="Segoe UI Light" w:cs="Segoe UI Light"/>
          <w:noProof/>
          <w:sz w:val="16"/>
          <w:szCs w:val="16"/>
          <w:lang w:val="lv-LV"/>
        </w:rPr>
        <w:t>Māris Aleksandrovs</w:t>
      </w:r>
      <w:r w:rsidR="005F19F9">
        <w:rPr>
          <w:rFonts w:ascii="Segoe UI Light" w:hAnsi="Segoe UI Light" w:cs="Segoe UI Light"/>
          <w:noProof/>
          <w:sz w:val="16"/>
          <w:szCs w:val="16"/>
          <w:lang w:val="lv-LV"/>
        </w:rPr>
        <w:t xml:space="preserve"> +371</w:t>
      </w:r>
      <w:r w:rsidRPr="00436646">
        <w:rPr>
          <w:rFonts w:ascii="Segoe UI Light" w:hAnsi="Segoe UI Light" w:cs="Segoe UI Light"/>
          <w:sz w:val="16"/>
          <w:szCs w:val="16"/>
          <w:lang w:val="lv-LV"/>
        </w:rPr>
        <w:t xml:space="preserve"> </w:t>
      </w:r>
      <w:r w:rsidRPr="00436646">
        <w:rPr>
          <w:rFonts w:ascii="Segoe UI Light" w:hAnsi="Segoe UI Light" w:cs="Segoe UI Light"/>
          <w:noProof/>
          <w:sz w:val="16"/>
          <w:szCs w:val="16"/>
          <w:lang w:val="lv-LV"/>
        </w:rPr>
        <w:t>29168983</w:t>
      </w:r>
    </w:p>
    <w:p w:rsidR="00FD702A" w:rsidP="00FD702A" w14:paraId="5B8B7E21" w14:textId="77777777">
      <w:pPr>
        <w:pStyle w:val="Footer"/>
        <w:rPr>
          <w:rFonts w:ascii="Segoe UI Light" w:hAnsi="Segoe UI Light" w:cs="Segoe UI Light"/>
          <w:sz w:val="16"/>
          <w:szCs w:val="16"/>
          <w:lang w:val="lv-LV"/>
        </w:rPr>
      </w:pPr>
      <w:r w:rsidRPr="00436646">
        <w:rPr>
          <w:rFonts w:ascii="Segoe UI Light" w:hAnsi="Segoe UI Light" w:cs="Segoe UI Light"/>
          <w:noProof/>
          <w:sz w:val="16"/>
          <w:szCs w:val="16"/>
          <w:lang w:val="lv-LV"/>
        </w:rPr>
        <w:t>maris.aleksandrovs@vases.lv</w:t>
      </w:r>
    </w:p>
    <w:p w:rsidR="00194BB2" w:rsidRPr="00436646" w:rsidP="00FD702A" w14:paraId="2F941FDA" w14:textId="77777777">
      <w:pPr>
        <w:pStyle w:val="Footer"/>
        <w:rPr>
          <w:rFonts w:ascii="Segoe UI Light" w:hAnsi="Segoe UI Light" w:cs="Segoe UI Light"/>
        </w:rPr>
      </w:pPr>
    </w:p>
    <w:p w:rsidR="00194BB2" w:rsidRPr="00436646" w:rsidP="00194BB2" w14:paraId="4F75E17F" w14:textId="77777777">
      <w:pPr>
        <w:jc w:val="center"/>
        <w:rPr>
          <w:rFonts w:ascii="Segoe UI Light" w:hAnsi="Segoe UI Light" w:cs="Segoe UI Light"/>
          <w:sz w:val="22"/>
          <w:szCs w:val="22"/>
          <w:lang w:val="en-US"/>
        </w:rPr>
      </w:pPr>
      <w:r w:rsidRPr="00436646">
        <w:rPr>
          <w:rFonts w:ascii="Segoe UI Light" w:hAnsi="Segoe UI Light" w:cs="Segoe UI Light"/>
          <w:sz w:val="22"/>
          <w:szCs w:val="22"/>
          <w:lang w:val="en-US"/>
        </w:rPr>
        <w:t>*THIS DOCUMENT IS SIGNED ELECTRONICALLY</w:t>
      </w:r>
    </w:p>
    <w:p w:rsidR="00194BB2" w:rsidRPr="00194BB2" w:rsidP="00194BB2" w14:paraId="7858A857" w14:textId="77777777">
      <w:pPr>
        <w:jc w:val="center"/>
        <w:rPr>
          <w:rFonts w:ascii="Segoe UI Light" w:hAnsi="Segoe UI Light" w:cs="Segoe UI Light"/>
          <w:sz w:val="22"/>
          <w:szCs w:val="22"/>
          <w:lang w:val="fr-FR"/>
        </w:rPr>
      </w:pPr>
      <w:r w:rsidRPr="00194BB2">
        <w:rPr>
          <w:rFonts w:ascii="Segoe UI Light" w:hAnsi="Segoe UI Light" w:cs="Segoe UI Light"/>
          <w:sz w:val="22"/>
          <w:szCs w:val="22"/>
          <w:lang w:val="fr-FR"/>
        </w:rPr>
        <w:t>VALIDATION: https://www.eparaksts.lv/en/</w:t>
      </w:r>
    </w:p>
    <w:sectPr w:rsidSect="00BB4F56">
      <w:footerReference w:type="even" r:id="rId7"/>
      <w:footerReference w:type="default" r:id="rId8"/>
      <w:pgSz w:w="11907" w:h="16840" w:code="9"/>
      <w:pgMar w:top="993" w:right="1134" w:bottom="1134" w:left="1701"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Segoe UI Light">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92922" w:rsidP="0066128B" w14:paraId="1C11D012" w14:textId="777777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5F19F9">
      <w:rPr>
        <w:rStyle w:val="PageNumber"/>
      </w:rPr>
      <w:fldChar w:fldCharType="separate"/>
    </w:r>
    <w:r>
      <w:rPr>
        <w:rStyle w:val="PageNumber"/>
      </w:rPr>
      <w:fldChar w:fldCharType="end"/>
    </w:r>
  </w:p>
  <w:p w:rsidR="00192922" w14:paraId="7268150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92922" w:rsidP="0066128B" w14:paraId="60F0E8BF" w14:textId="777777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A703A">
      <w:rPr>
        <w:rStyle w:val="PageNumber"/>
        <w:noProof/>
      </w:rPr>
      <w:t>2</w:t>
    </w:r>
    <w:r>
      <w:rPr>
        <w:rStyle w:val="PageNumber"/>
      </w:rPr>
      <w:fldChar w:fldCharType="end"/>
    </w:r>
  </w:p>
  <w:p w:rsidR="00192922" w14:paraId="151DDDA0" w14:textId="77777777">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6F516EE"/>
    <w:multiLevelType w:val="hybridMultilevel"/>
    <w:tmpl w:val="A0C67D1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
    <w:nsid w:val="1430350B"/>
    <w:multiLevelType w:val="hybridMultilevel"/>
    <w:tmpl w:val="E23832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CB2052B"/>
    <w:multiLevelType w:val="hybridMultilevel"/>
    <w:tmpl w:val="49B646B8"/>
    <w:lvl w:ilvl="0">
      <w:start w:va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53EE168D"/>
    <w:multiLevelType w:val="hybridMultilevel"/>
    <w:tmpl w:val="AB76613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70F42167"/>
    <w:multiLevelType w:val="hybridMultilevel"/>
    <w:tmpl w:val="C97E77B6"/>
    <w:lvl w:ilvl="0">
      <w:start w:val="1"/>
      <w:numFmt w:val="decimal"/>
      <w:lvlText w:val="%1)"/>
      <w:lvlJc w:val="left"/>
      <w:pPr>
        <w:ind w:left="1785" w:hanging="360"/>
      </w:pPr>
      <w:rPr>
        <w:rFonts w:hint="default"/>
        <w:i w:val="0"/>
      </w:rPr>
    </w:lvl>
    <w:lvl w:ilvl="1" w:tentative="1">
      <w:start w:val="1"/>
      <w:numFmt w:val="lowerLetter"/>
      <w:lvlText w:val="%2."/>
      <w:lvlJc w:val="left"/>
      <w:pPr>
        <w:ind w:left="2505" w:hanging="360"/>
      </w:pPr>
    </w:lvl>
    <w:lvl w:ilvl="2" w:tentative="1">
      <w:start w:val="1"/>
      <w:numFmt w:val="lowerRoman"/>
      <w:lvlText w:val="%3."/>
      <w:lvlJc w:val="right"/>
      <w:pPr>
        <w:ind w:left="3225" w:hanging="180"/>
      </w:pPr>
    </w:lvl>
    <w:lvl w:ilvl="3" w:tentative="1">
      <w:start w:val="1"/>
      <w:numFmt w:val="decimal"/>
      <w:lvlText w:val="%4."/>
      <w:lvlJc w:val="left"/>
      <w:pPr>
        <w:ind w:left="3945" w:hanging="360"/>
      </w:pPr>
    </w:lvl>
    <w:lvl w:ilvl="4" w:tentative="1">
      <w:start w:val="1"/>
      <w:numFmt w:val="lowerLetter"/>
      <w:lvlText w:val="%5."/>
      <w:lvlJc w:val="left"/>
      <w:pPr>
        <w:ind w:left="4665" w:hanging="360"/>
      </w:pPr>
    </w:lvl>
    <w:lvl w:ilvl="5" w:tentative="1">
      <w:start w:val="1"/>
      <w:numFmt w:val="lowerRoman"/>
      <w:lvlText w:val="%6."/>
      <w:lvlJc w:val="right"/>
      <w:pPr>
        <w:ind w:left="5385" w:hanging="180"/>
      </w:pPr>
    </w:lvl>
    <w:lvl w:ilvl="6" w:tentative="1">
      <w:start w:val="1"/>
      <w:numFmt w:val="decimal"/>
      <w:lvlText w:val="%7."/>
      <w:lvlJc w:val="left"/>
      <w:pPr>
        <w:ind w:left="6105" w:hanging="360"/>
      </w:pPr>
    </w:lvl>
    <w:lvl w:ilvl="7" w:tentative="1">
      <w:start w:val="1"/>
      <w:numFmt w:val="lowerLetter"/>
      <w:lvlText w:val="%8."/>
      <w:lvlJc w:val="left"/>
      <w:pPr>
        <w:ind w:left="6825" w:hanging="360"/>
      </w:pPr>
    </w:lvl>
    <w:lvl w:ilvl="8" w:tentative="1">
      <w:start w:val="1"/>
      <w:numFmt w:val="lowerRoman"/>
      <w:lvlText w:val="%9."/>
      <w:lvlJc w:val="right"/>
      <w:pPr>
        <w:ind w:left="7545" w:hanging="180"/>
      </w:pPr>
    </w:lvl>
  </w:abstractNum>
  <w:abstractNum w:abstractNumId="5">
    <w:nsid w:val="74E712A8"/>
    <w:multiLevelType w:val="hybridMultilevel"/>
    <w:tmpl w:val="C068CD3E"/>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6">
    <w:nsid w:val="789A0D14"/>
    <w:multiLevelType w:val="hybridMultilevel"/>
    <w:tmpl w:val="77BE3242"/>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num w:numId="1" w16cid:durableId="4553676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17715649">
    <w:abstractNumId w:val="2"/>
  </w:num>
  <w:num w:numId="3" w16cid:durableId="1597133651">
    <w:abstractNumId w:val="0"/>
  </w:num>
  <w:num w:numId="4" w16cid:durableId="824735472">
    <w:abstractNumId w:val="4"/>
  </w:num>
  <w:num w:numId="5" w16cid:durableId="1965890051">
    <w:abstractNumId w:val="5"/>
  </w:num>
  <w:num w:numId="6" w16cid:durableId="955913664">
    <w:abstractNumId w:val="6"/>
  </w:num>
  <w:num w:numId="7" w16cid:durableId="17279953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976439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63A"/>
    <w:rsid w:val="000015A8"/>
    <w:rsid w:val="00006057"/>
    <w:rsid w:val="00006523"/>
    <w:rsid w:val="000077BE"/>
    <w:rsid w:val="000117C1"/>
    <w:rsid w:val="00012B35"/>
    <w:rsid w:val="00014B85"/>
    <w:rsid w:val="00021983"/>
    <w:rsid w:val="00022AF1"/>
    <w:rsid w:val="000256D6"/>
    <w:rsid w:val="00027168"/>
    <w:rsid w:val="00031366"/>
    <w:rsid w:val="00034D2E"/>
    <w:rsid w:val="00044F67"/>
    <w:rsid w:val="0005159D"/>
    <w:rsid w:val="0005232A"/>
    <w:rsid w:val="00056F19"/>
    <w:rsid w:val="00064E13"/>
    <w:rsid w:val="00070298"/>
    <w:rsid w:val="000719D4"/>
    <w:rsid w:val="000776AD"/>
    <w:rsid w:val="00077B45"/>
    <w:rsid w:val="000864F3"/>
    <w:rsid w:val="0009593B"/>
    <w:rsid w:val="000A07A2"/>
    <w:rsid w:val="000A3419"/>
    <w:rsid w:val="000B07D7"/>
    <w:rsid w:val="000B3DEF"/>
    <w:rsid w:val="000B4DB6"/>
    <w:rsid w:val="000B53AC"/>
    <w:rsid w:val="000B5673"/>
    <w:rsid w:val="000B6EC2"/>
    <w:rsid w:val="000C3F0F"/>
    <w:rsid w:val="000C43E3"/>
    <w:rsid w:val="000D2652"/>
    <w:rsid w:val="000D5092"/>
    <w:rsid w:val="000E116F"/>
    <w:rsid w:val="000E1E0D"/>
    <w:rsid w:val="000E330A"/>
    <w:rsid w:val="000F3E85"/>
    <w:rsid w:val="000F4CD1"/>
    <w:rsid w:val="001006F0"/>
    <w:rsid w:val="00100B6F"/>
    <w:rsid w:val="00101B56"/>
    <w:rsid w:val="00107C40"/>
    <w:rsid w:val="001156E2"/>
    <w:rsid w:val="00120F20"/>
    <w:rsid w:val="00122156"/>
    <w:rsid w:val="001225EF"/>
    <w:rsid w:val="001265B8"/>
    <w:rsid w:val="001272D4"/>
    <w:rsid w:val="001322F0"/>
    <w:rsid w:val="0013240A"/>
    <w:rsid w:val="00141716"/>
    <w:rsid w:val="00142C00"/>
    <w:rsid w:val="00143638"/>
    <w:rsid w:val="00143DA1"/>
    <w:rsid w:val="00146FCE"/>
    <w:rsid w:val="0015619F"/>
    <w:rsid w:val="00157B58"/>
    <w:rsid w:val="001620FA"/>
    <w:rsid w:val="001627DB"/>
    <w:rsid w:val="00170906"/>
    <w:rsid w:val="001734D5"/>
    <w:rsid w:val="001758BB"/>
    <w:rsid w:val="00176622"/>
    <w:rsid w:val="00183BF8"/>
    <w:rsid w:val="00187C46"/>
    <w:rsid w:val="001924C0"/>
    <w:rsid w:val="00192922"/>
    <w:rsid w:val="00194BB2"/>
    <w:rsid w:val="001A068C"/>
    <w:rsid w:val="001A2258"/>
    <w:rsid w:val="001B3B65"/>
    <w:rsid w:val="001B4B67"/>
    <w:rsid w:val="001B7EC1"/>
    <w:rsid w:val="001C6838"/>
    <w:rsid w:val="001C6A92"/>
    <w:rsid w:val="001D2819"/>
    <w:rsid w:val="001D2A3F"/>
    <w:rsid w:val="001D2AE1"/>
    <w:rsid w:val="001E4B1A"/>
    <w:rsid w:val="001E6C25"/>
    <w:rsid w:val="001F595A"/>
    <w:rsid w:val="001F6457"/>
    <w:rsid w:val="0020151C"/>
    <w:rsid w:val="002073E8"/>
    <w:rsid w:val="00230E34"/>
    <w:rsid w:val="0023723D"/>
    <w:rsid w:val="0024363A"/>
    <w:rsid w:val="00244B80"/>
    <w:rsid w:val="00245CA8"/>
    <w:rsid w:val="00254CDC"/>
    <w:rsid w:val="00267866"/>
    <w:rsid w:val="00270CCC"/>
    <w:rsid w:val="00284B0B"/>
    <w:rsid w:val="00284BFA"/>
    <w:rsid w:val="00285EF2"/>
    <w:rsid w:val="00287952"/>
    <w:rsid w:val="00292B4A"/>
    <w:rsid w:val="002961D1"/>
    <w:rsid w:val="00296767"/>
    <w:rsid w:val="00297F0F"/>
    <w:rsid w:val="002A0B26"/>
    <w:rsid w:val="002B3E86"/>
    <w:rsid w:val="002B4A8A"/>
    <w:rsid w:val="002C347E"/>
    <w:rsid w:val="002C451A"/>
    <w:rsid w:val="002C798D"/>
    <w:rsid w:val="002D1D47"/>
    <w:rsid w:val="002D2B83"/>
    <w:rsid w:val="002D6F63"/>
    <w:rsid w:val="002E4767"/>
    <w:rsid w:val="002E4C62"/>
    <w:rsid w:val="002F0F32"/>
    <w:rsid w:val="002F1FD6"/>
    <w:rsid w:val="002F524B"/>
    <w:rsid w:val="002F5C0A"/>
    <w:rsid w:val="003001DC"/>
    <w:rsid w:val="00312E20"/>
    <w:rsid w:val="00314751"/>
    <w:rsid w:val="0032212D"/>
    <w:rsid w:val="00323B67"/>
    <w:rsid w:val="00325B8F"/>
    <w:rsid w:val="00326BA6"/>
    <w:rsid w:val="00333F1A"/>
    <w:rsid w:val="003359C5"/>
    <w:rsid w:val="00345806"/>
    <w:rsid w:val="0035023B"/>
    <w:rsid w:val="00353C5C"/>
    <w:rsid w:val="0035579E"/>
    <w:rsid w:val="003637AB"/>
    <w:rsid w:val="0037006C"/>
    <w:rsid w:val="00370BC3"/>
    <w:rsid w:val="00372322"/>
    <w:rsid w:val="0037357F"/>
    <w:rsid w:val="00375A2B"/>
    <w:rsid w:val="00376B3A"/>
    <w:rsid w:val="00377ED2"/>
    <w:rsid w:val="003805FC"/>
    <w:rsid w:val="00384CB8"/>
    <w:rsid w:val="0038725C"/>
    <w:rsid w:val="003917AF"/>
    <w:rsid w:val="00395D2F"/>
    <w:rsid w:val="003A09C7"/>
    <w:rsid w:val="003A54CB"/>
    <w:rsid w:val="003A5A23"/>
    <w:rsid w:val="003B6809"/>
    <w:rsid w:val="003C665C"/>
    <w:rsid w:val="003C6725"/>
    <w:rsid w:val="003C6E43"/>
    <w:rsid w:val="003C7175"/>
    <w:rsid w:val="003D0934"/>
    <w:rsid w:val="003D1E14"/>
    <w:rsid w:val="003D228A"/>
    <w:rsid w:val="003D431A"/>
    <w:rsid w:val="003D785F"/>
    <w:rsid w:val="003E554E"/>
    <w:rsid w:val="003E7E1E"/>
    <w:rsid w:val="003F11BF"/>
    <w:rsid w:val="003F1F59"/>
    <w:rsid w:val="003F44A7"/>
    <w:rsid w:val="003F6F6C"/>
    <w:rsid w:val="00405FE4"/>
    <w:rsid w:val="0041017D"/>
    <w:rsid w:val="004108CE"/>
    <w:rsid w:val="00411BAD"/>
    <w:rsid w:val="00414987"/>
    <w:rsid w:val="00421BA7"/>
    <w:rsid w:val="004231D5"/>
    <w:rsid w:val="00425ED0"/>
    <w:rsid w:val="00426655"/>
    <w:rsid w:val="00426805"/>
    <w:rsid w:val="00430409"/>
    <w:rsid w:val="004325EF"/>
    <w:rsid w:val="004362B8"/>
    <w:rsid w:val="00436646"/>
    <w:rsid w:val="00437BDF"/>
    <w:rsid w:val="00442D94"/>
    <w:rsid w:val="0044617D"/>
    <w:rsid w:val="0045197F"/>
    <w:rsid w:val="00455684"/>
    <w:rsid w:val="00456416"/>
    <w:rsid w:val="00457A95"/>
    <w:rsid w:val="00461C21"/>
    <w:rsid w:val="00465E99"/>
    <w:rsid w:val="0046702B"/>
    <w:rsid w:val="004673D8"/>
    <w:rsid w:val="00470694"/>
    <w:rsid w:val="0047564E"/>
    <w:rsid w:val="00476973"/>
    <w:rsid w:val="004813BC"/>
    <w:rsid w:val="0049738D"/>
    <w:rsid w:val="004A0048"/>
    <w:rsid w:val="004A2CC3"/>
    <w:rsid w:val="004A759E"/>
    <w:rsid w:val="004B666A"/>
    <w:rsid w:val="004B6735"/>
    <w:rsid w:val="004C34B9"/>
    <w:rsid w:val="004C5702"/>
    <w:rsid w:val="004C5B6B"/>
    <w:rsid w:val="004C6632"/>
    <w:rsid w:val="004C78DC"/>
    <w:rsid w:val="004D18A9"/>
    <w:rsid w:val="004D6280"/>
    <w:rsid w:val="004E05BA"/>
    <w:rsid w:val="004E1212"/>
    <w:rsid w:val="004E2ACD"/>
    <w:rsid w:val="004E582C"/>
    <w:rsid w:val="004E6B33"/>
    <w:rsid w:val="005013C2"/>
    <w:rsid w:val="00507121"/>
    <w:rsid w:val="00507788"/>
    <w:rsid w:val="00513225"/>
    <w:rsid w:val="005150A8"/>
    <w:rsid w:val="00521A8D"/>
    <w:rsid w:val="005227A7"/>
    <w:rsid w:val="00527C22"/>
    <w:rsid w:val="00545948"/>
    <w:rsid w:val="0054597A"/>
    <w:rsid w:val="00550F19"/>
    <w:rsid w:val="00567CB7"/>
    <w:rsid w:val="00571134"/>
    <w:rsid w:val="005734A3"/>
    <w:rsid w:val="00576896"/>
    <w:rsid w:val="00576EC6"/>
    <w:rsid w:val="0057716E"/>
    <w:rsid w:val="00577D20"/>
    <w:rsid w:val="00583B57"/>
    <w:rsid w:val="005849FF"/>
    <w:rsid w:val="005858B6"/>
    <w:rsid w:val="005A3D08"/>
    <w:rsid w:val="005A5C31"/>
    <w:rsid w:val="005B1179"/>
    <w:rsid w:val="005B326A"/>
    <w:rsid w:val="005B63B3"/>
    <w:rsid w:val="005B68F8"/>
    <w:rsid w:val="005B7D1D"/>
    <w:rsid w:val="005C3C32"/>
    <w:rsid w:val="005C5311"/>
    <w:rsid w:val="005C73D1"/>
    <w:rsid w:val="005D03D9"/>
    <w:rsid w:val="005D05C2"/>
    <w:rsid w:val="005D09F1"/>
    <w:rsid w:val="005D2220"/>
    <w:rsid w:val="005E2EA9"/>
    <w:rsid w:val="005E7FDB"/>
    <w:rsid w:val="005F03E9"/>
    <w:rsid w:val="005F19F9"/>
    <w:rsid w:val="005F3A0C"/>
    <w:rsid w:val="005F52C7"/>
    <w:rsid w:val="005F7BA1"/>
    <w:rsid w:val="0060103D"/>
    <w:rsid w:val="00605F60"/>
    <w:rsid w:val="0060683F"/>
    <w:rsid w:val="00607177"/>
    <w:rsid w:val="006133FA"/>
    <w:rsid w:val="006152B0"/>
    <w:rsid w:val="00617068"/>
    <w:rsid w:val="00617EE5"/>
    <w:rsid w:val="006267C0"/>
    <w:rsid w:val="00626C5C"/>
    <w:rsid w:val="00633998"/>
    <w:rsid w:val="00640B6F"/>
    <w:rsid w:val="006435DD"/>
    <w:rsid w:val="00644370"/>
    <w:rsid w:val="00647209"/>
    <w:rsid w:val="00653E7A"/>
    <w:rsid w:val="0066128B"/>
    <w:rsid w:val="0066313B"/>
    <w:rsid w:val="006632C8"/>
    <w:rsid w:val="006660C1"/>
    <w:rsid w:val="00670037"/>
    <w:rsid w:val="006744F0"/>
    <w:rsid w:val="0067525B"/>
    <w:rsid w:val="00682086"/>
    <w:rsid w:val="006823E4"/>
    <w:rsid w:val="00684AED"/>
    <w:rsid w:val="00686E79"/>
    <w:rsid w:val="00697BB2"/>
    <w:rsid w:val="006A2399"/>
    <w:rsid w:val="006A3B7F"/>
    <w:rsid w:val="006A618C"/>
    <w:rsid w:val="006A68EB"/>
    <w:rsid w:val="006B1C8F"/>
    <w:rsid w:val="006B4798"/>
    <w:rsid w:val="006B4881"/>
    <w:rsid w:val="006C6B5A"/>
    <w:rsid w:val="006C73EC"/>
    <w:rsid w:val="006D642D"/>
    <w:rsid w:val="006E1AA6"/>
    <w:rsid w:val="006E5E3E"/>
    <w:rsid w:val="006E7669"/>
    <w:rsid w:val="006F788A"/>
    <w:rsid w:val="00702D55"/>
    <w:rsid w:val="00707BD3"/>
    <w:rsid w:val="007120A9"/>
    <w:rsid w:val="00714BAC"/>
    <w:rsid w:val="00716D86"/>
    <w:rsid w:val="0072085A"/>
    <w:rsid w:val="00722E28"/>
    <w:rsid w:val="00725C25"/>
    <w:rsid w:val="007267AE"/>
    <w:rsid w:val="00726C71"/>
    <w:rsid w:val="00731A11"/>
    <w:rsid w:val="007353DC"/>
    <w:rsid w:val="00740041"/>
    <w:rsid w:val="00740D64"/>
    <w:rsid w:val="00742DF6"/>
    <w:rsid w:val="00746FC3"/>
    <w:rsid w:val="0075174B"/>
    <w:rsid w:val="00752505"/>
    <w:rsid w:val="0075499E"/>
    <w:rsid w:val="00765264"/>
    <w:rsid w:val="0076557C"/>
    <w:rsid w:val="00766CCA"/>
    <w:rsid w:val="00766E97"/>
    <w:rsid w:val="00767951"/>
    <w:rsid w:val="00767ACE"/>
    <w:rsid w:val="0077207D"/>
    <w:rsid w:val="00775870"/>
    <w:rsid w:val="00790810"/>
    <w:rsid w:val="00791B87"/>
    <w:rsid w:val="00791CBD"/>
    <w:rsid w:val="00794AED"/>
    <w:rsid w:val="007A21D3"/>
    <w:rsid w:val="007A2358"/>
    <w:rsid w:val="007A5A13"/>
    <w:rsid w:val="007B2A02"/>
    <w:rsid w:val="007C02FD"/>
    <w:rsid w:val="007C5EF1"/>
    <w:rsid w:val="007C7453"/>
    <w:rsid w:val="007D278E"/>
    <w:rsid w:val="007E40EA"/>
    <w:rsid w:val="007E557C"/>
    <w:rsid w:val="007E6C4F"/>
    <w:rsid w:val="007E7BD5"/>
    <w:rsid w:val="007E7FB0"/>
    <w:rsid w:val="00802A37"/>
    <w:rsid w:val="00804276"/>
    <w:rsid w:val="00804D1E"/>
    <w:rsid w:val="00804DE8"/>
    <w:rsid w:val="008056DA"/>
    <w:rsid w:val="00805E59"/>
    <w:rsid w:val="00807879"/>
    <w:rsid w:val="00814F72"/>
    <w:rsid w:val="0082261B"/>
    <w:rsid w:val="0082304B"/>
    <w:rsid w:val="00823335"/>
    <w:rsid w:val="008258A4"/>
    <w:rsid w:val="00827626"/>
    <w:rsid w:val="00827BAD"/>
    <w:rsid w:val="008443A9"/>
    <w:rsid w:val="00853FAF"/>
    <w:rsid w:val="00857458"/>
    <w:rsid w:val="008660F6"/>
    <w:rsid w:val="00866D59"/>
    <w:rsid w:val="008673A3"/>
    <w:rsid w:val="008703A2"/>
    <w:rsid w:val="008722C5"/>
    <w:rsid w:val="008769CC"/>
    <w:rsid w:val="00886FA8"/>
    <w:rsid w:val="00886FDB"/>
    <w:rsid w:val="008954B0"/>
    <w:rsid w:val="008955F5"/>
    <w:rsid w:val="00896FCF"/>
    <w:rsid w:val="0089749E"/>
    <w:rsid w:val="008A3B43"/>
    <w:rsid w:val="008A3E27"/>
    <w:rsid w:val="008A5089"/>
    <w:rsid w:val="008A51F7"/>
    <w:rsid w:val="008A5F44"/>
    <w:rsid w:val="008A5F5F"/>
    <w:rsid w:val="008B0DE0"/>
    <w:rsid w:val="008B4162"/>
    <w:rsid w:val="008B55A5"/>
    <w:rsid w:val="008B63E7"/>
    <w:rsid w:val="008C00F1"/>
    <w:rsid w:val="008C3F88"/>
    <w:rsid w:val="008E1D3A"/>
    <w:rsid w:val="008E5B17"/>
    <w:rsid w:val="008E6096"/>
    <w:rsid w:val="008F3922"/>
    <w:rsid w:val="009007E1"/>
    <w:rsid w:val="00911B01"/>
    <w:rsid w:val="00912115"/>
    <w:rsid w:val="009152AA"/>
    <w:rsid w:val="009164D9"/>
    <w:rsid w:val="009165D5"/>
    <w:rsid w:val="0093419A"/>
    <w:rsid w:val="00934D5F"/>
    <w:rsid w:val="00937E72"/>
    <w:rsid w:val="00942063"/>
    <w:rsid w:val="00942A74"/>
    <w:rsid w:val="0094312A"/>
    <w:rsid w:val="0094399B"/>
    <w:rsid w:val="00963C01"/>
    <w:rsid w:val="00963C1C"/>
    <w:rsid w:val="009652AE"/>
    <w:rsid w:val="0096771C"/>
    <w:rsid w:val="00973427"/>
    <w:rsid w:val="009734B8"/>
    <w:rsid w:val="00976458"/>
    <w:rsid w:val="009819C7"/>
    <w:rsid w:val="00983B01"/>
    <w:rsid w:val="00995315"/>
    <w:rsid w:val="009A0D20"/>
    <w:rsid w:val="009B22AD"/>
    <w:rsid w:val="009B501E"/>
    <w:rsid w:val="009B7D7B"/>
    <w:rsid w:val="009C600D"/>
    <w:rsid w:val="009D0337"/>
    <w:rsid w:val="009E24D2"/>
    <w:rsid w:val="009E67F9"/>
    <w:rsid w:val="009F18C0"/>
    <w:rsid w:val="009F4993"/>
    <w:rsid w:val="009F5282"/>
    <w:rsid w:val="009F78D9"/>
    <w:rsid w:val="00A0036F"/>
    <w:rsid w:val="00A0073A"/>
    <w:rsid w:val="00A01877"/>
    <w:rsid w:val="00A0603D"/>
    <w:rsid w:val="00A109BC"/>
    <w:rsid w:val="00A20044"/>
    <w:rsid w:val="00A21177"/>
    <w:rsid w:val="00A22327"/>
    <w:rsid w:val="00A2411F"/>
    <w:rsid w:val="00A26818"/>
    <w:rsid w:val="00A26E3A"/>
    <w:rsid w:val="00A27672"/>
    <w:rsid w:val="00A31A2C"/>
    <w:rsid w:val="00A41605"/>
    <w:rsid w:val="00A41CC6"/>
    <w:rsid w:val="00A452CD"/>
    <w:rsid w:val="00A459D9"/>
    <w:rsid w:val="00A45C76"/>
    <w:rsid w:val="00A50379"/>
    <w:rsid w:val="00A519AC"/>
    <w:rsid w:val="00A52973"/>
    <w:rsid w:val="00A52BD0"/>
    <w:rsid w:val="00A54DDC"/>
    <w:rsid w:val="00A67399"/>
    <w:rsid w:val="00A72293"/>
    <w:rsid w:val="00A77444"/>
    <w:rsid w:val="00A80C74"/>
    <w:rsid w:val="00A835CA"/>
    <w:rsid w:val="00A84738"/>
    <w:rsid w:val="00A856A2"/>
    <w:rsid w:val="00A878C4"/>
    <w:rsid w:val="00A92094"/>
    <w:rsid w:val="00A9236C"/>
    <w:rsid w:val="00A967D4"/>
    <w:rsid w:val="00AA28DA"/>
    <w:rsid w:val="00AA3AA2"/>
    <w:rsid w:val="00AB2C1B"/>
    <w:rsid w:val="00AB6128"/>
    <w:rsid w:val="00AC5394"/>
    <w:rsid w:val="00AC540F"/>
    <w:rsid w:val="00AD3319"/>
    <w:rsid w:val="00AD3FA7"/>
    <w:rsid w:val="00AD5912"/>
    <w:rsid w:val="00AE0D61"/>
    <w:rsid w:val="00AE1E12"/>
    <w:rsid w:val="00AE3F07"/>
    <w:rsid w:val="00AE4A34"/>
    <w:rsid w:val="00AE6A88"/>
    <w:rsid w:val="00AF0651"/>
    <w:rsid w:val="00AF2109"/>
    <w:rsid w:val="00AF2674"/>
    <w:rsid w:val="00AF337A"/>
    <w:rsid w:val="00AF37D4"/>
    <w:rsid w:val="00AF5A40"/>
    <w:rsid w:val="00B020C9"/>
    <w:rsid w:val="00B023D0"/>
    <w:rsid w:val="00B065F3"/>
    <w:rsid w:val="00B06C80"/>
    <w:rsid w:val="00B10E0E"/>
    <w:rsid w:val="00B12A34"/>
    <w:rsid w:val="00B148B9"/>
    <w:rsid w:val="00B17B3D"/>
    <w:rsid w:val="00B22421"/>
    <w:rsid w:val="00B24259"/>
    <w:rsid w:val="00B26941"/>
    <w:rsid w:val="00B26B0A"/>
    <w:rsid w:val="00B30F20"/>
    <w:rsid w:val="00B32838"/>
    <w:rsid w:val="00B37669"/>
    <w:rsid w:val="00B47D28"/>
    <w:rsid w:val="00B553A8"/>
    <w:rsid w:val="00B61147"/>
    <w:rsid w:val="00B708F2"/>
    <w:rsid w:val="00B870C1"/>
    <w:rsid w:val="00B90707"/>
    <w:rsid w:val="00B91395"/>
    <w:rsid w:val="00B93497"/>
    <w:rsid w:val="00B94587"/>
    <w:rsid w:val="00B9589D"/>
    <w:rsid w:val="00BA59DC"/>
    <w:rsid w:val="00BB28A5"/>
    <w:rsid w:val="00BB3FAE"/>
    <w:rsid w:val="00BB4F56"/>
    <w:rsid w:val="00BC679F"/>
    <w:rsid w:val="00BC7A02"/>
    <w:rsid w:val="00BD7EB4"/>
    <w:rsid w:val="00BE1E77"/>
    <w:rsid w:val="00C063CD"/>
    <w:rsid w:val="00C12EF8"/>
    <w:rsid w:val="00C15BC6"/>
    <w:rsid w:val="00C2040E"/>
    <w:rsid w:val="00C2580C"/>
    <w:rsid w:val="00C270E6"/>
    <w:rsid w:val="00C31046"/>
    <w:rsid w:val="00C36F2C"/>
    <w:rsid w:val="00C41D61"/>
    <w:rsid w:val="00C540E7"/>
    <w:rsid w:val="00C57B16"/>
    <w:rsid w:val="00C74C23"/>
    <w:rsid w:val="00C7568A"/>
    <w:rsid w:val="00C7680C"/>
    <w:rsid w:val="00C83333"/>
    <w:rsid w:val="00C83586"/>
    <w:rsid w:val="00C86CA3"/>
    <w:rsid w:val="00C87917"/>
    <w:rsid w:val="00C929BF"/>
    <w:rsid w:val="00C92F8E"/>
    <w:rsid w:val="00C94EDD"/>
    <w:rsid w:val="00CA1398"/>
    <w:rsid w:val="00CA6836"/>
    <w:rsid w:val="00CA703A"/>
    <w:rsid w:val="00CB61C1"/>
    <w:rsid w:val="00CC00A8"/>
    <w:rsid w:val="00CC1F59"/>
    <w:rsid w:val="00CC3100"/>
    <w:rsid w:val="00CC6CA8"/>
    <w:rsid w:val="00CD3402"/>
    <w:rsid w:val="00CD7C18"/>
    <w:rsid w:val="00CE1C50"/>
    <w:rsid w:val="00D02FD2"/>
    <w:rsid w:val="00D13DCA"/>
    <w:rsid w:val="00D235C7"/>
    <w:rsid w:val="00D245CA"/>
    <w:rsid w:val="00D32CFA"/>
    <w:rsid w:val="00D37176"/>
    <w:rsid w:val="00D3745B"/>
    <w:rsid w:val="00D43FAC"/>
    <w:rsid w:val="00D46BD6"/>
    <w:rsid w:val="00D5222C"/>
    <w:rsid w:val="00D54CE7"/>
    <w:rsid w:val="00D5631B"/>
    <w:rsid w:val="00D61B5F"/>
    <w:rsid w:val="00D644D8"/>
    <w:rsid w:val="00D65926"/>
    <w:rsid w:val="00D67BEB"/>
    <w:rsid w:val="00D727E1"/>
    <w:rsid w:val="00D75263"/>
    <w:rsid w:val="00D77B01"/>
    <w:rsid w:val="00D8278D"/>
    <w:rsid w:val="00D83693"/>
    <w:rsid w:val="00D907B7"/>
    <w:rsid w:val="00D9232A"/>
    <w:rsid w:val="00D96A5B"/>
    <w:rsid w:val="00DA3F97"/>
    <w:rsid w:val="00DA5F75"/>
    <w:rsid w:val="00DA61B9"/>
    <w:rsid w:val="00DB0F85"/>
    <w:rsid w:val="00DC4726"/>
    <w:rsid w:val="00DC50FD"/>
    <w:rsid w:val="00DC658D"/>
    <w:rsid w:val="00DD26EC"/>
    <w:rsid w:val="00DD5F71"/>
    <w:rsid w:val="00DD6872"/>
    <w:rsid w:val="00DE5FE5"/>
    <w:rsid w:val="00DF09DF"/>
    <w:rsid w:val="00DF7F20"/>
    <w:rsid w:val="00E00268"/>
    <w:rsid w:val="00E0041E"/>
    <w:rsid w:val="00E00B62"/>
    <w:rsid w:val="00E02585"/>
    <w:rsid w:val="00E030D9"/>
    <w:rsid w:val="00E0419B"/>
    <w:rsid w:val="00E04305"/>
    <w:rsid w:val="00E06EAF"/>
    <w:rsid w:val="00E104F8"/>
    <w:rsid w:val="00E10A9A"/>
    <w:rsid w:val="00E3194B"/>
    <w:rsid w:val="00E31ADF"/>
    <w:rsid w:val="00E33C7C"/>
    <w:rsid w:val="00E33F3E"/>
    <w:rsid w:val="00E3521F"/>
    <w:rsid w:val="00E35C85"/>
    <w:rsid w:val="00E36340"/>
    <w:rsid w:val="00E413FB"/>
    <w:rsid w:val="00E425BD"/>
    <w:rsid w:val="00E51B03"/>
    <w:rsid w:val="00E53A9A"/>
    <w:rsid w:val="00E54047"/>
    <w:rsid w:val="00E55B55"/>
    <w:rsid w:val="00E57BF5"/>
    <w:rsid w:val="00E62392"/>
    <w:rsid w:val="00E729D4"/>
    <w:rsid w:val="00E85051"/>
    <w:rsid w:val="00E8695D"/>
    <w:rsid w:val="00E8761D"/>
    <w:rsid w:val="00E937B2"/>
    <w:rsid w:val="00E976B1"/>
    <w:rsid w:val="00EA4AB8"/>
    <w:rsid w:val="00EA669A"/>
    <w:rsid w:val="00EA69FB"/>
    <w:rsid w:val="00EB090E"/>
    <w:rsid w:val="00EB0DD0"/>
    <w:rsid w:val="00EC3272"/>
    <w:rsid w:val="00EC5672"/>
    <w:rsid w:val="00ED68E1"/>
    <w:rsid w:val="00ED7355"/>
    <w:rsid w:val="00EE08B1"/>
    <w:rsid w:val="00EE3BE8"/>
    <w:rsid w:val="00EF33F1"/>
    <w:rsid w:val="00EF754F"/>
    <w:rsid w:val="00F003DD"/>
    <w:rsid w:val="00F02720"/>
    <w:rsid w:val="00F06C6F"/>
    <w:rsid w:val="00F102B1"/>
    <w:rsid w:val="00F117A4"/>
    <w:rsid w:val="00F11885"/>
    <w:rsid w:val="00F11E74"/>
    <w:rsid w:val="00F127C4"/>
    <w:rsid w:val="00F13E2E"/>
    <w:rsid w:val="00F1422E"/>
    <w:rsid w:val="00F2116A"/>
    <w:rsid w:val="00F312EA"/>
    <w:rsid w:val="00F333C3"/>
    <w:rsid w:val="00F34418"/>
    <w:rsid w:val="00F44344"/>
    <w:rsid w:val="00F45B47"/>
    <w:rsid w:val="00F465E1"/>
    <w:rsid w:val="00F4744B"/>
    <w:rsid w:val="00F52DA9"/>
    <w:rsid w:val="00F6003F"/>
    <w:rsid w:val="00F60048"/>
    <w:rsid w:val="00F66541"/>
    <w:rsid w:val="00F7141B"/>
    <w:rsid w:val="00F74552"/>
    <w:rsid w:val="00F74C66"/>
    <w:rsid w:val="00F770D4"/>
    <w:rsid w:val="00F77EF9"/>
    <w:rsid w:val="00F8109B"/>
    <w:rsid w:val="00F82542"/>
    <w:rsid w:val="00F90A8D"/>
    <w:rsid w:val="00F91F20"/>
    <w:rsid w:val="00FA2B53"/>
    <w:rsid w:val="00FB1623"/>
    <w:rsid w:val="00FB167E"/>
    <w:rsid w:val="00FB384D"/>
    <w:rsid w:val="00FB4831"/>
    <w:rsid w:val="00FC2726"/>
    <w:rsid w:val="00FC3990"/>
    <w:rsid w:val="00FC3A71"/>
    <w:rsid w:val="00FC3A9D"/>
    <w:rsid w:val="00FC432D"/>
    <w:rsid w:val="00FC51CB"/>
    <w:rsid w:val="00FC5E94"/>
    <w:rsid w:val="00FC70D2"/>
    <w:rsid w:val="00FD66C7"/>
    <w:rsid w:val="00FD702A"/>
    <w:rsid w:val="00FE088F"/>
    <w:rsid w:val="00FE328B"/>
    <w:rsid w:val="00FE424E"/>
    <w:rsid w:val="00FE5D92"/>
    <w:rsid w:val="00FF3DE3"/>
    <w:rsid w:val="00FF5B64"/>
    <w:rsid w:val="00FF7CC6"/>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D9E9162"/>
  <w15:chartTrackingRefBased/>
  <w15:docId w15:val="{FDCA8689-07FE-4395-90E9-9234C2C95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Body Text Indent" w:uiPriority="99"/>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006F0"/>
    <w:rPr>
      <w:rFonts w:ascii="Arial" w:hAnsi="Arial"/>
      <w:sz w:val="24"/>
      <w:lang w:val="en-GB" w:eastAsia="en-US"/>
    </w:rPr>
  </w:style>
  <w:style w:type="paragraph" w:styleId="Heading1">
    <w:name w:val="heading 1"/>
    <w:basedOn w:val="Normal"/>
    <w:next w:val="Normal"/>
    <w:qFormat/>
    <w:rsid w:val="001006F0"/>
    <w:pPr>
      <w:keepNext/>
      <w:spacing w:after="40"/>
      <w:ind w:right="187"/>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1006F0"/>
    <w:pPr>
      <w:spacing w:after="40"/>
      <w:ind w:right="187"/>
      <w:jc w:val="center"/>
    </w:pPr>
    <w:rPr>
      <w:rFonts w:ascii="Times New Roman" w:hAnsi="Times New Roman"/>
      <w:b/>
      <w:sz w:val="20"/>
    </w:rPr>
  </w:style>
  <w:style w:type="paragraph" w:styleId="BalloonText">
    <w:name w:val="Balloon Text"/>
    <w:basedOn w:val="Normal"/>
    <w:semiHidden/>
    <w:rsid w:val="00E8695D"/>
    <w:rPr>
      <w:rFonts w:ascii="Tahoma" w:hAnsi="Tahoma" w:cs="Tahoma"/>
      <w:sz w:val="16"/>
      <w:szCs w:val="16"/>
    </w:rPr>
  </w:style>
  <w:style w:type="paragraph" w:customStyle="1" w:styleId="CharCharCharCharCharCharCharCharCharCharCharCharCharCharCharCharCharCharCharCharCharCharChar1Char">
    <w:name w:val="Char Char Char Char Char Char Char Char Char Char Char Char Char Char Char Char Char Char Char Char Char Char Char1 Char"/>
    <w:basedOn w:val="Normal"/>
    <w:rsid w:val="00AE3F07"/>
    <w:pPr>
      <w:spacing w:before="120" w:after="160" w:line="240" w:lineRule="exact"/>
      <w:ind w:firstLine="720"/>
      <w:jc w:val="both"/>
    </w:pPr>
    <w:rPr>
      <w:rFonts w:ascii="Verdana" w:hAnsi="Verdana"/>
      <w:sz w:val="20"/>
      <w:lang w:val="en-US"/>
    </w:rPr>
  </w:style>
  <w:style w:type="paragraph" w:customStyle="1" w:styleId="SenderInformation">
    <w:name w:val="Sender Information"/>
    <w:basedOn w:val="Normal"/>
    <w:rsid w:val="000117C1"/>
    <w:rPr>
      <w:rFonts w:ascii="Tahoma" w:hAnsi="Tahoma"/>
      <w:spacing w:val="4"/>
      <w:sz w:val="17"/>
      <w:szCs w:val="18"/>
      <w:lang w:val="en-US"/>
    </w:rPr>
  </w:style>
  <w:style w:type="paragraph" w:customStyle="1" w:styleId="PlaceholderText1">
    <w:name w:val="Placeholder Text1"/>
    <w:basedOn w:val="Normal"/>
    <w:link w:val="PlaceholderTextChar"/>
    <w:rsid w:val="000117C1"/>
    <w:pPr>
      <w:spacing w:after="200" w:line="312" w:lineRule="auto"/>
    </w:pPr>
    <w:rPr>
      <w:rFonts w:ascii="Tahoma" w:hAnsi="Tahoma"/>
      <w:b/>
      <w:spacing w:val="4"/>
      <w:sz w:val="17"/>
      <w:szCs w:val="18"/>
      <w:lang w:val="en-US"/>
    </w:rPr>
  </w:style>
  <w:style w:type="character" w:customStyle="1" w:styleId="PlaceholderTextChar">
    <w:name w:val="Placeholder Text Char"/>
    <w:link w:val="PlaceholderText1"/>
    <w:rsid w:val="000117C1"/>
    <w:rPr>
      <w:rFonts w:ascii="Tahoma" w:hAnsi="Tahoma"/>
      <w:b/>
      <w:spacing w:val="4"/>
      <w:sz w:val="17"/>
      <w:szCs w:val="18"/>
      <w:lang w:val="en-US" w:eastAsia="en-US" w:bidi="ar-SA"/>
    </w:rPr>
  </w:style>
  <w:style w:type="character" w:styleId="CommentReference">
    <w:name w:val="annotation reference"/>
    <w:semiHidden/>
    <w:rsid w:val="006B4881"/>
    <w:rPr>
      <w:sz w:val="16"/>
      <w:szCs w:val="16"/>
    </w:rPr>
  </w:style>
  <w:style w:type="paragraph" w:styleId="CommentText">
    <w:name w:val="annotation text"/>
    <w:basedOn w:val="Normal"/>
    <w:semiHidden/>
    <w:rsid w:val="006B4881"/>
    <w:rPr>
      <w:sz w:val="20"/>
    </w:rPr>
  </w:style>
  <w:style w:type="paragraph" w:styleId="CommentSubject">
    <w:name w:val="annotation subject"/>
    <w:basedOn w:val="CommentText"/>
    <w:next w:val="CommentText"/>
    <w:semiHidden/>
    <w:rsid w:val="006B4881"/>
    <w:rPr>
      <w:b/>
      <w:bCs/>
    </w:rPr>
  </w:style>
  <w:style w:type="table" w:styleId="TableGrid">
    <w:name w:val="Table Grid"/>
    <w:basedOn w:val="TableNormal"/>
    <w:rsid w:val="00B37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D7EB4"/>
    <w:pPr>
      <w:tabs>
        <w:tab w:val="center" w:pos="4153"/>
        <w:tab w:val="right" w:pos="8306"/>
      </w:tabs>
    </w:pPr>
  </w:style>
  <w:style w:type="paragraph" w:styleId="Footer">
    <w:name w:val="footer"/>
    <w:basedOn w:val="Normal"/>
    <w:rsid w:val="00BD7EB4"/>
    <w:pPr>
      <w:tabs>
        <w:tab w:val="center" w:pos="4153"/>
        <w:tab w:val="right" w:pos="8306"/>
      </w:tabs>
    </w:pPr>
  </w:style>
  <w:style w:type="character" w:styleId="PageNumber">
    <w:name w:val="page number"/>
    <w:basedOn w:val="DefaultParagraphFont"/>
    <w:rsid w:val="00A27672"/>
  </w:style>
  <w:style w:type="character" w:styleId="Hyperlink">
    <w:name w:val="Hyperlink"/>
    <w:unhideWhenUsed/>
    <w:rsid w:val="00456416"/>
    <w:rPr>
      <w:color w:val="0000FF"/>
      <w:u w:val="single"/>
    </w:rPr>
  </w:style>
  <w:style w:type="paragraph" w:styleId="ListParagraph">
    <w:name w:val="List Paragraph"/>
    <w:basedOn w:val="Normal"/>
    <w:uiPriority w:val="34"/>
    <w:qFormat/>
    <w:rsid w:val="00605F60"/>
    <w:pPr>
      <w:ind w:left="720"/>
    </w:pPr>
    <w:rPr>
      <w:rFonts w:ascii="Calibri" w:eastAsia="Calibri" w:hAnsi="Calibri"/>
      <w:sz w:val="22"/>
      <w:szCs w:val="22"/>
      <w:lang w:val="lv-LV"/>
    </w:rPr>
  </w:style>
  <w:style w:type="paragraph" w:styleId="BodyTextIndent">
    <w:name w:val="Body Text Indent"/>
    <w:basedOn w:val="Normal"/>
    <w:link w:val="BodyTextIndentChar"/>
    <w:uiPriority w:val="99"/>
    <w:rsid w:val="00411BAD"/>
    <w:pPr>
      <w:spacing w:before="120" w:after="120"/>
      <w:ind w:left="283"/>
    </w:pPr>
    <w:rPr>
      <w:rFonts w:ascii="Times New Roman" w:eastAsia="Calibri" w:hAnsi="Times New Roman"/>
      <w:sz w:val="20"/>
      <w:lang w:val="lv-LV"/>
    </w:rPr>
  </w:style>
  <w:style w:type="character" w:customStyle="1" w:styleId="BodyTextIndentChar">
    <w:name w:val="Body Text Indent Char"/>
    <w:link w:val="BodyTextIndent"/>
    <w:uiPriority w:val="99"/>
    <w:rsid w:val="00411BAD"/>
    <w:rPr>
      <w:rFonts w:eastAsia="Calibri"/>
      <w:lang w:eastAsia="en-US"/>
    </w:rPr>
  </w:style>
  <w:style w:type="character" w:styleId="UnresolvedMention">
    <w:name w:val="Unresolved Mention"/>
    <w:basedOn w:val="DefaultParagraphFont"/>
    <w:uiPriority w:val="99"/>
    <w:semiHidden/>
    <w:unhideWhenUsed/>
    <w:rsid w:val="00F13E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mailto:edite.balode@vases.lv" TargetMode="Externa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_rels/settings.xml.rels><?xml version="1.0" encoding="utf-8" standalone="yes"?><Relationships xmlns="http://schemas.openxmlformats.org/package/2006/relationships"><Relationship Id="rId1" Type="http://schemas.openxmlformats.org/officeDocument/2006/relationships/attachedTemplate" Target="file:///C:\DOCUME~1\inguna\LOCALS~1\Temp\vestules_sagatave_2.do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7DC8B-B24E-41D4-91DC-9258BF0E9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vestules_sagatave_2</Template>
  <TotalTime>4</TotalTime>
  <Pages>1</Pages>
  <Words>253</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ESD</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esd</dc:creator>
  <cp:lastModifiedBy>Ingūna Klēvere</cp:lastModifiedBy>
  <cp:revision>5</cp:revision>
  <cp:lastPrinted>2019-04-16T10:49:00Z</cp:lastPrinted>
  <dcterms:created xsi:type="dcterms:W3CDTF">2023-10-27T08:13:00Z</dcterms:created>
  <dcterms:modified xsi:type="dcterms:W3CDTF">2024-09-11T10:56:00Z</dcterms:modified>
</cp:coreProperties>
</file>