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DDB46" w14:textId="77777777" w:rsidR="00E85637" w:rsidRDefault="00E85637">
      <w:pPr>
        <w:rPr>
          <w:spacing w:val="0"/>
          <w:position w:val="0"/>
          <w:sz w:val="20"/>
        </w:rPr>
      </w:pPr>
    </w:p>
    <w:p w14:paraId="35420D62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A032960" wp14:editId="56571966">
            <wp:extent cx="6040543" cy="640715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MK_peakontor_ee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4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26"/>
        <w:gridCol w:w="3783"/>
      </w:tblGrid>
      <w:tr w:rsidR="00901644" w14:paraId="68400D35" w14:textId="77777777">
        <w:trPr>
          <w:cantSplit/>
          <w:trHeight w:val="567"/>
        </w:trPr>
        <w:tc>
          <w:tcPr>
            <w:tcW w:w="5216" w:type="dxa"/>
            <w:vMerge w:val="restart"/>
          </w:tcPr>
          <w:p w14:paraId="4208334E" w14:textId="77777777" w:rsidR="009A2A25" w:rsidRDefault="009A2A25" w:rsidP="009A2A25">
            <w:pPr>
              <w:framePr w:w="9582" w:h="1359" w:wrap="notBeside" w:vAnchor="page" w:hAnchor="page" w:x="1702" w:y="2202"/>
            </w:pPr>
            <w:r>
              <w:t>Keskkonnaministeerium</w:t>
            </w:r>
          </w:p>
          <w:p w14:paraId="4FA514D9" w14:textId="77777777" w:rsidR="00865D1D" w:rsidRDefault="00865D1D" w:rsidP="009A2A25">
            <w:pPr>
              <w:framePr w:w="9582" w:h="1359" w:wrap="notBeside" w:vAnchor="page" w:hAnchor="page" w:x="1702" w:y="2202"/>
            </w:pPr>
            <w:r>
              <w:t>Paldiski mnt 96</w:t>
            </w:r>
          </w:p>
          <w:p w14:paraId="0B1D96B0" w14:textId="77777777" w:rsidR="009A2A25" w:rsidRDefault="00865D1D" w:rsidP="009A2A25">
            <w:pPr>
              <w:framePr w:w="9582" w:h="1359" w:wrap="notBeside" w:vAnchor="page" w:hAnchor="page" w:x="1702" w:y="2202"/>
            </w:pPr>
            <w:r>
              <w:t>13522</w:t>
            </w:r>
            <w:r w:rsidR="009A2A25">
              <w:t xml:space="preserve"> TALLINN</w:t>
            </w:r>
          </w:p>
          <w:p w14:paraId="092A86DA" w14:textId="77777777" w:rsidR="009A2A25" w:rsidRDefault="00FF093E" w:rsidP="009A2A25">
            <w:pPr>
              <w:framePr w:w="9582" w:h="1359" w:wrap="notBeside" w:vAnchor="page" w:hAnchor="page" w:x="1702" w:y="2202"/>
            </w:pPr>
            <w:hyperlink r:id="rId9" w:history="1">
              <w:r w:rsidR="009A2A25" w:rsidRPr="000C47DE">
                <w:rPr>
                  <w:rStyle w:val="Hperlink"/>
                </w:rPr>
                <w:t>keskkonnaministeerium@envir.ee</w:t>
              </w:r>
            </w:hyperlink>
          </w:p>
          <w:p w14:paraId="3F84136A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  <w:tc>
          <w:tcPr>
            <w:tcW w:w="510" w:type="dxa"/>
            <w:noWrap/>
          </w:tcPr>
          <w:p w14:paraId="48E9A884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T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Teie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46F2B615" w14:textId="77777777" w:rsidR="00901644" w:rsidRDefault="00901644" w:rsidP="00273033">
            <w:pPr>
              <w:framePr w:w="9582" w:h="1359" w:wrap="notBeside" w:vAnchor="page" w:hAnchor="page" w:x="1702" w:y="2202"/>
            </w:pPr>
            <w:r>
              <w:t xml:space="preserve"> </w:t>
            </w:r>
          </w:p>
        </w:tc>
      </w:tr>
      <w:tr w:rsidR="00901644" w14:paraId="173CA667" w14:textId="77777777">
        <w:trPr>
          <w:cantSplit/>
          <w:trHeight w:val="743"/>
        </w:trPr>
        <w:tc>
          <w:tcPr>
            <w:tcW w:w="5216" w:type="dxa"/>
            <w:vMerge/>
          </w:tcPr>
          <w:p w14:paraId="7C479253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  <w:tc>
          <w:tcPr>
            <w:tcW w:w="510" w:type="dxa"/>
            <w:noWrap/>
          </w:tcPr>
          <w:p w14:paraId="60C585D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Kui viidet ei ole, võib välja Delete-klahviga kustutada."/>
                  <w:textInput>
                    <w:default w:val="Meie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Meie</w:t>
            </w:r>
            <w:r>
              <w:fldChar w:fldCharType="end"/>
            </w:r>
          </w:p>
        </w:tc>
        <w:tc>
          <w:tcPr>
            <w:tcW w:w="3799" w:type="dxa"/>
            <w:tcMar>
              <w:left w:w="85" w:type="dxa"/>
            </w:tcMar>
          </w:tcPr>
          <w:p w14:paraId="14AB92F2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väljamineva kirja kuupäev.&#10;&#10;Näiteks:&#10;01.05.2014&#10;(digitaalallkirja kuupäev)&#10;&#10;Seejärel liikuge Tab klahviga järgmisele väljale."/>
                  <w:statusText w:type="text" w:val="Siia sisestage väljamineva kirj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Pr="003A32C2">
              <w:rPr>
                <w:noProof/>
              </w:rPr>
              <w:t>(digitaalalkirja kuupäev)</w:t>
            </w:r>
            <w:r>
              <w:fldChar w:fldCharType="end"/>
            </w:r>
            <w:r>
              <w:t xml:space="preserve"> </w:t>
            </w:r>
          </w:p>
          <w:p w14:paraId="15311699" w14:textId="2BA45CDD" w:rsidR="00901644" w:rsidRDefault="00901644" w:rsidP="004126E2">
            <w:pPr>
              <w:framePr w:w="9582" w:h="1359" w:wrap="notBeside" w:vAnchor="page" w:hAnchor="page" w:x="1702" w:y="2202"/>
            </w:pPr>
            <w:r>
              <w:t>nr 3-1.1/</w:t>
            </w:r>
            <w:r w:rsidR="008E7BA5">
              <w:t>202</w:t>
            </w:r>
            <w:r w:rsidR="00731026">
              <w:t>3</w:t>
            </w:r>
            <w:r w:rsidR="008E7BA5">
              <w:t>/</w:t>
            </w:r>
            <w:r w:rsidR="00FF093E">
              <w:t>613</w:t>
            </w:r>
            <w:r>
              <w:fldChar w:fldCharType="begin">
                <w:ffData>
                  <w:name w:val="Text51"/>
                  <w:enabled/>
                  <w:calcOnExit w:val="0"/>
                  <w:helpText w:type="text" w:val="Sisestage siia väljamineva kirja viit.&#10;&#10;Näiteks:&#10;2-1/312&#10;2-1/(number sisaldub faili nimes)&#10;&#10;Seejärel liikuge Tab klahviga järgmisele väljale."/>
                  <w:statusText w:type="text" w:val="Sisestage siia väljamineva kirja viit (vt F1)"/>
                  <w:textInput/>
                </w:ffData>
              </w:fldChar>
            </w:r>
            <w:bookmarkStart w:id="0" w:name="Text5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01644" w14:paraId="57C3A51B" w14:textId="77777777">
        <w:trPr>
          <w:cantSplit/>
          <w:trHeight w:hRule="exact" w:val="23"/>
        </w:trPr>
        <w:tc>
          <w:tcPr>
            <w:tcW w:w="5216" w:type="dxa"/>
          </w:tcPr>
          <w:p w14:paraId="0CC88773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10" w:type="dxa"/>
            <w:noWrap/>
          </w:tcPr>
          <w:p w14:paraId="04010BF1" w14:textId="77777777" w:rsidR="00901644" w:rsidRDefault="00901644" w:rsidP="00901644">
            <w:pPr>
              <w:framePr w:w="9582" w:h="1359" w:wrap="notBeside" w:vAnchor="page" w:hAnchor="page" w:x="1702" w:y="220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99" w:type="dxa"/>
          </w:tcPr>
          <w:p w14:paraId="3733C2C4" w14:textId="77777777" w:rsidR="00901644" w:rsidRDefault="00901644" w:rsidP="00901644">
            <w:pPr>
              <w:framePr w:w="9582" w:h="1359" w:wrap="notBeside" w:vAnchor="page" w:hAnchor="page" w:x="1702" w:y="2202"/>
            </w:pPr>
          </w:p>
        </w:tc>
      </w:tr>
    </w:tbl>
    <w:p w14:paraId="07A1D6BA" w14:textId="77777777" w:rsidR="00901644" w:rsidRDefault="00901644" w:rsidP="00901644">
      <w:pPr>
        <w:framePr w:w="9582" w:h="1359" w:wrap="notBeside" w:vAnchor="page" w:hAnchor="page" w:x="1702" w:y="2202"/>
        <w:rPr>
          <w:sz w:val="12"/>
        </w:rPr>
      </w:pPr>
    </w:p>
    <w:p w14:paraId="66B74FD8" w14:textId="657F5F5E" w:rsidR="0065027A" w:rsidRDefault="00FF093E" w:rsidP="009A2A25">
      <w:pPr>
        <w:rPr>
          <w:b/>
        </w:rPr>
      </w:pPr>
      <w:r>
        <w:rPr>
          <w:b/>
        </w:rPr>
        <w:t>Raja IV</w:t>
      </w:r>
      <w:r w:rsidR="006F2ED3">
        <w:rPr>
          <w:b/>
        </w:rPr>
        <w:t xml:space="preserve"> </w:t>
      </w:r>
      <w:r w:rsidR="009A2A25" w:rsidRPr="00DC021D">
        <w:rPr>
          <w:b/>
        </w:rPr>
        <w:t xml:space="preserve">uuringuruumis </w:t>
      </w:r>
      <w:r w:rsidR="009A2A25">
        <w:rPr>
          <w:b/>
        </w:rPr>
        <w:t>g</w:t>
      </w:r>
      <w:r w:rsidR="009A2A25" w:rsidRPr="00DC021D">
        <w:rPr>
          <w:b/>
        </w:rPr>
        <w:t xml:space="preserve">eoloogilise uuringu </w:t>
      </w:r>
    </w:p>
    <w:p w14:paraId="217F0D1A" w14:textId="77777777" w:rsidR="009A2A25" w:rsidRPr="00DC021D" w:rsidRDefault="009A2A25" w:rsidP="009A2A25">
      <w:pPr>
        <w:rPr>
          <w:b/>
        </w:rPr>
      </w:pPr>
      <w:r w:rsidRPr="00DC021D">
        <w:rPr>
          <w:b/>
        </w:rPr>
        <w:t xml:space="preserve">loa </w:t>
      </w:r>
      <w:r w:rsidR="00CF436D">
        <w:rPr>
          <w:b/>
        </w:rPr>
        <w:t xml:space="preserve">kooskõlastuse </w:t>
      </w:r>
      <w:r w:rsidRPr="00DC021D">
        <w:rPr>
          <w:b/>
        </w:rPr>
        <w:t>eelnõu edastamine allkirjastamiseks</w:t>
      </w:r>
    </w:p>
    <w:p w14:paraId="22266D0C" w14:textId="77777777" w:rsidR="00C94A49" w:rsidRDefault="00C94A49" w:rsidP="00C94A49">
      <w:pPr>
        <w:pStyle w:val="Pealkiri1"/>
      </w:pPr>
    </w:p>
    <w:p w14:paraId="37322D97" w14:textId="77777777" w:rsidR="00C94A49" w:rsidRDefault="00C94A49" w:rsidP="00C94A49">
      <w:pPr>
        <w:pStyle w:val="Pealkiri1"/>
      </w:pPr>
    </w:p>
    <w:p w14:paraId="1B0BD798" w14:textId="77777777" w:rsidR="00C94A49" w:rsidRDefault="00C94A49" w:rsidP="00C94A49">
      <w:pPr>
        <w:pStyle w:val="Pealkiri1"/>
      </w:pPr>
    </w:p>
    <w:p w14:paraId="305A9E9D" w14:textId="77777777" w:rsidR="00E85637" w:rsidRPr="009A2A25" w:rsidRDefault="007B7275" w:rsidP="007D471F">
      <w:pPr>
        <w:pStyle w:val="Pealkiri1"/>
        <w:rPr>
          <w:b w:val="0"/>
          <w:spacing w:val="0"/>
          <w:position w:val="0"/>
        </w:rPr>
      </w:pPr>
      <w:r w:rsidRPr="009A2A25">
        <w:rPr>
          <w:b w:val="0"/>
          <w:spacing w:val="0"/>
          <w:position w:val="0"/>
        </w:rPr>
        <w:fldChar w:fldCharType="begin">
          <w:ffData>
            <w:name w:val=""/>
            <w:enabled/>
            <w:calcOnExit w:val="0"/>
            <w:helpText w:type="text" w:val="Kirjutage siia pöördumise esimene sõna.&#10;&#10;Näiteks:   Austatud&#10;&#10;Seejärel liikuge Tab klahviga järgmisele väljale."/>
            <w:statusText w:type="text" w:val="Kirjutage siia pöördumise esimene sõna (vt F1)."/>
            <w:textInput>
              <w:default w:val="Austatud"/>
              <w:maxLength w:val="17"/>
              <w:format w:val="Algsuurtäht"/>
            </w:textInput>
          </w:ffData>
        </w:fldChar>
      </w:r>
      <w:r w:rsidRPr="009A2A25">
        <w:rPr>
          <w:b w:val="0"/>
          <w:spacing w:val="0"/>
          <w:position w:val="0"/>
        </w:rPr>
        <w:instrText xml:space="preserve"> FORMTEXT </w:instrText>
      </w:r>
      <w:r w:rsidRPr="009A2A25">
        <w:rPr>
          <w:b w:val="0"/>
          <w:spacing w:val="0"/>
          <w:position w:val="0"/>
        </w:rPr>
      </w:r>
      <w:r w:rsidRPr="009A2A25">
        <w:rPr>
          <w:b w:val="0"/>
          <w:spacing w:val="0"/>
          <w:position w:val="0"/>
        </w:rPr>
        <w:fldChar w:fldCharType="separate"/>
      </w:r>
      <w:r w:rsidRPr="009A2A25">
        <w:rPr>
          <w:b w:val="0"/>
          <w:noProof/>
          <w:spacing w:val="0"/>
          <w:position w:val="0"/>
        </w:rPr>
        <w:t>Austatud</w:t>
      </w:r>
      <w:r w:rsidRPr="009A2A25">
        <w:rPr>
          <w:b w:val="0"/>
          <w:spacing w:val="0"/>
          <w:position w:val="0"/>
        </w:rPr>
        <w:fldChar w:fldCharType="end"/>
      </w:r>
      <w:r w:rsidR="00901644" w:rsidRPr="009A2A25">
        <w:rPr>
          <w:b w:val="0"/>
          <w:spacing w:val="0"/>
          <w:position w:val="0"/>
        </w:rPr>
        <w:t xml:space="preserve"> </w:t>
      </w:r>
      <w:r w:rsidR="00C7559D" w:rsidRPr="009A2A25">
        <w:rPr>
          <w:b w:val="0"/>
          <w:spacing w:val="0"/>
          <w:position w:val="0"/>
        </w:rPr>
        <w:t xml:space="preserve">härra </w:t>
      </w:r>
      <w:r w:rsidR="009A2A25" w:rsidRPr="009A2A25">
        <w:rPr>
          <w:b w:val="0"/>
          <w:spacing w:val="0"/>
          <w:position w:val="0"/>
        </w:rPr>
        <w:t>minister</w:t>
      </w:r>
    </w:p>
    <w:p w14:paraId="1F83AFF3" w14:textId="77777777" w:rsidR="007D471F" w:rsidRDefault="007D471F" w:rsidP="007D471F"/>
    <w:p w14:paraId="1A01B8A0" w14:textId="77777777" w:rsidR="007D471F" w:rsidRDefault="007D471F" w:rsidP="007D471F"/>
    <w:p w14:paraId="4F148035" w14:textId="77777777" w:rsidR="007D471F" w:rsidRPr="007D471F" w:rsidRDefault="007D471F" w:rsidP="007D471F">
      <w:pPr>
        <w:sectPr w:rsidR="007D471F" w:rsidRPr="007D471F" w:rsidSect="00A3348C">
          <w:headerReference w:type="default" r:id="rId10"/>
          <w:footerReference w:type="default" r:id="rId11"/>
          <w:headerReference w:type="first" r:id="rId12"/>
          <w:pgSz w:w="11906" w:h="16838" w:code="9"/>
          <w:pgMar w:top="2552" w:right="1133" w:bottom="737" w:left="1701" w:header="454" w:footer="567" w:gutter="0"/>
          <w:cols w:space="708"/>
          <w:titlePg/>
        </w:sectPr>
      </w:pPr>
    </w:p>
    <w:p w14:paraId="60873FED" w14:textId="31D6FC63" w:rsidR="00CF436D" w:rsidRDefault="009A78E3" w:rsidP="009A78E3">
      <w:pPr>
        <w:jc w:val="both"/>
      </w:pPr>
      <w:r w:rsidRPr="00DC021D">
        <w:t>Edastame Teile allkirjastamiseks Riigimetsa Majandamise Keskuse poolt ette valmistatud keskkonnaministri riigivara valitseja kooskõlastuse eelnõu, mis käsitleb</w:t>
      </w:r>
      <w:r w:rsidR="0049484B">
        <w:t xml:space="preserve"> </w:t>
      </w:r>
      <w:r w:rsidR="00FF093E">
        <w:t xml:space="preserve">AS </w:t>
      </w:r>
      <w:proofErr w:type="spellStart"/>
      <w:r w:rsidR="00FF093E">
        <w:t>Tariston</w:t>
      </w:r>
      <w:proofErr w:type="spellEnd"/>
      <w:r w:rsidR="00DA255B">
        <w:t xml:space="preserve"> </w:t>
      </w:r>
      <w:r w:rsidR="008E7BA5">
        <w:t>(reg</w:t>
      </w:r>
      <w:r w:rsidR="00CF436D">
        <w:t xml:space="preserve">istrikood </w:t>
      </w:r>
      <w:r w:rsidR="00FF093E">
        <w:t>11206437</w:t>
      </w:r>
      <w:r w:rsidR="00CF436D">
        <w:t xml:space="preserve">) </w:t>
      </w:r>
      <w:r w:rsidRPr="00DC021D">
        <w:t>poolt esitatud geoloogilise uuringu loa taotlus</w:t>
      </w:r>
      <w:r>
        <w:t xml:space="preserve">t </w:t>
      </w:r>
      <w:r w:rsidR="00FF093E">
        <w:t xml:space="preserve">liiva </w:t>
      </w:r>
      <w:r w:rsidR="0065027A">
        <w:t xml:space="preserve">tarbevaru uurimist </w:t>
      </w:r>
      <w:r w:rsidR="00FF093E">
        <w:t>Raja IV</w:t>
      </w:r>
      <w:r w:rsidR="004126E2">
        <w:t xml:space="preserve"> </w:t>
      </w:r>
      <w:r w:rsidRPr="002D3E19">
        <w:t xml:space="preserve">uuringuruumis. </w:t>
      </w:r>
    </w:p>
    <w:p w14:paraId="3FAC5CA9" w14:textId="77777777" w:rsidR="00205C1A" w:rsidRDefault="00205C1A" w:rsidP="009A78E3">
      <w:pPr>
        <w:jc w:val="both"/>
      </w:pPr>
    </w:p>
    <w:p w14:paraId="526B9902" w14:textId="35949B78" w:rsidR="009E416E" w:rsidRDefault="00FF093E" w:rsidP="009A78E3">
      <w:pPr>
        <w:jc w:val="both"/>
      </w:pPr>
      <w:r>
        <w:t>Raja IV</w:t>
      </w:r>
      <w:r w:rsidR="00D87DA9">
        <w:t xml:space="preserve"> </w:t>
      </w:r>
      <w:r w:rsidR="009A78E3" w:rsidRPr="002D3E19">
        <w:t xml:space="preserve">uuringuruum asub </w:t>
      </w:r>
      <w:r>
        <w:t>Rapla</w:t>
      </w:r>
      <w:r w:rsidR="006A5E66">
        <w:t xml:space="preserve"> maakonnas </w:t>
      </w:r>
      <w:r>
        <w:t>Kehtna</w:t>
      </w:r>
      <w:r w:rsidR="00764A24">
        <w:t xml:space="preserve"> vallas </w:t>
      </w:r>
      <w:r>
        <w:t xml:space="preserve">Linnaaluste külas </w:t>
      </w:r>
      <w:r>
        <w:t xml:space="preserve">Riigimetsa Majandamise Keskuse valitsemisalas </w:t>
      </w:r>
      <w:r w:rsidR="006A5E66">
        <w:t xml:space="preserve">oleval </w:t>
      </w:r>
      <w:proofErr w:type="spellStart"/>
      <w:r>
        <w:t>Vahastu</w:t>
      </w:r>
      <w:proofErr w:type="spellEnd"/>
      <w:r>
        <w:t xml:space="preserve"> metskond 40 kinnisasjal</w:t>
      </w:r>
      <w:r w:rsidR="00731026">
        <w:t xml:space="preserve"> (k</w:t>
      </w:r>
      <w:r w:rsidR="00594400">
        <w:t xml:space="preserve">atastritunnus </w:t>
      </w:r>
      <w:r>
        <w:t>29202:002:1240</w:t>
      </w:r>
      <w:r w:rsidR="00594400">
        <w:t>)</w:t>
      </w:r>
      <w:r>
        <w:t>.</w:t>
      </w:r>
      <w:r w:rsidR="006A5E66">
        <w:t xml:space="preserve"> </w:t>
      </w:r>
    </w:p>
    <w:p w14:paraId="04D9C4DC" w14:textId="77777777" w:rsidR="00CF436D" w:rsidRPr="001F657D" w:rsidRDefault="00CF436D" w:rsidP="009A78E3">
      <w:pPr>
        <w:jc w:val="both"/>
      </w:pPr>
    </w:p>
    <w:p w14:paraId="3161EB50" w14:textId="77777777" w:rsidR="009A78E3" w:rsidRPr="00DC021D" w:rsidRDefault="009A78E3" w:rsidP="009A78E3">
      <w:pPr>
        <w:jc w:val="both"/>
      </w:pPr>
      <w:r w:rsidRPr="001F657D">
        <w:t>Lugupidamisega</w:t>
      </w:r>
    </w:p>
    <w:p w14:paraId="148D292B" w14:textId="77777777" w:rsidR="009A78E3" w:rsidRPr="00DC021D" w:rsidRDefault="009A78E3" w:rsidP="009A78E3"/>
    <w:p w14:paraId="06710694" w14:textId="77777777" w:rsidR="009A78E3" w:rsidRPr="00DC021D" w:rsidRDefault="009A78E3" w:rsidP="009A78E3">
      <w:pPr>
        <w:rPr>
          <w:sz w:val="14"/>
        </w:rPr>
      </w:pPr>
    </w:p>
    <w:p w14:paraId="391618D5" w14:textId="77777777" w:rsidR="009A78E3" w:rsidRPr="00DC021D" w:rsidRDefault="009A78E3" w:rsidP="009A78E3">
      <w:pPr>
        <w:rPr>
          <w:sz w:val="2"/>
        </w:rPr>
      </w:pPr>
    </w:p>
    <w:p w14:paraId="1FC37EA5" w14:textId="77777777" w:rsidR="009A78E3" w:rsidRPr="00907756" w:rsidRDefault="009A78E3" w:rsidP="009A78E3">
      <w:r w:rsidRPr="00DC021D">
        <w:t>(allkirjastatud digitaalselt)</w:t>
      </w:r>
    </w:p>
    <w:p w14:paraId="29DE3C8F" w14:textId="77777777" w:rsidR="009A78E3" w:rsidRDefault="009A78E3" w:rsidP="009A78E3"/>
    <w:p w14:paraId="4DC611C4" w14:textId="77777777" w:rsidR="009A78E3" w:rsidRDefault="009A78E3" w:rsidP="009A78E3"/>
    <w:p w14:paraId="42A4618C" w14:textId="77777777" w:rsidR="009A78E3" w:rsidRDefault="009A78E3" w:rsidP="009A78E3">
      <w:r>
        <w:t>Andres Sepp</w:t>
      </w:r>
    </w:p>
    <w:p w14:paraId="373F0D6E" w14:textId="77777777" w:rsidR="009A78E3" w:rsidRDefault="009A78E3" w:rsidP="009A78E3">
      <w:r>
        <w:t>Peametsaülem</w:t>
      </w:r>
    </w:p>
    <w:p w14:paraId="08F2F913" w14:textId="77777777" w:rsidR="009A78E3" w:rsidRDefault="009A78E3" w:rsidP="009A78E3"/>
    <w:p w14:paraId="6C4A05A6" w14:textId="77777777" w:rsidR="009A78E3" w:rsidRDefault="00865D1D" w:rsidP="00865D1D">
      <w:pPr>
        <w:shd w:val="clear" w:color="auto" w:fill="FFFFFF"/>
        <w:spacing w:before="100" w:beforeAutospacing="1" w:after="100" w:afterAutospacing="1"/>
        <w:ind w:left="360"/>
      </w:pPr>
      <w:r w:rsidRPr="00865D1D">
        <w:rPr>
          <w:rFonts w:ascii="Segoe UI" w:hAnsi="Segoe UI" w:cs="Segoe UI"/>
          <w:spacing w:val="0"/>
          <w:position w:val="0"/>
          <w:szCs w:val="24"/>
          <w:lang w:eastAsia="et-EE"/>
        </w:rPr>
        <w:t> </w:t>
      </w:r>
    </w:p>
    <w:p w14:paraId="6EC79089" w14:textId="77777777" w:rsidR="009A78E3" w:rsidRDefault="009A78E3" w:rsidP="009A78E3">
      <w:r>
        <w:t xml:space="preserve">Lisa: </w:t>
      </w:r>
      <w:r>
        <w:tab/>
        <w:t xml:space="preserve">1. </w:t>
      </w:r>
      <w:r w:rsidR="00262F53">
        <w:t>Kooskõlastuse</w:t>
      </w:r>
      <w:r>
        <w:t xml:space="preserve"> eelnõu</w:t>
      </w:r>
    </w:p>
    <w:p w14:paraId="7900D2E0" w14:textId="251A29B6" w:rsidR="009A78E3" w:rsidRDefault="009A78E3" w:rsidP="009A78E3">
      <w:pPr>
        <w:ind w:firstLine="680"/>
      </w:pPr>
      <w:r>
        <w:t>2. Keskkonnaameti RV kooskõlastustaotlus</w:t>
      </w:r>
    </w:p>
    <w:p w14:paraId="77BEF0F3" w14:textId="211D2C74" w:rsidR="00003EE3" w:rsidRDefault="00003EE3" w:rsidP="009A78E3">
      <w:pPr>
        <w:ind w:firstLine="680"/>
      </w:pPr>
    </w:p>
    <w:p w14:paraId="2FA6C600" w14:textId="77777777" w:rsidR="00316F07" w:rsidRDefault="009A78E3" w:rsidP="00316F07">
      <w:r>
        <w:tab/>
      </w:r>
    </w:p>
    <w:p w14:paraId="2C06B3C3" w14:textId="77777777" w:rsidR="00316F07" w:rsidRDefault="00316F07" w:rsidP="00316F07"/>
    <w:p w14:paraId="6A437F55" w14:textId="77777777" w:rsidR="00262F53" w:rsidRDefault="00262F53"/>
    <w:p w14:paraId="3A78D01F" w14:textId="77777777" w:rsidR="000D2DE0" w:rsidRDefault="00422B8E">
      <w:r>
        <w:t>Urve Jõgi</w:t>
      </w:r>
    </w:p>
    <w:p w14:paraId="586A48D2" w14:textId="17CB593A" w:rsidR="00E85637" w:rsidRDefault="000D2DE0">
      <w:r>
        <w:t xml:space="preserve">566 33867 </w:t>
      </w:r>
      <w:hyperlink r:id="rId13" w:history="1">
        <w:r w:rsidRPr="00C01FCA">
          <w:rPr>
            <w:rStyle w:val="Hperlink"/>
          </w:rPr>
          <w:t>urve.jogi@rmk.ee</w:t>
        </w:r>
      </w:hyperlink>
    </w:p>
    <w:p w14:paraId="00788140" w14:textId="77777777" w:rsidR="00356C40" w:rsidRDefault="00B7608B">
      <w:r>
        <w:fldChar w:fldCharType="begin">
          <w:ffData>
            <w:name w:val="Text29"/>
            <w:enabled/>
            <w:calcOnExit w:val="0"/>
            <w:helpText w:type="text" w:val="Sisestage siia koostaja telefon ja e-posti aadress.&#10;&#10;Näiteks: 612 3456 mari.kask@rmk.ee&#10;&#10;"/>
            <w:statusText w:type="text" w:val="Sisestage siia koostaja telefon ja e-posti aadress (vt F1)"/>
            <w:textInput/>
          </w:ffData>
        </w:fldChar>
      </w:r>
      <w:bookmarkStart w:id="1" w:name="Text29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  <w:r w:rsidR="00A9445B">
        <w:t xml:space="preserve"> </w:t>
      </w:r>
    </w:p>
    <w:sectPr w:rsidR="00356C40" w:rsidSect="00574664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991" w:bottom="1560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AD80E" w14:textId="77777777" w:rsidR="00E5233A" w:rsidRDefault="00E5233A">
      <w:r>
        <w:separator/>
      </w:r>
    </w:p>
  </w:endnote>
  <w:endnote w:type="continuationSeparator" w:id="0">
    <w:p w14:paraId="6258A8FC" w14:textId="77777777" w:rsidR="00E5233A" w:rsidRDefault="00E523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altName w:val="Calisto MT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0AC11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443FB" w14:textId="77777777" w:rsidR="00E5233A" w:rsidRDefault="00E5233A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18A6" w14:textId="77777777" w:rsidR="00E5233A" w:rsidRDefault="00E5233A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3502" w14:textId="77777777" w:rsidR="00E5233A" w:rsidRDefault="00E5233A">
      <w:r>
        <w:separator/>
      </w:r>
    </w:p>
  </w:footnote>
  <w:footnote w:type="continuationSeparator" w:id="0">
    <w:p w14:paraId="273003D2" w14:textId="77777777" w:rsidR="00E5233A" w:rsidRDefault="00E523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D871C" w14:textId="77777777" w:rsidR="00E5233A" w:rsidRDefault="00E5233A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2F08" w14:textId="77777777" w:rsidR="00E5233A" w:rsidRDefault="00E5233A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7506" w14:textId="77777777" w:rsidR="00E5233A" w:rsidRDefault="00E5233A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9F97DD7"/>
    <w:multiLevelType w:val="multilevel"/>
    <w:tmpl w:val="F91C2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821822221">
    <w:abstractNumId w:val="0"/>
  </w:num>
  <w:num w:numId="2" w16cid:durableId="250701621">
    <w:abstractNumId w:val="2"/>
  </w:num>
  <w:num w:numId="3" w16cid:durableId="173580942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10C"/>
    <w:rsid w:val="00003EE3"/>
    <w:rsid w:val="0001170B"/>
    <w:rsid w:val="00012579"/>
    <w:rsid w:val="00016259"/>
    <w:rsid w:val="00023F6D"/>
    <w:rsid w:val="0003160A"/>
    <w:rsid w:val="00061172"/>
    <w:rsid w:val="00073565"/>
    <w:rsid w:val="00074A80"/>
    <w:rsid w:val="000753BF"/>
    <w:rsid w:val="000C367E"/>
    <w:rsid w:val="000D2DE0"/>
    <w:rsid w:val="000D31BC"/>
    <w:rsid w:val="000E1DE5"/>
    <w:rsid w:val="000F571A"/>
    <w:rsid w:val="0012110C"/>
    <w:rsid w:val="0014028D"/>
    <w:rsid w:val="00143EA1"/>
    <w:rsid w:val="0015432F"/>
    <w:rsid w:val="00160C14"/>
    <w:rsid w:val="00161547"/>
    <w:rsid w:val="00172BAC"/>
    <w:rsid w:val="00187A2D"/>
    <w:rsid w:val="0019152F"/>
    <w:rsid w:val="00191A9B"/>
    <w:rsid w:val="001D139F"/>
    <w:rsid w:val="001D72C5"/>
    <w:rsid w:val="001E574A"/>
    <w:rsid w:val="001F01F2"/>
    <w:rsid w:val="001F3A35"/>
    <w:rsid w:val="00205C1A"/>
    <w:rsid w:val="002124BD"/>
    <w:rsid w:val="00223757"/>
    <w:rsid w:val="00231DFB"/>
    <w:rsid w:val="0023444E"/>
    <w:rsid w:val="00246AF4"/>
    <w:rsid w:val="00262F53"/>
    <w:rsid w:val="00273033"/>
    <w:rsid w:val="00273B04"/>
    <w:rsid w:val="00280AAA"/>
    <w:rsid w:val="00282B5C"/>
    <w:rsid w:val="002B0B66"/>
    <w:rsid w:val="002C2F23"/>
    <w:rsid w:val="002C6585"/>
    <w:rsid w:val="002E1839"/>
    <w:rsid w:val="002E75FB"/>
    <w:rsid w:val="00304048"/>
    <w:rsid w:val="00316F07"/>
    <w:rsid w:val="00326150"/>
    <w:rsid w:val="0034387E"/>
    <w:rsid w:val="00345AC1"/>
    <w:rsid w:val="00350E65"/>
    <w:rsid w:val="00356C40"/>
    <w:rsid w:val="00357D8D"/>
    <w:rsid w:val="00365192"/>
    <w:rsid w:val="00366BC1"/>
    <w:rsid w:val="00377D40"/>
    <w:rsid w:val="00383757"/>
    <w:rsid w:val="003949AB"/>
    <w:rsid w:val="003A08B0"/>
    <w:rsid w:val="003A32C2"/>
    <w:rsid w:val="003A443E"/>
    <w:rsid w:val="003C0836"/>
    <w:rsid w:val="004126E2"/>
    <w:rsid w:val="00415495"/>
    <w:rsid w:val="00422B8E"/>
    <w:rsid w:val="00435E25"/>
    <w:rsid w:val="00436506"/>
    <w:rsid w:val="00442D79"/>
    <w:rsid w:val="00447CD5"/>
    <w:rsid w:val="004721F7"/>
    <w:rsid w:val="00472DC6"/>
    <w:rsid w:val="00491C46"/>
    <w:rsid w:val="00491E34"/>
    <w:rsid w:val="0049484B"/>
    <w:rsid w:val="004A52F2"/>
    <w:rsid w:val="004A7A14"/>
    <w:rsid w:val="004B1E79"/>
    <w:rsid w:val="004C0F1F"/>
    <w:rsid w:val="004C6D04"/>
    <w:rsid w:val="004C6D9F"/>
    <w:rsid w:val="004D581C"/>
    <w:rsid w:val="004E48AB"/>
    <w:rsid w:val="0050100D"/>
    <w:rsid w:val="00544C70"/>
    <w:rsid w:val="00560E71"/>
    <w:rsid w:val="00564698"/>
    <w:rsid w:val="00574664"/>
    <w:rsid w:val="00575742"/>
    <w:rsid w:val="00591ED0"/>
    <w:rsid w:val="00594400"/>
    <w:rsid w:val="005D4A5A"/>
    <w:rsid w:val="005E145A"/>
    <w:rsid w:val="005E6FCD"/>
    <w:rsid w:val="005F7E43"/>
    <w:rsid w:val="006018D8"/>
    <w:rsid w:val="0062709F"/>
    <w:rsid w:val="00647255"/>
    <w:rsid w:val="0065027A"/>
    <w:rsid w:val="00665880"/>
    <w:rsid w:val="00667808"/>
    <w:rsid w:val="0067450F"/>
    <w:rsid w:val="00675748"/>
    <w:rsid w:val="006A5E66"/>
    <w:rsid w:val="006A7680"/>
    <w:rsid w:val="006C7129"/>
    <w:rsid w:val="006F2ED3"/>
    <w:rsid w:val="00704BBF"/>
    <w:rsid w:val="00731026"/>
    <w:rsid w:val="00740107"/>
    <w:rsid w:val="0074193C"/>
    <w:rsid w:val="00764A24"/>
    <w:rsid w:val="00785940"/>
    <w:rsid w:val="00785BA6"/>
    <w:rsid w:val="007B34F8"/>
    <w:rsid w:val="007B7275"/>
    <w:rsid w:val="007D471F"/>
    <w:rsid w:val="007E0D20"/>
    <w:rsid w:val="007F482F"/>
    <w:rsid w:val="00816B8C"/>
    <w:rsid w:val="00826746"/>
    <w:rsid w:val="008277D8"/>
    <w:rsid w:val="0083291B"/>
    <w:rsid w:val="00843ED7"/>
    <w:rsid w:val="00845FCB"/>
    <w:rsid w:val="00865D1D"/>
    <w:rsid w:val="00890DA9"/>
    <w:rsid w:val="00890F21"/>
    <w:rsid w:val="008A1DFD"/>
    <w:rsid w:val="008A5911"/>
    <w:rsid w:val="008B1038"/>
    <w:rsid w:val="008C0A3A"/>
    <w:rsid w:val="008D0685"/>
    <w:rsid w:val="008E7BA5"/>
    <w:rsid w:val="00901644"/>
    <w:rsid w:val="009068BE"/>
    <w:rsid w:val="009101FD"/>
    <w:rsid w:val="0092271B"/>
    <w:rsid w:val="00930A8F"/>
    <w:rsid w:val="00942AC6"/>
    <w:rsid w:val="0094564E"/>
    <w:rsid w:val="00955EF5"/>
    <w:rsid w:val="00975E07"/>
    <w:rsid w:val="0098285B"/>
    <w:rsid w:val="009A2A25"/>
    <w:rsid w:val="009A429B"/>
    <w:rsid w:val="009A55F1"/>
    <w:rsid w:val="009A78E3"/>
    <w:rsid w:val="009D530C"/>
    <w:rsid w:val="009E1FAB"/>
    <w:rsid w:val="009E416E"/>
    <w:rsid w:val="009E6581"/>
    <w:rsid w:val="00A10D06"/>
    <w:rsid w:val="00A24419"/>
    <w:rsid w:val="00A3348C"/>
    <w:rsid w:val="00A73B96"/>
    <w:rsid w:val="00A75BBB"/>
    <w:rsid w:val="00A85B4C"/>
    <w:rsid w:val="00A87D11"/>
    <w:rsid w:val="00A9445B"/>
    <w:rsid w:val="00AA6DA9"/>
    <w:rsid w:val="00AD2829"/>
    <w:rsid w:val="00AE12F5"/>
    <w:rsid w:val="00AE6FE4"/>
    <w:rsid w:val="00AF51F0"/>
    <w:rsid w:val="00AF5CE4"/>
    <w:rsid w:val="00B15316"/>
    <w:rsid w:val="00B17CCB"/>
    <w:rsid w:val="00B23F6F"/>
    <w:rsid w:val="00B528C4"/>
    <w:rsid w:val="00B651DB"/>
    <w:rsid w:val="00B702C2"/>
    <w:rsid w:val="00B7608B"/>
    <w:rsid w:val="00B840BB"/>
    <w:rsid w:val="00BC30E9"/>
    <w:rsid w:val="00BE00B7"/>
    <w:rsid w:val="00BE4524"/>
    <w:rsid w:val="00C005B2"/>
    <w:rsid w:val="00C05A05"/>
    <w:rsid w:val="00C05F8A"/>
    <w:rsid w:val="00C25484"/>
    <w:rsid w:val="00C26BCC"/>
    <w:rsid w:val="00C32B5E"/>
    <w:rsid w:val="00C36327"/>
    <w:rsid w:val="00C52479"/>
    <w:rsid w:val="00C530F7"/>
    <w:rsid w:val="00C612F4"/>
    <w:rsid w:val="00C67247"/>
    <w:rsid w:val="00C71FA6"/>
    <w:rsid w:val="00C7559D"/>
    <w:rsid w:val="00C8315B"/>
    <w:rsid w:val="00C848B1"/>
    <w:rsid w:val="00C86763"/>
    <w:rsid w:val="00C94A49"/>
    <w:rsid w:val="00CD2C76"/>
    <w:rsid w:val="00CF436D"/>
    <w:rsid w:val="00D020C4"/>
    <w:rsid w:val="00D24F89"/>
    <w:rsid w:val="00D34B82"/>
    <w:rsid w:val="00D52EE5"/>
    <w:rsid w:val="00D54036"/>
    <w:rsid w:val="00D81186"/>
    <w:rsid w:val="00D85A8B"/>
    <w:rsid w:val="00D86072"/>
    <w:rsid w:val="00D87DA9"/>
    <w:rsid w:val="00DA255B"/>
    <w:rsid w:val="00DA299C"/>
    <w:rsid w:val="00DD04AC"/>
    <w:rsid w:val="00DD73BA"/>
    <w:rsid w:val="00DE689A"/>
    <w:rsid w:val="00DF0FCE"/>
    <w:rsid w:val="00E06FA4"/>
    <w:rsid w:val="00E16EE9"/>
    <w:rsid w:val="00E24760"/>
    <w:rsid w:val="00E30CF6"/>
    <w:rsid w:val="00E32F37"/>
    <w:rsid w:val="00E358F1"/>
    <w:rsid w:val="00E36018"/>
    <w:rsid w:val="00E46A94"/>
    <w:rsid w:val="00E51B24"/>
    <w:rsid w:val="00E5233A"/>
    <w:rsid w:val="00E57A71"/>
    <w:rsid w:val="00E83C56"/>
    <w:rsid w:val="00E85637"/>
    <w:rsid w:val="00E861CC"/>
    <w:rsid w:val="00E96812"/>
    <w:rsid w:val="00EC5BAE"/>
    <w:rsid w:val="00ED4B3E"/>
    <w:rsid w:val="00ED66B8"/>
    <w:rsid w:val="00EE2C03"/>
    <w:rsid w:val="00EF24EC"/>
    <w:rsid w:val="00EF6674"/>
    <w:rsid w:val="00EF678A"/>
    <w:rsid w:val="00F04FCF"/>
    <w:rsid w:val="00F167CB"/>
    <w:rsid w:val="00F22DAC"/>
    <w:rsid w:val="00F31781"/>
    <w:rsid w:val="00F34882"/>
    <w:rsid w:val="00F57152"/>
    <w:rsid w:val="00F7636E"/>
    <w:rsid w:val="00F94062"/>
    <w:rsid w:val="00FA5A39"/>
    <w:rsid w:val="00FA7654"/>
    <w:rsid w:val="00FC6223"/>
    <w:rsid w:val="00FC7FAC"/>
    <w:rsid w:val="00FF0662"/>
    <w:rsid w:val="00FF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8305"/>
    <o:shapelayout v:ext="edit">
      <o:idmap v:ext="edit" data="1"/>
    </o:shapelayout>
  </w:shapeDefaults>
  <w:decimalSymbol w:val=","/>
  <w:listSeparator w:val=";"/>
  <w14:docId w14:val="07469F23"/>
  <w15:docId w15:val="{D2C9A2CA-31FD-40A9-9FF5-A2A9747E5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character" w:styleId="Hperlink">
    <w:name w:val="Hyperlink"/>
    <w:basedOn w:val="Liguvaikefont"/>
    <w:uiPriority w:val="99"/>
    <w:unhideWhenUsed/>
    <w:rsid w:val="00901644"/>
    <w:rPr>
      <w:color w:val="0000FF" w:themeColor="hyperlink"/>
      <w:u w:val="single"/>
    </w:rPr>
  </w:style>
  <w:style w:type="paragraph" w:customStyle="1" w:styleId="Default">
    <w:name w:val="Default"/>
    <w:rsid w:val="007D47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Kehatekst">
    <w:name w:val="Body Text"/>
    <w:basedOn w:val="Normaallaad"/>
    <w:link w:val="KehatekstMrk"/>
    <w:rsid w:val="00172BAC"/>
    <w:pPr>
      <w:jc w:val="both"/>
    </w:pPr>
    <w:rPr>
      <w:spacing w:val="0"/>
      <w:position w:val="0"/>
      <w:szCs w:val="24"/>
    </w:rPr>
  </w:style>
  <w:style w:type="character" w:customStyle="1" w:styleId="KehatekstMrk">
    <w:name w:val="Kehatekst Märk"/>
    <w:basedOn w:val="Liguvaikefont"/>
    <w:link w:val="Kehatekst"/>
    <w:rsid w:val="00172BAC"/>
    <w:rPr>
      <w:sz w:val="24"/>
      <w:szCs w:val="24"/>
      <w:lang w:eastAsia="en-US"/>
    </w:rPr>
  </w:style>
  <w:style w:type="paragraph" w:styleId="Normaallaadveeb">
    <w:name w:val="Normal (Web)"/>
    <w:basedOn w:val="Normaallaad"/>
    <w:rsid w:val="00172BA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character" w:customStyle="1" w:styleId="text-dark">
    <w:name w:val="text-dark"/>
    <w:basedOn w:val="Liguvaikefont"/>
    <w:rsid w:val="00865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6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mailto:urve.jogi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eskkonnaministeerium@envir.ee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erikv\Documents\1_1_Metsaosakond_Kirjad_2018\kirjaplank_ee_201811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B7753-5E40-4C5B-B52D-C2608DF9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kirjaplank_ee_20181113</Template>
  <TotalTime>12</TotalTime>
  <Pages>1</Pages>
  <Words>101</Words>
  <Characters>1081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DF</Company>
  <LinksUpToDate>false</LinksUpToDate>
  <CharactersWithSpaces>1180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Eerik Väärtnõu</dc:creator>
  <dc:description>Ver 6.0, 11.2018</dc:description>
  <cp:lastModifiedBy>Urve Jõgi</cp:lastModifiedBy>
  <cp:revision>3</cp:revision>
  <cp:lastPrinted>2023-02-14T11:37:00Z</cp:lastPrinted>
  <dcterms:created xsi:type="dcterms:W3CDTF">2023-02-14T12:00:00Z</dcterms:created>
  <dcterms:modified xsi:type="dcterms:W3CDTF">2023-02-14T12:04:00Z</dcterms:modified>
</cp:coreProperties>
</file>