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5EB7C" w14:textId="3193CF8D" w:rsidR="0029507F" w:rsidRPr="00C3083C" w:rsidRDefault="00934EF6" w:rsidP="00E8534C">
      <w:pPr>
        <w:pStyle w:val="Andmed"/>
        <w:tabs>
          <w:tab w:val="left" w:pos="4820"/>
        </w:tabs>
        <w:rPr>
          <w:b/>
          <w:bCs/>
          <w:lang w:val="et-EE"/>
        </w:rPr>
      </w:pPr>
      <w:r w:rsidRPr="00934EF6">
        <w:rPr>
          <w:b/>
          <w:bCs/>
          <w:lang w:val="et-EE"/>
        </w:rPr>
        <w:t>Siseministeerium</w:t>
      </w:r>
      <w:r w:rsidR="00E8534C" w:rsidRPr="00C3083C">
        <w:rPr>
          <w:b/>
          <w:bCs/>
          <w:lang w:val="et-EE"/>
        </w:rPr>
        <w:tab/>
      </w:r>
    </w:p>
    <w:p w14:paraId="6F9AD469" w14:textId="6A056A71" w:rsidR="0029507F" w:rsidRPr="00C3083C" w:rsidRDefault="0084631A" w:rsidP="00E8534C">
      <w:pPr>
        <w:pStyle w:val="Andmed"/>
        <w:tabs>
          <w:tab w:val="left" w:pos="4820"/>
        </w:tabs>
        <w:rPr>
          <w:lang w:val="et-EE"/>
        </w:rPr>
      </w:pPr>
      <w:r w:rsidRPr="0084631A">
        <w:rPr>
          <w:lang w:val="et-EE"/>
        </w:rPr>
        <w:t>Pikk 61</w:t>
      </w:r>
      <w:r w:rsidR="00E8534C" w:rsidRPr="00C3083C">
        <w:rPr>
          <w:lang w:val="et-EE"/>
        </w:rPr>
        <w:tab/>
        <w:t xml:space="preserve">Meie: </w:t>
      </w:r>
      <w:r w:rsidR="00651292" w:rsidRPr="00C3083C">
        <w:rPr>
          <w:lang w:val="et-EE"/>
        </w:rPr>
        <w:t>2</w:t>
      </w:r>
      <w:r w:rsidR="003C0731" w:rsidRPr="00C3083C">
        <w:rPr>
          <w:lang w:val="et-EE"/>
        </w:rPr>
        <w:t>7</w:t>
      </w:r>
      <w:r w:rsidR="0029507F" w:rsidRPr="00C3083C">
        <w:rPr>
          <w:lang w:val="et-EE"/>
        </w:rPr>
        <w:t>.</w:t>
      </w:r>
      <w:r w:rsidR="00E8534C" w:rsidRPr="00C3083C">
        <w:rPr>
          <w:lang w:val="et-EE"/>
        </w:rPr>
        <w:t>0</w:t>
      </w:r>
      <w:r w:rsidR="00651292" w:rsidRPr="00C3083C">
        <w:rPr>
          <w:lang w:val="et-EE"/>
        </w:rPr>
        <w:t>2</w:t>
      </w:r>
      <w:r w:rsidR="0029507F" w:rsidRPr="00C3083C">
        <w:rPr>
          <w:lang w:val="et-EE"/>
        </w:rPr>
        <w:t>.202</w:t>
      </w:r>
      <w:r w:rsidR="00E8534C" w:rsidRPr="00C3083C">
        <w:rPr>
          <w:lang w:val="et-EE"/>
        </w:rPr>
        <w:t>3</w:t>
      </w:r>
      <w:r w:rsidR="0029507F" w:rsidRPr="00C3083C">
        <w:rPr>
          <w:lang w:val="et-EE"/>
        </w:rPr>
        <w:t xml:space="preserve"> nr </w:t>
      </w:r>
      <w:r w:rsidR="00487582" w:rsidRPr="00487582">
        <w:rPr>
          <w:lang w:val="et-EE"/>
        </w:rPr>
        <w:t>HAL-11/2023-22</w:t>
      </w:r>
    </w:p>
    <w:p w14:paraId="3F512371" w14:textId="46C781B8" w:rsidR="00A55C93" w:rsidRPr="00C3083C" w:rsidRDefault="0084631A" w:rsidP="0029507F">
      <w:pPr>
        <w:pStyle w:val="Andmed"/>
        <w:rPr>
          <w:lang w:val="et-EE"/>
        </w:rPr>
      </w:pPr>
      <w:r w:rsidRPr="0084631A">
        <w:rPr>
          <w:lang w:val="et-EE"/>
        </w:rPr>
        <w:t xml:space="preserve">15065 </w:t>
      </w:r>
      <w:r w:rsidR="00A55C93" w:rsidRPr="00C3083C">
        <w:rPr>
          <w:lang w:val="et-EE"/>
        </w:rPr>
        <w:t xml:space="preserve">Tallinn </w:t>
      </w:r>
    </w:p>
    <w:p w14:paraId="260CE087" w14:textId="0729B807" w:rsidR="00A06A26" w:rsidRDefault="00000000" w:rsidP="0029507F">
      <w:pPr>
        <w:pStyle w:val="Andmed"/>
      </w:pPr>
      <w:hyperlink r:id="rId11" w:history="1">
        <w:r w:rsidR="0084631A" w:rsidRPr="00CE537D">
          <w:rPr>
            <w:rStyle w:val="Hperlink"/>
          </w:rPr>
          <w:t>info@siseministeerium.ee</w:t>
        </w:r>
      </w:hyperlink>
    </w:p>
    <w:p w14:paraId="76088B23" w14:textId="77777777" w:rsidR="0084631A" w:rsidRPr="00C3083C" w:rsidRDefault="0084631A" w:rsidP="0029507F">
      <w:pPr>
        <w:pStyle w:val="Andmed"/>
        <w:rPr>
          <w:lang w:val="et-EE"/>
        </w:rPr>
      </w:pPr>
    </w:p>
    <w:p w14:paraId="775C5A83" w14:textId="77777777" w:rsidR="006D06F6" w:rsidRPr="00C3083C" w:rsidRDefault="006D06F6" w:rsidP="0029507F">
      <w:pPr>
        <w:pStyle w:val="Andmed"/>
        <w:rPr>
          <w:b/>
          <w:bCs/>
          <w:lang w:val="et-EE"/>
        </w:rPr>
      </w:pPr>
    </w:p>
    <w:p w14:paraId="44186C72" w14:textId="77777777" w:rsidR="00A825FC" w:rsidRPr="00C3083C" w:rsidRDefault="00A825FC" w:rsidP="0029507F">
      <w:pPr>
        <w:pStyle w:val="Andmed"/>
        <w:rPr>
          <w:b/>
          <w:bCs/>
          <w:lang w:val="et-EE"/>
        </w:rPr>
      </w:pPr>
    </w:p>
    <w:p w14:paraId="21E7375C" w14:textId="04E31D51" w:rsidR="002C3B70" w:rsidRPr="00C3083C" w:rsidRDefault="002C3B70" w:rsidP="002C3B70">
      <w:pPr>
        <w:pStyle w:val="Andmed"/>
        <w:rPr>
          <w:rFonts w:eastAsia="Arial Unicode MS" w:cs="Calibri"/>
          <w:b/>
          <w:bCs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Lugupeetud </w:t>
      </w:r>
      <w:r w:rsidR="00934EF6" w:rsidRPr="00934EF6">
        <w:rPr>
          <w:rFonts w:eastAsia="Arial Unicode MS" w:cs="Calibri"/>
          <w:b/>
          <w:bCs/>
          <w:noProof/>
          <w:color w:val="2C4054"/>
          <w:szCs w:val="20"/>
          <w:lang w:val="et-EE"/>
        </w:rPr>
        <w:t xml:space="preserve">Siseministeerium </w:t>
      </w:r>
      <w:r w:rsidRPr="00C3083C">
        <w:rPr>
          <w:rFonts w:eastAsia="Arial Unicode MS" w:cs="Calibri"/>
          <w:b/>
          <w:bCs/>
          <w:noProof/>
          <w:color w:val="2C4054"/>
          <w:szCs w:val="20"/>
          <w:lang w:val="et-EE"/>
        </w:rPr>
        <w:t>esindaja</w:t>
      </w:r>
    </w:p>
    <w:p w14:paraId="76B11061" w14:textId="77777777" w:rsidR="00A825FC" w:rsidRPr="00C3083C" w:rsidRDefault="00A825FC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</w:p>
    <w:p w14:paraId="6DFE3551" w14:textId="52B13D42" w:rsidR="00806CFE" w:rsidRPr="00C3083C" w:rsidRDefault="00806CFE" w:rsidP="00806CFE">
      <w:pPr>
        <w:keepNext/>
        <w:spacing w:before="240" w:after="60" w:line="240" w:lineRule="auto"/>
        <w:jc w:val="both"/>
        <w:outlineLvl w:val="1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Vastavalt meie vahelisele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koostöö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lep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>ingule</w:t>
      </w:r>
      <w:r w:rsidRPr="00C3083C">
        <w:rPr>
          <w:rFonts w:eastAsia="Arial Unicode MS" w:cs="Calibri"/>
          <w:noProof/>
          <w:color w:val="2C4054"/>
          <w:szCs w:val="20"/>
          <w:lang w:val="et-EE"/>
        </w:rPr>
        <w:t>, edastan</w:t>
      </w:r>
      <w:r w:rsidR="00CD671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Teile 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akti </w:t>
      </w:r>
      <w:r w:rsidR="00BA3986" w:rsidRPr="00C3083C">
        <w:rPr>
          <w:rFonts w:eastAsia="Arial Unicode MS" w:cs="Calibri"/>
          <w:noProof/>
          <w:color w:val="2C4054"/>
          <w:szCs w:val="20"/>
          <w:lang w:val="et-EE"/>
        </w:rPr>
        <w:t>elektrienergia</w:t>
      </w:r>
      <w:r w:rsidR="00D17D67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hanketeenuse kohta</w:t>
      </w:r>
      <w:r w:rsidR="000B1B9E" w:rsidRPr="00C3083C">
        <w:rPr>
          <w:rFonts w:eastAsia="Arial Unicode MS" w:cs="Calibri"/>
          <w:noProof/>
          <w:color w:val="2C4054"/>
          <w:szCs w:val="20"/>
          <w:lang w:val="et-EE"/>
        </w:rPr>
        <w:t xml:space="preserve"> 2022 aastal.</w:t>
      </w:r>
    </w:p>
    <w:p w14:paraId="3EA23ABE" w14:textId="3CE163F8" w:rsidR="00806CFE" w:rsidRPr="00C3083C" w:rsidRDefault="00806CFE" w:rsidP="00806CFE">
      <w:pPr>
        <w:pStyle w:val="Kirjatekst"/>
        <w:rPr>
          <w:rFonts w:asciiTheme="minorHAnsi" w:eastAsia="Arial Unicode MS" w:hAnsiTheme="minorHAnsi" w:cs="Calibri"/>
          <w:noProof/>
          <w:color w:val="2C4054"/>
        </w:rPr>
      </w:pPr>
    </w:p>
    <w:tbl>
      <w:tblPr>
        <w:tblStyle w:val="Kontuurtabel"/>
        <w:tblW w:w="8503" w:type="dxa"/>
        <w:tblInd w:w="-3" w:type="dxa"/>
        <w:tblBorders>
          <w:top w:val="single" w:sz="4" w:space="0" w:color="8CB1DE" w:themeColor="accent3" w:themeTint="99"/>
          <w:left w:val="single" w:sz="4" w:space="0" w:color="8CB1DE" w:themeColor="accent3" w:themeTint="99"/>
          <w:bottom w:val="single" w:sz="4" w:space="0" w:color="8CB1DE" w:themeColor="accent3" w:themeTint="99"/>
          <w:right w:val="single" w:sz="4" w:space="0" w:color="8CB1DE" w:themeColor="accent3" w:themeTint="99"/>
          <w:insideH w:val="single" w:sz="4" w:space="0" w:color="8CB1DE" w:themeColor="accent3" w:themeTint="99"/>
          <w:insideV w:val="single" w:sz="4" w:space="0" w:color="8CB1DE" w:themeColor="accent3" w:themeTint="99"/>
        </w:tblBorders>
        <w:tblCellMar>
          <w:top w:w="108" w:type="dxa"/>
          <w:bottom w:w="74" w:type="dxa"/>
        </w:tblCellMar>
        <w:tblLook w:val="04A0" w:firstRow="1" w:lastRow="0" w:firstColumn="1" w:lastColumn="0" w:noHBand="0" w:noVBand="1"/>
      </w:tblPr>
      <w:tblGrid>
        <w:gridCol w:w="1356"/>
        <w:gridCol w:w="8224"/>
      </w:tblGrid>
      <w:tr w:rsidR="00806CFE" w:rsidRPr="00C3083C" w14:paraId="524F3250" w14:textId="77777777" w:rsidTr="001E6E93">
        <w:trPr>
          <w:trHeight w:val="420"/>
          <w:tblHeader/>
        </w:trPr>
        <w:tc>
          <w:tcPr>
            <w:tcW w:w="8503" w:type="dxa"/>
            <w:gridSpan w:val="2"/>
            <w:shd w:val="clear" w:color="auto" w:fill="E1EBF7"/>
            <w:vAlign w:val="center"/>
            <w:hideMark/>
          </w:tcPr>
          <w:p w14:paraId="70B45C8B" w14:textId="3EB7F2E6" w:rsidR="00806CFE" w:rsidRPr="00C3083C" w:rsidRDefault="0064273F" w:rsidP="0032382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lang w:val="et-EE"/>
              </w:rPr>
            </w:pPr>
            <w:r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Energiavahendus</w:t>
            </w:r>
            <w:r w:rsidRPr="00493131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D17D67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teenuse üleandmise – vastuvõtmise akt: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 </w:t>
            </w:r>
            <w:r w:rsidR="00934EF6" w:rsidRPr="00934EF6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Siseministeerium</w:t>
            </w:r>
            <w:r w:rsidR="009311CD" w:rsidRPr="00C3083C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 xml:space="preserve">, </w:t>
            </w:r>
            <w:r w:rsidR="00487582" w:rsidRPr="00487582">
              <w:rPr>
                <w:rFonts w:ascii="Arial" w:hAnsi="Arial" w:cs="Arial"/>
                <w:b/>
                <w:bCs/>
                <w:color w:val="407EC9" w:themeColor="accent3"/>
                <w:sz w:val="28"/>
                <w:szCs w:val="28"/>
                <w:lang w:val="et-EE"/>
              </w:rPr>
              <w:t>HAL-11/2023-22</w:t>
            </w:r>
          </w:p>
        </w:tc>
      </w:tr>
      <w:tr w:rsidR="00806CFE" w:rsidRPr="00C3083C" w14:paraId="133F42C7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4349FD9B" w14:textId="12168AF7" w:rsidR="00806CFE" w:rsidRPr="00C3083C" w:rsidRDefault="00F22085">
            <w:pPr>
              <w:spacing w:line="400" w:lineRule="exact"/>
              <w:rPr>
                <w:rFonts w:ascii="Calibri" w:eastAsia="Arial Unicode MS" w:hAnsi="Calibri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Alus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78A41777" w14:textId="56D698A4" w:rsidR="003C0731" w:rsidRPr="00C3083C" w:rsidRDefault="00F54FF2" w:rsidP="006D06F6">
            <w:pPr>
              <w:pStyle w:val="Loendilik"/>
              <w:numPr>
                <w:ilvl w:val="0"/>
                <w:numId w:val="11"/>
              </w:numPr>
              <w:spacing w:after="60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84631A" w:rsidRPr="0084631A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A7818/14</w:t>
            </w:r>
          </w:p>
          <w:p w14:paraId="4D60BCFE" w14:textId="35046D37" w:rsidR="00806CFE" w:rsidRPr="00F54FF2" w:rsidRDefault="00F54FF2" w:rsidP="00F54FF2">
            <w:pPr>
              <w:pStyle w:val="Loendilik"/>
              <w:numPr>
                <w:ilvl w:val="0"/>
                <w:numId w:val="11"/>
              </w:numPr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Leping nr. </w:t>
            </w:r>
            <w:r w:rsidR="0084631A" w:rsidRPr="0084631A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A7818/14 </w:t>
            </w:r>
            <w:r>
              <w:t xml:space="preserve"> </w:t>
            </w:r>
            <w:r w:rsidR="007035FB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muudatus</w:t>
            </w:r>
            <w:r w:rsidRPr="00F54FF2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nr </w:t>
            </w:r>
            <w:r w:rsidR="0084631A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4</w:t>
            </w:r>
          </w:p>
        </w:tc>
      </w:tr>
      <w:tr w:rsidR="00806CFE" w:rsidRPr="00C3083C" w14:paraId="3009147A" w14:textId="77777777" w:rsidTr="001E6E93">
        <w:trPr>
          <w:trHeight w:val="1541"/>
        </w:trPr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7CF19259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Hind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tbl>
            <w:tblPr>
              <w:tblStyle w:val="Tavatabel5"/>
              <w:tblW w:w="7868" w:type="dxa"/>
              <w:tblLook w:val="04A0" w:firstRow="1" w:lastRow="0" w:firstColumn="1" w:lastColumn="0" w:noHBand="0" w:noVBand="1"/>
            </w:tblPr>
            <w:tblGrid>
              <w:gridCol w:w="1598"/>
              <w:gridCol w:w="1293"/>
              <w:gridCol w:w="2727"/>
              <w:gridCol w:w="992"/>
              <w:gridCol w:w="1258"/>
            </w:tblGrid>
            <w:tr w:rsidR="00493131" w:rsidRPr="00C3083C" w14:paraId="27BBC485" w14:textId="77777777" w:rsidTr="004A08D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<w:tcW w:w="1598" w:type="dxa"/>
                </w:tcPr>
                <w:p w14:paraId="60B46393" w14:textId="278E7A3B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Selgitus</w:t>
                  </w:r>
                </w:p>
              </w:tc>
              <w:tc>
                <w:tcPr>
                  <w:tcW w:w="1293" w:type="dxa"/>
                </w:tcPr>
                <w:p w14:paraId="035CFB9D" w14:textId="1E8AFE68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Hind</w:t>
                  </w:r>
                </w:p>
              </w:tc>
              <w:tc>
                <w:tcPr>
                  <w:tcW w:w="2727" w:type="dxa"/>
                </w:tcPr>
                <w:p w14:paraId="48BB8DF3" w14:textId="10E6CE8C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Maht</w:t>
                  </w:r>
                </w:p>
              </w:tc>
              <w:tc>
                <w:tcPr>
                  <w:tcW w:w="992" w:type="dxa"/>
                </w:tcPr>
                <w:p w14:paraId="212D5728" w14:textId="73F63E29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Ühik</w:t>
                  </w:r>
                </w:p>
              </w:tc>
              <w:tc>
                <w:tcPr>
                  <w:tcW w:w="1258" w:type="dxa"/>
                </w:tcPr>
                <w:p w14:paraId="637557F2" w14:textId="51247CBB" w:rsidR="00493131" w:rsidRPr="00C3083C" w:rsidRDefault="00493131" w:rsidP="000C6F71">
                  <w:pPr>
                    <w:spacing w:before="40" w:after="40" w:line="240" w:lineRule="auto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</w:t>
                  </w:r>
                </w:p>
              </w:tc>
            </w:tr>
            <w:tr w:rsidR="00493131" w:rsidRPr="00C3083C" w14:paraId="7CB8C3FD" w14:textId="77777777" w:rsidTr="004A08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696EE17B" w14:textId="78295BC6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Aastatasu</w:t>
                  </w:r>
                </w:p>
              </w:tc>
              <w:tc>
                <w:tcPr>
                  <w:tcW w:w="1293" w:type="dxa"/>
                </w:tcPr>
                <w:p w14:paraId="5DCD0A3E" w14:textId="43E8B0FB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  <w:tc>
                <w:tcPr>
                  <w:tcW w:w="2727" w:type="dxa"/>
                </w:tcPr>
                <w:p w14:paraId="122D30C7" w14:textId="018E8CA8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</w:p>
              </w:tc>
              <w:tc>
                <w:tcPr>
                  <w:tcW w:w="992" w:type="dxa"/>
                </w:tcPr>
                <w:p w14:paraId="1E0ECF35" w14:textId="5E418236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Aasta</w:t>
                  </w:r>
                </w:p>
              </w:tc>
              <w:tc>
                <w:tcPr>
                  <w:tcW w:w="1258" w:type="dxa"/>
                </w:tcPr>
                <w:p w14:paraId="392FE033" w14:textId="6A4C0247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730 €</w:t>
                  </w:r>
                </w:p>
              </w:tc>
            </w:tr>
            <w:tr w:rsidR="00493131" w:rsidRPr="00C3083C" w14:paraId="13AF7B5F" w14:textId="77777777" w:rsidTr="004A08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5743BB58" w14:textId="2A7BFA7F" w:rsidR="00493131" w:rsidRPr="00C3083C" w:rsidRDefault="00493131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Mahutasu</w:t>
                  </w:r>
                </w:p>
              </w:tc>
              <w:tc>
                <w:tcPr>
                  <w:tcW w:w="1293" w:type="dxa"/>
                </w:tcPr>
                <w:p w14:paraId="5C76F150" w14:textId="0840C46B" w:rsidR="00493131" w:rsidRPr="00C3083C" w:rsidRDefault="000C6F7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0,</w:t>
                  </w:r>
                  <w:r w:rsidR="003C0731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</w:t>
                  </w:r>
                  <w:r w:rsidR="00CA6C7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5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  <w:tc>
                <w:tcPr>
                  <w:tcW w:w="2727" w:type="dxa"/>
                </w:tcPr>
                <w:p w14:paraId="3F336AF9" w14:textId="6C0DF2BE" w:rsidR="00493131" w:rsidRPr="00C3083C" w:rsidRDefault="0084631A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84631A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3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Pr="0084631A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151,8202</w:t>
                  </w:r>
                </w:p>
              </w:tc>
              <w:tc>
                <w:tcPr>
                  <w:tcW w:w="992" w:type="dxa"/>
                </w:tcPr>
                <w:p w14:paraId="5A147BCD" w14:textId="29B6FEA5" w:rsidR="00493131" w:rsidRPr="00C3083C" w:rsidRDefault="00493131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MWh</w:t>
                  </w:r>
                  <w:r w:rsidR="00285E8D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/a</w:t>
                  </w:r>
                </w:p>
              </w:tc>
              <w:tc>
                <w:tcPr>
                  <w:tcW w:w="1258" w:type="dxa"/>
                </w:tcPr>
                <w:p w14:paraId="5EDE5D55" w14:textId="4E149FBC" w:rsidR="00930A23" w:rsidRPr="00C3083C" w:rsidRDefault="00CA6C75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A6C7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Pr="00CA6C75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103,14</w:t>
                  </w:r>
                  <w:r w:rsidR="0074102B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3C0731" w:rsidRPr="00C3083C" w14:paraId="67121C9B" w14:textId="77777777" w:rsidTr="004A08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598" w:type="dxa"/>
                </w:tcPr>
                <w:p w14:paraId="1A162E6C" w14:textId="0BDBF9E2" w:rsidR="003C0731" w:rsidRPr="00C3083C" w:rsidRDefault="007952C0" w:rsidP="00493131">
                  <w:pPr>
                    <w:spacing w:before="40" w:after="40" w:line="240" w:lineRule="auto"/>
                    <w:jc w:val="both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Võrgulepingute haldust</w:t>
                  </w:r>
                  <w:r w:rsidR="00C3083C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a</w:t>
                  </w: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su</w:t>
                  </w:r>
                </w:p>
              </w:tc>
              <w:tc>
                <w:tcPr>
                  <w:tcW w:w="1293" w:type="dxa"/>
                  <w:vAlign w:val="center"/>
                </w:tcPr>
                <w:p w14:paraId="5FFF9317" w14:textId="422956E2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20 €</w:t>
                  </w:r>
                </w:p>
              </w:tc>
              <w:tc>
                <w:tcPr>
                  <w:tcW w:w="2727" w:type="dxa"/>
                  <w:vAlign w:val="center"/>
                </w:tcPr>
                <w:p w14:paraId="6ABAB97C" w14:textId="501B9DC0" w:rsidR="003C0731" w:rsidRPr="00C3083C" w:rsidRDefault="00714FD9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57</w:t>
                  </w:r>
                  <w:r w:rsid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(neist 10 lõppesid aasta keskel)</w:t>
                  </w:r>
                </w:p>
              </w:tc>
              <w:tc>
                <w:tcPr>
                  <w:tcW w:w="992" w:type="dxa"/>
                  <w:vAlign w:val="center"/>
                </w:tcPr>
                <w:p w14:paraId="186ACBFA" w14:textId="35C5205C" w:rsidR="003C0731" w:rsidRPr="00C3083C" w:rsidRDefault="007952C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tk/a</w:t>
                  </w:r>
                </w:p>
              </w:tc>
              <w:tc>
                <w:tcPr>
                  <w:tcW w:w="1258" w:type="dxa"/>
                  <w:vAlign w:val="center"/>
                </w:tcPr>
                <w:p w14:paraId="541FE7F2" w14:textId="413A171B" w:rsidR="003C0731" w:rsidRPr="00C3083C" w:rsidRDefault="00EC5280" w:rsidP="007952C0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834,4</w:t>
                  </w:r>
                  <w:r w:rsidR="007952C0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€</w:t>
                  </w:r>
                </w:p>
              </w:tc>
            </w:tr>
            <w:tr w:rsidR="00930A23" w:rsidRPr="00C3083C" w14:paraId="1777F027" w14:textId="77777777" w:rsidTr="004A08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610" w:type="dxa"/>
                  <w:gridSpan w:val="4"/>
                </w:tcPr>
                <w:p w14:paraId="564BF9CE" w14:textId="56F53BB0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Kokku (KM-ta):</w:t>
                  </w:r>
                </w:p>
              </w:tc>
              <w:tc>
                <w:tcPr>
                  <w:tcW w:w="1258" w:type="dxa"/>
                </w:tcPr>
                <w:p w14:paraId="3BBB31F2" w14:textId="15C61C3B" w:rsidR="00930A23" w:rsidRPr="00C3083C" w:rsidRDefault="00EC5280" w:rsidP="00930A23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2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P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878,74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5ACFB3" w14:textId="77777777" w:rsidTr="004A08D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610" w:type="dxa"/>
                  <w:gridSpan w:val="4"/>
                </w:tcPr>
                <w:p w14:paraId="40C65AEA" w14:textId="316AAE5E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Käibemaks:</w:t>
                  </w:r>
                </w:p>
              </w:tc>
              <w:tc>
                <w:tcPr>
                  <w:tcW w:w="1258" w:type="dxa"/>
                </w:tcPr>
                <w:p w14:paraId="149A9535" w14:textId="0D7FAC78" w:rsidR="00930A23" w:rsidRPr="00C3083C" w:rsidRDefault="00EC5280" w:rsidP="00493131">
                  <w:pPr>
                    <w:spacing w:before="40" w:after="4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</w:pPr>
                  <w:r w:rsidRPr="00EC5280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575,75</w:t>
                  </w:r>
                  <w:r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 xml:space="preserve"> </w:t>
                  </w:r>
                  <w:r w:rsidR="00930A23" w:rsidRPr="00C3083C">
                    <w:rPr>
                      <w:rFonts w:eastAsia="Arial Unicode MS" w:cs="Calibri"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  <w:tr w:rsidR="00930A23" w:rsidRPr="00C3083C" w14:paraId="0961ED78" w14:textId="77777777" w:rsidTr="004A08D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6610" w:type="dxa"/>
                  <w:gridSpan w:val="4"/>
                </w:tcPr>
                <w:p w14:paraId="6333DB5E" w14:textId="2673B576" w:rsidR="00930A23" w:rsidRPr="00C3083C" w:rsidRDefault="00930A23" w:rsidP="00493131">
                  <w:pPr>
                    <w:spacing w:before="40" w:after="40" w:line="240" w:lineRule="auto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Kokku (KM-ga):</w:t>
                  </w:r>
                </w:p>
              </w:tc>
              <w:tc>
                <w:tcPr>
                  <w:tcW w:w="1258" w:type="dxa"/>
                </w:tcPr>
                <w:p w14:paraId="57739D2F" w14:textId="0F8E89AB" w:rsidR="00930A23" w:rsidRPr="00C3083C" w:rsidRDefault="00EC5280" w:rsidP="00493131">
                  <w:pPr>
                    <w:spacing w:before="40" w:after="4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</w:pPr>
                  <w:r w:rsidRPr="00EC5280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3</w:t>
                  </w:r>
                  <w:r w:rsidR="007322D0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 xml:space="preserve"> </w:t>
                  </w:r>
                  <w:r w:rsidRPr="00EC5280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454,48</w:t>
                  </w:r>
                  <w:r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 xml:space="preserve"> </w:t>
                  </w:r>
                  <w:r w:rsidR="00B4653A" w:rsidRPr="00C3083C">
                    <w:rPr>
                      <w:rFonts w:eastAsia="Arial Unicode MS" w:cs="Calibri"/>
                      <w:b/>
                      <w:bCs/>
                      <w:noProof/>
                      <w:color w:val="2C4054"/>
                      <w:lang w:val="et-EE"/>
                    </w:rPr>
                    <w:t>€</w:t>
                  </w:r>
                </w:p>
              </w:tc>
            </w:tr>
          </w:tbl>
          <w:p w14:paraId="3BF7E496" w14:textId="7CF00C45" w:rsidR="00DB3E57" w:rsidRPr="00C3083C" w:rsidRDefault="00DB3E57" w:rsidP="00B60155">
            <w:pPr>
              <w:spacing w:after="0"/>
              <w:jc w:val="both"/>
              <w:rPr>
                <w:rFonts w:eastAsia="Arial Unicode MS" w:cs="Calibri"/>
                <w:noProof/>
                <w:color w:val="2C4054"/>
                <w:sz w:val="18"/>
                <w:szCs w:val="18"/>
                <w:lang w:val="et-EE"/>
              </w:rPr>
            </w:pPr>
          </w:p>
        </w:tc>
      </w:tr>
      <w:tr w:rsidR="00806CFE" w:rsidRPr="00C3083C" w14:paraId="1C5F757E" w14:textId="77777777" w:rsidTr="001E6E93">
        <w:tc>
          <w:tcPr>
            <w:tcW w:w="1416" w:type="dxa"/>
            <w:shd w:val="clear" w:color="auto" w:fill="FFFFFF" w:themeFill="background1"/>
            <w:vAlign w:val="center"/>
            <w:hideMark/>
          </w:tcPr>
          <w:p w14:paraId="676358D2" w14:textId="77777777" w:rsidR="00806CFE" w:rsidRPr="00C3083C" w:rsidRDefault="00806CFE">
            <w:pPr>
              <w:spacing w:line="400" w:lineRule="exact"/>
              <w:rPr>
                <w:rFonts w:eastAsia="Arial Unicode MS" w:cs="Calibri"/>
                <w:noProof/>
                <w:color w:val="2C4054"/>
                <w:sz w:val="22"/>
                <w:szCs w:val="22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lang w:val="et-EE"/>
              </w:rPr>
              <w:t>Tingimused</w:t>
            </w:r>
          </w:p>
        </w:tc>
        <w:tc>
          <w:tcPr>
            <w:tcW w:w="7087" w:type="dxa"/>
            <w:shd w:val="clear" w:color="auto" w:fill="FFFFFF" w:themeFill="background1"/>
            <w:vAlign w:val="center"/>
            <w:hideMark/>
          </w:tcPr>
          <w:p w14:paraId="3AFA50F9" w14:textId="72AA63D2" w:rsidR="000C6F71" w:rsidRPr="00C3083C" w:rsidRDefault="000C6F71" w:rsidP="00B60155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Käesolev AKT allkirjastatakse Lepingu poolte esindajate poolt;</w:t>
            </w:r>
          </w:p>
          <w:p w14:paraId="57A97E4F" w14:textId="476CC450" w:rsidR="00DB3E57" w:rsidRPr="00C3083C" w:rsidRDefault="000C6F71" w:rsidP="00DB3E57">
            <w:pPr>
              <w:pStyle w:val="Loendilik"/>
              <w:numPr>
                <w:ilvl w:val="0"/>
                <w:numId w:val="8"/>
              </w:numPr>
              <w:spacing w:after="60" w:line="240" w:lineRule="auto"/>
              <w:ind w:left="52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Akti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on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 xml:space="preserve"> </w:t>
            </w:r>
            <w:r w:rsidR="0032382B"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lisa arvele selgitamaks arve summa kujunemist</w:t>
            </w:r>
            <w:r w:rsidRPr="00C3083C"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  <w:t>;</w:t>
            </w:r>
          </w:p>
        </w:tc>
      </w:tr>
      <w:tr w:rsidR="001E6E93" w:rsidRPr="00C3083C" w14:paraId="44A7CCC5" w14:textId="77777777" w:rsidTr="001E6E93">
        <w:tc>
          <w:tcPr>
            <w:tcW w:w="8503" w:type="dxa"/>
            <w:gridSpan w:val="2"/>
            <w:shd w:val="clear" w:color="auto" w:fill="FFFFFF" w:themeFill="background1"/>
            <w:vAlign w:val="center"/>
          </w:tcPr>
          <w:tbl>
            <w:tblPr>
              <w:tblStyle w:val="Tavatabel1"/>
              <w:tblW w:w="0" w:type="auto"/>
              <w:tblLook w:val="04A0" w:firstRow="1" w:lastRow="0" w:firstColumn="1" w:lastColumn="0" w:noHBand="0" w:noVBand="1"/>
            </w:tblPr>
            <w:tblGrid>
              <w:gridCol w:w="1338"/>
              <w:gridCol w:w="975"/>
              <w:gridCol w:w="1645"/>
              <w:gridCol w:w="5396"/>
            </w:tblGrid>
            <w:tr w:rsidR="00D87D46" w:rsidRPr="00D87D46" w14:paraId="5094B1AA" w14:textId="77777777" w:rsidTr="004006D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365080A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EIC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F234A9" w14:textId="77777777" w:rsidR="00D87D46" w:rsidRPr="00D87D46" w:rsidRDefault="00D87D46" w:rsidP="004006D6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Maht (MWh)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3A99CF7" w14:textId="471984B7" w:rsidR="00D87D46" w:rsidRPr="00D87D46" w:rsidRDefault="00D87D46" w:rsidP="004006D6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Asutuse nimi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49E1B93" w14:textId="77777777" w:rsidR="00D87D46" w:rsidRPr="00D87D46" w:rsidRDefault="00D87D46" w:rsidP="004006D6">
                  <w:pPr>
                    <w:spacing w:after="0" w:line="240" w:lineRule="auto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Kinnistu aadress</w:t>
                  </w:r>
                </w:p>
              </w:tc>
            </w:tr>
            <w:tr w:rsidR="00D87D46" w:rsidRPr="00D87D46" w14:paraId="489AC505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6C306A5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b w:val="0"/>
                      <w:bCs w:val="0"/>
                      <w:sz w:val="14"/>
                      <w:szCs w:val="14"/>
                      <w:lang w:val="et-EE" w:eastAsia="et-EE"/>
                    </w:rPr>
                    <w:t>38ZEE-00732721-H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E2A5AE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1,2890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FBC3940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8607CA7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Paabi, Kiviora küla, Rõuge vald, Võru maakond</w:t>
                  </w:r>
                </w:p>
              </w:tc>
            </w:tr>
            <w:tr w:rsidR="00D87D46" w:rsidRPr="00D87D46" w14:paraId="7148D1C4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4852D0D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38ZEE-00732770-0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41E3C91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1,2410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89E6655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FF691EC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Tootsi, Toodsi küla, Setomaa vald, Võru maakond</w:t>
                  </w:r>
                </w:p>
              </w:tc>
            </w:tr>
            <w:tr w:rsidR="00D87D46" w:rsidRPr="00D87D46" w14:paraId="6E5163A2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1A42D8A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38ZEE-00732771-Y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273B8CF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1,2620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7FC18AD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2FD667C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Misso metskond 2, Parmu küla, Rõuge vald, Võru maakond</w:t>
                  </w:r>
                </w:p>
              </w:tc>
            </w:tr>
            <w:tr w:rsidR="00D87D46" w:rsidRPr="00D87D46" w14:paraId="5F27B7AB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3682DB8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38ZEE-00732695-J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EAECD07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1,2140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16D18D9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7C7983A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Piiririba, Kriiva küla, Setomaa vald, Võru maakond</w:t>
                  </w:r>
                </w:p>
              </w:tc>
            </w:tr>
            <w:tr w:rsidR="00D87D46" w:rsidRPr="00D87D46" w14:paraId="7337407B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1BE09B8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38ZEE-00732752-2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2878F37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1,2240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7A9BF0E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D3C0923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Vabriku, Kriiva küla, Setomaa vald, Võru maakond</w:t>
                  </w:r>
                </w:p>
              </w:tc>
            </w:tr>
            <w:tr w:rsidR="00D87D46" w:rsidRPr="00D87D46" w14:paraId="015D594C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9B19470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38ZEE-00732754-X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C9859F1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0,9190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5641BB4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A4AC466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Piiririba, Parmu küla, Rõuge vald, Võru maakond</w:t>
                  </w:r>
                </w:p>
              </w:tc>
            </w:tr>
            <w:tr w:rsidR="00D87D46" w:rsidRPr="00D87D46" w14:paraId="2948210B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5375CB9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38ZEE-00732769-E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7ED142D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1,2520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940FCED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9EAA1A6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Lütä küla, Setomaa vald, Võru maakond</w:t>
                  </w:r>
                </w:p>
              </w:tc>
            </w:tr>
            <w:tr w:rsidR="00D87D46" w:rsidRPr="00D87D46" w14:paraId="5C667733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F285E44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38ZEE-00732719-Y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AB5242D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1,2020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650DA21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C2D997F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Valgemäe, Mokra küla, Setomaa vald, Võru maakond</w:t>
                  </w:r>
                </w:p>
              </w:tc>
            </w:tr>
            <w:tr w:rsidR="00D87D46" w:rsidRPr="00D87D46" w14:paraId="43A03692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1F7C61A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38ZEE-04417125-7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977C6D5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22,3110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BFCE52E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D86B37A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Tormi MÜ Vormsi radar, Hullo küla</w:t>
                  </w:r>
                </w:p>
              </w:tc>
            </w:tr>
            <w:tr w:rsidR="00D87D46" w:rsidRPr="00D87D46" w14:paraId="6012B0EF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45A646A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38ZEE-00687925-C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ACB2D7E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35,3797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0CCD1A8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383BDBC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Võmmorski Piiripunkti, Võmmorski küla</w:t>
                  </w:r>
                </w:p>
              </w:tc>
            </w:tr>
            <w:tr w:rsidR="00D87D46" w:rsidRPr="00D87D46" w14:paraId="3C656014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81AA048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lastRenderedPageBreak/>
                    <w:t>38ZEE-00687894-T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083D3BB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20,7316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5824E2C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E2F6C95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Veski tänav 5, Tõrva linn</w:t>
                  </w:r>
                </w:p>
              </w:tc>
            </w:tr>
            <w:tr w:rsidR="00D87D46" w:rsidRPr="00D87D46" w14:paraId="557A8B06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823B1D7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38ZEE-07600602-5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C6A3F07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30,0836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D52B53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9651244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Vepsküla-Siivertsi, Narva linn</w:t>
                  </w:r>
                </w:p>
              </w:tc>
            </w:tr>
            <w:tr w:rsidR="00D87D46" w:rsidRPr="00D87D46" w14:paraId="52424AD4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9345A97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38ZEE-00687891-1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88444E5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37,7839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C8E7892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65CD41E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Ronisoo, Tõruvere radarvaatlustorn, Ronisoo küla</w:t>
                  </w:r>
                </w:p>
              </w:tc>
            </w:tr>
            <w:tr w:rsidR="00D87D46" w:rsidRPr="00D87D46" w14:paraId="59D1DC10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43D9ABE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38ZEE-00687965-X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A664696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57,0204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04E45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8CE9FB5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Valaste radar, Valaste küla</w:t>
                  </w:r>
                </w:p>
              </w:tc>
            </w:tr>
            <w:tr w:rsidR="00D87D46" w:rsidRPr="00D87D46" w14:paraId="049236AC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2F42E92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38ZEE-00687998-C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CAB924C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0,0240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955AB78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145F9EF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Vabaduse 1B, Kohila alev</w:t>
                  </w:r>
                </w:p>
              </w:tc>
            </w:tr>
            <w:tr w:rsidR="00D87D46" w:rsidRPr="00D87D46" w14:paraId="413922C1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84806B9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38ZEE-00687991-X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E36E7C8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41,7757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7CAEBF2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B0F338A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Undva radar, Undva küla</w:t>
                  </w:r>
                </w:p>
              </w:tc>
            </w:tr>
            <w:tr w:rsidR="00D87D46" w:rsidRPr="00D87D46" w14:paraId="34FD2038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7F71610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38ZEE-00687931-K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D163662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1,5975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348A2E4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3BF8279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Tsolli raadiomast, Tsolli küla</w:t>
                  </w:r>
                </w:p>
              </w:tc>
            </w:tr>
            <w:tr w:rsidR="00D87D46" w:rsidRPr="00D87D46" w14:paraId="640F5651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DC9CA06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38ZEE-07625011-R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1584588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2,1332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09A28DD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6ABB36D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TÕRVALA /Smolka/, Narva linn</w:t>
                  </w:r>
                </w:p>
              </w:tc>
            </w:tr>
            <w:tr w:rsidR="00D87D46" w:rsidRPr="00D87D46" w14:paraId="371F9554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B6F515F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38ZEE-00687888-L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8916B3A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76,5410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9147F87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0F7A272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Tooni, Piirissaare piiripost, Tooni küla</w:t>
                  </w:r>
                </w:p>
              </w:tc>
            </w:tr>
            <w:tr w:rsidR="00D87D46" w:rsidRPr="00D87D46" w14:paraId="0F45679C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1B08DE9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38ZEE-00687988-G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D40F324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19,0233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BD59FB6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0B1C31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Tinuri radar, Hindu küla</w:t>
                  </w:r>
                </w:p>
              </w:tc>
            </w:tr>
            <w:tr w:rsidR="00D87D46" w:rsidRPr="00D87D46" w14:paraId="4125F6C4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4A47D0C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38ZEE-00687922-L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55E2A19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30,8509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4ECFD5F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FD294B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Mereseire radarijaam, Tahkuna küla</w:t>
                  </w:r>
                </w:p>
              </w:tc>
            </w:tr>
            <w:tr w:rsidR="00D87D46" w:rsidRPr="00D87D46" w14:paraId="29B3F2C8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87892D8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38ZEE-00687960-B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4A659E8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43,5693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DCBFFF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B807277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Smolnitsa radarimast, Smolnitsa küla</w:t>
                  </w:r>
                </w:p>
              </w:tc>
            </w:tr>
            <w:tr w:rsidR="00D87D46" w:rsidRPr="00D87D46" w14:paraId="7DB3249E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775BB4B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38ZEE-00687994-O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A9F27E0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20,8687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0B69D1F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809DEC0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Kübassaare Seire, Kübassaare küla</w:t>
                  </w:r>
                </w:p>
              </w:tc>
            </w:tr>
            <w:tr w:rsidR="00D87D46" w:rsidRPr="00D87D46" w14:paraId="2959FBAA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C90BC6E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38ZEE-00687903-Q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799ABB1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29,3270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479CB72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20DE012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Pitkana ots, Rootsiküla</w:t>
                  </w:r>
                </w:p>
              </w:tc>
            </w:tr>
            <w:tr w:rsidR="00D87D46" w:rsidRPr="00D87D46" w14:paraId="54BE55B0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C187C86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38ZEE-00688005-M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6E23BA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26,6870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EE1240C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B89E90C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Pakrineeme kordon, Paldiski linn</w:t>
                  </w:r>
                </w:p>
              </w:tc>
            </w:tr>
            <w:tr w:rsidR="00D87D46" w:rsidRPr="00D87D46" w14:paraId="4B6E38C4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4EA2318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38ZEE-00687926-9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551279C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15,9192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7D3A6D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454272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Tsiiruli, Piiri, Murati küla</w:t>
                  </w:r>
                </w:p>
              </w:tc>
            </w:tr>
            <w:tr w:rsidR="00D87D46" w:rsidRPr="00D87D46" w14:paraId="57699C81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E8482E1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38ZEE-00687993-R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C9DDD1D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22,6471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B49AF2B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23647B4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Austla, Austla radar, Lümanda küla</w:t>
                  </w:r>
                </w:p>
              </w:tc>
            </w:tr>
            <w:tr w:rsidR="00D87D46" w:rsidRPr="00D87D46" w14:paraId="129232F9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9A5F215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38ZEE-00687929-0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E44D4B7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85D40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5AD408C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Vinski, Vinski küla</w:t>
                  </w:r>
                </w:p>
              </w:tc>
            </w:tr>
            <w:tr w:rsidR="00D87D46" w:rsidRPr="00D87D46" w14:paraId="645FF449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DBA3488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38ZEE-00687970-7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B7DF01E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24,2713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8A0C22D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E94DF0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Letipea neem, Letipea küla</w:t>
                  </w:r>
                </w:p>
              </w:tc>
            </w:tr>
            <w:tr w:rsidR="00D87D46" w:rsidRPr="00D87D46" w14:paraId="6AD5B0B8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02B7759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38ZEE-00687919-4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8E8193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8,2289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141A1C4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008405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Podmotsa Piiripunkti, Podmotsa küla</w:t>
                  </w:r>
                </w:p>
              </w:tc>
            </w:tr>
            <w:tr w:rsidR="00D87D46" w:rsidRPr="00D87D46" w14:paraId="76FE1666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2E97B41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38ZEE-07623849-0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22A428E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12,9406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2E767BE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109909F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Tammi 1, Narva linn</w:t>
                  </w:r>
                </w:p>
              </w:tc>
            </w:tr>
            <w:tr w:rsidR="00D87D46" w:rsidRPr="00D87D46" w14:paraId="33BA77D5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CAE43D0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38ZEE-07623889-L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46C46AD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74,8858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AB3597E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215A728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Kulgusadama 12, Narva linn</w:t>
                  </w:r>
                </w:p>
              </w:tc>
            </w:tr>
            <w:tr w:rsidR="00D87D46" w:rsidRPr="00D87D46" w14:paraId="735ACEDA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393F91A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38ZEE-00687921-O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C8224E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62,1617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5D93F0A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4CE0D9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Kõpu kordon, Mägipe küla</w:t>
                  </w:r>
                </w:p>
              </w:tc>
            </w:tr>
            <w:tr w:rsidR="00D87D46" w:rsidRPr="00D87D46" w14:paraId="02DAA5CD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7DBE824B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38ZEE-00687971-4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0997641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3,0658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28EA756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1004819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Karoli vaatetorn, Karoli küla</w:t>
                  </w:r>
                </w:p>
              </w:tc>
            </w:tr>
            <w:tr w:rsidR="00D87D46" w:rsidRPr="00D87D46" w14:paraId="4F44902F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9175E3A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38ZEE-00687983-V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0869140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25,8341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48BF183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889838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Vätta radar, Kailuka küla</w:t>
                  </w:r>
                </w:p>
              </w:tc>
            </w:tr>
            <w:tr w:rsidR="00D87D46" w:rsidRPr="00D87D46" w14:paraId="11B83FAE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45C2E06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38ZEE-00687995-L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F5E5294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71,9657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DEF4509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F31B9F8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Juminda, Juminda küla</w:t>
                  </w:r>
                </w:p>
              </w:tc>
            </w:tr>
            <w:tr w:rsidR="00D87D46" w:rsidRPr="00D87D46" w14:paraId="6E32CC6A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46FAEDB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38ZEE-00687992-U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B93EDB0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38,6075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9A16517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AAEC2A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Iide, Uudmetsa, Jämaja küla</w:t>
                  </w:r>
                </w:p>
              </w:tc>
            </w:tr>
            <w:tr w:rsidR="00D87D46" w:rsidRPr="00D87D46" w14:paraId="448BAF4D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DD8F173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38ZEE-00687917-A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6B394D4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40,4769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F9212E6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0638254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Beresje Radarjaam, Beresje küla</w:t>
                  </w:r>
                </w:p>
              </w:tc>
            </w:tr>
            <w:tr w:rsidR="00D87D46" w:rsidRPr="00D87D46" w14:paraId="5E31CDC4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DD0EE32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38ZEE-00687963-2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34ECA1C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29,4960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D81D0DF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990AC61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Mustanina, Mustatorni, Auvere küla</w:t>
                  </w:r>
                </w:p>
              </w:tc>
            </w:tr>
            <w:tr w:rsidR="00D87D46" w:rsidRPr="00D87D46" w14:paraId="79E3386C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7AFD1D0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38ZEE-04417185-K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10EAD5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17,6724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4C56E7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579BA0D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Allika radar, Allika küla</w:t>
                  </w:r>
                </w:p>
              </w:tc>
            </w:tr>
            <w:tr w:rsidR="00D87D46" w:rsidRPr="00D87D46" w14:paraId="48B1478D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CF86DD0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38ZEE-00774837-O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19991AB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AA5CD31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431E1D3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A. H. Tammsaare tee T7, Mustamäe linnaosa, Tallinn, Harju maakond, 12917, Eesti Vabariik</w:t>
                  </w:r>
                </w:p>
              </w:tc>
            </w:tr>
            <w:tr w:rsidR="00D87D46" w:rsidRPr="00D87D46" w14:paraId="1A546027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5412B547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38ZEE-00687937-2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CC14273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0,1680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A098D6A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7A404AD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Vastse-Roosa piiripunkt, Vastse-Roosa küla</w:t>
                  </w:r>
                </w:p>
              </w:tc>
            </w:tr>
            <w:tr w:rsidR="00D87D46" w:rsidRPr="00D87D46" w14:paraId="55AE4418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1F982F3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38ZEE-00732765-Q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C216264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20,1469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3930B66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EF2DA51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Raatuse, Võmmorski küla</w:t>
                  </w:r>
                </w:p>
              </w:tc>
            </w:tr>
            <w:tr w:rsidR="00D87D46" w:rsidRPr="00D87D46" w14:paraId="72A1B537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977316D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38ZEE-00298271-L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CAFDADF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AD5D29C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FDD94C8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Kriiva, Kriiva küla</w:t>
                  </w:r>
                </w:p>
              </w:tc>
            </w:tr>
            <w:tr w:rsidR="00D87D46" w:rsidRPr="00D87D46" w14:paraId="6BA1D0B7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0B1E2DC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38ZEE-00732766-N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358F0B6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20,3142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FB8AC5C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7874655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Kiislova tee Eesti Vabariigi kagupiir LP nr 12, Vinski küla</w:t>
                  </w:r>
                </w:p>
              </w:tc>
            </w:tr>
            <w:tr w:rsidR="00D87D46" w:rsidRPr="00D87D46" w14:paraId="5C9E980B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9D0F245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  <w:t>38ZEE-00732717-3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FEB093A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5308FDF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F139095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  <w:t>Treijari, Tserebi küla, Setomaa vald, Võru maakond</w:t>
                  </w:r>
                </w:p>
              </w:tc>
            </w:tr>
            <w:tr w:rsidR="00D87D46" w:rsidRPr="00D87D46" w14:paraId="4C20282B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Align w:val="center"/>
                  <w:hideMark/>
                </w:tcPr>
                <w:p w14:paraId="4B3BB7D6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  <w:t>38ZEE-00687984-S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D085E6A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433DC26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51BF202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color w:val="000000"/>
                      <w:sz w:val="14"/>
                      <w:szCs w:val="14"/>
                      <w:lang w:val="et-EE" w:eastAsia="et-EE"/>
                    </w:rPr>
                    <w:t>Ruhnu radar, Ruhnu küla, Ruhnu vald, Saare maakond</w:t>
                  </w:r>
                </w:p>
              </w:tc>
            </w:tr>
            <w:tr w:rsidR="00D87D46" w:rsidRPr="00D87D46" w14:paraId="0681D733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8B1D3C3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38ZEE-00687972-1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915A706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18,1254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1A18F6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Politsei- ja Piirivalveamet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FC5E8D4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Permisküla vaatetorn, Permisküla</w:t>
                  </w:r>
                </w:p>
              </w:tc>
            </w:tr>
            <w:tr w:rsidR="00D87D46" w:rsidRPr="00D87D46" w14:paraId="74293160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E296C43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lastRenderedPageBreak/>
                    <w:t>38ZEE-00449689-N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62B0AAC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18,4647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1898571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8D52641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Narva mnt 121, Tallinn</w:t>
                  </w:r>
                </w:p>
              </w:tc>
            </w:tr>
            <w:tr w:rsidR="00D87D46" w:rsidRPr="00D87D46" w14:paraId="6CD6B29B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B581EB1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38ZEE-00736683-5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E9E5F04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693,7316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D1CF0A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DFA0D23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Kase tn 61, Pirita linnaosa, Tallinn, Harju maakond</w:t>
                  </w:r>
                </w:p>
              </w:tc>
            </w:tr>
            <w:tr w:rsidR="00D87D46" w:rsidRPr="00D87D46" w14:paraId="3FC10514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038EDBAC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38ZEE-00736684-2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A8E169A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819,9507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475C3976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1186400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Kase tn 61, Pirita linnaosa, Tallinn, Harju maakond</w:t>
                  </w:r>
                </w:p>
              </w:tc>
            </w:tr>
            <w:tr w:rsidR="00D87D46" w:rsidRPr="00D87D46" w14:paraId="3643207F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6AECA921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38ZEE-00134695-I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421412A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0,0000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1BFAA3F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32B7C10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Kooli tee 11a, Paikuse alev</w:t>
                  </w:r>
                </w:p>
              </w:tc>
            </w:tr>
            <w:tr w:rsidR="00D87D46" w:rsidRPr="00D87D46" w14:paraId="2CBE8DD0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8426D55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38ZEE-00134694-L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7692228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324,9760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5F8AF448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D359C6C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Kooli tee 12, Paikuse alev, Pärnu linn, Pärnu maakond</w:t>
                  </w:r>
                </w:p>
              </w:tc>
            </w:tr>
            <w:tr w:rsidR="00D87D46" w:rsidRPr="00D87D46" w14:paraId="6A8CA5B0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25532F58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38ZEE-00387867-J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34C0117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193,9240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E50EDB2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0CCC41F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Jakob Liivi tänav 6, Väike-Maarja alevik</w:t>
                  </w:r>
                </w:p>
              </w:tc>
            </w:tr>
            <w:tr w:rsidR="00D87D46" w:rsidRPr="00D87D46" w14:paraId="298409C6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30BD3545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38ZEE-00387868-G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65B153DB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47,2200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3DCCDB2D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7F638F79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J. Liivi tn 4 // 6, Väike-Maarja alevik, Väike-Maarja vald, Lääne-Viru maakond</w:t>
                  </w:r>
                </w:p>
              </w:tc>
            </w:tr>
            <w:tr w:rsidR="00D87D46" w:rsidRPr="00D87D46" w14:paraId="009CD733" w14:textId="77777777" w:rsidTr="004006D6">
              <w:trPr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4977AB4C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38ZEE-00387861-0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EF36F8F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0,0771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393A49D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168B7F3C" w14:textId="77777777" w:rsidR="00D87D46" w:rsidRPr="00D87D46" w:rsidRDefault="00D87D46" w:rsidP="004006D6">
                  <w:pPr>
                    <w:spacing w:after="0" w:line="240" w:lineRule="auto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Jaama tn 1, Väike-Maarja alevik, Väike-Maarja vald, Lääne-Viru maakond</w:t>
                  </w:r>
                </w:p>
              </w:tc>
            </w:tr>
            <w:tr w:rsidR="00D87D46" w:rsidRPr="00D87D46" w14:paraId="52AECF89" w14:textId="77777777" w:rsidTr="004006D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3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noWrap/>
                  <w:vAlign w:val="center"/>
                  <w:hideMark/>
                </w:tcPr>
                <w:p w14:paraId="1BF86E0F" w14:textId="77777777" w:rsidR="00D87D46" w:rsidRPr="00D87D46" w:rsidRDefault="00D87D46" w:rsidP="004006D6">
                  <w:pPr>
                    <w:spacing w:after="0" w:line="240" w:lineRule="auto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38ZEE-00387869-D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24A30793" w14:textId="77777777" w:rsidR="00D87D46" w:rsidRPr="00D87D46" w:rsidRDefault="00D87D46" w:rsidP="004006D6">
                  <w:pPr>
                    <w:spacing w:after="0" w:line="240" w:lineRule="auto"/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41,2379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E27FC19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Sisekaitseakadeemia</w:t>
                  </w:r>
                </w:p>
              </w:tc>
              <w:tc>
                <w:tcPr>
                  <w:tcW w:w="0" w:type="auto"/>
                  <w:noWrap/>
                  <w:vAlign w:val="center"/>
                  <w:hideMark/>
                </w:tcPr>
                <w:p w14:paraId="0A9D616A" w14:textId="77777777" w:rsidR="00D87D46" w:rsidRPr="00D87D46" w:rsidRDefault="00D87D46" w:rsidP="004006D6">
                  <w:pPr>
                    <w:spacing w:after="0" w:line="240" w:lineRule="auto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</w:pPr>
                  <w:r w:rsidRPr="00D87D46">
                    <w:rPr>
                      <w:rFonts w:ascii="Calibri" w:eastAsia="Times New Roman" w:hAnsi="Calibri" w:cs="Calibri"/>
                      <w:sz w:val="14"/>
                      <w:szCs w:val="14"/>
                      <w:lang w:val="et-EE" w:eastAsia="et-EE"/>
                    </w:rPr>
                    <w:t>Päästekooli õppeväljak, Ebavere küla, Väike-Maarja vald, Lääne-Viru maakond</w:t>
                  </w:r>
                </w:p>
              </w:tc>
            </w:tr>
          </w:tbl>
          <w:p w14:paraId="0DD87907" w14:textId="0E707973" w:rsidR="001E6E93" w:rsidRPr="001E6E93" w:rsidRDefault="001E6E93" w:rsidP="001E6E93">
            <w:pPr>
              <w:spacing w:after="60" w:line="240" w:lineRule="auto"/>
              <w:ind w:left="160"/>
              <w:jc w:val="both"/>
              <w:rPr>
                <w:rFonts w:eastAsia="Arial Unicode MS" w:cs="Calibri"/>
                <w:noProof/>
                <w:color w:val="2C4054"/>
                <w:szCs w:val="20"/>
                <w:lang w:val="et-EE"/>
              </w:rPr>
            </w:pPr>
          </w:p>
        </w:tc>
      </w:tr>
    </w:tbl>
    <w:p w14:paraId="5C69D432" w14:textId="4224230D" w:rsidR="00806CFE" w:rsidRPr="00C3083C" w:rsidRDefault="00806CFE" w:rsidP="00806CFE">
      <w:pPr>
        <w:spacing w:after="0" w:line="240" w:lineRule="auto"/>
        <w:rPr>
          <w:rFonts w:ascii="Calibri" w:eastAsia="Calibri" w:hAnsi="Calibri" w:cs="Times New Roman"/>
          <w:color w:val="233C50"/>
          <w:sz w:val="22"/>
          <w:szCs w:val="22"/>
          <w:lang w:val="et-EE"/>
        </w:rPr>
      </w:pPr>
    </w:p>
    <w:p w14:paraId="2019B980" w14:textId="77777777" w:rsidR="00A825FC" w:rsidRPr="00C3083C" w:rsidRDefault="00806CFE" w:rsidP="00D84E4C">
      <w:pPr>
        <w:pStyle w:val="Kommentaaritekst"/>
        <w:tabs>
          <w:tab w:val="left" w:pos="0"/>
        </w:tabs>
        <w:jc w:val="both"/>
        <w:rPr>
          <w:rFonts w:eastAsia="Arial Unicode MS" w:cs="Calibri"/>
          <w:noProof/>
          <w:color w:val="407EC9" w:themeColor="accent3"/>
          <w:lang w:val="et-EE"/>
        </w:rPr>
      </w:pPr>
      <w:r w:rsidRPr="00C3083C">
        <w:rPr>
          <w:rFonts w:eastAsia="Arial Unicode MS" w:cs="Calibri"/>
          <w:noProof/>
          <w:color w:val="2C4054"/>
          <w:lang w:val="et-EE"/>
        </w:rPr>
        <w:t>Küsimuste korral võtke palun ühendust telefonil +372 </w:t>
      </w:r>
      <w:r w:rsidR="00162A3A" w:rsidRPr="00C3083C">
        <w:rPr>
          <w:rFonts w:eastAsia="Arial Unicode MS" w:cs="Calibri"/>
          <w:noProof/>
          <w:color w:val="2C4054"/>
          <w:lang w:val="et-EE"/>
        </w:rPr>
        <w:t>5</w:t>
      </w:r>
      <w:r w:rsidR="00A825FC" w:rsidRPr="00C3083C">
        <w:rPr>
          <w:rFonts w:eastAsia="Arial Unicode MS" w:cs="Calibri"/>
          <w:noProof/>
          <w:color w:val="2C4054"/>
          <w:lang w:val="et-EE"/>
        </w:rPr>
        <w:t>335 83</w:t>
      </w:r>
      <w:r w:rsidR="00162A3A" w:rsidRPr="00C3083C">
        <w:rPr>
          <w:rFonts w:eastAsia="Arial Unicode MS" w:cs="Calibri"/>
          <w:noProof/>
          <w:color w:val="2C4054"/>
          <w:lang w:val="et-EE"/>
        </w:rPr>
        <w:t>9</w:t>
      </w:r>
      <w:r w:rsidR="00A825FC" w:rsidRPr="00C3083C">
        <w:rPr>
          <w:rFonts w:eastAsia="Arial Unicode MS" w:cs="Calibri"/>
          <w:noProof/>
          <w:color w:val="2C4054"/>
          <w:lang w:val="et-EE"/>
        </w:rPr>
        <w:t>1</w:t>
      </w:r>
      <w:r w:rsidR="00162A3A" w:rsidRPr="00C3083C">
        <w:rPr>
          <w:rFonts w:eastAsia="Arial Unicode MS" w:cs="Calibri"/>
          <w:noProof/>
          <w:color w:val="2C4054"/>
          <w:lang w:val="et-EE"/>
        </w:rPr>
        <w:t xml:space="preserve"> </w:t>
      </w:r>
      <w:r w:rsidRPr="00C3083C">
        <w:rPr>
          <w:rFonts w:eastAsia="Arial Unicode MS" w:cs="Calibri"/>
          <w:noProof/>
          <w:color w:val="2C4054"/>
          <w:lang w:val="et-EE"/>
        </w:rPr>
        <w:t xml:space="preserve">või e-posti teel </w:t>
      </w:r>
      <w:r w:rsidR="00A825FC" w:rsidRPr="00C3083C">
        <w:rPr>
          <w:color w:val="407EC9" w:themeColor="accent3"/>
          <w:lang w:val="et-EE"/>
        </w:rPr>
        <w:fldChar w:fldCharType="begin"/>
      </w:r>
      <w:r w:rsidR="00A825FC" w:rsidRPr="00C3083C">
        <w:rPr>
          <w:color w:val="407EC9" w:themeColor="accent3"/>
          <w:lang w:val="et-EE"/>
        </w:rPr>
        <w:instrText xml:space="preserve"> HYPERLINK "mailto:taavi.janno@rkas.ee</w:instrText>
      </w:r>
    </w:p>
    <w:p w14:paraId="15EE21EB" w14:textId="77777777" w:rsidR="00A825FC" w:rsidRPr="00C3083C" w:rsidRDefault="00A825FC" w:rsidP="00D84E4C">
      <w:pPr>
        <w:pStyle w:val="Kommentaaritekst"/>
        <w:tabs>
          <w:tab w:val="left" w:pos="0"/>
        </w:tabs>
        <w:jc w:val="both"/>
        <w:rPr>
          <w:rStyle w:val="Hperlink"/>
          <w:rFonts w:eastAsia="Arial Unicode MS" w:cs="Calibri"/>
          <w:noProof/>
          <w:color w:val="00B0F0"/>
          <w:lang w:val="et-EE"/>
        </w:rPr>
      </w:pPr>
      <w:r w:rsidRPr="00C3083C">
        <w:rPr>
          <w:color w:val="407EC9" w:themeColor="accent3"/>
          <w:lang w:val="et-EE"/>
        </w:rPr>
        <w:instrText xml:space="preserve">" </w:instrText>
      </w:r>
      <w:r w:rsidRPr="00C3083C">
        <w:rPr>
          <w:color w:val="407EC9" w:themeColor="accent3"/>
          <w:lang w:val="et-EE"/>
        </w:rPr>
      </w:r>
      <w:r w:rsidRPr="00C3083C">
        <w:rPr>
          <w:color w:val="407EC9" w:themeColor="accent3"/>
          <w:lang w:val="et-EE"/>
        </w:rPr>
        <w:fldChar w:fldCharType="separate"/>
      </w:r>
      <w:r w:rsidRPr="00C3083C">
        <w:rPr>
          <w:rStyle w:val="Hperlink"/>
          <w:color w:val="00B0F0"/>
          <w:lang w:val="et-EE"/>
        </w:rPr>
        <w:t>taavi.janno@rkas.ee</w:t>
      </w:r>
    </w:p>
    <w:p w14:paraId="554ED446" w14:textId="6B97F39C" w:rsidR="006801DE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color w:val="407EC9" w:themeColor="accent3"/>
          <w:lang w:val="et-EE"/>
        </w:rPr>
        <w:fldChar w:fldCharType="end"/>
      </w:r>
    </w:p>
    <w:p w14:paraId="3670AFE8" w14:textId="01CE5A6B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646F740A" w14:textId="77777777" w:rsidR="00A825FC" w:rsidRPr="00C3083C" w:rsidRDefault="00A825FC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C19D3F9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47ADD71C" w14:textId="4C3251AD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Meeldivat koostööd soovides</w:t>
      </w:r>
    </w:p>
    <w:p w14:paraId="73222D4D" w14:textId="43B617BA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</w:p>
    <w:p w14:paraId="0130E4E7" w14:textId="77777777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Taavi Janno</w:t>
      </w:r>
    </w:p>
    <w:p w14:paraId="4BCA2432" w14:textId="231747D4" w:rsidR="006801DE" w:rsidRPr="00C3083C" w:rsidRDefault="006801DE" w:rsidP="006801DE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Telefon +372 53 35 8391</w:t>
      </w:r>
    </w:p>
    <w:p w14:paraId="656BBCB9" w14:textId="0F8BF27E" w:rsidR="00A55C93" w:rsidRPr="00C3083C" w:rsidRDefault="006801DE" w:rsidP="00E8534C">
      <w:pPr>
        <w:pStyle w:val="Andmed"/>
        <w:jc w:val="both"/>
        <w:rPr>
          <w:rFonts w:eastAsia="Arial Unicode MS" w:cs="Calibri"/>
          <w:noProof/>
          <w:color w:val="2C4054"/>
          <w:szCs w:val="20"/>
          <w:lang w:val="et-EE"/>
        </w:rPr>
      </w:pPr>
      <w:r w:rsidRPr="00C3083C">
        <w:rPr>
          <w:rFonts w:eastAsia="Arial Unicode MS" w:cs="Calibri"/>
          <w:noProof/>
          <w:color w:val="2C4054"/>
          <w:szCs w:val="20"/>
          <w:lang w:val="et-EE"/>
        </w:rPr>
        <w:t>E-post taavi.janno@rkas.ee</w:t>
      </w:r>
    </w:p>
    <w:sectPr w:rsidR="00A55C93" w:rsidRPr="00C3083C" w:rsidSect="00E85A5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55" w:right="1588" w:bottom="1588" w:left="1871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E149C" w14:textId="77777777" w:rsidR="00793286" w:rsidRDefault="00793286" w:rsidP="008526C2">
      <w:pPr>
        <w:spacing w:after="0" w:line="240" w:lineRule="auto"/>
      </w:pPr>
      <w:r>
        <w:separator/>
      </w:r>
    </w:p>
  </w:endnote>
  <w:endnote w:type="continuationSeparator" w:id="0">
    <w:p w14:paraId="7B3C047E" w14:textId="77777777" w:rsidR="00793286" w:rsidRDefault="00793286" w:rsidP="00852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-481392152"/>
      <w:docPartObj>
        <w:docPartGallery w:val="Page Numbers (Bottom of Page)"/>
        <w:docPartUnique/>
      </w:docPartObj>
    </w:sdtPr>
    <w:sdtContent>
      <w:p w14:paraId="491AA3B9" w14:textId="77777777" w:rsidR="00F311BA" w:rsidRDefault="00F311BA" w:rsidP="00C777D6">
        <w:pPr>
          <w:pStyle w:val="Jalus"/>
          <w:framePr w:wrap="none" w:vAnchor="text" w:hAnchor="margin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end"/>
        </w:r>
      </w:p>
    </w:sdtContent>
  </w:sdt>
  <w:p w14:paraId="1E07D36A" w14:textId="77777777" w:rsidR="00F311BA" w:rsidRDefault="00F311BA" w:rsidP="00F311BA">
    <w:pPr>
      <w:pStyle w:val="Jalus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Lehekljenumber"/>
      </w:rPr>
      <w:id w:val="1243225257"/>
      <w:docPartObj>
        <w:docPartGallery w:val="Page Numbers (Bottom of Page)"/>
        <w:docPartUnique/>
      </w:docPartObj>
    </w:sdtPr>
    <w:sdtContent>
      <w:p w14:paraId="7D72C0A0" w14:textId="77777777" w:rsidR="00F311BA" w:rsidRDefault="00F311BA" w:rsidP="007C6D2F">
        <w:pPr>
          <w:pStyle w:val="Jalus"/>
          <w:framePr w:w="437" w:h="346" w:hRule="exact" w:wrap="notBeside" w:vAnchor="text" w:hAnchor="page" w:x="9861" w:y="194"/>
          <w:jc w:val="right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2</w:t>
        </w:r>
        <w:r>
          <w:rPr>
            <w:rStyle w:val="Lehekljenumber"/>
          </w:rPr>
          <w:fldChar w:fldCharType="end"/>
        </w:r>
      </w:p>
    </w:sdtContent>
  </w:sdt>
  <w:p w14:paraId="3654B72E" w14:textId="77777777" w:rsidR="003213BF" w:rsidRDefault="00A5630E" w:rsidP="009F432A">
    <w:pPr>
      <w:pStyle w:val="Jalus"/>
      <w:tabs>
        <w:tab w:val="clear" w:pos="4680"/>
        <w:tab w:val="clear" w:pos="9360"/>
        <w:tab w:val="left" w:pos="5239"/>
      </w:tabs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037469" wp14:editId="2595A994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92647CA" w14:textId="77777777" w:rsidR="001825E8" w:rsidRPr="009F432A" w:rsidRDefault="00000000" w:rsidP="001825E8">
                          <w:pPr>
                            <w:pStyle w:val="Jalus"/>
                            <w:rPr>
                              <w:rStyle w:val="Hperlink"/>
                            </w:rPr>
                          </w:pPr>
                          <w:hyperlink r:id="rId1" w:history="1">
                            <w:r w:rsidR="0000587A">
                              <w:rPr>
                                <w:rStyle w:val="Hperlink"/>
                                <w:lang w:val="et-EE"/>
                              </w:rPr>
                              <w:t>info@rkas.ee</w:t>
                            </w:r>
                          </w:hyperlink>
                          <w:r w:rsidR="0000587A">
                            <w:rPr>
                              <w:rStyle w:val="Hperlink"/>
                              <w:lang w:val="et-EE"/>
                            </w:rPr>
                            <w:br/>
                          </w:r>
                          <w:r w:rsidR="00C75828" w:rsidRPr="009F432A">
                            <w:rPr>
                              <w:rStyle w:val="Hperlink"/>
                            </w:rPr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03746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283.5pt;margin-top:2.85pt;width:84.4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" filled="f" stroked="f" strokeweight=".5pt">
              <v:textbox inset="0,0,0,0">
                <w:txbxContent>
                  <w:p w14:paraId="792647CA" w14:textId="77777777" w:rsidR="001825E8" w:rsidRPr="009F432A" w:rsidRDefault="00000000" w:rsidP="001825E8">
                    <w:pPr>
                      <w:pStyle w:val="Jalus"/>
                      <w:rPr>
                        <w:rStyle w:val="Hperlink"/>
                      </w:rPr>
                    </w:pPr>
                    <w:r>
                      <w:fldChar w:fldCharType="begin"/>
                    </w:r>
                    <w:r>
                      <w:instrText>HYPERLINK "mailto:info@rkas.ee"</w:instrText>
                    </w:r>
                    <w:r>
                      <w:fldChar w:fldCharType="separate"/>
                    </w:r>
                    <w:r w:rsidR="0000587A">
                      <w:rPr>
                        <w:rStyle w:val="Hperlink"/>
                        <w:lang w:val="et-EE"/>
                      </w:rPr>
                      <w:t>info@rkas.ee</w:t>
                    </w:r>
                    <w:r>
                      <w:rPr>
                        <w:rStyle w:val="Hperlink"/>
                        <w:lang w:val="et-EE"/>
                      </w:rPr>
                      <w:fldChar w:fldCharType="end"/>
                    </w:r>
                    <w:r w:rsidR="0000587A">
                      <w:rPr>
                        <w:rStyle w:val="Hperlink"/>
                        <w:lang w:val="et-EE"/>
                      </w:rPr>
                      <w:br/>
                    </w:r>
                    <w:r w:rsidR="00C75828" w:rsidRPr="009F432A">
                      <w:rPr>
                        <w:rStyle w:val="Hperlink"/>
                      </w:rPr>
                      <w:t>rkas.ee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97468A" wp14:editId="3B7A09AE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5B7E9F" w14:textId="77777777" w:rsidR="003213BF" w:rsidRPr="003213BF" w:rsidRDefault="00626DE5" w:rsidP="001825E8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>
                            <w:rPr>
                              <w:lang w:val="et-EE"/>
                            </w:rPr>
                            <w:t>Tartu mnt 85</w:t>
                          </w:r>
                          <w:r w:rsidR="0000587A" w:rsidRPr="0000587A">
                            <w:rPr>
                              <w:lang w:val="et-EE"/>
                            </w:rPr>
                            <w:t>, 1</w:t>
                          </w:r>
                          <w:r>
                            <w:rPr>
                              <w:lang w:val="et-EE"/>
                            </w:rPr>
                            <w:t>0115</w:t>
                          </w:r>
                          <w:r w:rsidR="0000587A" w:rsidRPr="0000587A">
                            <w:rPr>
                              <w:lang w:val="et-EE"/>
                            </w:rPr>
                            <w:t xml:space="preserve"> Tallinn</w:t>
                          </w:r>
                          <w:r w:rsidR="001825E8">
                            <w:rPr>
                              <w:lang w:val="et-EE"/>
                            </w:rPr>
                            <w:br/>
                          </w:r>
                          <w:r w:rsidR="00C75828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97468A" id="Text Box 3" o:spid="_x0000_s1027" type="#_x0000_t202" style="position:absolute;left:0;text-align:left;margin-left:141.75pt;margin-top:2.85pt;width:117.35pt;height:2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" filled="f" stroked="f" strokeweight=".5pt">
              <v:textbox inset="0,0,0,0">
                <w:txbxContent>
                  <w:p w14:paraId="405B7E9F" w14:textId="77777777" w:rsidR="003213BF" w:rsidRPr="003213BF" w:rsidRDefault="00626DE5" w:rsidP="001825E8">
                    <w:pPr>
                      <w:pStyle w:val="Jalus"/>
                      <w:rPr>
                        <w:lang w:val="et-EE"/>
                      </w:rPr>
                    </w:pPr>
                    <w:r>
                      <w:rPr>
                        <w:lang w:val="et-EE"/>
                      </w:rPr>
                      <w:t>Tartu mnt 85</w:t>
                    </w:r>
                    <w:r w:rsidR="0000587A" w:rsidRPr="0000587A">
                      <w:rPr>
                        <w:lang w:val="et-EE"/>
                      </w:rPr>
                      <w:t>, 1</w:t>
                    </w:r>
                    <w:r>
                      <w:rPr>
                        <w:lang w:val="et-EE"/>
                      </w:rPr>
                      <w:t>0115</w:t>
                    </w:r>
                    <w:r w:rsidR="0000587A" w:rsidRPr="0000587A">
                      <w:rPr>
                        <w:lang w:val="et-EE"/>
                      </w:rPr>
                      <w:t xml:space="preserve"> Tallinn</w:t>
                    </w:r>
                    <w:r w:rsidR="001825E8">
                      <w:rPr>
                        <w:lang w:val="et-EE"/>
                      </w:rPr>
                      <w:br/>
                    </w:r>
                    <w:r w:rsidR="00C75828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D22144" wp14:editId="3F530B5D">
              <wp:simplePos x="0" y="0"/>
              <wp:positionH relativeFrom="page">
                <wp:posOffset>1194963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2BCAAC" w14:textId="77777777" w:rsidR="003213BF" w:rsidRDefault="00C75828" w:rsidP="003213BF">
                          <w:pPr>
                            <w:pStyle w:val="Jalus"/>
                          </w:pPr>
                          <w:r>
                            <w:rPr>
                              <w:b/>
                            </w:rPr>
                            <w:t>Riigi Kinnisvara A</w:t>
                          </w:r>
                          <w:r w:rsidR="0000587A">
                            <w:rPr>
                              <w:b/>
                            </w:rPr>
                            <w:t>S</w:t>
                          </w:r>
                          <w:r w:rsidR="003213BF">
                            <w:br/>
                          </w:r>
                          <w:r w:rsidR="0000587A" w:rsidRPr="0000587A">
                            <w:rPr>
                              <w:lang w:val="et-EE"/>
                            </w:rPr>
                            <w:t>Reg-nr 10788733</w:t>
                          </w:r>
                          <w:r w:rsidR="00117540"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22144" id="Text Box 2" o:spid="_x0000_s1028" type="#_x0000_t202" style="position:absolute;left:0;text-align:left;margin-left:94.1pt;margin-top:2.85pt;width:173.5pt;height:24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" filled="f" stroked="f" strokeweight=".5pt">
              <v:textbox inset="0,0,0,0">
                <w:txbxContent>
                  <w:p w14:paraId="7F2BCAAC" w14:textId="77777777" w:rsidR="003213BF" w:rsidRDefault="00C75828" w:rsidP="003213BF">
                    <w:pPr>
                      <w:pStyle w:val="Jalus"/>
                    </w:pPr>
                    <w:proofErr w:type="spellStart"/>
                    <w:r>
                      <w:rPr>
                        <w:b/>
                      </w:rPr>
                      <w:t>Riigi</w:t>
                    </w:r>
                    <w:proofErr w:type="spellEnd"/>
                    <w:r>
                      <w:rPr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</w:rPr>
                      <w:t>Kinnisvara</w:t>
                    </w:r>
                    <w:proofErr w:type="spellEnd"/>
                    <w:r>
                      <w:rPr>
                        <w:b/>
                      </w:rPr>
                      <w:t xml:space="preserve"> A</w:t>
                    </w:r>
                    <w:r w:rsidR="0000587A">
                      <w:rPr>
                        <w:b/>
                      </w:rPr>
                      <w:t>S</w:t>
                    </w:r>
                    <w:r w:rsidR="003213BF">
                      <w:br/>
                    </w:r>
                    <w:proofErr w:type="spellStart"/>
                    <w:r w:rsidR="0000587A"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="0000587A" w:rsidRPr="0000587A">
                      <w:rPr>
                        <w:lang w:val="et-EE"/>
                      </w:rPr>
                      <w:t>-nr 10788733</w:t>
                    </w:r>
                    <w:r w:rsidR="00117540"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9F432A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133FB" w14:textId="77777777" w:rsidR="00A5630E" w:rsidRDefault="00F52BA1">
    <w:pPr>
      <w:pStyle w:val="Jalus"/>
    </w:pPr>
    <w:r w:rsidRPr="00E85A5B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475F3A8" wp14:editId="4C114BFF">
              <wp:simplePos x="0" y="0"/>
              <wp:positionH relativeFrom="column">
                <wp:posOffset>3600450</wp:posOffset>
              </wp:positionH>
              <wp:positionV relativeFrom="paragraph">
                <wp:posOffset>36195</wp:posOffset>
              </wp:positionV>
              <wp:extent cx="1072800" cy="306000"/>
              <wp:effectExtent l="0" t="0" r="6985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28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F4F80A7" w14:textId="77777777" w:rsidR="00E85A5B" w:rsidRPr="009F432A" w:rsidRDefault="00000000" w:rsidP="00E85A5B">
                          <w:pPr>
                            <w:pStyle w:val="Jalus"/>
                          </w:pPr>
                          <w:hyperlink r:id="rId1" w:history="1">
                            <w:r w:rsidR="00E85A5B">
                              <w:rPr>
                                <w:lang w:val="et-EE"/>
                              </w:rPr>
                              <w:t>info@rkas.ee</w:t>
                            </w:r>
                          </w:hyperlink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9F432A">
                            <w:t>rkas.ee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5F3A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9" type="#_x0000_t202" style="position:absolute;margin-left:283.5pt;margin-top:2.85pt;width:84.45pt;height:24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" filled="f" stroked="f" strokeweight=".5pt">
              <v:textbox inset="0,0,0,0">
                <w:txbxContent>
                  <w:p w14:paraId="1F4F80A7" w14:textId="77777777" w:rsidR="00E85A5B" w:rsidRPr="009F432A" w:rsidRDefault="00000000" w:rsidP="00E85A5B">
                    <w:pPr>
                      <w:pStyle w:val="Jalus"/>
                    </w:pPr>
                    <w:hyperlink r:id="rId2" w:history="1">
                      <w:r w:rsidR="00E85A5B">
                        <w:rPr>
                          <w:lang w:val="et-EE"/>
                        </w:rPr>
                        <w:t>info@rkas.ee</w:t>
                      </w:r>
                    </w:hyperlink>
                    <w:r w:rsidR="00E85A5B">
                      <w:rPr>
                        <w:lang w:val="et-EE"/>
                      </w:rPr>
                      <w:br/>
                    </w:r>
                    <w:r w:rsidR="00E85A5B" w:rsidRPr="009F432A">
                      <w:t>rkas.ee</w:t>
                    </w:r>
                  </w:p>
                </w:txbxContent>
              </v:textbox>
            </v:shape>
          </w:pict>
        </mc:Fallback>
      </mc:AlternateContent>
    </w:r>
    <w:r w:rsidRPr="00E85A5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9D58EB" wp14:editId="0568FCB3">
              <wp:simplePos x="0" y="0"/>
              <wp:positionH relativeFrom="column">
                <wp:posOffset>1800225</wp:posOffset>
              </wp:positionH>
              <wp:positionV relativeFrom="paragraph">
                <wp:posOffset>36195</wp:posOffset>
              </wp:positionV>
              <wp:extent cx="1490400" cy="306000"/>
              <wp:effectExtent l="0" t="0" r="8255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04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9C6FE2C" w14:textId="77777777" w:rsidR="00E85A5B" w:rsidRPr="003213BF" w:rsidRDefault="00DF02AD" w:rsidP="00E85A5B">
                          <w:pPr>
                            <w:pStyle w:val="Jalus"/>
                            <w:rPr>
                              <w:lang w:val="et-EE"/>
                            </w:rPr>
                          </w:pPr>
                          <w:r w:rsidRPr="00DF02AD">
                            <w:rPr>
                              <w:lang w:val="et-EE"/>
                            </w:rPr>
                            <w:t>Tartu mnt 85</w:t>
                          </w:r>
                          <w:r w:rsidR="00E85A5B" w:rsidRPr="0000587A">
                            <w:rPr>
                              <w:lang w:val="et-EE"/>
                            </w:rPr>
                            <w:t xml:space="preserve">, </w:t>
                          </w:r>
                          <w:r w:rsidRPr="00DF02AD">
                            <w:rPr>
                              <w:lang w:val="et-EE"/>
                            </w:rPr>
                            <w:t xml:space="preserve">10115 </w:t>
                          </w:r>
                          <w:r w:rsidR="00E85A5B" w:rsidRPr="0000587A">
                            <w:rPr>
                              <w:lang w:val="et-EE"/>
                            </w:rPr>
                            <w:t>Tallinn</w:t>
                          </w:r>
                          <w:r w:rsidR="00E85A5B">
                            <w:rPr>
                              <w:lang w:val="et-EE"/>
                            </w:rPr>
                            <w:br/>
                          </w:r>
                          <w:r w:rsidR="00E85A5B" w:rsidRPr="00C75828">
                            <w:rPr>
                              <w:lang w:val="et-EE"/>
                            </w:rPr>
                            <w:t>+372 606 3400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9D58EB" id="Text Box 7" o:spid="_x0000_s1030" type="#_x0000_t202" style="position:absolute;margin-left:141.75pt;margin-top:2.85pt;width:117.35pt;height:24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" filled="f" stroked="f" strokeweight=".5pt">
              <v:textbox inset="0,0,0,0">
                <w:txbxContent>
                  <w:p w14:paraId="59C6FE2C" w14:textId="77777777" w:rsidR="00E85A5B" w:rsidRPr="003213BF" w:rsidRDefault="00DF02AD" w:rsidP="00E85A5B">
                    <w:pPr>
                      <w:pStyle w:val="Jalus"/>
                      <w:rPr>
                        <w:lang w:val="et-EE"/>
                      </w:rPr>
                    </w:pPr>
                    <w:r w:rsidRPr="00DF02AD">
                      <w:rPr>
                        <w:lang w:val="et-EE"/>
                      </w:rPr>
                      <w:t>Tartu mnt 85</w:t>
                    </w:r>
                    <w:r w:rsidR="00E85A5B" w:rsidRPr="0000587A">
                      <w:rPr>
                        <w:lang w:val="et-EE"/>
                      </w:rPr>
                      <w:t xml:space="preserve">, </w:t>
                    </w:r>
                    <w:r w:rsidRPr="00DF02AD">
                      <w:rPr>
                        <w:lang w:val="et-EE"/>
                      </w:rPr>
                      <w:t xml:space="preserve">10115 </w:t>
                    </w:r>
                    <w:r w:rsidR="00E85A5B" w:rsidRPr="0000587A">
                      <w:rPr>
                        <w:lang w:val="et-EE"/>
                      </w:rPr>
                      <w:t>Tallinn</w:t>
                    </w:r>
                    <w:r w:rsidR="00E85A5B">
                      <w:rPr>
                        <w:lang w:val="et-EE"/>
                      </w:rPr>
                      <w:br/>
                    </w:r>
                    <w:r w:rsidR="00E85A5B" w:rsidRPr="00C75828">
                      <w:rPr>
                        <w:lang w:val="et-EE"/>
                      </w:rPr>
                      <w:t>+372 606 3400</w:t>
                    </w:r>
                  </w:p>
                </w:txbxContent>
              </v:textbox>
            </v:shape>
          </w:pict>
        </mc:Fallback>
      </mc:AlternateContent>
    </w:r>
    <w:r w:rsidR="00E85A5B" w:rsidRPr="00E85A5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7B323E3" wp14:editId="1E749289">
              <wp:simplePos x="0" y="0"/>
              <wp:positionH relativeFrom="page">
                <wp:posOffset>1188085</wp:posOffset>
              </wp:positionH>
              <wp:positionV relativeFrom="paragraph">
                <wp:posOffset>36195</wp:posOffset>
              </wp:positionV>
              <wp:extent cx="2203200" cy="306000"/>
              <wp:effectExtent l="0" t="0" r="6985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03200" cy="306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4A50E3" w14:textId="77777777" w:rsidR="00E85A5B" w:rsidRDefault="00E85A5B" w:rsidP="00E85A5B">
                          <w:pPr>
                            <w:pStyle w:val="Jalus"/>
                          </w:pPr>
                          <w:r w:rsidRPr="00E85A5B">
                            <w:rPr>
                              <w:b/>
                            </w:rPr>
                            <w:t>Riigi Kinnisvara AS</w:t>
                          </w:r>
                          <w:r>
                            <w:br/>
                          </w:r>
                          <w:r w:rsidRPr="0000587A">
                            <w:rPr>
                              <w:lang w:val="et-EE"/>
                            </w:rPr>
                            <w:t>Reg-nr 10788733</w:t>
                          </w:r>
                          <w:r>
                            <w:rPr>
                              <w:lang w:val="et-EE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323E3" id="Text Box 5" o:spid="_x0000_s1031" type="#_x0000_t202" style="position:absolute;margin-left:93.55pt;margin-top:2.85pt;width:173.5pt;height:24.1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" filled="f" stroked="f" strokeweight=".5pt">
              <v:textbox inset="0,0,0,0">
                <w:txbxContent>
                  <w:p w14:paraId="3C4A50E3" w14:textId="77777777" w:rsidR="00E85A5B" w:rsidRDefault="00E85A5B" w:rsidP="00E85A5B">
                    <w:pPr>
                      <w:pStyle w:val="Jalus"/>
                    </w:pPr>
                    <w:proofErr w:type="spellStart"/>
                    <w:r w:rsidRPr="00E85A5B">
                      <w:rPr>
                        <w:b/>
                      </w:rPr>
                      <w:t>Riigi</w:t>
                    </w:r>
                    <w:proofErr w:type="spellEnd"/>
                    <w:r w:rsidRPr="00E85A5B">
                      <w:rPr>
                        <w:b/>
                      </w:rPr>
                      <w:t xml:space="preserve"> </w:t>
                    </w:r>
                    <w:proofErr w:type="spellStart"/>
                    <w:r w:rsidRPr="00E85A5B">
                      <w:rPr>
                        <w:b/>
                      </w:rPr>
                      <w:t>Kinnisvara</w:t>
                    </w:r>
                    <w:proofErr w:type="spellEnd"/>
                    <w:r w:rsidRPr="00E85A5B">
                      <w:rPr>
                        <w:b/>
                      </w:rPr>
                      <w:t xml:space="preserve"> AS</w:t>
                    </w:r>
                    <w:r>
                      <w:br/>
                    </w:r>
                    <w:proofErr w:type="spellStart"/>
                    <w:r w:rsidRPr="0000587A">
                      <w:rPr>
                        <w:lang w:val="et-EE"/>
                      </w:rPr>
                      <w:t>Reg</w:t>
                    </w:r>
                    <w:proofErr w:type="spellEnd"/>
                    <w:r w:rsidRPr="0000587A">
                      <w:rPr>
                        <w:lang w:val="et-EE"/>
                      </w:rPr>
                      <w:t>-nr 10788733</w:t>
                    </w:r>
                    <w:r>
                      <w:rPr>
                        <w:lang w:val="et-EE"/>
                      </w:rPr>
                      <w:t xml:space="preserve"> 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164AD" w14:textId="77777777" w:rsidR="00793286" w:rsidRDefault="00793286" w:rsidP="008526C2">
      <w:pPr>
        <w:spacing w:after="0" w:line="240" w:lineRule="auto"/>
      </w:pPr>
      <w:r>
        <w:separator/>
      </w:r>
    </w:p>
  </w:footnote>
  <w:footnote w:type="continuationSeparator" w:id="0">
    <w:p w14:paraId="4E4A92E3" w14:textId="77777777" w:rsidR="00793286" w:rsidRDefault="00793286" w:rsidP="00852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D91E3" w14:textId="77777777" w:rsidR="008526C2" w:rsidRPr="00C75828" w:rsidRDefault="00C75828" w:rsidP="00C75828">
    <w:r>
      <w:rPr>
        <w:noProof/>
      </w:rPr>
      <w:drawing>
        <wp:anchor distT="0" distB="0" distL="114300" distR="114300" simplePos="0" relativeHeight="251664384" behindDoc="1" locked="0" layoutInCell="1" allowOverlap="1" wp14:anchorId="19729777" wp14:editId="5C297893">
          <wp:simplePos x="0" y="0"/>
          <wp:positionH relativeFrom="page">
            <wp:posOffset>1189355</wp:posOffset>
          </wp:positionH>
          <wp:positionV relativeFrom="page">
            <wp:posOffset>616585</wp:posOffset>
          </wp:positionV>
          <wp:extent cx="1440000" cy="163115"/>
          <wp:effectExtent l="0" t="0" r="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163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5D4B" w14:textId="77777777" w:rsidR="00A5630E" w:rsidRDefault="00E85A5B">
    <w:pPr>
      <w:pStyle w:val="Pis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FE7CA92" wp14:editId="2A533070">
          <wp:simplePos x="0" y="0"/>
          <wp:positionH relativeFrom="page">
            <wp:posOffset>1188085</wp:posOffset>
          </wp:positionH>
          <wp:positionV relativeFrom="page">
            <wp:posOffset>612140</wp:posOffset>
          </wp:positionV>
          <wp:extent cx="2034000" cy="230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riigi_kinnisvara_as-logo-rgb-01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40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48D"/>
    <w:multiLevelType w:val="hybridMultilevel"/>
    <w:tmpl w:val="A32C3D38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554F4"/>
    <w:multiLevelType w:val="hybridMultilevel"/>
    <w:tmpl w:val="FDFEBE04"/>
    <w:lvl w:ilvl="0" w:tplc="61300602">
      <w:numFmt w:val="bullet"/>
      <w:lvlText w:val="-"/>
      <w:lvlJc w:val="left"/>
      <w:pPr>
        <w:ind w:left="1245" w:hanging="360"/>
      </w:pPr>
      <w:rPr>
        <w:rFonts w:ascii="Arial" w:eastAsiaTheme="minorHAns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 w15:restartNumberingAfterBreak="0">
    <w:nsid w:val="12492530"/>
    <w:multiLevelType w:val="hybridMultilevel"/>
    <w:tmpl w:val="9B1E46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E30C7"/>
    <w:multiLevelType w:val="hybridMultilevel"/>
    <w:tmpl w:val="2416A136"/>
    <w:lvl w:ilvl="0" w:tplc="7F3C9B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69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C1786"/>
    <w:multiLevelType w:val="hybridMultilevel"/>
    <w:tmpl w:val="6DAAA6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32D63"/>
    <w:multiLevelType w:val="hybridMultilevel"/>
    <w:tmpl w:val="B4D4B014"/>
    <w:lvl w:ilvl="0" w:tplc="A8180A1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6130D"/>
    <w:multiLevelType w:val="hybridMultilevel"/>
    <w:tmpl w:val="04F2343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2418DF"/>
    <w:multiLevelType w:val="hybridMultilevel"/>
    <w:tmpl w:val="C936A3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F412D"/>
    <w:multiLevelType w:val="hybridMultilevel"/>
    <w:tmpl w:val="7B2A6720"/>
    <w:lvl w:ilvl="0" w:tplc="0425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005250"/>
    <w:multiLevelType w:val="hybridMultilevel"/>
    <w:tmpl w:val="169803EC"/>
    <w:lvl w:ilvl="0" w:tplc="9AF42CAE">
      <w:start w:val="1"/>
      <w:numFmt w:val="decimal"/>
      <w:lvlText w:val="%1."/>
      <w:lvlJc w:val="left"/>
      <w:pPr>
        <w:ind w:left="1440" w:hanging="720"/>
      </w:p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7709843">
    <w:abstractNumId w:val="7"/>
  </w:num>
  <w:num w:numId="2" w16cid:durableId="1269433940">
    <w:abstractNumId w:val="3"/>
  </w:num>
  <w:num w:numId="3" w16cid:durableId="784690856">
    <w:abstractNumId w:val="0"/>
  </w:num>
  <w:num w:numId="4" w16cid:durableId="6541881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14885">
    <w:abstractNumId w:val="4"/>
  </w:num>
  <w:num w:numId="6" w16cid:durableId="945885942">
    <w:abstractNumId w:val="9"/>
  </w:num>
  <w:num w:numId="7" w16cid:durableId="478503638">
    <w:abstractNumId w:val="8"/>
  </w:num>
  <w:num w:numId="8" w16cid:durableId="1597784635">
    <w:abstractNumId w:val="2"/>
  </w:num>
  <w:num w:numId="9" w16cid:durableId="612788629">
    <w:abstractNumId w:val="5"/>
  </w:num>
  <w:num w:numId="10" w16cid:durableId="1262840563">
    <w:abstractNumId w:val="1"/>
  </w:num>
  <w:num w:numId="11" w16cid:durableId="8256295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en-US" w:vendorID="64" w:dllVersion="0" w:nlCheck="1" w:checkStyle="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7B9"/>
    <w:rsid w:val="0000587A"/>
    <w:rsid w:val="0001181F"/>
    <w:rsid w:val="000254A1"/>
    <w:rsid w:val="00025AC5"/>
    <w:rsid w:val="0003641C"/>
    <w:rsid w:val="000467B5"/>
    <w:rsid w:val="0005244C"/>
    <w:rsid w:val="000526B0"/>
    <w:rsid w:val="00076A0C"/>
    <w:rsid w:val="00085C67"/>
    <w:rsid w:val="0008677A"/>
    <w:rsid w:val="00093497"/>
    <w:rsid w:val="000945C4"/>
    <w:rsid w:val="000954FB"/>
    <w:rsid w:val="000A2848"/>
    <w:rsid w:val="000B1B9E"/>
    <w:rsid w:val="000B20A0"/>
    <w:rsid w:val="000B6812"/>
    <w:rsid w:val="000C6F71"/>
    <w:rsid w:val="000F50A3"/>
    <w:rsid w:val="001033A6"/>
    <w:rsid w:val="001068A4"/>
    <w:rsid w:val="001131FF"/>
    <w:rsid w:val="00117540"/>
    <w:rsid w:val="00152BF0"/>
    <w:rsid w:val="00157AB4"/>
    <w:rsid w:val="00161EA8"/>
    <w:rsid w:val="00162A3A"/>
    <w:rsid w:val="001722F7"/>
    <w:rsid w:val="001741D7"/>
    <w:rsid w:val="0017658C"/>
    <w:rsid w:val="001825E8"/>
    <w:rsid w:val="001A0CBD"/>
    <w:rsid w:val="001A7365"/>
    <w:rsid w:val="001D41D2"/>
    <w:rsid w:val="001E6E93"/>
    <w:rsid w:val="001F0C9E"/>
    <w:rsid w:val="001F46AC"/>
    <w:rsid w:val="001F4EE1"/>
    <w:rsid w:val="00232F8B"/>
    <w:rsid w:val="00236E89"/>
    <w:rsid w:val="002372BA"/>
    <w:rsid w:val="00237541"/>
    <w:rsid w:val="00243AAA"/>
    <w:rsid w:val="00252BF6"/>
    <w:rsid w:val="00263E14"/>
    <w:rsid w:val="00271DA8"/>
    <w:rsid w:val="00285E8D"/>
    <w:rsid w:val="0029507F"/>
    <w:rsid w:val="002B2CFA"/>
    <w:rsid w:val="002C10D4"/>
    <w:rsid w:val="002C36B6"/>
    <w:rsid w:val="002C3B70"/>
    <w:rsid w:val="002D6B3A"/>
    <w:rsid w:val="002E0688"/>
    <w:rsid w:val="003144E2"/>
    <w:rsid w:val="003213BF"/>
    <w:rsid w:val="0032194C"/>
    <w:rsid w:val="0032382B"/>
    <w:rsid w:val="00324B5A"/>
    <w:rsid w:val="003434BA"/>
    <w:rsid w:val="00361393"/>
    <w:rsid w:val="00376F1C"/>
    <w:rsid w:val="003A2D43"/>
    <w:rsid w:val="003A6FCE"/>
    <w:rsid w:val="003A72B8"/>
    <w:rsid w:val="003A785C"/>
    <w:rsid w:val="003B1000"/>
    <w:rsid w:val="003B319D"/>
    <w:rsid w:val="003B58DA"/>
    <w:rsid w:val="003C04BF"/>
    <w:rsid w:val="003C0731"/>
    <w:rsid w:val="003C52A2"/>
    <w:rsid w:val="003D4D49"/>
    <w:rsid w:val="004006D6"/>
    <w:rsid w:val="00402F32"/>
    <w:rsid w:val="004140F5"/>
    <w:rsid w:val="0043312B"/>
    <w:rsid w:val="00434E41"/>
    <w:rsid w:val="0043579E"/>
    <w:rsid w:val="00445C16"/>
    <w:rsid w:val="004606ED"/>
    <w:rsid w:val="00487582"/>
    <w:rsid w:val="00493131"/>
    <w:rsid w:val="00496CDD"/>
    <w:rsid w:val="004A041F"/>
    <w:rsid w:val="004A04E9"/>
    <w:rsid w:val="004A08D5"/>
    <w:rsid w:val="004A5581"/>
    <w:rsid w:val="004A5966"/>
    <w:rsid w:val="004B0FCF"/>
    <w:rsid w:val="004B2FAD"/>
    <w:rsid w:val="004B49C4"/>
    <w:rsid w:val="004D0B35"/>
    <w:rsid w:val="004E4FEA"/>
    <w:rsid w:val="004E7D8C"/>
    <w:rsid w:val="004F3B80"/>
    <w:rsid w:val="00504B8F"/>
    <w:rsid w:val="0051447E"/>
    <w:rsid w:val="00531C2E"/>
    <w:rsid w:val="00537269"/>
    <w:rsid w:val="005468D7"/>
    <w:rsid w:val="005510AB"/>
    <w:rsid w:val="00551C52"/>
    <w:rsid w:val="005567E7"/>
    <w:rsid w:val="005625D7"/>
    <w:rsid w:val="00566B1B"/>
    <w:rsid w:val="00566CD2"/>
    <w:rsid w:val="005857AC"/>
    <w:rsid w:val="00596E7C"/>
    <w:rsid w:val="005A1298"/>
    <w:rsid w:val="005A42F2"/>
    <w:rsid w:val="005A48C1"/>
    <w:rsid w:val="005A7DDB"/>
    <w:rsid w:val="005B45CE"/>
    <w:rsid w:val="005C0966"/>
    <w:rsid w:val="005C119D"/>
    <w:rsid w:val="005C7C89"/>
    <w:rsid w:val="005E4C17"/>
    <w:rsid w:val="00626DE5"/>
    <w:rsid w:val="006338FF"/>
    <w:rsid w:val="00635706"/>
    <w:rsid w:val="0064273F"/>
    <w:rsid w:val="006437B9"/>
    <w:rsid w:val="006464BA"/>
    <w:rsid w:val="00651292"/>
    <w:rsid w:val="006646D6"/>
    <w:rsid w:val="006708D9"/>
    <w:rsid w:val="006709EF"/>
    <w:rsid w:val="0067537C"/>
    <w:rsid w:val="006801DE"/>
    <w:rsid w:val="006B5E98"/>
    <w:rsid w:val="006C6674"/>
    <w:rsid w:val="006D06F6"/>
    <w:rsid w:val="006E2276"/>
    <w:rsid w:val="006E3B96"/>
    <w:rsid w:val="006F7C4B"/>
    <w:rsid w:val="007035FB"/>
    <w:rsid w:val="00705B64"/>
    <w:rsid w:val="00714FD9"/>
    <w:rsid w:val="00724448"/>
    <w:rsid w:val="007322D0"/>
    <w:rsid w:val="00733168"/>
    <w:rsid w:val="00734D99"/>
    <w:rsid w:val="00736CAD"/>
    <w:rsid w:val="0074102B"/>
    <w:rsid w:val="00744168"/>
    <w:rsid w:val="00753AB3"/>
    <w:rsid w:val="00763D04"/>
    <w:rsid w:val="00784B9E"/>
    <w:rsid w:val="00793286"/>
    <w:rsid w:val="007952C0"/>
    <w:rsid w:val="007B1FF3"/>
    <w:rsid w:val="007C3702"/>
    <w:rsid w:val="007C6D2F"/>
    <w:rsid w:val="00806CFE"/>
    <w:rsid w:val="0082754D"/>
    <w:rsid w:val="008425AA"/>
    <w:rsid w:val="0084631A"/>
    <w:rsid w:val="008526C2"/>
    <w:rsid w:val="00865B0A"/>
    <w:rsid w:val="00890FA1"/>
    <w:rsid w:val="00896CE5"/>
    <w:rsid w:val="008A67E1"/>
    <w:rsid w:val="008D72C1"/>
    <w:rsid w:val="008E6F84"/>
    <w:rsid w:val="008F18C8"/>
    <w:rsid w:val="0090385C"/>
    <w:rsid w:val="0090475B"/>
    <w:rsid w:val="00930A23"/>
    <w:rsid w:val="009311CD"/>
    <w:rsid w:val="00934EF6"/>
    <w:rsid w:val="0094169C"/>
    <w:rsid w:val="00943554"/>
    <w:rsid w:val="00947678"/>
    <w:rsid w:val="00950233"/>
    <w:rsid w:val="0097121A"/>
    <w:rsid w:val="009779BE"/>
    <w:rsid w:val="009973BC"/>
    <w:rsid w:val="009A704F"/>
    <w:rsid w:val="009A7164"/>
    <w:rsid w:val="009B07D5"/>
    <w:rsid w:val="009B2474"/>
    <w:rsid w:val="009B3819"/>
    <w:rsid w:val="009B4924"/>
    <w:rsid w:val="009C55CD"/>
    <w:rsid w:val="009E08C4"/>
    <w:rsid w:val="009E2793"/>
    <w:rsid w:val="009F432A"/>
    <w:rsid w:val="009F49EF"/>
    <w:rsid w:val="00A06A26"/>
    <w:rsid w:val="00A164B8"/>
    <w:rsid w:val="00A37363"/>
    <w:rsid w:val="00A41783"/>
    <w:rsid w:val="00A42145"/>
    <w:rsid w:val="00A517D5"/>
    <w:rsid w:val="00A54F74"/>
    <w:rsid w:val="00A55C93"/>
    <w:rsid w:val="00A5630E"/>
    <w:rsid w:val="00A825FC"/>
    <w:rsid w:val="00A8757F"/>
    <w:rsid w:val="00A92FD1"/>
    <w:rsid w:val="00A943AD"/>
    <w:rsid w:val="00AA1B6E"/>
    <w:rsid w:val="00AB22A8"/>
    <w:rsid w:val="00AC5FC4"/>
    <w:rsid w:val="00AE0EB2"/>
    <w:rsid w:val="00AE53BE"/>
    <w:rsid w:val="00AF045E"/>
    <w:rsid w:val="00B00E9D"/>
    <w:rsid w:val="00B100AF"/>
    <w:rsid w:val="00B3563D"/>
    <w:rsid w:val="00B36C84"/>
    <w:rsid w:val="00B4653A"/>
    <w:rsid w:val="00B5533C"/>
    <w:rsid w:val="00B56494"/>
    <w:rsid w:val="00B60155"/>
    <w:rsid w:val="00B7733E"/>
    <w:rsid w:val="00B82525"/>
    <w:rsid w:val="00B82697"/>
    <w:rsid w:val="00B967AD"/>
    <w:rsid w:val="00BA3986"/>
    <w:rsid w:val="00BB08C4"/>
    <w:rsid w:val="00BB1EA8"/>
    <w:rsid w:val="00BB2472"/>
    <w:rsid w:val="00BC014E"/>
    <w:rsid w:val="00BD08ED"/>
    <w:rsid w:val="00BD78F9"/>
    <w:rsid w:val="00BE18F1"/>
    <w:rsid w:val="00BE6D26"/>
    <w:rsid w:val="00BE6F8E"/>
    <w:rsid w:val="00BF43CD"/>
    <w:rsid w:val="00C06B68"/>
    <w:rsid w:val="00C105AE"/>
    <w:rsid w:val="00C1717D"/>
    <w:rsid w:val="00C17817"/>
    <w:rsid w:val="00C23D12"/>
    <w:rsid w:val="00C2462D"/>
    <w:rsid w:val="00C3083C"/>
    <w:rsid w:val="00C3458E"/>
    <w:rsid w:val="00C37BE8"/>
    <w:rsid w:val="00C55EAB"/>
    <w:rsid w:val="00C566F7"/>
    <w:rsid w:val="00C6312D"/>
    <w:rsid w:val="00C63AE7"/>
    <w:rsid w:val="00C746AA"/>
    <w:rsid w:val="00C75828"/>
    <w:rsid w:val="00CA6C75"/>
    <w:rsid w:val="00CB5B16"/>
    <w:rsid w:val="00CB7ACE"/>
    <w:rsid w:val="00CD6717"/>
    <w:rsid w:val="00CF1533"/>
    <w:rsid w:val="00CF185C"/>
    <w:rsid w:val="00CF1CBD"/>
    <w:rsid w:val="00CF5832"/>
    <w:rsid w:val="00CF6E10"/>
    <w:rsid w:val="00D01365"/>
    <w:rsid w:val="00D17D67"/>
    <w:rsid w:val="00D24E43"/>
    <w:rsid w:val="00D43DCE"/>
    <w:rsid w:val="00D4450B"/>
    <w:rsid w:val="00D44BBB"/>
    <w:rsid w:val="00D478B9"/>
    <w:rsid w:val="00D515CB"/>
    <w:rsid w:val="00D56354"/>
    <w:rsid w:val="00D73C81"/>
    <w:rsid w:val="00D777B9"/>
    <w:rsid w:val="00D83312"/>
    <w:rsid w:val="00D84E4C"/>
    <w:rsid w:val="00D86805"/>
    <w:rsid w:val="00D87D46"/>
    <w:rsid w:val="00DB3E57"/>
    <w:rsid w:val="00DD1C6C"/>
    <w:rsid w:val="00DD536A"/>
    <w:rsid w:val="00DD56AD"/>
    <w:rsid w:val="00DE6783"/>
    <w:rsid w:val="00DF02AD"/>
    <w:rsid w:val="00DF67E5"/>
    <w:rsid w:val="00E053A1"/>
    <w:rsid w:val="00E077D6"/>
    <w:rsid w:val="00E14671"/>
    <w:rsid w:val="00E235ED"/>
    <w:rsid w:val="00E23947"/>
    <w:rsid w:val="00E62941"/>
    <w:rsid w:val="00E728BA"/>
    <w:rsid w:val="00E8534C"/>
    <w:rsid w:val="00E85A5B"/>
    <w:rsid w:val="00E92507"/>
    <w:rsid w:val="00EB4871"/>
    <w:rsid w:val="00EB6B32"/>
    <w:rsid w:val="00EC5280"/>
    <w:rsid w:val="00EC70D6"/>
    <w:rsid w:val="00EF2E53"/>
    <w:rsid w:val="00F1288F"/>
    <w:rsid w:val="00F21B35"/>
    <w:rsid w:val="00F22085"/>
    <w:rsid w:val="00F22A80"/>
    <w:rsid w:val="00F3017F"/>
    <w:rsid w:val="00F311BA"/>
    <w:rsid w:val="00F35C0F"/>
    <w:rsid w:val="00F50D49"/>
    <w:rsid w:val="00F52BA1"/>
    <w:rsid w:val="00F52D37"/>
    <w:rsid w:val="00F53F12"/>
    <w:rsid w:val="00F54FF2"/>
    <w:rsid w:val="00F66700"/>
    <w:rsid w:val="00F814C8"/>
    <w:rsid w:val="00F866E7"/>
    <w:rsid w:val="00F9679D"/>
    <w:rsid w:val="00FA206A"/>
    <w:rsid w:val="00FC118A"/>
    <w:rsid w:val="00FC2C3F"/>
    <w:rsid w:val="00FD24E4"/>
    <w:rsid w:val="00FF1A93"/>
    <w:rsid w:val="00FF1FC9"/>
    <w:rsid w:val="0572998B"/>
    <w:rsid w:val="2511BC0B"/>
    <w:rsid w:val="2DAE7683"/>
    <w:rsid w:val="5636DD3E"/>
    <w:rsid w:val="7CA2D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EDA5E"/>
  <w15:chartTrackingRefBased/>
  <w15:docId w15:val="{5EC42E36-CB5C-4BF7-A425-977E97C73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24B5A"/>
    <w:pPr>
      <w:spacing w:after="160" w:line="360" w:lineRule="auto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24B5A"/>
    <w:pPr>
      <w:keepNext/>
      <w:keepLines/>
      <w:spacing w:before="960" w:after="640" w:line="264" w:lineRule="auto"/>
      <w:outlineLvl w:val="0"/>
    </w:pPr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17540"/>
    <w:pPr>
      <w:keepNext/>
      <w:keepLines/>
      <w:spacing w:before="640" w:after="320" w:line="288" w:lineRule="auto"/>
      <w:outlineLvl w:val="1"/>
    </w:pPr>
    <w:rPr>
      <w:rFonts w:asciiTheme="majorHAnsi" w:eastAsiaTheme="majorEastAsia" w:hAnsiTheme="majorHAnsi" w:cstheme="majorBidi"/>
      <w:b/>
      <w:color w:val="003669" w:themeColor="accen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B7733E"/>
    <w:pPr>
      <w:keepNext/>
      <w:keepLines/>
      <w:spacing w:before="480" w:line="288" w:lineRule="auto"/>
      <w:outlineLvl w:val="2"/>
    </w:pPr>
    <w:rPr>
      <w:rFonts w:asciiTheme="majorHAnsi" w:eastAsiaTheme="majorEastAsia" w:hAnsiTheme="majorHAnsi" w:cs="Times New Roman (Headings CS)"/>
      <w:color w:val="000000" w:themeColor="text1"/>
      <w:spacing w:val="4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526C2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8526C2"/>
  </w:style>
  <w:style w:type="paragraph" w:styleId="Jalus">
    <w:name w:val="footer"/>
    <w:basedOn w:val="Normaallaad"/>
    <w:link w:val="JalusMrk"/>
    <w:uiPriority w:val="99"/>
    <w:unhideWhenUsed/>
    <w:rsid w:val="009F432A"/>
    <w:pPr>
      <w:tabs>
        <w:tab w:val="center" w:pos="4680"/>
        <w:tab w:val="right" w:pos="9360"/>
      </w:tabs>
      <w:spacing w:line="312" w:lineRule="auto"/>
    </w:pPr>
    <w:rPr>
      <w:sz w:val="13"/>
    </w:rPr>
  </w:style>
  <w:style w:type="character" w:customStyle="1" w:styleId="JalusMrk">
    <w:name w:val="Jalus Märk"/>
    <w:basedOn w:val="Liguvaikefont"/>
    <w:link w:val="Jalus"/>
    <w:uiPriority w:val="99"/>
    <w:rsid w:val="009F432A"/>
    <w:rPr>
      <w:sz w:val="13"/>
    </w:rPr>
  </w:style>
  <w:style w:type="character" w:customStyle="1" w:styleId="Pealkiri1Mrk">
    <w:name w:val="Pealkiri 1 Märk"/>
    <w:basedOn w:val="Liguvaikefont"/>
    <w:link w:val="Pealkiri1"/>
    <w:uiPriority w:val="9"/>
    <w:rsid w:val="00324B5A"/>
    <w:rPr>
      <w:rFonts w:asciiTheme="majorHAnsi" w:eastAsiaTheme="majorEastAsia" w:hAnsiTheme="majorHAnsi" w:cstheme="majorBidi"/>
      <w:color w:val="003669" w:themeColor="accent1"/>
      <w:sz w:val="32"/>
      <w:szCs w:val="32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0467B5"/>
    <w:pPr>
      <w:spacing w:before="960" w:after="640" w:line="264" w:lineRule="auto"/>
      <w:contextualSpacing/>
    </w:pPr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0467B5"/>
    <w:rPr>
      <w:rFonts w:asciiTheme="majorHAnsi" w:eastAsiaTheme="majorEastAsia" w:hAnsiTheme="majorHAnsi" w:cs="Times New Roman (Headings CS)"/>
      <w:color w:val="003669" w:themeColor="accent1"/>
      <w:kern w:val="28"/>
      <w:sz w:val="40"/>
      <w:szCs w:val="56"/>
    </w:rPr>
  </w:style>
  <w:style w:type="character" w:styleId="Hperlink">
    <w:name w:val="Hyperlink"/>
    <w:basedOn w:val="Liguvaikefont"/>
    <w:uiPriority w:val="99"/>
    <w:unhideWhenUsed/>
    <w:rsid w:val="009F432A"/>
    <w:rPr>
      <w:color w:val="000000" w:themeColor="text1"/>
      <w:u w:val="none"/>
    </w:rPr>
  </w:style>
  <w:style w:type="character" w:styleId="Lahendamatamainimine">
    <w:name w:val="Unresolved Mention"/>
    <w:basedOn w:val="Liguvaikefont"/>
    <w:uiPriority w:val="99"/>
    <w:semiHidden/>
    <w:unhideWhenUsed/>
    <w:rsid w:val="003213BF"/>
    <w:rPr>
      <w:color w:val="605E5C"/>
      <w:shd w:val="clear" w:color="auto" w:fill="E1DFDD"/>
    </w:rPr>
  </w:style>
  <w:style w:type="paragraph" w:customStyle="1" w:styleId="Andmed">
    <w:name w:val="Andmed"/>
    <w:basedOn w:val="Normaallaad"/>
    <w:qFormat/>
    <w:rsid w:val="00C105AE"/>
    <w:pPr>
      <w:spacing w:before="160" w:after="320" w:line="288" w:lineRule="auto"/>
      <w:contextualSpacing/>
    </w:pPr>
  </w:style>
  <w:style w:type="paragraph" w:styleId="Loendilik">
    <w:name w:val="List Paragraph"/>
    <w:basedOn w:val="Normaallaad"/>
    <w:uiPriority w:val="34"/>
    <w:qFormat/>
    <w:rsid w:val="000A2848"/>
    <w:pPr>
      <w:ind w:left="567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117540"/>
    <w:rPr>
      <w:rFonts w:asciiTheme="majorHAnsi" w:eastAsiaTheme="majorEastAsia" w:hAnsiTheme="majorHAnsi" w:cstheme="majorBidi"/>
      <w:b/>
      <w:color w:val="003669" w:themeColor="accent1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B7733E"/>
    <w:rPr>
      <w:rFonts w:asciiTheme="majorHAnsi" w:eastAsiaTheme="majorEastAsia" w:hAnsiTheme="majorHAnsi" w:cs="Times New Roman (Headings CS)"/>
      <w:color w:val="000000" w:themeColor="text1"/>
      <w:spacing w:val="40"/>
      <w:sz w:val="20"/>
    </w:rPr>
  </w:style>
  <w:style w:type="character" w:styleId="Vaevumrgatavviide">
    <w:name w:val="Subtle Reference"/>
    <w:basedOn w:val="Liguvaikefont"/>
    <w:uiPriority w:val="31"/>
    <w:qFormat/>
    <w:rsid w:val="00A164B8"/>
    <w:rPr>
      <w:caps w:val="0"/>
      <w:smallCaps w:val="0"/>
      <w:color w:val="5A5A5A" w:themeColor="text1" w:themeTint="A5"/>
    </w:rPr>
  </w:style>
  <w:style w:type="character" w:styleId="Lehekljenumber">
    <w:name w:val="page number"/>
    <w:basedOn w:val="Liguvaikefont"/>
    <w:uiPriority w:val="99"/>
    <w:semiHidden/>
    <w:unhideWhenUsed/>
    <w:rsid w:val="000A2848"/>
    <w:rPr>
      <w:color w:val="003669" w:themeColor="accent1"/>
      <w:sz w:val="18"/>
    </w:rPr>
  </w:style>
  <w:style w:type="table" w:styleId="Kontuurtabel">
    <w:name w:val="Table Grid"/>
    <w:basedOn w:val="Normaaltabel"/>
    <w:uiPriority w:val="59"/>
    <w:rsid w:val="00C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vatabel1">
    <w:name w:val="Plain Table 1"/>
    <w:basedOn w:val="Normaaltabel"/>
    <w:uiPriority w:val="41"/>
    <w:rsid w:val="00C23D1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4">
    <w:name w:val="Plain Table 4"/>
    <w:basedOn w:val="Normaaltabel"/>
    <w:uiPriority w:val="44"/>
    <w:rsid w:val="00C23D12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C23D1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vatabel3">
    <w:name w:val="Plain Table 3"/>
    <w:basedOn w:val="Normaaltabel"/>
    <w:uiPriority w:val="43"/>
    <w:rsid w:val="00C23D1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Heleruuttabel1rhk5">
    <w:name w:val="Grid Table 1 Light Accent 5"/>
    <w:basedOn w:val="Normaaltabel"/>
    <w:uiPriority w:val="46"/>
    <w:rsid w:val="00C23D12"/>
    <w:tblPr>
      <w:tblStyleRowBandSize w:val="1"/>
      <w:tblStyleColBandSize w:val="1"/>
      <w:tblBorders>
        <w:top w:val="single" w:sz="4" w:space="0" w:color="F5CCDC" w:themeColor="accent5" w:themeTint="66"/>
        <w:left w:val="single" w:sz="4" w:space="0" w:color="F5CCDC" w:themeColor="accent5" w:themeTint="66"/>
        <w:bottom w:val="single" w:sz="4" w:space="0" w:color="F5CCDC" w:themeColor="accent5" w:themeTint="66"/>
        <w:right w:val="single" w:sz="4" w:space="0" w:color="F5CCDC" w:themeColor="accent5" w:themeTint="66"/>
        <w:insideH w:val="single" w:sz="4" w:space="0" w:color="F5CCDC" w:themeColor="accent5" w:themeTint="66"/>
        <w:insideV w:val="single" w:sz="4" w:space="0" w:color="F5CC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0B3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vatabel2">
    <w:name w:val="Plain Table 2"/>
    <w:basedOn w:val="Normaaltabel"/>
    <w:uiPriority w:val="42"/>
    <w:rsid w:val="00C23D1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Ruuttabel3rhk1">
    <w:name w:val="Grid Table 3 Accent 1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Ruuttabel3">
    <w:name w:val="Grid Table 3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C23D12"/>
    <w:tblPr>
      <w:tblStyleRowBandSize w:val="1"/>
      <w:tblStyleColBandSize w:val="1"/>
      <w:tblBorders>
        <w:top w:val="single" w:sz="4" w:space="0" w:color="37FFF4" w:themeColor="accent2" w:themeTint="99"/>
        <w:left w:val="single" w:sz="4" w:space="0" w:color="37FFF4" w:themeColor="accent2" w:themeTint="99"/>
        <w:bottom w:val="single" w:sz="4" w:space="0" w:color="37FFF4" w:themeColor="accent2" w:themeTint="99"/>
        <w:right w:val="single" w:sz="4" w:space="0" w:color="37FFF4" w:themeColor="accent2" w:themeTint="99"/>
        <w:insideH w:val="single" w:sz="4" w:space="0" w:color="37FFF4" w:themeColor="accent2" w:themeTint="99"/>
        <w:insideV w:val="single" w:sz="4" w:space="0" w:color="37FFF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CFFFB" w:themeFill="accent2" w:themeFillTint="33"/>
      </w:tcPr>
    </w:tblStylePr>
    <w:tblStylePr w:type="band1Horz">
      <w:tblPr/>
      <w:tcPr>
        <w:shd w:val="clear" w:color="auto" w:fill="BCFFFB" w:themeFill="accent2" w:themeFillTint="33"/>
      </w:tcPr>
    </w:tblStylePr>
    <w:tblStylePr w:type="neCell">
      <w:tblPr/>
      <w:tcPr>
        <w:tcBorders>
          <w:bottom w:val="single" w:sz="4" w:space="0" w:color="37FFF4" w:themeColor="accent2" w:themeTint="99"/>
        </w:tcBorders>
      </w:tcPr>
    </w:tblStylePr>
    <w:tblStylePr w:type="nwCell">
      <w:tblPr/>
      <w:tcPr>
        <w:tcBorders>
          <w:bottom w:val="single" w:sz="4" w:space="0" w:color="37FFF4" w:themeColor="accent2" w:themeTint="99"/>
        </w:tcBorders>
      </w:tcPr>
    </w:tblStylePr>
    <w:tblStylePr w:type="seCell">
      <w:tblPr/>
      <w:tcPr>
        <w:tcBorders>
          <w:top w:val="single" w:sz="4" w:space="0" w:color="37FFF4" w:themeColor="accent2" w:themeTint="99"/>
        </w:tcBorders>
      </w:tcPr>
    </w:tblStylePr>
    <w:tblStylePr w:type="swCell">
      <w:tblPr/>
      <w:tcPr>
        <w:tcBorders>
          <w:top w:val="single" w:sz="4" w:space="0" w:color="37FFF4" w:themeColor="accent2" w:themeTint="99"/>
        </w:tcBorders>
      </w:tcPr>
    </w:tblStyle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372B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372BA"/>
    <w:rPr>
      <w:rFonts w:ascii="Times New Roman" w:hAnsi="Times New Roman" w:cs="Times New Roman"/>
      <w:sz w:val="18"/>
      <w:szCs w:val="18"/>
    </w:rPr>
  </w:style>
  <w:style w:type="character" w:styleId="Klastatudhperlink">
    <w:name w:val="FollowedHyperlink"/>
    <w:basedOn w:val="Liguvaikefont"/>
    <w:uiPriority w:val="99"/>
    <w:semiHidden/>
    <w:unhideWhenUsed/>
    <w:rsid w:val="00C75828"/>
    <w:rPr>
      <w:color w:val="003669" w:themeColor="followedHyperlink"/>
      <w:u w:val="single"/>
    </w:rPr>
  </w:style>
  <w:style w:type="character" w:styleId="Rhutus">
    <w:name w:val="Emphasis"/>
    <w:basedOn w:val="Liguvaikefont"/>
    <w:uiPriority w:val="20"/>
    <w:qFormat/>
    <w:rsid w:val="00C75828"/>
    <w:rPr>
      <w:i/>
      <w:iCs/>
    </w:rPr>
  </w:style>
  <w:style w:type="character" w:styleId="Selgeltmrgatavviide">
    <w:name w:val="Intense Reference"/>
    <w:basedOn w:val="Liguvaikefont"/>
    <w:uiPriority w:val="32"/>
    <w:qFormat/>
    <w:rsid w:val="00117540"/>
    <w:rPr>
      <w:b/>
      <w:bCs/>
      <w:caps w:val="0"/>
      <w:smallCaps w:val="0"/>
      <w:color w:val="003669" w:themeColor="accent1"/>
      <w:spacing w:val="5"/>
    </w:rPr>
  </w:style>
  <w:style w:type="table" w:styleId="Ruuttabel2rhk5">
    <w:name w:val="Grid Table 2 Accent 5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F0B3CB" w:themeColor="accent5" w:themeTint="99"/>
        <w:bottom w:val="single" w:sz="2" w:space="0" w:color="F0B3CB" w:themeColor="accent5" w:themeTint="99"/>
        <w:insideH w:val="single" w:sz="2" w:space="0" w:color="F0B3CB" w:themeColor="accent5" w:themeTint="99"/>
        <w:insideV w:val="single" w:sz="2" w:space="0" w:color="F0B3C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0B3C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0B3C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5ED" w:themeFill="accent5" w:themeFillTint="33"/>
      </w:tcPr>
    </w:tblStylePr>
    <w:tblStylePr w:type="band1Horz">
      <w:tblPr/>
      <w:tcPr>
        <w:shd w:val="clear" w:color="auto" w:fill="FAE5ED" w:themeFill="accent5" w:themeFillTint="33"/>
      </w:tcPr>
    </w:tblStylePr>
  </w:style>
  <w:style w:type="table" w:styleId="Ruuttabel2rhk3">
    <w:name w:val="Grid Table 2 Accent 3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8CB1DE" w:themeColor="accent3" w:themeTint="99"/>
        <w:bottom w:val="single" w:sz="2" w:space="0" w:color="8CB1DE" w:themeColor="accent3" w:themeTint="99"/>
        <w:insideH w:val="single" w:sz="2" w:space="0" w:color="8CB1DE" w:themeColor="accent3" w:themeTint="99"/>
        <w:insideV w:val="single" w:sz="2" w:space="0" w:color="8CB1DE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B1DE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2rhk1">
    <w:name w:val="Grid Table 2 Accent 1"/>
    <w:basedOn w:val="Normaaltabel"/>
    <w:uiPriority w:val="47"/>
    <w:rsid w:val="00753AB3"/>
    <w:tblPr>
      <w:tblStyleRowBandSize w:val="1"/>
      <w:tblStyleColBandSize w:val="1"/>
      <w:tblBorders>
        <w:top w:val="single" w:sz="2" w:space="0" w:color="0C88FF" w:themeColor="accent1" w:themeTint="99"/>
        <w:bottom w:val="single" w:sz="2" w:space="0" w:color="0C88FF" w:themeColor="accent1" w:themeTint="99"/>
        <w:insideH w:val="single" w:sz="2" w:space="0" w:color="0C88FF" w:themeColor="accent1" w:themeTint="99"/>
        <w:insideV w:val="single" w:sz="2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0C88F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0C88F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Ruuttabel4rhk3">
    <w:name w:val="Grid Table 4 Accent 3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8CB1DE" w:themeColor="accent3" w:themeTint="99"/>
        <w:left w:val="single" w:sz="4" w:space="0" w:color="8CB1DE" w:themeColor="accent3" w:themeTint="99"/>
        <w:bottom w:val="single" w:sz="4" w:space="0" w:color="8CB1DE" w:themeColor="accent3" w:themeTint="99"/>
        <w:right w:val="single" w:sz="4" w:space="0" w:color="8CB1DE" w:themeColor="accent3" w:themeTint="99"/>
        <w:insideH w:val="single" w:sz="4" w:space="0" w:color="8CB1DE" w:themeColor="accent3" w:themeTint="99"/>
        <w:insideV w:val="single" w:sz="4" w:space="0" w:color="8CB1DE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7EC9" w:themeColor="accent3"/>
          <w:left w:val="single" w:sz="4" w:space="0" w:color="407EC9" w:themeColor="accent3"/>
          <w:bottom w:val="single" w:sz="4" w:space="0" w:color="407EC9" w:themeColor="accent3"/>
          <w:right w:val="single" w:sz="4" w:space="0" w:color="407EC9" w:themeColor="accent3"/>
          <w:insideH w:val="nil"/>
          <w:insideV w:val="nil"/>
        </w:tcBorders>
        <w:shd w:val="clear" w:color="auto" w:fill="407EC9" w:themeFill="accent3"/>
      </w:tcPr>
    </w:tblStylePr>
    <w:tblStylePr w:type="lastRow">
      <w:rPr>
        <w:b/>
        <w:bCs/>
      </w:rPr>
      <w:tblPr/>
      <w:tcPr>
        <w:tcBorders>
          <w:top w:val="double" w:sz="4" w:space="0" w:color="407EC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E5F4" w:themeFill="accent3" w:themeFillTint="33"/>
      </w:tcPr>
    </w:tblStylePr>
    <w:tblStylePr w:type="band1Horz">
      <w:tblPr/>
      <w:tcPr>
        <w:shd w:val="clear" w:color="auto" w:fill="D8E5F4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9591C2" w:themeColor="accent4" w:themeTint="99"/>
        <w:left w:val="single" w:sz="4" w:space="0" w:color="9591C2" w:themeColor="accent4" w:themeTint="99"/>
        <w:bottom w:val="single" w:sz="4" w:space="0" w:color="9591C2" w:themeColor="accent4" w:themeTint="99"/>
        <w:right w:val="single" w:sz="4" w:space="0" w:color="9591C2" w:themeColor="accent4" w:themeTint="99"/>
        <w:insideH w:val="single" w:sz="4" w:space="0" w:color="9591C2" w:themeColor="accent4" w:themeTint="99"/>
        <w:insideV w:val="single" w:sz="4" w:space="0" w:color="9591C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65193" w:themeColor="accent4"/>
          <w:left w:val="single" w:sz="4" w:space="0" w:color="565193" w:themeColor="accent4"/>
          <w:bottom w:val="single" w:sz="4" w:space="0" w:color="565193" w:themeColor="accent4"/>
          <w:right w:val="single" w:sz="4" w:space="0" w:color="565193" w:themeColor="accent4"/>
          <w:insideH w:val="nil"/>
          <w:insideV w:val="nil"/>
        </w:tcBorders>
        <w:shd w:val="clear" w:color="auto" w:fill="565193" w:themeFill="accent4"/>
      </w:tcPr>
    </w:tblStylePr>
    <w:tblStylePr w:type="lastRow">
      <w:rPr>
        <w:b/>
        <w:bCs/>
      </w:rPr>
      <w:tblPr/>
      <w:tcPr>
        <w:tcBorders>
          <w:top w:val="double" w:sz="4" w:space="0" w:color="565193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AEB" w:themeFill="accent4" w:themeFillTint="33"/>
      </w:tcPr>
    </w:tblStylePr>
    <w:tblStylePr w:type="band1Horz">
      <w:tblPr/>
      <w:tcPr>
        <w:shd w:val="clear" w:color="auto" w:fill="DBDAEB" w:themeFill="accent4" w:themeFillTint="33"/>
      </w:tcPr>
    </w:tblStylePr>
  </w:style>
  <w:style w:type="table" w:styleId="Ruuttabel4">
    <w:name w:val="Grid Table 4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243AAA"/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3669" w:themeColor="accent1"/>
          <w:left w:val="single" w:sz="4" w:space="0" w:color="003669" w:themeColor="accent1"/>
          <w:bottom w:val="single" w:sz="4" w:space="0" w:color="003669" w:themeColor="accent1"/>
          <w:right w:val="single" w:sz="4" w:space="0" w:color="003669" w:themeColor="accent1"/>
          <w:insideH w:val="nil"/>
          <w:insideV w:val="nil"/>
        </w:tcBorders>
        <w:shd w:val="clear" w:color="auto" w:fill="003669" w:themeFill="accent1"/>
      </w:tcPr>
    </w:tblStylePr>
    <w:tblStylePr w:type="lastRow">
      <w:rPr>
        <w:b/>
        <w:bCs/>
      </w:rPr>
      <w:tblPr/>
      <w:tcPr>
        <w:tcBorders>
          <w:top w:val="double" w:sz="4" w:space="0" w:color="00366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Tumeruuttabel5rhk5">
    <w:name w:val="Grid Table 5 Dark Accent 5"/>
    <w:basedOn w:val="Normaaltabel"/>
    <w:uiPriority w:val="50"/>
    <w:rsid w:val="00243AAA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E5E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782A9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782A9" w:themeFill="accent5"/>
      </w:tcPr>
    </w:tblStylePr>
    <w:tblStylePr w:type="band1Vert">
      <w:tblPr/>
      <w:tcPr>
        <w:shd w:val="clear" w:color="auto" w:fill="F5CCDC" w:themeFill="accent5" w:themeFillTint="66"/>
      </w:tcPr>
    </w:tblStylePr>
    <w:tblStylePr w:type="band1Horz">
      <w:tblPr/>
      <w:tcPr>
        <w:shd w:val="clear" w:color="auto" w:fill="F5CCDC" w:themeFill="accent5" w:themeFillTint="66"/>
      </w:tcPr>
    </w:tblStylePr>
  </w:style>
  <w:style w:type="table" w:styleId="Heleloetelutabel1rhk1">
    <w:name w:val="List Table 1 Light Accent 1"/>
    <w:basedOn w:val="Normaaltabel"/>
    <w:uiPriority w:val="46"/>
    <w:rsid w:val="00243AA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0C88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0C88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</w:style>
  <w:style w:type="table" w:styleId="Vrvilineruuttabel7rhk1">
    <w:name w:val="Grid Table 7 Colorful Accent 1"/>
    <w:basedOn w:val="Normaaltabel"/>
    <w:uiPriority w:val="52"/>
    <w:rsid w:val="00243AAA"/>
    <w:rPr>
      <w:color w:val="00284E" w:themeColor="accent1" w:themeShade="BF"/>
    </w:rPr>
    <w:tblPr>
      <w:tblStyleRowBandSize w:val="1"/>
      <w:tblStyleColBandSize w:val="1"/>
      <w:tblBorders>
        <w:top w:val="single" w:sz="4" w:space="0" w:color="0C88FF" w:themeColor="accent1" w:themeTint="99"/>
        <w:left w:val="single" w:sz="4" w:space="0" w:color="0C88FF" w:themeColor="accent1" w:themeTint="99"/>
        <w:bottom w:val="single" w:sz="4" w:space="0" w:color="0C88FF" w:themeColor="accent1" w:themeTint="99"/>
        <w:right w:val="single" w:sz="4" w:space="0" w:color="0C88FF" w:themeColor="accent1" w:themeTint="99"/>
        <w:insideH w:val="single" w:sz="4" w:space="0" w:color="0C88FF" w:themeColor="accent1" w:themeTint="99"/>
        <w:insideV w:val="single" w:sz="4" w:space="0" w:color="0C88F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AED7FF" w:themeFill="accent1" w:themeFillTint="33"/>
      </w:tcPr>
    </w:tblStylePr>
    <w:tblStylePr w:type="band1Horz">
      <w:tblPr/>
      <w:tcPr>
        <w:shd w:val="clear" w:color="auto" w:fill="AED7FF" w:themeFill="accent1" w:themeFillTint="33"/>
      </w:tcPr>
    </w:tblStylePr>
    <w:tblStylePr w:type="neCell">
      <w:tblPr/>
      <w:tcPr>
        <w:tcBorders>
          <w:bottom w:val="single" w:sz="4" w:space="0" w:color="0C88FF" w:themeColor="accent1" w:themeTint="99"/>
        </w:tcBorders>
      </w:tcPr>
    </w:tblStylePr>
    <w:tblStylePr w:type="nwCell">
      <w:tblPr/>
      <w:tcPr>
        <w:tcBorders>
          <w:bottom w:val="single" w:sz="4" w:space="0" w:color="0C88FF" w:themeColor="accent1" w:themeTint="99"/>
        </w:tcBorders>
      </w:tcPr>
    </w:tblStylePr>
    <w:tblStylePr w:type="seCell">
      <w:tblPr/>
      <w:tcPr>
        <w:tcBorders>
          <w:top w:val="single" w:sz="4" w:space="0" w:color="0C88FF" w:themeColor="accent1" w:themeTint="99"/>
        </w:tcBorders>
      </w:tcPr>
    </w:tblStylePr>
    <w:tblStylePr w:type="swCell">
      <w:tblPr/>
      <w:tcPr>
        <w:tcBorders>
          <w:top w:val="single" w:sz="4" w:space="0" w:color="0C88FF" w:themeColor="accent1" w:themeTint="99"/>
        </w:tcBorders>
      </w:tcPr>
    </w:tblStylePr>
  </w:style>
  <w:style w:type="table" w:styleId="7Helekontuurtabel1rhk3">
    <w:name w:val="Grid Table 1 Light Accent 3"/>
    <w:basedOn w:val="Normaaltabel"/>
    <w:uiPriority w:val="46"/>
    <w:rsid w:val="00243AAA"/>
    <w:tblPr>
      <w:tblStyleRowBandSize w:val="1"/>
      <w:tblStyleColBandSize w:val="1"/>
      <w:tblBorders>
        <w:top w:val="single" w:sz="4" w:space="0" w:color="B2CBE9" w:themeColor="accent3" w:themeTint="66"/>
        <w:left w:val="single" w:sz="4" w:space="0" w:color="B2CBE9" w:themeColor="accent3" w:themeTint="66"/>
        <w:bottom w:val="single" w:sz="4" w:space="0" w:color="B2CBE9" w:themeColor="accent3" w:themeTint="66"/>
        <w:right w:val="single" w:sz="4" w:space="0" w:color="B2CBE9" w:themeColor="accent3" w:themeTint="66"/>
        <w:insideH w:val="single" w:sz="4" w:space="0" w:color="B2CBE9" w:themeColor="accent3" w:themeTint="66"/>
        <w:insideV w:val="single" w:sz="4" w:space="0" w:color="B2CBE9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CB1DE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B1DE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elid">
    <w:name w:val="Tabelid"/>
    <w:basedOn w:val="Normaallaad"/>
    <w:qFormat/>
    <w:rsid w:val="00243AAA"/>
    <w:pPr>
      <w:spacing w:after="0" w:line="312" w:lineRule="auto"/>
    </w:pPr>
    <w:rPr>
      <w:bCs/>
      <w:sz w:val="1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567E7"/>
    <w:pP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TsitaatMrk">
    <w:name w:val="Tsitaat Märk"/>
    <w:basedOn w:val="Liguvaikefont"/>
    <w:link w:val="Tsitaat"/>
    <w:uiPriority w:val="29"/>
    <w:rsid w:val="005567E7"/>
    <w:rPr>
      <w:i/>
      <w:iCs/>
      <w:color w:val="000000" w:themeColor="text1"/>
      <w:sz w:val="20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567E7"/>
    <w:pPr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567" w:right="851"/>
    </w:pPr>
    <w:rPr>
      <w:i/>
      <w:iCs/>
      <w:color w:val="000000" w:themeColor="text1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567E7"/>
    <w:rPr>
      <w:i/>
      <w:iCs/>
      <w:color w:val="000000" w:themeColor="text1"/>
      <w:sz w:val="20"/>
    </w:rPr>
  </w:style>
  <w:style w:type="paragraph" w:styleId="Vahedeta">
    <w:name w:val="No Spacing"/>
    <w:uiPriority w:val="1"/>
    <w:qFormat/>
    <w:rsid w:val="00BD78F9"/>
    <w:rPr>
      <w:sz w:val="20"/>
    </w:rPr>
  </w:style>
  <w:style w:type="character" w:styleId="Kommentaariviide">
    <w:name w:val="annotation reference"/>
    <w:basedOn w:val="Liguvaikefont"/>
    <w:uiPriority w:val="99"/>
    <w:semiHidden/>
    <w:unhideWhenUsed/>
    <w:rsid w:val="00BD78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semiHidden/>
    <w:unhideWhenUsed/>
    <w:rsid w:val="00BD78F9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semiHidden/>
    <w:rsid w:val="00BD78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D78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D78F9"/>
    <w:rPr>
      <w:b/>
      <w:bCs/>
      <w:sz w:val="20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E4FEA"/>
    <w:pPr>
      <w:spacing w:after="0" w:line="240" w:lineRule="auto"/>
    </w:pPr>
    <w:rPr>
      <w:rFonts w:ascii="Times New Roman" w:eastAsia="Times New Roman" w:hAnsi="Times New Roman" w:cs="Times New Roman"/>
      <w:szCs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E4FEA"/>
    <w:rPr>
      <w:rFonts w:ascii="Times New Roman" w:eastAsia="Times New Roman" w:hAnsi="Times New Roman" w:cs="Times New Roman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E4FEA"/>
    <w:rPr>
      <w:vertAlign w:val="superscript"/>
    </w:rPr>
  </w:style>
  <w:style w:type="character" w:customStyle="1" w:styleId="fontstyle01">
    <w:name w:val="fontstyle01"/>
    <w:basedOn w:val="Liguvaikefont"/>
    <w:rsid w:val="003A72B8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Kirjatekst">
    <w:name w:val="Kirja tekst"/>
    <w:basedOn w:val="Normaallaad"/>
    <w:autoRedefine/>
    <w:rsid w:val="00806CFE"/>
    <w:pPr>
      <w:spacing w:after="120" w:line="240" w:lineRule="auto"/>
      <w:jc w:val="both"/>
    </w:pPr>
    <w:rPr>
      <w:rFonts w:ascii="Arial" w:eastAsia="Times New Roman" w:hAnsi="Arial" w:cs="Arial"/>
      <w:szCs w:val="20"/>
      <w:lang w:val="et-EE"/>
    </w:rPr>
  </w:style>
  <w:style w:type="paragraph" w:customStyle="1" w:styleId="msonormal0">
    <w:name w:val="msonormal"/>
    <w:basedOn w:val="Normaallaad"/>
    <w:rsid w:val="001E6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xl67">
    <w:name w:val="xl67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68">
    <w:name w:val="xl6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69">
    <w:name w:val="xl69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0">
    <w:name w:val="xl70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1">
    <w:name w:val="xl71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2">
    <w:name w:val="xl72"/>
    <w:basedOn w:val="Normaallaad"/>
    <w:rsid w:val="001E6E93"/>
    <w:pPr>
      <w:shd w:val="clear" w:color="000000" w:fill="FF0000"/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3">
    <w:name w:val="xl73"/>
    <w:basedOn w:val="Normaallaad"/>
    <w:rsid w:val="001E6E93"/>
    <w:pP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4">
    <w:name w:val="xl74"/>
    <w:basedOn w:val="Normaallaad"/>
    <w:rsid w:val="001E6E93"/>
    <w:pPr>
      <w:pBdr>
        <w:top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5">
    <w:name w:val="xl75"/>
    <w:basedOn w:val="Normaallaad"/>
    <w:rsid w:val="001E6E93"/>
    <w:pPr>
      <w:pBdr>
        <w:top w:val="single" w:sz="8" w:space="0" w:color="auto"/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76">
    <w:name w:val="xl76"/>
    <w:basedOn w:val="Normaallaad"/>
    <w:rsid w:val="001E6E93"/>
    <w:pPr>
      <w:pBdr>
        <w:top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77">
    <w:name w:val="xl77"/>
    <w:basedOn w:val="Normaallaad"/>
    <w:rsid w:val="001E6E9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78">
    <w:name w:val="xl78"/>
    <w:basedOn w:val="Normaallaad"/>
    <w:rsid w:val="001E6E93"/>
    <w:pP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79">
    <w:name w:val="xl79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2"/>
      <w:szCs w:val="22"/>
      <w:lang w:val="et-EE" w:eastAsia="et-EE"/>
    </w:rPr>
  </w:style>
  <w:style w:type="paragraph" w:customStyle="1" w:styleId="xl80">
    <w:name w:val="xl80"/>
    <w:basedOn w:val="Normaallaad"/>
    <w:rsid w:val="001E6E93"/>
    <w:pP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FFFFFF"/>
      <w:sz w:val="22"/>
      <w:szCs w:val="22"/>
      <w:lang w:val="et-EE" w:eastAsia="et-EE"/>
    </w:rPr>
  </w:style>
  <w:style w:type="paragraph" w:customStyle="1" w:styleId="xl81">
    <w:name w:val="xl81"/>
    <w:basedOn w:val="Normaallaad"/>
    <w:rsid w:val="001E6E93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2"/>
      <w:szCs w:val="22"/>
      <w:lang w:val="et-EE" w:eastAsia="et-EE"/>
    </w:rPr>
  </w:style>
  <w:style w:type="paragraph" w:customStyle="1" w:styleId="xl82">
    <w:name w:val="xl82"/>
    <w:basedOn w:val="Normaallaad"/>
    <w:rsid w:val="001E6E93"/>
    <w:pPr>
      <w:pBdr>
        <w:left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3">
    <w:name w:val="xl83"/>
    <w:basedOn w:val="Normaallaad"/>
    <w:rsid w:val="001E6E93"/>
    <w:pPr>
      <w:pBdr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4">
    <w:name w:val="xl84"/>
    <w:basedOn w:val="Normaallaad"/>
    <w:rsid w:val="001E6E93"/>
    <w:pPr>
      <w:pBdr>
        <w:left w:val="single" w:sz="8" w:space="0" w:color="auto"/>
        <w:bottom w:val="single" w:sz="8" w:space="0" w:color="auto"/>
      </w:pBdr>
      <w:shd w:val="clear" w:color="000000" w:fill="DDEBF7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  <w:style w:type="paragraph" w:customStyle="1" w:styleId="xl85">
    <w:name w:val="xl85"/>
    <w:basedOn w:val="Normaallaad"/>
    <w:rsid w:val="001E6E93"/>
    <w:pPr>
      <w:pBdr>
        <w:bottom w:val="single" w:sz="8" w:space="0" w:color="auto"/>
      </w:pBdr>
      <w:shd w:val="clear" w:color="000000" w:fill="333F4F"/>
      <w:spacing w:before="100" w:beforeAutospacing="1" w:after="100" w:afterAutospacing="1" w:line="240" w:lineRule="auto"/>
    </w:pPr>
    <w:rPr>
      <w:rFonts w:ascii="Calibri" w:eastAsia="Times New Roman" w:hAnsi="Calibri" w:cs="Calibri"/>
      <w:color w:val="FFFFFF"/>
      <w:sz w:val="22"/>
      <w:szCs w:val="22"/>
      <w:lang w:val="et-EE" w:eastAsia="et-EE"/>
    </w:rPr>
  </w:style>
  <w:style w:type="paragraph" w:customStyle="1" w:styleId="xl86">
    <w:name w:val="xl86"/>
    <w:basedOn w:val="Normaallaad"/>
    <w:rsid w:val="001E6E9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2"/>
      <w:szCs w:val="22"/>
      <w:lang w:val="et-EE" w:eastAsia="et-EE"/>
    </w:rPr>
  </w:style>
  <w:style w:type="paragraph" w:customStyle="1" w:styleId="xl87">
    <w:name w:val="xl87"/>
    <w:basedOn w:val="Normaallaad"/>
    <w:rsid w:val="001E6E93"/>
    <w:pPr>
      <w:shd w:val="clear" w:color="000000" w:fill="E2EFDA"/>
      <w:spacing w:before="100" w:beforeAutospacing="1" w:after="100" w:afterAutospacing="1" w:line="240" w:lineRule="auto"/>
    </w:pPr>
    <w:rPr>
      <w:rFonts w:ascii="Calibri" w:eastAsia="Times New Roman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0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0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kas.ee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rkas.ee" TargetMode="External"/><Relationship Id="rId1" Type="http://schemas.openxmlformats.org/officeDocument/2006/relationships/hyperlink" Target="mailto:info@rkas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inaP\RKAS%20Pilv\DOK%20HAL%20juhendid,%20uuendamiseks\RKAS_kirjaplank_10670.dotx" TargetMode="External"/></Relationships>
</file>

<file path=word/theme/theme1.xml><?xml version="1.0" encoding="utf-8"?>
<a:theme xmlns:a="http://schemas.openxmlformats.org/drawingml/2006/main" name="riigi_kinnisvara_aktsiaselts">
  <a:themeElements>
    <a:clrScheme name="Riigi Kinnisvara AS 1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E782A9"/>
      </a:accent5>
      <a:accent6>
        <a:srgbClr val="E57100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B103C93256614DA85A073ADF7121BB" ma:contentTypeVersion="9" ma:contentTypeDescription="Create a new document." ma:contentTypeScope="" ma:versionID="2882a1339ab20f0a2b393932bd44d431">
  <xsd:schema xmlns:xsd="http://www.w3.org/2001/XMLSchema" xmlns:xs="http://www.w3.org/2001/XMLSchema" xmlns:p="http://schemas.microsoft.com/office/2006/metadata/properties" xmlns:ns2="6d678769-40fb-4afb-a787-3ce4f3bfc4a4" targetNamespace="http://schemas.microsoft.com/office/2006/metadata/properties" ma:root="true" ma:fieldsID="f6a33e39fe2d89a570ace68217262de7" ns2:_="">
    <xsd:import namespace="6d678769-40fb-4afb-a787-3ce4f3bfc4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78769-40fb-4afb-a787-3ce4f3bfc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A7C269-8731-416F-BFFC-09054B85B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78769-40fb-4afb-a787-3ce4f3bfc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3217AC-83F3-4B62-A3B7-1D24596E15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2F81EC-378A-4189-9350-05D9C22BE6D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BD0CEE-8916-4FD3-972A-E642FCBCFD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RKAS_kirjaplank_10670</Template>
  <TotalTime>53</TotalTime>
  <Pages>3</Pages>
  <Words>929</Words>
  <Characters>5393</Characters>
  <Application>Microsoft Office Word</Application>
  <DocSecurity>0</DocSecurity>
  <Lines>44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6310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Poverus</dc:creator>
  <cp:keywords/>
  <dc:description/>
  <cp:lastModifiedBy>Taavi Janno</cp:lastModifiedBy>
  <cp:revision>12</cp:revision>
  <cp:lastPrinted>2022-10-19T08:27:00Z</cp:lastPrinted>
  <dcterms:created xsi:type="dcterms:W3CDTF">2023-02-27T08:46:00Z</dcterms:created>
  <dcterms:modified xsi:type="dcterms:W3CDTF">2023-02-28T08:40:00Z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0x010100E4B103C93256614DA85A073ADF7121BB</vt:lpwstr>
  </property>
</Properties>
</file>